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ED63702" w14:textId="77777777" w:rsidTr="00987DB5">
        <w:tc>
          <w:tcPr>
            <w:tcW w:w="9498" w:type="dxa"/>
          </w:tcPr>
          <w:p w14:paraId="6ED636F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ED63719" wp14:editId="6ED6371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D636F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ED6370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ED6370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ED63703" w14:textId="61220048" w:rsidR="0033636C" w:rsidRPr="009D314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14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D3147" w:rsidRPr="009D3147">
            <w:rPr>
              <w:rFonts w:ascii="Times New Roman" w:hAnsi="Times New Roman"/>
              <w:sz w:val="28"/>
              <w:szCs w:val="28"/>
            </w:rPr>
            <w:t>10 марта 2023 года</w:t>
          </w:r>
        </w:sdtContent>
      </w:sdt>
      <w:r w:rsidRPr="009D314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D3147" w:rsidRPr="009D3147">
            <w:rPr>
              <w:rFonts w:ascii="Times New Roman" w:hAnsi="Times New Roman"/>
              <w:sz w:val="28"/>
              <w:szCs w:val="28"/>
            </w:rPr>
            <w:t>129</w:t>
          </w:r>
        </w:sdtContent>
      </w:sdt>
    </w:p>
    <w:p w14:paraId="6ED6370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ED63705" w14:textId="15CA1698" w:rsidR="0033636C" w:rsidRPr="007822D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7822DE">
        <w:rPr>
          <w:rFonts w:ascii="Times New Roman" w:hAnsi="Times New Roman"/>
          <w:b/>
          <w:sz w:val="28"/>
          <w:szCs w:val="28"/>
        </w:rPr>
        <w:t xml:space="preserve">О внесении изменений в Порядок предоставления субсидии </w:t>
      </w:r>
      <w:r w:rsidR="00707760">
        <w:rPr>
          <w:rFonts w:ascii="Times New Roman" w:hAnsi="Times New Roman"/>
          <w:b/>
          <w:sz w:val="28"/>
          <w:szCs w:val="28"/>
        </w:rPr>
        <w:br/>
      </w:r>
      <w:r w:rsidRPr="007822DE">
        <w:rPr>
          <w:rFonts w:ascii="Times New Roman" w:hAnsi="Times New Roman"/>
          <w:b/>
          <w:sz w:val="28"/>
          <w:szCs w:val="28"/>
        </w:rPr>
        <w:t xml:space="preserve">субъектам малого и среднего предпринимательства, </w:t>
      </w:r>
      <w:r w:rsidR="00707760">
        <w:rPr>
          <w:rFonts w:ascii="Times New Roman" w:hAnsi="Times New Roman"/>
          <w:b/>
          <w:sz w:val="28"/>
          <w:szCs w:val="28"/>
        </w:rPr>
        <w:br/>
      </w:r>
      <w:r w:rsidRPr="007822DE">
        <w:rPr>
          <w:rFonts w:ascii="Times New Roman" w:hAnsi="Times New Roman"/>
          <w:b/>
          <w:sz w:val="28"/>
          <w:szCs w:val="28"/>
        </w:rPr>
        <w:t xml:space="preserve">утвержденный постановлением администрации </w:t>
      </w:r>
      <w:r w:rsidR="00707760">
        <w:rPr>
          <w:rFonts w:ascii="Times New Roman" w:hAnsi="Times New Roman"/>
          <w:b/>
          <w:sz w:val="28"/>
          <w:szCs w:val="28"/>
        </w:rPr>
        <w:br/>
      </w:r>
      <w:r w:rsidRPr="007822DE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413C9F">
        <w:rPr>
          <w:rFonts w:ascii="Times New Roman" w:hAnsi="Times New Roman"/>
          <w:b/>
          <w:sz w:val="28"/>
          <w:szCs w:val="28"/>
        </w:rPr>
        <w:t>«</w:t>
      </w:r>
      <w:r w:rsidRPr="007822DE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413C9F">
        <w:rPr>
          <w:rFonts w:ascii="Times New Roman" w:hAnsi="Times New Roman"/>
          <w:b/>
          <w:sz w:val="28"/>
          <w:szCs w:val="28"/>
        </w:rPr>
        <w:t>»</w:t>
      </w:r>
      <w:r w:rsidRPr="007822DE">
        <w:rPr>
          <w:rFonts w:ascii="Times New Roman" w:hAnsi="Times New Roman"/>
          <w:b/>
          <w:sz w:val="28"/>
          <w:szCs w:val="28"/>
        </w:rPr>
        <w:t xml:space="preserve"> </w:t>
      </w:r>
      <w:r w:rsidR="00707760">
        <w:rPr>
          <w:rFonts w:ascii="Times New Roman" w:hAnsi="Times New Roman"/>
          <w:b/>
          <w:sz w:val="28"/>
          <w:szCs w:val="28"/>
        </w:rPr>
        <w:br/>
      </w:r>
      <w:r w:rsidRPr="007822DE">
        <w:rPr>
          <w:rFonts w:ascii="Times New Roman" w:hAnsi="Times New Roman"/>
          <w:b/>
          <w:sz w:val="28"/>
          <w:szCs w:val="28"/>
        </w:rPr>
        <w:t>от 27.06.2017 № 415</w:t>
      </w:r>
    </w:p>
    <w:p w14:paraId="14B5EA4D" w14:textId="77777777" w:rsidR="00707760" w:rsidRDefault="00707760" w:rsidP="00782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F5E72C" w14:textId="0B45ED86" w:rsidR="007822DE" w:rsidRPr="007822DE" w:rsidRDefault="007822DE" w:rsidP="00782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2DE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413C9F">
        <w:rPr>
          <w:rFonts w:ascii="Times New Roman" w:hAnsi="Times New Roman"/>
          <w:b/>
          <w:sz w:val="28"/>
          <w:szCs w:val="28"/>
        </w:rPr>
        <w:t>ПОСТАНОВЛЯЕТ:</w:t>
      </w:r>
    </w:p>
    <w:p w14:paraId="6AB28116" w14:textId="77777777" w:rsidR="007822DE" w:rsidRPr="007822DE" w:rsidRDefault="007822DE" w:rsidP="00782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2DE">
        <w:rPr>
          <w:rFonts w:ascii="Times New Roman" w:hAnsi="Times New Roman"/>
          <w:sz w:val="28"/>
          <w:szCs w:val="28"/>
        </w:rPr>
        <w:t xml:space="preserve">1. Внести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 (в редакции от 21.12.2021 </w:t>
      </w:r>
      <w:r w:rsidRPr="007822DE">
        <w:rPr>
          <w:rFonts w:ascii="Times New Roman" w:hAnsi="Times New Roman"/>
          <w:sz w:val="28"/>
          <w:szCs w:val="28"/>
        </w:rPr>
        <w:lastRenderedPageBreak/>
        <w:t>№ 709, от 12.05.2022 № 224, от 04.08.2022 № 409, от 06.09.2022 № 481, от 19.12.2022 № 719) (далее – Порядок) следующие изменения:</w:t>
      </w:r>
    </w:p>
    <w:p w14:paraId="5D0F1DCE" w14:textId="67624F79" w:rsidR="007822DE" w:rsidRPr="007822DE" w:rsidRDefault="00B254D3" w:rsidP="00782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Абзац четырнадцатый</w:t>
      </w:r>
      <w:r w:rsidR="007822DE" w:rsidRPr="007822DE">
        <w:rPr>
          <w:rFonts w:ascii="Times New Roman" w:hAnsi="Times New Roman"/>
          <w:sz w:val="28"/>
          <w:szCs w:val="28"/>
        </w:rPr>
        <w:t xml:space="preserve"> пункта 1.4 Порядка изложить в новой редакции:</w:t>
      </w:r>
    </w:p>
    <w:p w14:paraId="27F7487F" w14:textId="77777777" w:rsidR="007822DE" w:rsidRPr="007822DE" w:rsidRDefault="007822DE" w:rsidP="00782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2DE">
        <w:rPr>
          <w:rFonts w:ascii="Times New Roman" w:hAnsi="Times New Roman"/>
          <w:sz w:val="28"/>
          <w:szCs w:val="28"/>
        </w:rPr>
        <w:t>«- не являющиеся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обществ;»;</w:t>
      </w:r>
    </w:p>
    <w:p w14:paraId="54A4EFC0" w14:textId="77777777" w:rsidR="007822DE" w:rsidRPr="007822DE" w:rsidRDefault="007822DE" w:rsidP="00782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2DE">
        <w:rPr>
          <w:rFonts w:ascii="Times New Roman" w:hAnsi="Times New Roman"/>
          <w:sz w:val="28"/>
          <w:szCs w:val="28"/>
        </w:rPr>
        <w:t>1.2. Абзац пятнадцатый пункта 3.2 Формы 1 к Порядку изложить в новой редакции:</w:t>
      </w:r>
    </w:p>
    <w:p w14:paraId="568E7AC1" w14:textId="77777777" w:rsidR="007822DE" w:rsidRPr="007822DE" w:rsidRDefault="007822DE" w:rsidP="00782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2DE">
        <w:rPr>
          <w:rFonts w:ascii="Times New Roman" w:hAnsi="Times New Roman"/>
          <w:sz w:val="28"/>
          <w:szCs w:val="28"/>
        </w:rPr>
        <w:t>«-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обществ;».</w:t>
      </w:r>
    </w:p>
    <w:p w14:paraId="33082E6F" w14:textId="77777777" w:rsidR="007822DE" w:rsidRPr="007822DE" w:rsidRDefault="007822DE" w:rsidP="00782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2DE"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BEA1683" w14:textId="6976A57E" w:rsidR="007822DE" w:rsidRPr="007822DE" w:rsidRDefault="007822DE" w:rsidP="007822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22DE">
        <w:rPr>
          <w:rFonts w:ascii="Times New Roman" w:hAnsi="Times New Roman"/>
          <w:sz w:val="28"/>
          <w:szCs w:val="28"/>
        </w:rPr>
        <w:lastRenderedPageBreak/>
        <w:t xml:space="preserve">3. Контроль за исполнением настоящего постановления </w:t>
      </w:r>
      <w:r w:rsidR="00707760">
        <w:rPr>
          <w:rFonts w:ascii="Times New Roman" w:hAnsi="Times New Roman"/>
          <w:sz w:val="28"/>
          <w:szCs w:val="28"/>
        </w:rPr>
        <w:t>возложить на исполняющего обязанности первого вице-мэра муниципального образования «Городской округ Ногликский» Русанова Я.С.</w:t>
      </w:r>
    </w:p>
    <w:p w14:paraId="206C7578" w14:textId="4FA2907E" w:rsidR="00B254D3" w:rsidRDefault="00B254D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8E24DE" w14:textId="77777777" w:rsidR="00707760" w:rsidRDefault="0070776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D6371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ED63718" w14:textId="2160B8BE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707760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707760">
        <w:rPr>
          <w:rFonts w:ascii="Times New Roman" w:hAnsi="Times New Roman"/>
          <w:sz w:val="28"/>
          <w:szCs w:val="28"/>
        </w:rPr>
        <w:tab/>
      </w:r>
      <w:r w:rsidR="00707760">
        <w:rPr>
          <w:rFonts w:ascii="Times New Roman" w:hAnsi="Times New Roman"/>
          <w:sz w:val="28"/>
          <w:szCs w:val="28"/>
        </w:rPr>
        <w:tab/>
      </w:r>
      <w:r w:rsidR="00707760">
        <w:rPr>
          <w:rFonts w:ascii="Times New Roman" w:hAnsi="Times New Roman"/>
          <w:sz w:val="28"/>
          <w:szCs w:val="28"/>
        </w:rPr>
        <w:tab/>
      </w:r>
      <w:r w:rsidR="00707760">
        <w:rPr>
          <w:rFonts w:ascii="Times New Roman" w:hAnsi="Times New Roman"/>
          <w:sz w:val="28"/>
          <w:szCs w:val="28"/>
        </w:rPr>
        <w:tab/>
      </w:r>
      <w:r w:rsidR="00707760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077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413C9F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6371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ED6371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6371F" w14:textId="3FE2906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6371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ED6371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202251"/>
      <w:docPartObj>
        <w:docPartGallery w:val="Page Numbers (Top of Page)"/>
        <w:docPartUnique/>
      </w:docPartObj>
    </w:sdtPr>
    <w:sdtEndPr/>
    <w:sdtContent>
      <w:p w14:paraId="4F8C8D3E" w14:textId="3D18B1F3" w:rsidR="00413C9F" w:rsidRDefault="00413C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11E">
          <w:rPr>
            <w:noProof/>
          </w:rPr>
          <w:t>3</w:t>
        </w:r>
        <w:r>
          <w:fldChar w:fldCharType="end"/>
        </w:r>
      </w:p>
    </w:sdtContent>
  </w:sdt>
  <w:p w14:paraId="10F36EC2" w14:textId="77777777" w:rsidR="00413C9F" w:rsidRDefault="00413C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13C9F"/>
    <w:rsid w:val="00520CBF"/>
    <w:rsid w:val="00707760"/>
    <w:rsid w:val="007822DE"/>
    <w:rsid w:val="008629FA"/>
    <w:rsid w:val="00987DB5"/>
    <w:rsid w:val="009D3147"/>
    <w:rsid w:val="00AC72C8"/>
    <w:rsid w:val="00B10ED9"/>
    <w:rsid w:val="00B254D3"/>
    <w:rsid w:val="00B25688"/>
    <w:rsid w:val="00C02849"/>
    <w:rsid w:val="00C8511E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36F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86D5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86D5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8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2</cp:revision>
  <dcterms:created xsi:type="dcterms:W3CDTF">2023-03-14T01:17:00Z</dcterms:created>
  <dcterms:modified xsi:type="dcterms:W3CDTF">2023-03-14T01:17:00Z</dcterms:modified>
</cp:coreProperties>
</file>