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B572E25" w14:textId="77777777" w:rsidTr="00987DB5">
        <w:tc>
          <w:tcPr>
            <w:tcW w:w="9498" w:type="dxa"/>
          </w:tcPr>
          <w:p w14:paraId="1B572E2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572E3C" wp14:editId="1B572E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72E2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572E2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B572E2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B572E26" w14:textId="4011BBB3" w:rsidR="0033636C" w:rsidRPr="00587F3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11</w:t>
      </w:r>
      <w:r w:rsidR="006A0F77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>2020</w:t>
      </w:r>
      <w:r w:rsidR="006A0F77">
        <w:rPr>
          <w:rFonts w:ascii="Times New Roman" w:hAnsi="Times New Roman"/>
          <w:sz w:val="28"/>
          <w:szCs w:val="28"/>
        </w:rPr>
        <w:t xml:space="preserve"> года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6A0F77">
        <w:rPr>
          <w:rFonts w:ascii="Times New Roman" w:hAnsi="Times New Roman"/>
          <w:sz w:val="28"/>
          <w:szCs w:val="28"/>
        </w:rPr>
        <w:t>302</w:t>
      </w:r>
    </w:p>
    <w:p w14:paraId="1B572E2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B572E28" w14:textId="1AAC3A64" w:rsidR="0033636C" w:rsidRPr="00587F32" w:rsidRDefault="0033636C" w:rsidP="00587F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7F32">
        <w:rPr>
          <w:rFonts w:ascii="Times New Roman" w:hAnsi="Times New Roman"/>
          <w:b/>
          <w:sz w:val="28"/>
          <w:szCs w:val="28"/>
        </w:rPr>
        <w:t xml:space="preserve">О внесении изменений в Порядки, </w:t>
      </w:r>
      <w:r w:rsidR="00587F32">
        <w:rPr>
          <w:rFonts w:ascii="Times New Roman" w:hAnsi="Times New Roman"/>
          <w:b/>
          <w:sz w:val="28"/>
          <w:szCs w:val="28"/>
        </w:rPr>
        <w:br/>
      </w:r>
      <w:r w:rsidRPr="00587F32">
        <w:rPr>
          <w:rFonts w:ascii="Times New Roman" w:hAnsi="Times New Roman"/>
          <w:b/>
          <w:sz w:val="28"/>
          <w:szCs w:val="28"/>
        </w:rPr>
        <w:t xml:space="preserve">утвержденные постановлением администрации </w:t>
      </w:r>
      <w:r w:rsidR="00587F32">
        <w:rPr>
          <w:rFonts w:ascii="Times New Roman" w:hAnsi="Times New Roman"/>
          <w:b/>
          <w:sz w:val="28"/>
          <w:szCs w:val="28"/>
        </w:rPr>
        <w:br/>
      </w:r>
      <w:r w:rsidRPr="00587F32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587F32">
        <w:rPr>
          <w:rFonts w:ascii="Times New Roman" w:hAnsi="Times New Roman"/>
          <w:b/>
          <w:sz w:val="28"/>
          <w:szCs w:val="28"/>
        </w:rPr>
        <w:br/>
      </w:r>
      <w:r w:rsidRPr="00587F32">
        <w:rPr>
          <w:rFonts w:ascii="Times New Roman" w:hAnsi="Times New Roman"/>
          <w:b/>
          <w:sz w:val="28"/>
          <w:szCs w:val="28"/>
        </w:rPr>
        <w:t>от 10.11.2015 № 771</w:t>
      </w:r>
    </w:p>
    <w:p w14:paraId="1B572E29" w14:textId="77777777" w:rsidR="00185FEC" w:rsidRPr="00587F32" w:rsidRDefault="00185FEC" w:rsidP="00587F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EC47A0" w14:textId="465F7CA1" w:rsidR="00587F32" w:rsidRPr="00587F32" w:rsidRDefault="00587F32" w:rsidP="0087366F">
      <w:pPr>
        <w:tabs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 69.2 Бюджетного кодекса Российской Федерации, руководствуясь ст. 36 Устава муниципального образования «Городской округ Ногликский, администрация муниципального образования «Городской округ Ногликский» </w:t>
      </w:r>
      <w:r w:rsidRPr="00587F32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384663F" w14:textId="4AC34B68" w:rsidR="00587F32" w:rsidRPr="00587F32" w:rsidRDefault="00587F32" w:rsidP="0087366F">
      <w:pPr>
        <w:tabs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1. Внести в Порядок формирования муниципального задания на оказание муниципальных услуг (выполнение работ) муниципальными учреждениями, утвержденный постановлени</w:t>
      </w:r>
      <w:r w:rsidR="0055437C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5543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от 10.11.2015 </w:t>
      </w:r>
      <w:r w:rsidR="0055437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№ 771 (в редакции от 23.11.2017 № 957) «Об утверждении Порядка формирования муниципального задания на оказание муниципальных услуг (выполнение работ) муниципальными учреждениями и Порядка финансового обеспечения выполнения муниципального задания на оказание муниципальных услуг (выполнение работ) муниципальными учреждениями», следующие изменения:</w:t>
      </w:r>
    </w:p>
    <w:p w14:paraId="09533D4F" w14:textId="5E97899C" w:rsidR="00587F32" w:rsidRPr="00587F32" w:rsidRDefault="00587F32" w:rsidP="0087366F">
      <w:pPr>
        <w:tabs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1.1. Приложение 1 к Порядку формирования муниципального задания на оказание муниципальных услуг (выполнение работ) муниципальными учреждениями изложить в новой редакции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</w:t>
      </w:r>
      <w:r w:rsidR="00F510BD">
        <w:rPr>
          <w:rFonts w:ascii="Times New Roman" w:eastAsia="Times New Roman" w:hAnsi="Times New Roman"/>
          <w:sz w:val="28"/>
          <w:szCs w:val="28"/>
          <w:lang w:eastAsia="ru-RU"/>
        </w:rPr>
        <w:t>ию.</w:t>
      </w:r>
    </w:p>
    <w:p w14:paraId="5963A412" w14:textId="7737B5E9" w:rsidR="00587F32" w:rsidRPr="00587F32" w:rsidRDefault="00587F32" w:rsidP="0087366F">
      <w:pPr>
        <w:tabs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1.2. Приложение 2 к Порядку формирования муниципального задания на оказание муниципальных услуг (выполнение работ) муниципальными учреждениями изложить в новой редакции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5E9A3317" w14:textId="5A561DE4" w:rsidR="00587F32" w:rsidRPr="00587F32" w:rsidRDefault="00587F32" w:rsidP="00584C4B">
      <w:pPr>
        <w:tabs>
          <w:tab w:val="left" w:pos="993"/>
          <w:tab w:val="left" w:pos="283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2. Внести в Порядок финансового обеспечения выполнения муниципального задания на оказание муниципальных услуг (выполнение работ) муниципальными учреждениями, утвержденный постановлени</w:t>
      </w:r>
      <w:r w:rsidR="0055437C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 </w:t>
      </w: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10.11.2015 № 771 «Об утверждении Порядка формирования муниципального задания на оказание муниципальных услуг (выполнение работ) муниципальными учреждениями и Порядка финансового обеспечения выполнения муниципального задания на оказание муниципальных услуг (выполнение работ) муниципальными учреждениями» (в редакции от 23.11.2017 № 957), следующие изменения:</w:t>
      </w:r>
    </w:p>
    <w:p w14:paraId="5CA6E2A1" w14:textId="412FF9EC" w:rsidR="00587F32" w:rsidRPr="00587F32" w:rsidRDefault="00587F32" w:rsidP="008736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87F32">
        <w:rPr>
          <w:rFonts w:ascii="Times New Roman" w:eastAsia="Times New Roman" w:hAnsi="Times New Roman"/>
          <w:sz w:val="28"/>
          <w:szCs w:val="28"/>
          <w:lang w:eastAsia="ru-RU"/>
        </w:rPr>
        <w:t>2.1. Пункт 2.2</w:t>
      </w:r>
      <w:r w:rsidRPr="00587F32">
        <w:rPr>
          <w:rFonts w:ascii="Times New Roman" w:hAnsi="Times New Roman"/>
          <w:sz w:val="28"/>
          <w:szCs w:val="28"/>
          <w:lang w:eastAsia="ru-RU"/>
        </w:rPr>
        <w:t xml:space="preserve"> раздела 2 Порядка финансового обеспечения выполнения муниципального задания на оказание муниципальных услуг (выполнение работ) муниципальными учреждениями (далее – Порядок) изложить в следующей редакции:</w:t>
      </w:r>
    </w:p>
    <w:p w14:paraId="07B37E9D" w14:textId="1C3DDD76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87F32">
        <w:rPr>
          <w:rFonts w:ascii="Times New Roman" w:hAnsi="Times New Roman" w:cs="Times New Roman"/>
          <w:sz w:val="28"/>
          <w:szCs w:val="28"/>
        </w:rPr>
        <w:t>2.2. Объем финансового обеспечения выполнения муниципального задания (R) определяется по формуле:</w:t>
      </w:r>
    </w:p>
    <w:p w14:paraId="682D2687" w14:textId="4CF6AEC4" w:rsidR="00587F32" w:rsidRPr="00587F32" w:rsidRDefault="00587F32" w:rsidP="0087366F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453A5D79" wp14:editId="6B20B369">
            <wp:extent cx="5034915" cy="297180"/>
            <wp:effectExtent l="0" t="0" r="0" b="7620"/>
            <wp:docPr id="2" name="Рисунок 2" descr="base_1_328819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28819_32768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2C0906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где:</w:t>
      </w:r>
    </w:p>
    <w:p w14:paraId="5F62E7F2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N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нормативные затраты на оказание i-й муниципальной услуги, установленной муниципальным заданием;</w:t>
      </w:r>
    </w:p>
    <w:p w14:paraId="706914AA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V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объем i-й муниципальной услуги, установленной муниципальным заданием;</w:t>
      </w:r>
    </w:p>
    <w:p w14:paraId="0A4AB13A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N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нормативные затраты на выполнение w-й работы, установленной муниципальным заданием;</w:t>
      </w:r>
    </w:p>
    <w:p w14:paraId="6E7DAE19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V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объем w-й работы, установленной муниципальным заданием;</w:t>
      </w:r>
    </w:p>
    <w:p w14:paraId="668CDF7A" w14:textId="198DEE28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P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размер платы (тариф и цена) за оказание i-й муниципальной услуг</w:t>
      </w:r>
      <w:r w:rsidR="0055437C">
        <w:rPr>
          <w:rFonts w:ascii="Times New Roman" w:hAnsi="Times New Roman" w:cs="Times New Roman"/>
          <w:sz w:val="28"/>
          <w:szCs w:val="28"/>
        </w:rPr>
        <w:t>и в соответствии с пунктом 2.10</w:t>
      </w:r>
      <w:r w:rsidRPr="00587F32">
        <w:rPr>
          <w:rFonts w:ascii="Times New Roman" w:hAnsi="Times New Roman" w:cs="Times New Roman"/>
          <w:sz w:val="28"/>
          <w:szCs w:val="28"/>
        </w:rPr>
        <w:t xml:space="preserve"> настоящего Порядка, установленный муниципальным заданием;</w:t>
      </w:r>
    </w:p>
    <w:p w14:paraId="456648D3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7F32">
        <w:rPr>
          <w:rFonts w:ascii="Times New Roman" w:hAnsi="Times New Roman" w:cs="Times New Roman"/>
          <w:sz w:val="28"/>
          <w:szCs w:val="28"/>
        </w:rPr>
        <w:t>P</w:t>
      </w:r>
      <w:r w:rsidRPr="00587F32">
        <w:rPr>
          <w:rFonts w:ascii="Times New Roman" w:hAnsi="Times New Roman" w:cs="Times New Roman"/>
          <w:sz w:val="28"/>
          <w:szCs w:val="28"/>
          <w:vertAlign w:val="subscript"/>
        </w:rPr>
        <w:t>w</w:t>
      </w:r>
      <w:proofErr w:type="spellEnd"/>
      <w:r w:rsidRPr="00587F32">
        <w:rPr>
          <w:rFonts w:ascii="Times New Roman" w:hAnsi="Times New Roman" w:cs="Times New Roman"/>
          <w:sz w:val="28"/>
          <w:szCs w:val="28"/>
        </w:rPr>
        <w:t xml:space="preserve"> - размер платы (тариф и цена) за выполнение w-й работы в соответствии с пунктом 2.10 настоящего Порядка, установленный муниципальным заданием;</w:t>
      </w:r>
    </w:p>
    <w:p w14:paraId="0004AA03" w14:textId="32473551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N</w:t>
      </w:r>
      <w:r w:rsidRPr="00587F32">
        <w:rPr>
          <w:rFonts w:ascii="Times New Roman" w:hAnsi="Times New Roman" w:cs="Times New Roman"/>
          <w:sz w:val="28"/>
          <w:szCs w:val="28"/>
          <w:vertAlign w:val="superscript"/>
        </w:rPr>
        <w:t>УН</w:t>
      </w:r>
      <w:r w:rsidRPr="00587F32">
        <w:rPr>
          <w:rFonts w:ascii="Times New Roman" w:hAnsi="Times New Roman" w:cs="Times New Roman"/>
          <w:sz w:val="28"/>
          <w:szCs w:val="28"/>
        </w:rPr>
        <w:t xml:space="preserve"> - затраты на уплату налогов, в качестве объекта налогообложения, по которым признается имущество муниципального учрежде</w:t>
      </w:r>
      <w:r>
        <w:rPr>
          <w:rFonts w:ascii="Times New Roman" w:hAnsi="Times New Roman" w:cs="Times New Roman"/>
          <w:sz w:val="28"/>
          <w:szCs w:val="28"/>
        </w:rPr>
        <w:t>ния.».</w:t>
      </w:r>
    </w:p>
    <w:p w14:paraId="4DFAE305" w14:textId="3DD13EC0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2.2. П</w:t>
      </w:r>
      <w:r>
        <w:rPr>
          <w:rFonts w:ascii="Times New Roman" w:hAnsi="Times New Roman" w:cs="Times New Roman"/>
          <w:sz w:val="28"/>
          <w:szCs w:val="28"/>
        </w:rPr>
        <w:t>ункт 2.3</w:t>
      </w:r>
      <w:r w:rsidRPr="00587F32">
        <w:rPr>
          <w:rFonts w:ascii="Times New Roman" w:hAnsi="Times New Roman" w:cs="Times New Roman"/>
          <w:sz w:val="28"/>
          <w:szCs w:val="28"/>
        </w:rPr>
        <w:t xml:space="preserve"> раздела 2 Порядка изложить в следующей редакции:</w:t>
      </w:r>
    </w:p>
    <w:p w14:paraId="2CE41DEC" w14:textId="1B54371B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«2.3. Нормативные затраты на оказание муниципальной услуги рассчитываются на единицу показателя объема оказания услуги, установленного в муниципальном задании, исходя из затрат, необходимых для оказания муниципальной услуги, с соблюдением показателей качества оказания муниципальной услуги, а также показателей, отражающих отраслевую специфику муниципальной услуги (содержание, условия (формы) оказания муниципальной услуги), установленных в общероссийском базовом перечне и (или) региональном перечне (далее - показатели отраслевой специфики).</w:t>
      </w:r>
    </w:p>
    <w:p w14:paraId="6B4CA780" w14:textId="45D6A7D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 xml:space="preserve">Нормативные затраты рассчитываются в соответствии с Порядками, утвержденными главными распорядителями бюджетных средств, в ведении которых находятся муниципальные казенные учреждения, органами, осуществляющими функции и полномочия учредителя в отношении муниципальных бюджетных и муниципальных автономных учреждений (далее - органы, осуществляющие функции и полномочия учредителя) с </w:t>
      </w:r>
      <w:r w:rsidRPr="00587F32">
        <w:rPr>
          <w:rFonts w:ascii="Times New Roman" w:hAnsi="Times New Roman" w:cs="Times New Roman"/>
          <w:sz w:val="28"/>
          <w:szCs w:val="28"/>
        </w:rPr>
        <w:lastRenderedPageBreak/>
        <w:t>соблюдением общих требований к определению нормативных затрат, утвержденными федеральными органами исполнительной власти, осуществляющих функции по выработке государственной политики и нормативно-правовому регулированию в установленных сферах деятельности.»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C2C88A" w14:textId="34D5D5AB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Пункт 2.8</w:t>
      </w:r>
      <w:r w:rsidRPr="00587F32">
        <w:rPr>
          <w:rFonts w:ascii="Times New Roman" w:hAnsi="Times New Roman" w:cs="Times New Roman"/>
          <w:sz w:val="28"/>
          <w:szCs w:val="28"/>
        </w:rPr>
        <w:t xml:space="preserve"> раздела 2 Порядка изложить в следующей редакции:</w:t>
      </w:r>
    </w:p>
    <w:p w14:paraId="29945DD4" w14:textId="760D8B14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«2.8. В объем финансового обеспечения выполнения муниципального задания включаются затраты на уплату налогов, в качестве объекта налогообложения, по которым признается имущество учреждения.</w:t>
      </w:r>
    </w:p>
    <w:p w14:paraId="3BE0660F" w14:textId="77777777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В случае если муниципальное бюджетное учреждение или муниципальное автономное учреждение оказывает муниципальные услуги (выполняет работы) для физических и юридических лиц за плату сверх установленного муниципального задания, затраты, указанные в абзаце первом настоящего пункта, рассчитываются с применением коэффициента платной деятельности, который определяется как отношение планируемого объема  финансового  обеспечения  выполнения  муниципального  задания, исходя  из объемов субсидии, полученной из местного бюджета в отчетном финансовом году на указанные цели, к общей сумме, включающей планируемые поступления от субсидии на финансовое обеспечение выполнения муниципального задания и доходов от платной деятельности, исходя из указанных поступлений, полученных в отчетном финансовом году (далее- коэффициент платной деятельности).</w:t>
      </w:r>
    </w:p>
    <w:p w14:paraId="2AB81156" w14:textId="0A72DEF0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При расчете коэффициента платной деятельности не учитываются поступления в виде целевых субсидий, предоставляемых из бюджета муниципального образования «Городской округ Ногликский»,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муниципального имущества, переданного в аренду (безвозмездное пользование).»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BD602" w14:textId="57813E60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>2.4. Пунк</w:t>
      </w:r>
      <w:r>
        <w:rPr>
          <w:rFonts w:ascii="Times New Roman" w:hAnsi="Times New Roman" w:cs="Times New Roman"/>
          <w:sz w:val="28"/>
          <w:szCs w:val="28"/>
        </w:rPr>
        <w:t>т 2.9</w:t>
      </w:r>
      <w:r w:rsidRPr="00587F32">
        <w:rPr>
          <w:rFonts w:ascii="Times New Roman" w:hAnsi="Times New Roman" w:cs="Times New Roman"/>
          <w:sz w:val="28"/>
          <w:szCs w:val="28"/>
        </w:rPr>
        <w:t xml:space="preserve"> раздела 2 Порядка исключить.</w:t>
      </w:r>
    </w:p>
    <w:p w14:paraId="00A4A900" w14:textId="1F611542" w:rsidR="00587F32" w:rsidRPr="00587F32" w:rsidRDefault="00587F32" w:rsidP="00873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F32"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587F32">
        <w:rPr>
          <w:rFonts w:ascii="Times New Roman" w:hAnsi="Times New Roman" w:cs="Times New Roman"/>
          <w:sz w:val="28"/>
          <w:szCs w:val="28"/>
        </w:rPr>
        <w:t>с 01 января 2020 года.</w:t>
      </w:r>
    </w:p>
    <w:p w14:paraId="34B9CDAC" w14:textId="1442CB69" w:rsidR="00587F32" w:rsidRDefault="00587F32" w:rsidP="008736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87F32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587F32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</w:t>
      </w:r>
      <w:r w:rsidRPr="00587F32">
        <w:rPr>
          <w:rFonts w:ascii="Times New Roman" w:eastAsia="Times New Roman" w:hAnsi="Times New Roman"/>
          <w:sz w:val="28"/>
          <w:szCs w:val="28"/>
        </w:rPr>
        <w:t>в информационно-телеко</w:t>
      </w:r>
      <w:r>
        <w:rPr>
          <w:rFonts w:ascii="Times New Roman" w:eastAsia="Times New Roman" w:hAnsi="Times New Roman"/>
          <w:sz w:val="28"/>
          <w:szCs w:val="28"/>
        </w:rPr>
        <w:t>ммуникационной сети «Интернет».</w:t>
      </w:r>
    </w:p>
    <w:p w14:paraId="7A6D1137" w14:textId="5BF833A8" w:rsidR="00587F32" w:rsidRPr="00587F32" w:rsidRDefault="00587F32" w:rsidP="0087366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87F32">
        <w:rPr>
          <w:rFonts w:ascii="Times New Roman" w:hAnsi="Times New Roman"/>
          <w:sz w:val="28"/>
          <w:szCs w:val="28"/>
        </w:rPr>
        <w:t xml:space="preserve">5. Контроль исполнения настоящего постановления возложить на финансовое управление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587F32">
        <w:rPr>
          <w:rFonts w:ascii="Times New Roman" w:hAnsi="Times New Roman"/>
          <w:sz w:val="28"/>
          <w:szCs w:val="28"/>
        </w:rPr>
        <w:t>образования «Городской округ Ногликский» (</w:t>
      </w:r>
      <w:bookmarkStart w:id="0" w:name="_GoBack"/>
      <w:bookmarkEnd w:id="0"/>
      <w:r w:rsidRPr="00587F32">
        <w:rPr>
          <w:rFonts w:ascii="Times New Roman" w:hAnsi="Times New Roman"/>
          <w:sz w:val="28"/>
          <w:szCs w:val="28"/>
        </w:rPr>
        <w:t>Петрушенко Е.В.).</w:t>
      </w:r>
    </w:p>
    <w:p w14:paraId="1B572E34" w14:textId="77777777" w:rsidR="008629FA" w:rsidRDefault="008629FA" w:rsidP="0053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C3CE523" w14:textId="77777777" w:rsidR="00536984" w:rsidRPr="00587F32" w:rsidRDefault="00536984" w:rsidP="0053698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572E35" w14:textId="77777777" w:rsidR="008629FA" w:rsidRPr="00587F32" w:rsidRDefault="008629FA" w:rsidP="004E75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7F32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B572E36" w14:textId="5D896BB5" w:rsidR="008629FA" w:rsidRPr="00587F32" w:rsidRDefault="008629FA" w:rsidP="004E75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7F32">
        <w:rPr>
          <w:rFonts w:ascii="Times New Roman" w:hAnsi="Times New Roman"/>
          <w:sz w:val="28"/>
          <w:szCs w:val="28"/>
        </w:rPr>
        <w:t xml:space="preserve">«Городской округ </w:t>
      </w:r>
      <w:r w:rsidR="00587F32" w:rsidRPr="00587F32">
        <w:rPr>
          <w:rFonts w:ascii="Times New Roman" w:hAnsi="Times New Roman"/>
          <w:sz w:val="28"/>
          <w:szCs w:val="28"/>
        </w:rPr>
        <w:t xml:space="preserve">Ногликский» </w:t>
      </w:r>
      <w:r w:rsidR="00587F32" w:rsidRPr="00587F32">
        <w:rPr>
          <w:rFonts w:ascii="Times New Roman" w:hAnsi="Times New Roman"/>
          <w:sz w:val="28"/>
          <w:szCs w:val="28"/>
        </w:rPr>
        <w:tab/>
      </w:r>
      <w:r w:rsidRPr="00587F32">
        <w:rPr>
          <w:rFonts w:ascii="Times New Roman" w:hAnsi="Times New Roman"/>
          <w:sz w:val="28"/>
          <w:szCs w:val="28"/>
        </w:rPr>
        <w:tab/>
      </w:r>
      <w:r w:rsidRPr="00587F32">
        <w:rPr>
          <w:rFonts w:ascii="Times New Roman" w:hAnsi="Times New Roman"/>
          <w:sz w:val="28"/>
          <w:szCs w:val="28"/>
        </w:rPr>
        <w:tab/>
      </w:r>
      <w:r w:rsidRPr="00587F32">
        <w:rPr>
          <w:rFonts w:ascii="Times New Roman" w:hAnsi="Times New Roman"/>
          <w:sz w:val="28"/>
          <w:szCs w:val="28"/>
        </w:rPr>
        <w:tab/>
      </w:r>
      <w:r w:rsidRPr="00587F32">
        <w:rPr>
          <w:rFonts w:ascii="Times New Roman" w:hAnsi="Times New Roman"/>
          <w:sz w:val="28"/>
          <w:szCs w:val="28"/>
        </w:rPr>
        <w:tab/>
        <w:t xml:space="preserve">         </w:t>
      </w:r>
      <w:r w:rsidR="00B10ED9" w:rsidRPr="00587F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7F32">
        <w:rPr>
          <w:rFonts w:ascii="Times New Roman" w:hAnsi="Times New Roman"/>
          <w:sz w:val="28"/>
          <w:szCs w:val="28"/>
        </w:rPr>
        <w:t>С.В.Камелин</w:t>
      </w:r>
      <w:proofErr w:type="spellEnd"/>
    </w:p>
    <w:sectPr w:rsidR="008629FA" w:rsidRPr="00587F32" w:rsidSect="00536984">
      <w:headerReference w:type="default" r:id="rId8"/>
      <w:footerReference w:type="default" r:id="rId9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83D17" w14:textId="77777777" w:rsidR="002A1591" w:rsidRDefault="002A1591" w:rsidP="0033636C">
      <w:pPr>
        <w:spacing w:after="0" w:line="240" w:lineRule="auto"/>
      </w:pPr>
      <w:r>
        <w:separator/>
      </w:r>
    </w:p>
  </w:endnote>
  <w:endnote w:type="continuationSeparator" w:id="0">
    <w:p w14:paraId="575B5B96" w14:textId="77777777" w:rsidR="002A1591" w:rsidRDefault="002A159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72E42" w14:textId="48B7909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10951" w14:textId="77777777" w:rsidR="002A1591" w:rsidRDefault="002A1591" w:rsidP="0033636C">
      <w:pPr>
        <w:spacing w:after="0" w:line="240" w:lineRule="auto"/>
      </w:pPr>
      <w:r>
        <w:separator/>
      </w:r>
    </w:p>
  </w:footnote>
  <w:footnote w:type="continuationSeparator" w:id="0">
    <w:p w14:paraId="6E7AC13B" w14:textId="77777777" w:rsidR="002A1591" w:rsidRDefault="002A159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4561472"/>
      <w:docPartObj>
        <w:docPartGallery w:val="Page Numbers (Top of Page)"/>
        <w:docPartUnique/>
      </w:docPartObj>
    </w:sdtPr>
    <w:sdtEndPr/>
    <w:sdtContent>
      <w:p w14:paraId="67737D0E" w14:textId="40166DD4" w:rsidR="00587F32" w:rsidRDefault="00587F32" w:rsidP="0053698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9E9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1591"/>
    <w:rsid w:val="0033636C"/>
    <w:rsid w:val="003E4257"/>
    <w:rsid w:val="004E7502"/>
    <w:rsid w:val="00520CBF"/>
    <w:rsid w:val="00536984"/>
    <w:rsid w:val="0055437C"/>
    <w:rsid w:val="00584C4B"/>
    <w:rsid w:val="00587F32"/>
    <w:rsid w:val="006A0F77"/>
    <w:rsid w:val="008629FA"/>
    <w:rsid w:val="0087366F"/>
    <w:rsid w:val="00987DB5"/>
    <w:rsid w:val="00AC72C8"/>
    <w:rsid w:val="00AF29E9"/>
    <w:rsid w:val="00B10ED9"/>
    <w:rsid w:val="00B25688"/>
    <w:rsid w:val="00C02849"/>
    <w:rsid w:val="00D12794"/>
    <w:rsid w:val="00D67BD8"/>
    <w:rsid w:val="00DF7897"/>
    <w:rsid w:val="00E37B8A"/>
    <w:rsid w:val="00E609BC"/>
    <w:rsid w:val="00F5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2E2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587F32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F5FB3"/>
    <w:rsid w:val="00B13DA8"/>
    <w:rsid w:val="00C95804"/>
    <w:rsid w:val="00CF735B"/>
    <w:rsid w:val="00D423C3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2020-06-15T05:31:00Z</dcterms:created>
  <dcterms:modified xsi:type="dcterms:W3CDTF">2020-06-15T05:31:00Z</dcterms:modified>
</cp:coreProperties>
</file>