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E6A579C" w14:textId="77777777" w:rsidTr="00987DB5">
        <w:tc>
          <w:tcPr>
            <w:tcW w:w="9498" w:type="dxa"/>
          </w:tcPr>
          <w:p w14:paraId="3E6A579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6A57B3" wp14:editId="3E6A57B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6A579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E6A579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E6A579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E6A579D" w14:textId="1A6EB439" w:rsidR="0033636C" w:rsidRPr="009034E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4E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034E9" w:rsidRPr="009034E9">
            <w:rPr>
              <w:rFonts w:ascii="Times New Roman" w:hAnsi="Times New Roman"/>
              <w:sz w:val="28"/>
              <w:szCs w:val="28"/>
            </w:rPr>
            <w:t>15 августа 2023 года</w:t>
          </w:r>
        </w:sdtContent>
      </w:sdt>
      <w:r w:rsidRPr="009034E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034E9" w:rsidRPr="009034E9">
            <w:rPr>
              <w:rFonts w:ascii="Times New Roman" w:hAnsi="Times New Roman"/>
              <w:sz w:val="28"/>
              <w:szCs w:val="28"/>
            </w:rPr>
            <w:t>518</w:t>
          </w:r>
        </w:sdtContent>
      </w:sdt>
    </w:p>
    <w:p w14:paraId="3E6A579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E6A57A0" w14:textId="0D83BF91" w:rsidR="00185FEC" w:rsidRPr="009034E9" w:rsidRDefault="00792CAB" w:rsidP="009034E9">
      <w:pPr>
        <w:jc w:val="center"/>
        <w:rPr>
          <w:rFonts w:ascii="Times New Roman" w:hAnsi="Times New Roman"/>
          <w:b/>
          <w:sz w:val="28"/>
          <w:szCs w:val="28"/>
        </w:rPr>
      </w:pPr>
      <w:r w:rsidRPr="009034E9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</w:t>
      </w:r>
      <w:r w:rsidR="009034E9">
        <w:rPr>
          <w:rFonts w:ascii="Times New Roman" w:hAnsi="Times New Roman"/>
          <w:b/>
          <w:sz w:val="28"/>
          <w:szCs w:val="28"/>
        </w:rPr>
        <w:br/>
      </w:r>
      <w:r w:rsidRPr="009034E9">
        <w:rPr>
          <w:rFonts w:ascii="Times New Roman" w:hAnsi="Times New Roman"/>
          <w:b/>
          <w:sz w:val="28"/>
          <w:szCs w:val="28"/>
        </w:rPr>
        <w:t xml:space="preserve">(за исключением полетов беспилотных воздушных судов </w:t>
      </w:r>
      <w:r w:rsidR="009034E9">
        <w:rPr>
          <w:rFonts w:ascii="Times New Roman" w:hAnsi="Times New Roman"/>
          <w:b/>
          <w:sz w:val="28"/>
          <w:szCs w:val="28"/>
        </w:rPr>
        <w:br/>
      </w:r>
      <w:r w:rsidRPr="009034E9">
        <w:rPr>
          <w:rFonts w:ascii="Times New Roman" w:hAnsi="Times New Roman"/>
          <w:b/>
          <w:sz w:val="28"/>
          <w:szCs w:val="28"/>
        </w:rPr>
        <w:t xml:space="preserve">с максимальной взлетной массой менее 0,25 кг), подъема привязных аэростатов над населенными пунктами, а также посадку (взлет) </w:t>
      </w:r>
      <w:r w:rsidR="009034E9">
        <w:rPr>
          <w:rFonts w:ascii="Times New Roman" w:hAnsi="Times New Roman"/>
          <w:b/>
          <w:sz w:val="28"/>
          <w:szCs w:val="28"/>
        </w:rPr>
        <w:br/>
      </w:r>
      <w:r w:rsidRPr="009034E9">
        <w:rPr>
          <w:rFonts w:ascii="Times New Roman" w:hAnsi="Times New Roman"/>
          <w:b/>
          <w:sz w:val="28"/>
          <w:szCs w:val="28"/>
        </w:rPr>
        <w:t xml:space="preserve">на расположенные в границах населенных пунктов площадки, </w:t>
      </w:r>
      <w:r w:rsidR="009034E9">
        <w:rPr>
          <w:rFonts w:ascii="Times New Roman" w:hAnsi="Times New Roman"/>
          <w:b/>
          <w:sz w:val="28"/>
          <w:szCs w:val="28"/>
        </w:rPr>
        <w:br/>
      </w:r>
      <w:r w:rsidRPr="009034E9">
        <w:rPr>
          <w:rFonts w:ascii="Times New Roman" w:hAnsi="Times New Roman"/>
          <w:b/>
          <w:sz w:val="28"/>
          <w:szCs w:val="28"/>
        </w:rPr>
        <w:t>сведения о которых не опубликованы в документах аэронавигационной информации»</w:t>
      </w:r>
    </w:p>
    <w:p w14:paraId="3E6A57A2" w14:textId="77777777" w:rsidR="00E609BC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1D785D" w14:textId="432721CE" w:rsidR="00792CAB" w:rsidRPr="00C82791" w:rsidRDefault="00792CAB" w:rsidP="00792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C13B9">
        <w:rPr>
          <w:rFonts w:ascii="Times New Roman" w:hAnsi="Times New Roman"/>
          <w:sz w:val="28"/>
          <w:szCs w:val="28"/>
        </w:rPr>
        <w:t xml:space="preserve">В соответствии с </w:t>
      </w:r>
      <w:r w:rsidRPr="00C82791">
        <w:rPr>
          <w:rFonts w:ascii="Times New Roman" w:hAnsi="Times New Roman"/>
          <w:sz w:val="28"/>
          <w:szCs w:val="28"/>
        </w:rPr>
        <w:t xml:space="preserve">Федеральным </w:t>
      </w:r>
      <w:hyperlink r:id="rId7" w:history="1">
        <w:r w:rsidRPr="00C8279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82791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hyperlink r:id="rId8" w:history="1">
        <w:r w:rsidRPr="00C8279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пунктом 49</w:t>
        </w:r>
      </w:hyperlink>
      <w:r w:rsidRPr="00C82791">
        <w:rPr>
          <w:rFonts w:ascii="Times New Roman" w:hAnsi="Times New Roman"/>
          <w:sz w:val="28"/>
          <w:szCs w:val="28"/>
        </w:rPr>
        <w:t xml:space="preserve"> Правил использования воздушного пространства Российской Федерации, утвержденных 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Федерации», </w:t>
      </w:r>
      <w:r w:rsidR="009034E9">
        <w:rPr>
          <w:rFonts w:ascii="Times New Roman" w:hAnsi="Times New Roman"/>
          <w:sz w:val="28"/>
          <w:szCs w:val="28"/>
        </w:rPr>
        <w:t>у</w:t>
      </w:r>
      <w:r w:rsidRPr="00C82791">
        <w:rPr>
          <w:rFonts w:ascii="Times New Roman" w:hAnsi="Times New Roman"/>
          <w:sz w:val="28"/>
          <w:szCs w:val="28"/>
        </w:rPr>
        <w:t xml:space="preserve">казом Губернатора Сахалинской области от 25.04.2023 № 18 «Об использовании беспилотных воздушных судов на территории Сахалинской области», руководствуясь </w:t>
      </w:r>
      <w:hyperlink r:id="rId9" w:history="1">
        <w:r w:rsidRPr="00C82791">
          <w:rPr>
            <w:rFonts w:ascii="Times New Roman" w:hAnsi="Times New Roman"/>
            <w:sz w:val="28"/>
            <w:szCs w:val="28"/>
          </w:rPr>
          <w:t>статьей 36</w:t>
        </w:r>
      </w:hyperlink>
      <w:r w:rsidRPr="00C82791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Ногликский», администрация муниципального образования «Городской</w:t>
      </w:r>
      <w:r w:rsidRPr="008C13B9">
        <w:rPr>
          <w:rFonts w:ascii="Times New Roman" w:hAnsi="Times New Roman"/>
          <w:sz w:val="28"/>
          <w:szCs w:val="28"/>
        </w:rPr>
        <w:t xml:space="preserve"> округ Ногликский» </w:t>
      </w:r>
      <w:r w:rsidRPr="008C13B9">
        <w:rPr>
          <w:rFonts w:ascii="Times New Roman" w:hAnsi="Times New Roman"/>
          <w:b/>
          <w:sz w:val="28"/>
          <w:szCs w:val="28"/>
        </w:rPr>
        <w:t>ПОСТАНОВЛЯЕТ:</w:t>
      </w:r>
    </w:p>
    <w:p w14:paraId="779F41ED" w14:textId="77777777" w:rsidR="00792CAB" w:rsidRPr="008C13B9" w:rsidRDefault="00792CAB" w:rsidP="00792C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3B9">
        <w:rPr>
          <w:rFonts w:ascii="Times New Roman" w:hAnsi="Times New Roman"/>
          <w:sz w:val="28"/>
          <w:szCs w:val="28"/>
        </w:rPr>
        <w:t xml:space="preserve">1. Утвердить административный </w:t>
      </w:r>
      <w:hyperlink r:id="rId10" w:history="1">
        <w:r w:rsidRPr="008C13B9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регламент</w:t>
        </w:r>
      </w:hyperlink>
      <w:r w:rsidRPr="008C13B9">
        <w:rPr>
          <w:rFonts w:ascii="Times New Roman" w:hAnsi="Times New Roman"/>
          <w:sz w:val="28"/>
          <w:szCs w:val="28"/>
        </w:rPr>
        <w:t xml:space="preserve">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</w:t>
      </w:r>
      <w:r w:rsidRPr="008C13B9">
        <w:rPr>
          <w:rFonts w:ascii="Times New Roman" w:hAnsi="Times New Roman"/>
          <w:sz w:val="28"/>
          <w:szCs w:val="28"/>
        </w:rPr>
        <w:lastRenderedPageBreak/>
        <w:t xml:space="preserve">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</w:t>
      </w:r>
      <w:r>
        <w:rPr>
          <w:rFonts w:ascii="Times New Roman" w:hAnsi="Times New Roman"/>
          <w:sz w:val="28"/>
          <w:szCs w:val="28"/>
        </w:rPr>
        <w:t xml:space="preserve">в новой редакции </w:t>
      </w:r>
      <w:r w:rsidRPr="008C13B9">
        <w:rPr>
          <w:rFonts w:ascii="Times New Roman" w:hAnsi="Times New Roman"/>
          <w:sz w:val="28"/>
          <w:szCs w:val="28"/>
        </w:rPr>
        <w:t>(прилагается).</w:t>
      </w:r>
    </w:p>
    <w:p w14:paraId="33B11F81" w14:textId="77777777" w:rsidR="00792CAB" w:rsidRPr="008C13B9" w:rsidRDefault="00792CAB" w:rsidP="00792C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3B9">
        <w:rPr>
          <w:rFonts w:ascii="Times New Roman" w:hAnsi="Times New Roman"/>
          <w:sz w:val="28"/>
          <w:szCs w:val="28"/>
        </w:rPr>
        <w:t>2. Считать утратившим силу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 от 26.02.2021</w:t>
      </w:r>
      <w:r w:rsidRPr="008C13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№ 110</w:t>
      </w:r>
      <w:r w:rsidRPr="008C13B9">
        <w:rPr>
          <w:rFonts w:ascii="Times New Roman" w:hAnsi="Times New Roman"/>
          <w:sz w:val="28"/>
          <w:szCs w:val="28"/>
        </w:rPr>
        <w:t xml:space="preserve"> «Об утве</w:t>
      </w:r>
      <w:bookmarkStart w:id="0" w:name="_GoBack"/>
      <w:bookmarkEnd w:id="0"/>
      <w:r w:rsidRPr="008C13B9">
        <w:rPr>
          <w:rFonts w:ascii="Times New Roman" w:hAnsi="Times New Roman"/>
          <w:sz w:val="28"/>
          <w:szCs w:val="28"/>
        </w:rPr>
        <w:t xml:space="preserve">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8C13B9">
        <w:rPr>
          <w:rFonts w:ascii="Times New Roman" w:hAnsi="Times New Roman"/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привязанных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информации».</w:t>
      </w:r>
    </w:p>
    <w:p w14:paraId="2D125BD3" w14:textId="77777777" w:rsidR="00792CAB" w:rsidRDefault="00792CAB" w:rsidP="00792C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3B9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B545078" w14:textId="34597DD4" w:rsidR="00792CAB" w:rsidRPr="00D12794" w:rsidRDefault="00792CAB" w:rsidP="00792CA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4. </w:t>
      </w: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Контроль за исполнением настоящего постан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овления возложить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на управляющего</w:t>
      </w: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делами администрации муниципального образования </w:t>
      </w: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«Городской округ Ногликский» Фомину А.С.</w:t>
      </w:r>
    </w:p>
    <w:p w14:paraId="3E6A57A3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6A57A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E6A57A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E6A57AD" w14:textId="0E123D3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E2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E6A57A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E6A57A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E6A57B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E6A57B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E6A57B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9034E9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4C2E6" w14:textId="77777777" w:rsidR="00667F3B" w:rsidRDefault="00667F3B" w:rsidP="0033636C">
      <w:pPr>
        <w:spacing w:after="0" w:line="240" w:lineRule="auto"/>
      </w:pPr>
      <w:r>
        <w:separator/>
      </w:r>
    </w:p>
  </w:endnote>
  <w:endnote w:type="continuationSeparator" w:id="0">
    <w:p w14:paraId="3E519F98" w14:textId="77777777" w:rsidR="00667F3B" w:rsidRDefault="00667F3B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A57B9" w14:textId="7BEA154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CC171" w14:textId="77777777" w:rsidR="00667F3B" w:rsidRDefault="00667F3B" w:rsidP="0033636C">
      <w:pPr>
        <w:spacing w:after="0" w:line="240" w:lineRule="auto"/>
      </w:pPr>
      <w:r>
        <w:separator/>
      </w:r>
    </w:p>
  </w:footnote>
  <w:footnote w:type="continuationSeparator" w:id="0">
    <w:p w14:paraId="4E5ABB77" w14:textId="77777777" w:rsidR="00667F3B" w:rsidRDefault="00667F3B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3317454"/>
      <w:docPartObj>
        <w:docPartGallery w:val="Page Numbers (Top of Page)"/>
        <w:docPartUnique/>
      </w:docPartObj>
    </w:sdtPr>
    <w:sdtContent>
      <w:p w14:paraId="1F741C2C" w14:textId="21169347" w:rsidR="009034E9" w:rsidRDefault="009034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7EC201C" w14:textId="77777777" w:rsidR="009034E9" w:rsidRDefault="009034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667F3B"/>
    <w:rsid w:val="00792CAB"/>
    <w:rsid w:val="007E2251"/>
    <w:rsid w:val="008629FA"/>
    <w:rsid w:val="009034E9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579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792C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A07998867307F05738F9944C120354EE91DA804EBE095FE327D4C3BDEB94310E572558B530912A4BB4F4410E62952E34513E44C7J6h0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DA07998867307F05738F9944C120354EE93DF8D46B8095FE327D4C3BDEB94310E572558B1399A771EFBF51D4B37862F36513C46DB632F0AJ7h4A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D664BC127980F389B9358BB870419B94674EF31C9AFEE2AF071D58E4E1FBC590B529CB351D47432058F6E349971BE7CB56317E15D4B426F5285BFE8C5kBA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DA07998867307F05738E7995A7E5F58ED9D84884FB80701BB72D294E2BB92644E17230DF27D977F1AF0A44A0E69DF7F721A3145C57F2F0A6BA5A02BJDh0A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4126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4126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4126D"/>
    <w:rsid w:val="006310C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5</cp:revision>
  <dcterms:created xsi:type="dcterms:W3CDTF">2020-04-07T04:52:00Z</dcterms:created>
  <dcterms:modified xsi:type="dcterms:W3CDTF">2023-08-15T00:45:00Z</dcterms:modified>
</cp:coreProperties>
</file>