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A0F237" w14:textId="77777777" w:rsidTr="00987DB5">
        <w:tc>
          <w:tcPr>
            <w:tcW w:w="9498" w:type="dxa"/>
          </w:tcPr>
          <w:p w14:paraId="22A0F23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A0F24E" wp14:editId="22A0F24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0F23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2A0F23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2A0F23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A0F238" w14:textId="5D5366E5" w:rsidR="0033636C" w:rsidRPr="004F28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F28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F2878" w:rsidRPr="004F2878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4F28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F2878" w:rsidRPr="004F2878">
            <w:rPr>
              <w:rFonts w:ascii="Times New Roman" w:hAnsi="Times New Roman"/>
              <w:sz w:val="28"/>
              <w:szCs w:val="28"/>
            </w:rPr>
            <w:t>650</w:t>
          </w:r>
        </w:sdtContent>
      </w:sdt>
    </w:p>
    <w:p w14:paraId="22A0F23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2A0F23A" w14:textId="2F6FA978" w:rsidR="0033636C" w:rsidRPr="00224F1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24F1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8674EC">
        <w:rPr>
          <w:rFonts w:ascii="Times New Roman" w:hAnsi="Times New Roman"/>
          <w:b/>
          <w:sz w:val="28"/>
          <w:szCs w:val="28"/>
        </w:rPr>
        <w:br/>
      </w:r>
      <w:r w:rsidRPr="00224F1E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8674EC">
        <w:rPr>
          <w:rFonts w:ascii="Times New Roman" w:hAnsi="Times New Roman"/>
          <w:b/>
          <w:sz w:val="28"/>
          <w:szCs w:val="28"/>
        </w:rPr>
        <w:br/>
      </w:r>
      <w:r w:rsidRPr="00224F1E">
        <w:rPr>
          <w:rFonts w:ascii="Times New Roman" w:hAnsi="Times New Roman"/>
          <w:b/>
          <w:sz w:val="28"/>
          <w:szCs w:val="28"/>
        </w:rPr>
        <w:t>«Выдача справки о неиспользовании (использовании) гражданами права приватизации муниципальных жилых помещений»</w:t>
      </w:r>
    </w:p>
    <w:p w14:paraId="7F1139F8" w14:textId="77777777" w:rsidR="004F2878" w:rsidRDefault="004F2878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AF5D8" w14:textId="69C54046" w:rsidR="00224F1E" w:rsidRPr="008674EC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8674E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8674E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F061D36" w14:textId="154EE9D9" w:rsidR="00224F1E" w:rsidRPr="00411C44" w:rsidRDefault="00224F1E" w:rsidP="004F287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>Выдача справки о неиспользовании (использовании) гражданами права приватизации муниципальных жилых помещений» (прилагается).</w:t>
      </w:r>
    </w:p>
    <w:p w14:paraId="189B6DDF" w14:textId="12CB1E1D" w:rsidR="00224F1E" w:rsidRDefault="00224F1E" w:rsidP="004F28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</w:t>
      </w:r>
      <w:r w:rsidR="0056407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01.10.2020 </w:t>
      </w:r>
      <w:r w:rsidR="008674E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486 «Об утверждении административного регламента предоставления муниципальной услуги «Выдача справки о неиспользовании (использовании) гражданами права приватизации муниципальных жилых поме</w:t>
      </w:r>
      <w:r w:rsidR="008674EC">
        <w:rPr>
          <w:rFonts w:ascii="Times New Roman" w:hAnsi="Times New Roman"/>
          <w:sz w:val="28"/>
          <w:szCs w:val="28"/>
        </w:rPr>
        <w:t>щений», за исключением пункта 2.</w:t>
      </w:r>
    </w:p>
    <w:p w14:paraId="1DD2C1E8" w14:textId="22C5278F" w:rsidR="00224F1E" w:rsidRPr="00F91826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26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C22B50F" w14:textId="1CE449B5" w:rsidR="008674EC" w:rsidRPr="00564078" w:rsidRDefault="00224F1E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26">
        <w:rPr>
          <w:rFonts w:ascii="Times New Roman" w:hAnsi="Times New Roman" w:cs="Times New Roman"/>
          <w:sz w:val="28"/>
          <w:szCs w:val="28"/>
        </w:rPr>
        <w:t xml:space="preserve">4. </w:t>
      </w:r>
      <w:r w:rsidR="008674EC" w:rsidRPr="00F9182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965961B" w14:textId="131B546F" w:rsidR="00224F1E" w:rsidRDefault="008674EC" w:rsidP="004F287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91826">
        <w:rPr>
          <w:rFonts w:ascii="Times New Roman" w:hAnsi="Times New Roman" w:cs="Times New Roman"/>
          <w:sz w:val="28"/>
          <w:szCs w:val="28"/>
        </w:rPr>
        <w:t xml:space="preserve"> </w:t>
      </w:r>
      <w:r w:rsidR="00224F1E" w:rsidRPr="00F9182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  <w:r w:rsidR="00346670" w:rsidRPr="00F91826">
        <w:rPr>
          <w:rFonts w:ascii="Times New Roman" w:hAnsi="Times New Roman" w:cs="Times New Roman"/>
          <w:sz w:val="28"/>
          <w:szCs w:val="28"/>
        </w:rPr>
        <w:t xml:space="preserve"> </w:t>
      </w:r>
      <w:r w:rsidR="00564078" w:rsidRPr="00F9182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12746CFA" w14:textId="77777777" w:rsidR="008674EC" w:rsidRDefault="008674EC" w:rsidP="00224F1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A0F24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2A0F24D" w14:textId="020EDFE6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224F1E">
        <w:rPr>
          <w:rFonts w:ascii="Times New Roman" w:hAnsi="Times New Roman"/>
          <w:sz w:val="28"/>
          <w:szCs w:val="28"/>
        </w:rPr>
        <w:t xml:space="preserve">й округ </w:t>
      </w:r>
      <w:proofErr w:type="gramStart"/>
      <w:r w:rsidR="00224F1E">
        <w:rPr>
          <w:rFonts w:ascii="Times New Roman" w:hAnsi="Times New Roman"/>
          <w:sz w:val="28"/>
          <w:szCs w:val="28"/>
        </w:rPr>
        <w:t>Ногликский»</w:t>
      </w:r>
      <w:r w:rsidR="00224F1E">
        <w:rPr>
          <w:rFonts w:ascii="Times New Roman" w:hAnsi="Times New Roman"/>
          <w:sz w:val="28"/>
          <w:szCs w:val="28"/>
        </w:rPr>
        <w:tab/>
      </w:r>
      <w:proofErr w:type="gramEnd"/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</w:r>
      <w:r w:rsidR="00224F1E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24F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F2878">
      <w:footerReference w:type="default" r:id="rId7"/>
      <w:pgSz w:w="11906" w:h="16838"/>
      <w:pgMar w:top="568" w:right="851" w:bottom="28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0F25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2A0F25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0F254" w14:textId="1649AF5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0F25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2A0F25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4F1E"/>
    <w:rsid w:val="0024696D"/>
    <w:rsid w:val="0033636C"/>
    <w:rsid w:val="00346670"/>
    <w:rsid w:val="003E4257"/>
    <w:rsid w:val="004F2878"/>
    <w:rsid w:val="00520CBF"/>
    <w:rsid w:val="00564078"/>
    <w:rsid w:val="008629FA"/>
    <w:rsid w:val="008674EC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07D4B"/>
    <w:rsid w:val="00F9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A0F23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24F1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24F1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456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456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456F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2023-01-25T01:03:00Z</dcterms:created>
  <dcterms:modified xsi:type="dcterms:W3CDTF">2023-01-25T01:03:00Z</dcterms:modified>
</cp:coreProperties>
</file>