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A5BC7AC" w14:textId="77777777" w:rsidTr="00987DB5">
        <w:tc>
          <w:tcPr>
            <w:tcW w:w="9498" w:type="dxa"/>
          </w:tcPr>
          <w:p w14:paraId="5A5BC7A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A5BC7C3" wp14:editId="5A5BC7C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BC7A9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A5BC7AA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A5BC7AB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A5BC7AD" w14:textId="28D34F1E" w:rsidR="00AE5C63" w:rsidRPr="00A23CE8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A23CE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A23CE8" w:rsidRPr="00A23CE8">
            <w:rPr>
              <w:rFonts w:ascii="Times New Roman" w:hAnsi="Times New Roman"/>
              <w:sz w:val="28"/>
              <w:szCs w:val="28"/>
            </w:rPr>
            <w:t>25 ноября 2021 года</w:t>
          </w:r>
        </w:sdtContent>
      </w:sdt>
      <w:r w:rsidRPr="00A23CE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A23CE8" w:rsidRPr="00A23CE8">
            <w:rPr>
              <w:rFonts w:ascii="Times New Roman" w:hAnsi="Times New Roman"/>
              <w:sz w:val="28"/>
              <w:szCs w:val="28"/>
            </w:rPr>
            <w:t>192</w:t>
          </w:r>
        </w:sdtContent>
      </w:sdt>
    </w:p>
    <w:p w14:paraId="5A5BC7AE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571F04EA" w14:textId="77777777" w:rsidR="00440E7F" w:rsidRPr="00DC021C" w:rsidRDefault="00440E7F" w:rsidP="00440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21C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</w:t>
      </w:r>
    </w:p>
    <w:p w14:paraId="5C0C697C" w14:textId="77777777" w:rsidR="00440E7F" w:rsidRPr="00DC021C" w:rsidRDefault="00440E7F" w:rsidP="00440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021C">
        <w:rPr>
          <w:rFonts w:ascii="Times New Roman" w:hAnsi="Times New Roman"/>
          <w:b/>
          <w:sz w:val="28"/>
          <w:szCs w:val="28"/>
        </w:rPr>
        <w:t>«Выдача выписки из реестра муниципального имущества»</w:t>
      </w:r>
    </w:p>
    <w:p w14:paraId="6337AA23" w14:textId="77777777" w:rsidR="00440E7F" w:rsidRDefault="00440E7F" w:rsidP="00440E7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86F6BA" w14:textId="73C6D0D7" w:rsidR="00440E7F" w:rsidRPr="00DC021C" w:rsidRDefault="00440E7F" w:rsidP="00440E7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На основании Федерально</w:t>
      </w:r>
      <w:r w:rsidR="00DC021C">
        <w:rPr>
          <w:rFonts w:ascii="Times New Roman" w:eastAsia="Times New Roman" w:hAnsi="Times New Roman"/>
          <w:sz w:val="28"/>
          <w:szCs w:val="28"/>
          <w:lang w:eastAsia="ru-RU"/>
        </w:rPr>
        <w:t>го закона от 06.10.2003 № 131-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ФЗ «Об общих принципах организации местного самоуправления в Российской Федерации», Федерального закона от 27.07.2010 № 210-ФЗ «Об организации предоставления государственных и муниципальных услуг», </w:t>
      </w:r>
      <w:r>
        <w:rPr>
          <w:rFonts w:ascii="Times New Roman" w:hAnsi="Times New Roman"/>
          <w:sz w:val="28"/>
          <w:szCs w:val="28"/>
        </w:rPr>
        <w:t xml:space="preserve">постановления мэра муниципального образования «Городской округ Ногликский» от 28.07.2021 </w:t>
      </w:r>
      <w:r w:rsidR="00A23CE8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№ 141 «Об утверждении Перечня муниципальных услуг органов местного самоуправления муниципального образования «Городской округ Ногликский» и государственных услуг, предоставляемых органами местного самоуправления при осуществлении отдельных государственных полномочий, переданных Федеральными законами и законами Сахалинской области»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, руководствуясь ст. 28 Устава муниципального образования «Городской округ Ногликский», </w:t>
      </w:r>
      <w:r w:rsidRPr="00DC021C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14:paraId="79B41AA1" w14:textId="77777777" w:rsidR="00440E7F" w:rsidRPr="0034432B" w:rsidRDefault="00440E7F" w:rsidP="00A23CE8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432B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муниципальной услуги </w:t>
      </w:r>
      <w:r w:rsidRPr="0034432B">
        <w:rPr>
          <w:rFonts w:ascii="Times New Roman" w:hAnsi="Times New Roman" w:cs="Times New Roman"/>
          <w:color w:val="000000"/>
          <w:sz w:val="28"/>
          <w:szCs w:val="28"/>
        </w:rPr>
        <w:t>«Выдача выписки из реестра муниципально</w:t>
      </w:r>
      <w:r>
        <w:rPr>
          <w:rFonts w:ascii="Times New Roman" w:hAnsi="Times New Roman" w:cs="Times New Roman"/>
          <w:color w:val="000000"/>
          <w:sz w:val="28"/>
          <w:szCs w:val="28"/>
        </w:rPr>
        <w:t>го имущества</w:t>
      </w:r>
      <w:r w:rsidRPr="0034432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34432B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14:paraId="0D6E8342" w14:textId="5A7ED965" w:rsidR="00440E7F" w:rsidRPr="0034432B" w:rsidRDefault="00440E7F" w:rsidP="00440E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Считать утратившим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силу постановлени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мэра муниципального образован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ия «Городской округ Ногликский» от 23.03.2020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58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</w:t>
      </w:r>
      <w:r w:rsidRPr="0034432B">
        <w:rPr>
          <w:rFonts w:ascii="Times New Roman" w:hAnsi="Times New Roman"/>
          <w:color w:val="000000"/>
          <w:sz w:val="28"/>
          <w:szCs w:val="28"/>
        </w:rPr>
        <w:t>«Выдача выписки из реестра муниципальной собственности»</w:t>
      </w:r>
      <w:r w:rsidR="00A23CE8">
        <w:rPr>
          <w:rFonts w:ascii="Times New Roman" w:hAnsi="Times New Roman"/>
          <w:color w:val="000000"/>
          <w:sz w:val="28"/>
          <w:szCs w:val="28"/>
        </w:rPr>
        <w:t>,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 за исключением пункта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3AE3CB0" w14:textId="77777777" w:rsidR="00440E7F" w:rsidRPr="0034432B" w:rsidRDefault="00440E7F" w:rsidP="00440E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информационно-телекоммуникационной </w:t>
      </w: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>сети «Интернет».</w:t>
      </w:r>
    </w:p>
    <w:p w14:paraId="2E5B113E" w14:textId="77777777" w:rsidR="00440E7F" w:rsidRPr="00334811" w:rsidRDefault="00440E7F" w:rsidP="00440E7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432B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r w:rsidRPr="00334811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постановления возложить на председателя комитета по управлению муниципальным имуществом муниципального образования «Городской округ Ногликский» Рахматулину Л.В.</w:t>
      </w:r>
    </w:p>
    <w:p w14:paraId="76B1412D" w14:textId="77777777" w:rsidR="00440E7F" w:rsidRDefault="00440E7F" w:rsidP="004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A18BFA8" w14:textId="77777777" w:rsidR="00440E7F" w:rsidRDefault="00440E7F" w:rsidP="004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27D8E5C" w14:textId="2C7287F2" w:rsidR="00440E7F" w:rsidRPr="00D12794" w:rsidRDefault="00440E7F" w:rsidP="00440E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</w:t>
      </w:r>
      <w:r w:rsidR="00DC021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С.В. Камелин</w:t>
      </w:r>
    </w:p>
    <w:sectPr w:rsidR="00440E7F" w:rsidRPr="00D12794" w:rsidSect="00DC021C">
      <w:footerReference w:type="default" r:id="rId7"/>
      <w:pgSz w:w="11906" w:h="16838"/>
      <w:pgMar w:top="709" w:right="851" w:bottom="0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5BC7C7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A5BC7C8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BC7C9" w14:textId="227FFF91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BC7C5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A5BC7C6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ttachedTemplate r:id="rId1"/>
  <w:revisionView w:inkAnnotation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440E7F"/>
    <w:rsid w:val="00520CBF"/>
    <w:rsid w:val="008629FA"/>
    <w:rsid w:val="008D1B56"/>
    <w:rsid w:val="00987DB5"/>
    <w:rsid w:val="00A23CE8"/>
    <w:rsid w:val="00AC72C8"/>
    <w:rsid w:val="00AE5C63"/>
    <w:rsid w:val="00B10ED9"/>
    <w:rsid w:val="00B25688"/>
    <w:rsid w:val="00C02849"/>
    <w:rsid w:val="00D12794"/>
    <w:rsid w:val="00D67BD8"/>
    <w:rsid w:val="00DC021C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5BC7A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440E7F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ConsPlusNormal0">
    <w:name w:val="ConsPlusNormal Знак"/>
    <w:link w:val="ConsPlusNormal"/>
    <w:locked/>
    <w:rsid w:val="00440E7F"/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8C497D" w:rsidRDefault="008C497D" w:rsidP="008C497D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8C497D" w:rsidRDefault="008C497D" w:rsidP="008C497D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497D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497D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8C497D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8C497D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290</Words>
  <Characters>1653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2</cp:revision>
  <dcterms:created xsi:type="dcterms:W3CDTF">2023-01-25T00:56:00Z</dcterms:created>
  <dcterms:modified xsi:type="dcterms:W3CDTF">2023-01-25T00:56:00Z</dcterms:modified>
</cp:coreProperties>
</file>