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913DE2E" w14:textId="77777777" w:rsidTr="00987DB5">
        <w:tc>
          <w:tcPr>
            <w:tcW w:w="9498" w:type="dxa"/>
          </w:tcPr>
          <w:p w14:paraId="6913DE2A" w14:textId="77777777" w:rsidR="00053BD0" w:rsidRPr="00053BD0" w:rsidRDefault="00C02849" w:rsidP="007D0C3F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913DE45" wp14:editId="6913DE4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13DE2B" w14:textId="77777777" w:rsidR="00053BD0" w:rsidRPr="00053BD0" w:rsidRDefault="00053BD0" w:rsidP="007D0C3F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913DE2C" w14:textId="77777777" w:rsidR="00053BD0" w:rsidRPr="00053BD0" w:rsidRDefault="00053BD0" w:rsidP="007D0C3F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913DE2D" w14:textId="77777777" w:rsidR="00053BD0" w:rsidRPr="00053BD0" w:rsidRDefault="00053BD0" w:rsidP="007D0C3F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913DE2F" w14:textId="47288EED" w:rsidR="0033636C" w:rsidRPr="007D0C3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D0C3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81AD4">
            <w:rPr>
              <w:rFonts w:ascii="Times New Roman" w:hAnsi="Times New Roman"/>
              <w:sz w:val="28"/>
              <w:szCs w:val="28"/>
            </w:rPr>
            <w:t>28 декабря 2024 года</w:t>
          </w:r>
        </w:sdtContent>
      </w:sdt>
      <w:r w:rsidRPr="007D0C3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81AD4" w:rsidRPr="00381AD4">
            <w:rPr>
              <w:rFonts w:ascii="Times New Roman" w:hAnsi="Times New Roman"/>
              <w:sz w:val="28"/>
              <w:szCs w:val="28"/>
            </w:rPr>
            <w:t>857</w:t>
          </w:r>
        </w:sdtContent>
      </w:sdt>
    </w:p>
    <w:p w14:paraId="6913DE3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9AE18FC" w14:textId="77777777" w:rsidR="007D0C3F" w:rsidRDefault="00560642" w:rsidP="007D0C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0C3F">
        <w:rPr>
          <w:rFonts w:ascii="Times New Roman" w:hAnsi="Times New Roman"/>
          <w:b/>
          <w:sz w:val="28"/>
          <w:szCs w:val="28"/>
        </w:rPr>
        <w:t xml:space="preserve">Об утверждении программы </w:t>
      </w:r>
      <w:r w:rsidR="007D0C3F">
        <w:rPr>
          <w:rFonts w:ascii="Times New Roman" w:hAnsi="Times New Roman"/>
          <w:b/>
          <w:sz w:val="28"/>
          <w:szCs w:val="28"/>
        </w:rPr>
        <w:t>профилактики рисков</w:t>
      </w:r>
    </w:p>
    <w:p w14:paraId="6EE2DF88" w14:textId="77777777" w:rsidR="007D0C3F" w:rsidRDefault="00560642" w:rsidP="007D0C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0C3F">
        <w:rPr>
          <w:rFonts w:ascii="Times New Roman" w:hAnsi="Times New Roman"/>
          <w:b/>
          <w:sz w:val="28"/>
          <w:szCs w:val="28"/>
        </w:rPr>
        <w:t>причинения вреда (ущерб</w:t>
      </w:r>
      <w:r w:rsidR="007D0C3F">
        <w:rPr>
          <w:rFonts w:ascii="Times New Roman" w:hAnsi="Times New Roman"/>
          <w:b/>
          <w:sz w:val="28"/>
          <w:szCs w:val="28"/>
        </w:rPr>
        <w:t>а) охраняемым з</w:t>
      </w:r>
      <w:bookmarkStart w:id="0" w:name="_GoBack"/>
      <w:bookmarkEnd w:id="0"/>
      <w:r w:rsidR="007D0C3F">
        <w:rPr>
          <w:rFonts w:ascii="Times New Roman" w:hAnsi="Times New Roman"/>
          <w:b/>
          <w:sz w:val="28"/>
          <w:szCs w:val="28"/>
        </w:rPr>
        <w:t>аконом ценностям</w:t>
      </w:r>
    </w:p>
    <w:p w14:paraId="201AF3C7" w14:textId="7FB0EE01" w:rsidR="007D0C3F" w:rsidRDefault="00560642" w:rsidP="007D0C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0C3F">
        <w:rPr>
          <w:rFonts w:ascii="Times New Roman" w:hAnsi="Times New Roman"/>
          <w:b/>
          <w:sz w:val="28"/>
          <w:szCs w:val="28"/>
        </w:rPr>
        <w:t>по муниципальному контролю на автомобильном транспорте, городском на</w:t>
      </w:r>
      <w:r w:rsidR="007D0C3F">
        <w:rPr>
          <w:rFonts w:ascii="Times New Roman" w:hAnsi="Times New Roman"/>
          <w:b/>
          <w:sz w:val="28"/>
          <w:szCs w:val="28"/>
        </w:rPr>
        <w:t>земном электрическом транспорте</w:t>
      </w:r>
      <w:r w:rsidR="00C7036F">
        <w:rPr>
          <w:rFonts w:ascii="Times New Roman" w:hAnsi="Times New Roman"/>
          <w:b/>
          <w:sz w:val="28"/>
          <w:szCs w:val="28"/>
        </w:rPr>
        <w:t xml:space="preserve"> </w:t>
      </w:r>
    </w:p>
    <w:p w14:paraId="6913DE32" w14:textId="741AFFE1" w:rsidR="00185FEC" w:rsidRPr="007D0C3F" w:rsidRDefault="00560642" w:rsidP="007D0C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0C3F">
        <w:rPr>
          <w:rFonts w:ascii="Times New Roman" w:hAnsi="Times New Roman"/>
          <w:b/>
          <w:sz w:val="28"/>
          <w:szCs w:val="28"/>
        </w:rPr>
        <w:t>и в дорожном хозяйстве на террит</w:t>
      </w:r>
      <w:r w:rsidR="007D0C3F">
        <w:rPr>
          <w:rFonts w:ascii="Times New Roman" w:hAnsi="Times New Roman"/>
          <w:b/>
          <w:sz w:val="28"/>
          <w:szCs w:val="28"/>
        </w:rPr>
        <w:t xml:space="preserve">ории муниципального образования </w:t>
      </w:r>
      <w:r w:rsidRPr="007D0C3F">
        <w:rPr>
          <w:rFonts w:ascii="Times New Roman" w:hAnsi="Times New Roman"/>
          <w:b/>
          <w:sz w:val="28"/>
          <w:szCs w:val="28"/>
        </w:rPr>
        <w:t>«Городской округ Ногликский» на 2025-2027 год</w:t>
      </w:r>
    </w:p>
    <w:p w14:paraId="1F16A103" w14:textId="77777777" w:rsidR="007D0C3F" w:rsidRPr="00560642" w:rsidRDefault="007D0C3F" w:rsidP="007D0C3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66853EE" w14:textId="77777777" w:rsidR="00DB43AD" w:rsidRPr="007D0C3F" w:rsidRDefault="00DB43AD" w:rsidP="007D0C3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D0C3F">
        <w:rPr>
          <w:rFonts w:ascii="Times New Roman" w:eastAsiaTheme="minorHAnsi" w:hAnsi="Times New Roman"/>
          <w:sz w:val="28"/>
          <w:szCs w:val="28"/>
        </w:rPr>
        <w:t xml:space="preserve">В соответствии статьей 44 Федерального Закона от 31.07.2020 </w:t>
      </w:r>
      <w:r w:rsidRPr="007D0C3F">
        <w:rPr>
          <w:rFonts w:ascii="Times New Roman" w:eastAsiaTheme="minorHAnsi" w:hAnsi="Times New Roman"/>
          <w:sz w:val="28"/>
          <w:szCs w:val="28"/>
        </w:rPr>
        <w:br/>
        <w:t xml:space="preserve">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протоколом заседания Общественного совета муниципального образования «Городской округ Ногликский» от 22.11.2024 б/н, администрация муниципального образования «Городской округ Ногликский» </w:t>
      </w:r>
      <w:r w:rsidRPr="007D0C3F">
        <w:rPr>
          <w:rFonts w:ascii="Times New Roman" w:eastAsiaTheme="minorHAnsi" w:hAnsi="Times New Roman"/>
          <w:b/>
          <w:sz w:val="28"/>
          <w:szCs w:val="28"/>
        </w:rPr>
        <w:t>ПОСТАНОВЛЯЕТ:</w:t>
      </w:r>
    </w:p>
    <w:p w14:paraId="4B68C380" w14:textId="3673F6AF" w:rsidR="00DB43AD" w:rsidRPr="000E64C0" w:rsidRDefault="00DB43AD" w:rsidP="000E64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C3F">
        <w:rPr>
          <w:rFonts w:ascii="Times New Roman" w:eastAsiaTheme="minorHAnsi" w:hAnsi="Times New Roman"/>
          <w:sz w:val="28"/>
          <w:szCs w:val="28"/>
        </w:rPr>
        <w:t xml:space="preserve">1. Утвердить программу </w:t>
      </w:r>
      <w:r w:rsidRPr="007D0C3F">
        <w:rPr>
          <w:rFonts w:ascii="Times New Roman" w:hAnsi="Times New Roman"/>
          <w:sz w:val="28"/>
          <w:szCs w:val="28"/>
        </w:rPr>
        <w:t xml:space="preserve">профилактики рисков причинения вреда (ущерба) охраняемым законом ценностям на 2025-2027 годы в сфере </w:t>
      </w:r>
      <w:r w:rsidR="000E64C0" w:rsidRPr="000E64C0">
        <w:rPr>
          <w:rFonts w:ascii="Times New Roman" w:hAnsi="Times New Roman"/>
          <w:sz w:val="28"/>
          <w:szCs w:val="28"/>
        </w:rPr>
        <w:t>муниципально</w:t>
      </w:r>
      <w:r w:rsidR="000E64C0">
        <w:rPr>
          <w:rFonts w:ascii="Times New Roman" w:hAnsi="Times New Roman"/>
          <w:sz w:val="28"/>
          <w:szCs w:val="28"/>
        </w:rPr>
        <w:t>го</w:t>
      </w:r>
      <w:r w:rsidR="000E64C0" w:rsidRPr="000E64C0">
        <w:rPr>
          <w:rFonts w:ascii="Times New Roman" w:hAnsi="Times New Roman"/>
          <w:sz w:val="28"/>
          <w:szCs w:val="28"/>
        </w:rPr>
        <w:t xml:space="preserve"> контрол</w:t>
      </w:r>
      <w:r w:rsidR="000E64C0">
        <w:rPr>
          <w:rFonts w:ascii="Times New Roman" w:hAnsi="Times New Roman"/>
          <w:sz w:val="28"/>
          <w:szCs w:val="28"/>
        </w:rPr>
        <w:t>я</w:t>
      </w:r>
      <w:r w:rsidR="000E64C0" w:rsidRPr="000E64C0">
        <w:rPr>
          <w:rFonts w:ascii="Times New Roman" w:hAnsi="Times New Roman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на территории муниципального образования «Городской округ Ногликский»</w:t>
      </w:r>
      <w:r w:rsidR="000E64C0" w:rsidRPr="000E64C0">
        <w:rPr>
          <w:rFonts w:ascii="Times New Roman" w:eastAsiaTheme="minorHAnsi" w:hAnsi="Times New Roman"/>
          <w:sz w:val="28"/>
          <w:szCs w:val="28"/>
        </w:rPr>
        <w:t xml:space="preserve"> </w:t>
      </w:r>
      <w:r w:rsidRPr="007D0C3F">
        <w:rPr>
          <w:rFonts w:ascii="Times New Roman" w:eastAsiaTheme="minorHAnsi" w:hAnsi="Times New Roman"/>
          <w:sz w:val="28"/>
          <w:szCs w:val="28"/>
        </w:rPr>
        <w:t>(прилагается).</w:t>
      </w:r>
    </w:p>
    <w:p w14:paraId="0D20F0E0" w14:textId="77777777" w:rsidR="00DB43AD" w:rsidRPr="007D0C3F" w:rsidRDefault="00DB43AD" w:rsidP="007D0C3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D0C3F">
        <w:rPr>
          <w:rFonts w:ascii="Times New Roman" w:eastAsiaTheme="minorHAnsi" w:hAnsi="Times New Roman"/>
          <w:sz w:val="28"/>
          <w:szCs w:val="28"/>
        </w:rPr>
        <w:t>2. Разместить настоящее постановление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913DE34" w14:textId="06AD0BC2" w:rsidR="00E609BC" w:rsidRPr="007D0C3F" w:rsidRDefault="00DB43AD" w:rsidP="007D0C3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D0C3F">
        <w:rPr>
          <w:rFonts w:ascii="Times New Roman" w:eastAsiaTheme="minorHAnsi" w:hAnsi="Times New Roman"/>
          <w:sz w:val="28"/>
          <w:szCs w:val="28"/>
        </w:rPr>
        <w:t>3. Контроль за исполнением настоящего постановления возложить на директора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Логареву О.П.</w:t>
      </w:r>
    </w:p>
    <w:p w14:paraId="6913DE3D" w14:textId="77777777" w:rsidR="008629FA" w:rsidRPr="007D0C3F" w:rsidRDefault="008629FA" w:rsidP="007D0C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D29294" w14:textId="77777777" w:rsidR="007D0C3F" w:rsidRPr="007D0C3F" w:rsidRDefault="007D0C3F" w:rsidP="007D0C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13DE3E" w14:textId="77777777" w:rsidR="008629FA" w:rsidRPr="007D0C3F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C3F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913DE3F" w14:textId="55BDF809" w:rsidR="008629FA" w:rsidRPr="007D0C3F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C3F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7D0C3F">
        <w:rPr>
          <w:rFonts w:ascii="Times New Roman" w:hAnsi="Times New Roman"/>
          <w:sz w:val="28"/>
          <w:szCs w:val="28"/>
        </w:rPr>
        <w:tab/>
      </w:r>
      <w:r w:rsidRPr="007D0C3F">
        <w:rPr>
          <w:rFonts w:ascii="Times New Roman" w:hAnsi="Times New Roman"/>
          <w:sz w:val="28"/>
          <w:szCs w:val="28"/>
        </w:rPr>
        <w:tab/>
      </w:r>
      <w:r w:rsidRPr="007D0C3F">
        <w:rPr>
          <w:rFonts w:ascii="Times New Roman" w:hAnsi="Times New Roman"/>
          <w:sz w:val="28"/>
          <w:szCs w:val="28"/>
        </w:rPr>
        <w:tab/>
      </w:r>
      <w:r w:rsidRPr="007D0C3F">
        <w:rPr>
          <w:rFonts w:ascii="Times New Roman" w:hAnsi="Times New Roman"/>
          <w:sz w:val="28"/>
          <w:szCs w:val="28"/>
        </w:rPr>
        <w:tab/>
      </w:r>
      <w:r w:rsidRPr="007D0C3F">
        <w:rPr>
          <w:rFonts w:ascii="Times New Roman" w:hAnsi="Times New Roman"/>
          <w:sz w:val="28"/>
          <w:szCs w:val="28"/>
        </w:rPr>
        <w:tab/>
        <w:t xml:space="preserve">        С.В.</w:t>
      </w:r>
      <w:r w:rsidR="00DB43AD" w:rsidRPr="007D0C3F"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7D0C3F" w:rsidSect="00381AD4">
      <w:pgSz w:w="11906" w:h="16838"/>
      <w:pgMar w:top="851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3DE4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913DE4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3DE4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913DE4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1181"/>
    <w:rsid w:val="000E64C0"/>
    <w:rsid w:val="00185FEC"/>
    <w:rsid w:val="001E1F9F"/>
    <w:rsid w:val="002003DC"/>
    <w:rsid w:val="0033636C"/>
    <w:rsid w:val="00381AD4"/>
    <w:rsid w:val="003E4257"/>
    <w:rsid w:val="004A6210"/>
    <w:rsid w:val="00520CBF"/>
    <w:rsid w:val="00560642"/>
    <w:rsid w:val="007D0C3F"/>
    <w:rsid w:val="008629FA"/>
    <w:rsid w:val="0089660D"/>
    <w:rsid w:val="00987DB5"/>
    <w:rsid w:val="00AC72C8"/>
    <w:rsid w:val="00B10ED9"/>
    <w:rsid w:val="00B25688"/>
    <w:rsid w:val="00C02849"/>
    <w:rsid w:val="00C7036F"/>
    <w:rsid w:val="00D12794"/>
    <w:rsid w:val="00D67BD8"/>
    <w:rsid w:val="00DB43AD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DE2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A62D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A62D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A6210"/>
    <w:rsid w:val="0089660D"/>
    <w:rsid w:val="00AA62D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266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2024-12-28T05:06:00Z</dcterms:modified>
</cp:coreProperties>
</file>