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F91E842" w14:textId="77777777" w:rsidTr="00987DB5">
        <w:tc>
          <w:tcPr>
            <w:tcW w:w="9498" w:type="dxa"/>
          </w:tcPr>
          <w:p w14:paraId="6F91E83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F91E85F" wp14:editId="6F91E86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91E83F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6F91E84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F91E84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F91E843" w14:textId="3F598D7E" w:rsidR="00AE5C63" w:rsidRPr="0083710A" w:rsidRDefault="00712436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E5C63" w:rsidRPr="0083710A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5C63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сентября </w:t>
      </w:r>
      <w:r w:rsidR="00AE5C63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AE5C63" w:rsidRPr="0083710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AE5C63" w:rsidRPr="00712436">
        <w:rPr>
          <w:rFonts w:ascii="Times New Roman" w:hAnsi="Times New Roman"/>
          <w:sz w:val="28"/>
          <w:szCs w:val="28"/>
        </w:rPr>
        <w:t>143</w:t>
      </w:r>
    </w:p>
    <w:p w14:paraId="6F91E844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F91E845" w14:textId="64A7294A" w:rsidR="001D32A5" w:rsidRPr="0083710A" w:rsidRDefault="001D32A5" w:rsidP="008371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710A">
        <w:rPr>
          <w:rFonts w:ascii="Times New Roman" w:hAnsi="Times New Roman"/>
          <w:b/>
          <w:sz w:val="28"/>
          <w:szCs w:val="28"/>
        </w:rPr>
        <w:t xml:space="preserve">О внесении изменений в Положение о системе оплаты труда </w:t>
      </w:r>
      <w:r w:rsidR="0083710A">
        <w:rPr>
          <w:rFonts w:ascii="Times New Roman" w:hAnsi="Times New Roman"/>
          <w:b/>
          <w:sz w:val="28"/>
          <w:szCs w:val="28"/>
        </w:rPr>
        <w:br/>
      </w:r>
      <w:r w:rsidRPr="0083710A">
        <w:rPr>
          <w:rFonts w:ascii="Times New Roman" w:hAnsi="Times New Roman"/>
          <w:b/>
          <w:sz w:val="28"/>
          <w:szCs w:val="28"/>
        </w:rPr>
        <w:t>работников муниципальных бюджетных общеобразовательных</w:t>
      </w:r>
      <w:r w:rsidR="0083710A" w:rsidRPr="0083710A">
        <w:rPr>
          <w:rFonts w:ascii="Times New Roman" w:hAnsi="Times New Roman"/>
          <w:b/>
          <w:sz w:val="28"/>
          <w:szCs w:val="28"/>
        </w:rPr>
        <w:t xml:space="preserve"> </w:t>
      </w:r>
      <w:r w:rsidR="0083710A">
        <w:rPr>
          <w:rFonts w:ascii="Times New Roman" w:hAnsi="Times New Roman"/>
          <w:b/>
          <w:sz w:val="28"/>
          <w:szCs w:val="28"/>
        </w:rPr>
        <w:t xml:space="preserve">учреждений </w:t>
      </w:r>
      <w:r w:rsidRPr="0083710A">
        <w:rPr>
          <w:rFonts w:ascii="Times New Roman" w:hAnsi="Times New Roman"/>
          <w:b/>
          <w:sz w:val="28"/>
          <w:szCs w:val="28"/>
        </w:rPr>
        <w:t xml:space="preserve">и муниципального бюджетного </w:t>
      </w:r>
      <w:r w:rsidR="0083710A">
        <w:rPr>
          <w:rFonts w:ascii="Times New Roman" w:hAnsi="Times New Roman"/>
          <w:b/>
          <w:sz w:val="28"/>
          <w:szCs w:val="28"/>
        </w:rPr>
        <w:br/>
      </w:r>
      <w:r w:rsidRPr="0083710A">
        <w:rPr>
          <w:rFonts w:ascii="Times New Roman" w:hAnsi="Times New Roman"/>
          <w:b/>
          <w:sz w:val="28"/>
          <w:szCs w:val="28"/>
        </w:rPr>
        <w:t>образовательного учреждения дополнительного образования</w:t>
      </w:r>
      <w:r w:rsidR="0083710A">
        <w:rPr>
          <w:rFonts w:ascii="Times New Roman" w:hAnsi="Times New Roman"/>
          <w:b/>
          <w:sz w:val="28"/>
          <w:szCs w:val="28"/>
        </w:rPr>
        <w:br/>
      </w:r>
      <w:r w:rsidRPr="0083710A">
        <w:rPr>
          <w:rFonts w:ascii="Times New Roman" w:hAnsi="Times New Roman"/>
          <w:b/>
          <w:sz w:val="28"/>
          <w:szCs w:val="28"/>
        </w:rPr>
        <w:t xml:space="preserve"> «Центр творчества и воспитания» </w:t>
      </w:r>
      <w:proofErr w:type="spellStart"/>
      <w:r w:rsidRPr="0083710A">
        <w:rPr>
          <w:rFonts w:ascii="Times New Roman" w:hAnsi="Times New Roman"/>
          <w:b/>
          <w:sz w:val="28"/>
          <w:szCs w:val="28"/>
        </w:rPr>
        <w:t>пгт</w:t>
      </w:r>
      <w:proofErr w:type="spellEnd"/>
      <w:r w:rsidRPr="0083710A">
        <w:rPr>
          <w:rFonts w:ascii="Times New Roman" w:hAnsi="Times New Roman"/>
          <w:b/>
          <w:sz w:val="28"/>
          <w:szCs w:val="28"/>
        </w:rPr>
        <w:t xml:space="preserve">. Ноглики </w:t>
      </w:r>
      <w:r w:rsidR="0083710A">
        <w:rPr>
          <w:rFonts w:ascii="Times New Roman" w:hAnsi="Times New Roman"/>
          <w:b/>
          <w:sz w:val="28"/>
          <w:szCs w:val="28"/>
        </w:rPr>
        <w:br/>
      </w:r>
      <w:r w:rsidRPr="0083710A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6F91E846" w14:textId="77777777" w:rsidR="001D32A5" w:rsidRPr="0083710A" w:rsidRDefault="001D32A5" w:rsidP="008371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F91E847" w14:textId="08AE43FE" w:rsidR="001D32A5" w:rsidRPr="001D32A5" w:rsidRDefault="001E59BC" w:rsidP="00C12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8F21C8">
        <w:rPr>
          <w:rFonts w:ascii="Times New Roman" w:hAnsi="Times New Roman"/>
          <w:sz w:val="28"/>
          <w:szCs w:val="28"/>
        </w:rPr>
        <w:t xml:space="preserve"> </w:t>
      </w:r>
      <w:r w:rsidR="001D32A5" w:rsidRPr="001D32A5">
        <w:rPr>
          <w:rFonts w:ascii="Times New Roman" w:hAnsi="Times New Roman"/>
          <w:sz w:val="28"/>
          <w:szCs w:val="28"/>
        </w:rPr>
        <w:t xml:space="preserve">п. 3 постановления Правительства Сахалинской области </w:t>
      </w:r>
      <w:r w:rsidR="008F21C8" w:rsidRPr="001D32A5">
        <w:rPr>
          <w:rFonts w:ascii="Times New Roman" w:hAnsi="Times New Roman"/>
          <w:sz w:val="28"/>
          <w:szCs w:val="28"/>
        </w:rPr>
        <w:t xml:space="preserve">от 07.02.2013 № 48 </w:t>
      </w:r>
      <w:r w:rsidR="001D32A5" w:rsidRPr="001D32A5">
        <w:rPr>
          <w:rFonts w:ascii="Times New Roman" w:hAnsi="Times New Roman"/>
          <w:sz w:val="28"/>
          <w:szCs w:val="28"/>
        </w:rPr>
        <w:t xml:space="preserve">«О совершенствовании систем оплаты труда работников государственных учреждений Сахалинской области»,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="001D32A5" w:rsidRPr="001D32A5">
        <w:rPr>
          <w:rFonts w:ascii="Times New Roman" w:hAnsi="Times New Roman"/>
          <w:sz w:val="28"/>
          <w:szCs w:val="28"/>
        </w:rPr>
        <w:t>ст. 28 Устава муниципального образования «Городской округ Ногликский»,</w:t>
      </w:r>
      <w:r w:rsidR="008F21C8" w:rsidRPr="008F21C8">
        <w:rPr>
          <w:rFonts w:ascii="Times New Roman" w:hAnsi="Times New Roman"/>
          <w:sz w:val="28"/>
          <w:szCs w:val="28"/>
        </w:rPr>
        <w:t xml:space="preserve"> </w:t>
      </w:r>
      <w:r w:rsidR="0083710A" w:rsidRPr="0083710A">
        <w:rPr>
          <w:rFonts w:ascii="Times New Roman" w:hAnsi="Times New Roman"/>
          <w:b/>
          <w:sz w:val="28"/>
          <w:szCs w:val="28"/>
        </w:rPr>
        <w:t>ПОСТАНОВЛЯЮ</w:t>
      </w:r>
      <w:r w:rsidR="008F21C8" w:rsidRPr="001D32A5">
        <w:rPr>
          <w:rFonts w:ascii="Times New Roman" w:hAnsi="Times New Roman"/>
          <w:sz w:val="28"/>
          <w:szCs w:val="28"/>
        </w:rPr>
        <w:t>:</w:t>
      </w:r>
    </w:p>
    <w:p w14:paraId="6F91E848" w14:textId="46C02495" w:rsidR="001D32A5" w:rsidRPr="001D32A5" w:rsidRDefault="001D32A5" w:rsidP="00C1274E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2A5">
        <w:rPr>
          <w:rFonts w:ascii="Times New Roman" w:hAnsi="Times New Roman"/>
          <w:sz w:val="28"/>
          <w:szCs w:val="28"/>
        </w:rPr>
        <w:t>1.</w:t>
      </w:r>
      <w:r w:rsidRPr="001D32A5">
        <w:rPr>
          <w:rFonts w:ascii="Times New Roman" w:hAnsi="Times New Roman"/>
          <w:sz w:val="28"/>
          <w:szCs w:val="28"/>
        </w:rPr>
        <w:tab/>
        <w:t xml:space="preserve">Внести в Положение о системе оплаты труда работников муниципальных бюджетных общеобразовательных учреждений и муниципального бюджетного образовательного учреждения дополнительного образования «Центр творчества и воспитания» </w:t>
      </w:r>
      <w:r w:rsidR="00216C60">
        <w:rPr>
          <w:rFonts w:ascii="Times New Roman" w:hAnsi="Times New Roman"/>
          <w:sz w:val="28"/>
          <w:szCs w:val="28"/>
        </w:rPr>
        <w:br/>
      </w:r>
      <w:proofErr w:type="spellStart"/>
      <w:r w:rsidRPr="001D32A5">
        <w:rPr>
          <w:rFonts w:ascii="Times New Roman" w:hAnsi="Times New Roman"/>
          <w:sz w:val="28"/>
          <w:szCs w:val="28"/>
        </w:rPr>
        <w:t>пгт</w:t>
      </w:r>
      <w:proofErr w:type="spellEnd"/>
      <w:r w:rsidRPr="001D32A5">
        <w:rPr>
          <w:rFonts w:ascii="Times New Roman" w:hAnsi="Times New Roman"/>
          <w:sz w:val="28"/>
          <w:szCs w:val="28"/>
        </w:rPr>
        <w:t>. Ноглики муниципального образования «Городской о</w:t>
      </w:r>
      <w:r w:rsidR="0083710A">
        <w:rPr>
          <w:rFonts w:ascii="Times New Roman" w:hAnsi="Times New Roman"/>
          <w:sz w:val="28"/>
          <w:szCs w:val="28"/>
        </w:rPr>
        <w:t xml:space="preserve">круг Ногликский», утвержденное </w:t>
      </w:r>
      <w:r w:rsidRPr="001D32A5">
        <w:rPr>
          <w:rFonts w:ascii="Times New Roman" w:hAnsi="Times New Roman"/>
          <w:sz w:val="28"/>
          <w:szCs w:val="28"/>
        </w:rPr>
        <w:t>постановлением мэра муниципального образования «Городской окр</w:t>
      </w:r>
      <w:r w:rsidR="0083710A">
        <w:rPr>
          <w:rFonts w:ascii="Times New Roman" w:hAnsi="Times New Roman"/>
          <w:sz w:val="28"/>
          <w:szCs w:val="28"/>
        </w:rPr>
        <w:t xml:space="preserve">уг Ногликский» </w:t>
      </w:r>
      <w:r w:rsidR="007536BF">
        <w:rPr>
          <w:rFonts w:ascii="Times New Roman" w:hAnsi="Times New Roman"/>
          <w:sz w:val="28"/>
          <w:szCs w:val="28"/>
        </w:rPr>
        <w:t xml:space="preserve">от 03.02.2020 </w:t>
      </w:r>
      <w:r w:rsidR="0083710A">
        <w:rPr>
          <w:rFonts w:ascii="Times New Roman" w:hAnsi="Times New Roman"/>
          <w:sz w:val="28"/>
          <w:szCs w:val="28"/>
        </w:rPr>
        <w:t xml:space="preserve">№ 14 «О системе </w:t>
      </w:r>
      <w:r w:rsidRPr="001D32A5">
        <w:rPr>
          <w:rFonts w:ascii="Times New Roman" w:hAnsi="Times New Roman"/>
          <w:sz w:val="28"/>
          <w:szCs w:val="28"/>
        </w:rPr>
        <w:t xml:space="preserve">оплаты труда работников муниципальных бюджетных общеобразовательных учреждений и муниципального бюджетного образовательного учреждения дополнительного образования «Центр творчества и воспитания» </w:t>
      </w:r>
      <w:r w:rsidR="00216C60">
        <w:rPr>
          <w:rFonts w:ascii="Times New Roman" w:hAnsi="Times New Roman"/>
          <w:sz w:val="28"/>
          <w:szCs w:val="28"/>
        </w:rPr>
        <w:br/>
      </w:r>
      <w:proofErr w:type="spellStart"/>
      <w:r w:rsidRPr="001D32A5">
        <w:rPr>
          <w:rFonts w:ascii="Times New Roman" w:hAnsi="Times New Roman"/>
          <w:sz w:val="28"/>
          <w:szCs w:val="28"/>
        </w:rPr>
        <w:t>пгт</w:t>
      </w:r>
      <w:proofErr w:type="spellEnd"/>
      <w:r w:rsidRPr="001D32A5">
        <w:rPr>
          <w:rFonts w:ascii="Times New Roman" w:hAnsi="Times New Roman"/>
          <w:sz w:val="28"/>
          <w:szCs w:val="28"/>
        </w:rPr>
        <w:t>. Ноглики муниципального образования «Городской округ Ногликский», следующие изменения:</w:t>
      </w:r>
    </w:p>
    <w:p w14:paraId="6F91E849" w14:textId="77777777" w:rsidR="001D32A5" w:rsidRPr="001D32A5" w:rsidRDefault="001D32A5" w:rsidP="00C12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2A5">
        <w:rPr>
          <w:rFonts w:ascii="Times New Roman" w:hAnsi="Times New Roman"/>
          <w:sz w:val="28"/>
          <w:szCs w:val="28"/>
        </w:rPr>
        <w:t>1.1. В разделе 1 «Общие положения»:</w:t>
      </w:r>
    </w:p>
    <w:p w14:paraId="6F91E84A" w14:textId="728C7823" w:rsidR="001D32A5" w:rsidRPr="001D32A5" w:rsidRDefault="001D32A5" w:rsidP="00C12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2A5">
        <w:rPr>
          <w:rFonts w:ascii="Times New Roman" w:hAnsi="Times New Roman"/>
          <w:sz w:val="28"/>
          <w:szCs w:val="28"/>
        </w:rPr>
        <w:t>1.1.1</w:t>
      </w:r>
      <w:r w:rsidR="00C67553">
        <w:rPr>
          <w:rFonts w:ascii="Times New Roman" w:hAnsi="Times New Roman"/>
          <w:sz w:val="28"/>
          <w:szCs w:val="28"/>
        </w:rPr>
        <w:t>.</w:t>
      </w:r>
      <w:r w:rsidRPr="001D32A5">
        <w:rPr>
          <w:rFonts w:ascii="Times New Roman" w:hAnsi="Times New Roman"/>
          <w:sz w:val="28"/>
          <w:szCs w:val="28"/>
        </w:rPr>
        <w:t xml:space="preserve"> </w:t>
      </w:r>
      <w:r w:rsidR="00C67553">
        <w:rPr>
          <w:rFonts w:ascii="Times New Roman" w:hAnsi="Times New Roman"/>
          <w:sz w:val="28"/>
          <w:szCs w:val="28"/>
        </w:rPr>
        <w:t>П</w:t>
      </w:r>
      <w:r w:rsidRPr="001D32A5">
        <w:rPr>
          <w:rFonts w:ascii="Times New Roman" w:hAnsi="Times New Roman"/>
          <w:sz w:val="28"/>
          <w:szCs w:val="28"/>
        </w:rPr>
        <w:t>ункт 1.4 изложить в следующей редакции:</w:t>
      </w:r>
    </w:p>
    <w:p w14:paraId="6F91E84B" w14:textId="60930F16" w:rsidR="001D32A5" w:rsidRPr="001D32A5" w:rsidRDefault="001D32A5" w:rsidP="00C12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2A5">
        <w:rPr>
          <w:rFonts w:ascii="Times New Roman" w:hAnsi="Times New Roman"/>
          <w:sz w:val="28"/>
          <w:szCs w:val="28"/>
        </w:rPr>
        <w:t>«1.4. Отнесение работников к профессиональным квалификационным группам осуществляется в соответствии с требованиями Квалификационного справоч</w:t>
      </w:r>
      <w:r w:rsidR="00216C60">
        <w:rPr>
          <w:rFonts w:ascii="Times New Roman" w:hAnsi="Times New Roman"/>
          <w:sz w:val="28"/>
          <w:szCs w:val="28"/>
        </w:rPr>
        <w:t xml:space="preserve">ника должностей руководителей, </w:t>
      </w:r>
      <w:r w:rsidRPr="001D32A5">
        <w:rPr>
          <w:rFonts w:ascii="Times New Roman" w:hAnsi="Times New Roman"/>
          <w:sz w:val="28"/>
          <w:szCs w:val="28"/>
        </w:rPr>
        <w:t xml:space="preserve">специалистов и служащих, Единого тарифно-квалификационного справочника работ и профессий рабочих, профессиональных стандартов, а также критериями отнесения профессий </w:t>
      </w:r>
      <w:r w:rsidRPr="001D32A5">
        <w:rPr>
          <w:rFonts w:ascii="Times New Roman" w:hAnsi="Times New Roman"/>
          <w:sz w:val="28"/>
          <w:szCs w:val="28"/>
        </w:rPr>
        <w:lastRenderedPageBreak/>
        <w:t>рабочих и должностей служащих к профессиональным квалификационным группам, утвержденных федеральным органом исполнительной власти, осуществляющим функции по выработке государственной политики и нормативно-правовом</w:t>
      </w:r>
      <w:r w:rsidR="000A3768">
        <w:rPr>
          <w:rFonts w:ascii="Times New Roman" w:hAnsi="Times New Roman"/>
          <w:sz w:val="28"/>
          <w:szCs w:val="28"/>
        </w:rPr>
        <w:t>у регулированию в сфере труда.».</w:t>
      </w:r>
    </w:p>
    <w:p w14:paraId="6F91E84C" w14:textId="4A85EDAD" w:rsidR="001D32A5" w:rsidRPr="001D32A5" w:rsidRDefault="00C67553" w:rsidP="00C12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П</w:t>
      </w:r>
      <w:r w:rsidR="001D32A5" w:rsidRPr="001D32A5">
        <w:rPr>
          <w:rFonts w:ascii="Times New Roman" w:hAnsi="Times New Roman"/>
          <w:sz w:val="28"/>
          <w:szCs w:val="28"/>
        </w:rPr>
        <w:t>ункт 1.6 изложить в следующей редакции:</w:t>
      </w:r>
    </w:p>
    <w:p w14:paraId="6F91E84D" w14:textId="6F827BAB" w:rsidR="001D32A5" w:rsidRPr="001D32A5" w:rsidRDefault="001D32A5" w:rsidP="00C12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2A5">
        <w:rPr>
          <w:rFonts w:ascii="Times New Roman" w:hAnsi="Times New Roman"/>
          <w:sz w:val="28"/>
          <w:szCs w:val="28"/>
        </w:rPr>
        <w:t xml:space="preserve">«1.6. Наименования должностей (профессий) </w:t>
      </w:r>
      <w:r w:rsidR="009D49CD" w:rsidRPr="001D32A5">
        <w:rPr>
          <w:rFonts w:ascii="Times New Roman" w:hAnsi="Times New Roman"/>
          <w:sz w:val="28"/>
          <w:szCs w:val="28"/>
        </w:rPr>
        <w:t>работников Учреждений,</w:t>
      </w:r>
      <w:r w:rsidRPr="001D32A5">
        <w:rPr>
          <w:rFonts w:ascii="Times New Roman" w:hAnsi="Times New Roman"/>
          <w:sz w:val="28"/>
          <w:szCs w:val="28"/>
        </w:rPr>
        <w:t xml:space="preserve"> и их квалификация должны соответствовать наименованиям должностей руководителей, специалистов и служащих, профессий рабочих и квалификационным требованиям к ним, предусмотренным Единым квалифика</w:t>
      </w:r>
      <w:r w:rsidR="00216C60">
        <w:rPr>
          <w:rFonts w:ascii="Times New Roman" w:hAnsi="Times New Roman"/>
          <w:sz w:val="28"/>
          <w:szCs w:val="28"/>
        </w:rPr>
        <w:t>ционным справочником должностей</w:t>
      </w:r>
      <w:r w:rsidRPr="001D32A5">
        <w:rPr>
          <w:rFonts w:ascii="Times New Roman" w:hAnsi="Times New Roman"/>
          <w:sz w:val="28"/>
          <w:szCs w:val="28"/>
        </w:rPr>
        <w:t xml:space="preserve"> руководит</w:t>
      </w:r>
      <w:r w:rsidR="00216C60">
        <w:rPr>
          <w:rFonts w:ascii="Times New Roman" w:hAnsi="Times New Roman"/>
          <w:sz w:val="28"/>
          <w:szCs w:val="28"/>
        </w:rPr>
        <w:t xml:space="preserve">елей, специалистов и служащих, </w:t>
      </w:r>
      <w:r w:rsidRPr="001D32A5">
        <w:rPr>
          <w:rFonts w:ascii="Times New Roman" w:hAnsi="Times New Roman"/>
          <w:sz w:val="28"/>
          <w:szCs w:val="28"/>
        </w:rPr>
        <w:t>Единым тарифно-квалификационным справочником работ и профессий рабочих и профессиональными стандартами</w:t>
      </w:r>
      <w:r w:rsidR="00216C60">
        <w:rPr>
          <w:rFonts w:ascii="Times New Roman" w:hAnsi="Times New Roman"/>
          <w:sz w:val="28"/>
          <w:szCs w:val="28"/>
        </w:rPr>
        <w:t>.</w:t>
      </w:r>
      <w:r w:rsidRPr="001D32A5">
        <w:rPr>
          <w:rFonts w:ascii="Times New Roman" w:hAnsi="Times New Roman"/>
          <w:sz w:val="28"/>
          <w:szCs w:val="28"/>
        </w:rPr>
        <w:t>».</w:t>
      </w:r>
    </w:p>
    <w:p w14:paraId="6F91E84E" w14:textId="77777777" w:rsidR="001D32A5" w:rsidRPr="001D32A5" w:rsidRDefault="001D32A5" w:rsidP="00C12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2A5">
        <w:rPr>
          <w:rFonts w:ascii="Times New Roman" w:hAnsi="Times New Roman"/>
          <w:sz w:val="28"/>
          <w:szCs w:val="28"/>
        </w:rPr>
        <w:t>1.2. В разделе 6 «Условия оплаты труда руководителя Учреждения, его заместителей, главного бухгалтера»:</w:t>
      </w:r>
    </w:p>
    <w:p w14:paraId="6F91E84F" w14:textId="72399828" w:rsidR="001D32A5" w:rsidRPr="001D32A5" w:rsidRDefault="00216C60" w:rsidP="00C12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</w:t>
      </w:r>
      <w:r w:rsidR="00C6755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ункт 6.7.2</w:t>
      </w:r>
      <w:r w:rsidR="001D32A5" w:rsidRPr="001D32A5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6F91E850" w14:textId="77777777" w:rsidR="001D32A5" w:rsidRPr="001D32A5" w:rsidRDefault="001D32A5" w:rsidP="00C12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2A5">
        <w:rPr>
          <w:rFonts w:ascii="Times New Roman" w:hAnsi="Times New Roman"/>
          <w:sz w:val="28"/>
          <w:szCs w:val="28"/>
        </w:rPr>
        <w:t>«6.7.2. Премия за выполнение особо важных и сложных работ устанавливается наиболее отличившимся руководителям Учреждений  по согласованию с Департаментом социальной политики муниципального образования «Городской округ Ногликский», осуществляющим функции и полномочия учредителя Учреждения, по форме представления о премировании руководителя муниципального бюджетного учреждения за выполнение особо важных и сложных работ</w:t>
      </w:r>
      <w:r w:rsidR="008F21C8">
        <w:rPr>
          <w:rFonts w:ascii="Times New Roman" w:hAnsi="Times New Roman"/>
          <w:sz w:val="28"/>
          <w:szCs w:val="28"/>
        </w:rPr>
        <w:t xml:space="preserve"> (согласно приложению 11 к настоящему Положению)</w:t>
      </w:r>
      <w:r w:rsidRPr="001D32A5">
        <w:rPr>
          <w:rFonts w:ascii="Times New Roman" w:hAnsi="Times New Roman"/>
          <w:sz w:val="28"/>
          <w:szCs w:val="28"/>
        </w:rPr>
        <w:t>, исходя из следующих критериев:</w:t>
      </w:r>
    </w:p>
    <w:p w14:paraId="6F91E851" w14:textId="77777777" w:rsidR="001D32A5" w:rsidRPr="001D32A5" w:rsidRDefault="001D32A5" w:rsidP="00C12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2A5">
        <w:rPr>
          <w:rFonts w:ascii="Times New Roman" w:hAnsi="Times New Roman"/>
          <w:sz w:val="28"/>
          <w:szCs w:val="28"/>
        </w:rPr>
        <w:t>- качественное и оперативное выполнение особо важных и срочных заданий и поручений руководителя органа местного самоуправления, осуществляющего функции и полномочия учредителя Учреждений;</w:t>
      </w:r>
    </w:p>
    <w:p w14:paraId="6F91E852" w14:textId="77777777" w:rsidR="001D32A5" w:rsidRPr="001D32A5" w:rsidRDefault="001D32A5" w:rsidP="00C12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2A5">
        <w:rPr>
          <w:rFonts w:ascii="Times New Roman" w:hAnsi="Times New Roman"/>
          <w:sz w:val="28"/>
          <w:szCs w:val="28"/>
        </w:rPr>
        <w:t>-  внедрение новых форм и методов работы, способствующих достижению высоких конечных результатов деятельности, в том числе снижению бюджетных расходов и увеличению прибыли Учреждения от приносящей доход деятельности.</w:t>
      </w:r>
    </w:p>
    <w:p w14:paraId="6F91E853" w14:textId="40E77A7E" w:rsidR="001D32A5" w:rsidRPr="001D32A5" w:rsidRDefault="001D32A5" w:rsidP="00C12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2A5">
        <w:rPr>
          <w:rFonts w:ascii="Times New Roman" w:hAnsi="Times New Roman"/>
          <w:sz w:val="28"/>
          <w:szCs w:val="28"/>
        </w:rPr>
        <w:t>Премия за выполнение особо важных и сложных работ выплачивается руководителю Учреждения при условии отсутствия дисциплинарного взыскания</w:t>
      </w:r>
      <w:r w:rsidR="00216C60">
        <w:rPr>
          <w:rFonts w:ascii="Times New Roman" w:hAnsi="Times New Roman"/>
          <w:sz w:val="28"/>
          <w:szCs w:val="28"/>
        </w:rPr>
        <w:t>.</w:t>
      </w:r>
      <w:r w:rsidRPr="001D32A5">
        <w:rPr>
          <w:rFonts w:ascii="Times New Roman" w:hAnsi="Times New Roman"/>
          <w:sz w:val="28"/>
          <w:szCs w:val="28"/>
        </w:rPr>
        <w:t>».</w:t>
      </w:r>
    </w:p>
    <w:p w14:paraId="6F91E854" w14:textId="2A495102" w:rsidR="001D32A5" w:rsidRPr="001D32A5" w:rsidRDefault="00216C60" w:rsidP="00C1274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 xml:space="preserve">Дополнить Положение формой, </w:t>
      </w:r>
      <w:r w:rsidR="001D32A5" w:rsidRPr="001D32A5">
        <w:rPr>
          <w:rFonts w:ascii="Times New Roman" w:hAnsi="Times New Roman"/>
          <w:sz w:val="28"/>
          <w:szCs w:val="28"/>
        </w:rPr>
        <w:t xml:space="preserve">изложив ее </w:t>
      </w:r>
      <w:r w:rsidR="003238E5">
        <w:rPr>
          <w:rFonts w:ascii="Times New Roman" w:hAnsi="Times New Roman"/>
          <w:sz w:val="28"/>
          <w:szCs w:val="28"/>
        </w:rPr>
        <w:t>в редакции согласно приложению</w:t>
      </w:r>
      <w:r w:rsidR="001D32A5" w:rsidRPr="001D32A5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14:paraId="6F91E855" w14:textId="77777777" w:rsidR="001D32A5" w:rsidRPr="001D32A5" w:rsidRDefault="001D32A5" w:rsidP="00C12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2A5">
        <w:rPr>
          <w:rFonts w:ascii="Times New Roman" w:hAnsi="Times New Roman"/>
          <w:sz w:val="28"/>
          <w:szCs w:val="28"/>
        </w:rPr>
        <w:t>3. Настоящее постановление вступает в силу с момента его официального опубликования.</w:t>
      </w:r>
    </w:p>
    <w:p w14:paraId="6F91E856" w14:textId="1213D0AC" w:rsidR="001D32A5" w:rsidRPr="001D32A5" w:rsidRDefault="001D32A5" w:rsidP="00C12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2A5">
        <w:rPr>
          <w:rFonts w:ascii="Times New Roman" w:hAnsi="Times New Roman"/>
          <w:sz w:val="28"/>
          <w:szCs w:val="28"/>
        </w:rPr>
        <w:t xml:space="preserve">4. Опубликовать настоящее постановление в газете «Знамя труда» </w:t>
      </w:r>
      <w:r w:rsidR="00216C60">
        <w:rPr>
          <w:rFonts w:ascii="Times New Roman" w:hAnsi="Times New Roman"/>
          <w:sz w:val="28"/>
          <w:szCs w:val="28"/>
        </w:rPr>
        <w:br/>
      </w:r>
      <w:r w:rsidRPr="001D32A5">
        <w:rPr>
          <w:rFonts w:ascii="Times New Roman" w:hAnsi="Times New Roman"/>
          <w:sz w:val="28"/>
          <w:szCs w:val="28"/>
        </w:rPr>
        <w:t>и разместить на</w:t>
      </w:r>
      <w:bookmarkStart w:id="0" w:name="_GoBack"/>
      <w:bookmarkEnd w:id="0"/>
      <w:r w:rsidRPr="001D32A5">
        <w:rPr>
          <w:rFonts w:ascii="Times New Roman" w:hAnsi="Times New Roman"/>
          <w:sz w:val="28"/>
          <w:szCs w:val="28"/>
        </w:rPr>
        <w:t xml:space="preserve"> официальном сайте муниципального образования «Городской округ Ногликский» в</w:t>
      </w:r>
      <w:r w:rsidR="00216C60">
        <w:rPr>
          <w:rFonts w:ascii="Times New Roman" w:hAnsi="Times New Roman"/>
          <w:sz w:val="28"/>
          <w:szCs w:val="28"/>
        </w:rPr>
        <w:t xml:space="preserve"> информационно-телекоммуникационной</w:t>
      </w:r>
      <w:r w:rsidRPr="001D32A5">
        <w:rPr>
          <w:rFonts w:ascii="Times New Roman" w:hAnsi="Times New Roman"/>
          <w:sz w:val="28"/>
          <w:szCs w:val="28"/>
        </w:rPr>
        <w:t xml:space="preserve"> сети «Интернет».</w:t>
      </w:r>
    </w:p>
    <w:p w14:paraId="6F91E857" w14:textId="77777777" w:rsidR="001E3A06" w:rsidRDefault="001E3A06" w:rsidP="00216C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390445" w14:textId="77777777" w:rsidR="00216C60" w:rsidRDefault="00216C60" w:rsidP="00216C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91E858" w14:textId="77777777" w:rsidR="008629FA" w:rsidRDefault="008629FA" w:rsidP="001E3A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F91E85E" w14:textId="1E792D3E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216C60">
        <w:rPr>
          <w:rFonts w:ascii="Times New Roman" w:hAnsi="Times New Roman"/>
          <w:sz w:val="28"/>
          <w:szCs w:val="28"/>
        </w:rPr>
        <w:t xml:space="preserve">Ногликский» </w:t>
      </w:r>
      <w:r w:rsidR="00216C6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16C60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С.В.</w:t>
      </w:r>
      <w:r w:rsidR="00216C60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C67553">
      <w:headerReference w:type="default" r:id="rId7"/>
      <w:footerReference w:type="default" r:id="rId8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1E863" w14:textId="77777777" w:rsidR="003C6418" w:rsidRDefault="003C6418" w:rsidP="00AE5C63">
      <w:pPr>
        <w:spacing w:after="0" w:line="240" w:lineRule="auto"/>
      </w:pPr>
      <w:r>
        <w:separator/>
      </w:r>
    </w:p>
  </w:endnote>
  <w:endnote w:type="continuationSeparator" w:id="0">
    <w:p w14:paraId="6F91E864" w14:textId="77777777" w:rsidR="003C6418" w:rsidRDefault="003C6418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E865" w14:textId="03F6F571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1E861" w14:textId="77777777" w:rsidR="003C6418" w:rsidRDefault="003C6418" w:rsidP="00AE5C63">
      <w:pPr>
        <w:spacing w:after="0" w:line="240" w:lineRule="auto"/>
      </w:pPr>
      <w:r>
        <w:separator/>
      </w:r>
    </w:p>
  </w:footnote>
  <w:footnote w:type="continuationSeparator" w:id="0">
    <w:p w14:paraId="6F91E862" w14:textId="77777777" w:rsidR="003C6418" w:rsidRDefault="003C6418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336158"/>
      <w:docPartObj>
        <w:docPartGallery w:val="Page Numbers (Top of Page)"/>
        <w:docPartUnique/>
      </w:docPartObj>
    </w:sdtPr>
    <w:sdtEndPr/>
    <w:sdtContent>
      <w:p w14:paraId="5E15719E" w14:textId="69A14C0C" w:rsidR="00C67553" w:rsidRDefault="00C6755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43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3768"/>
    <w:rsid w:val="000C614B"/>
    <w:rsid w:val="00185FEC"/>
    <w:rsid w:val="001D32A5"/>
    <w:rsid w:val="001E1F9F"/>
    <w:rsid w:val="001E3A06"/>
    <w:rsid w:val="001E59BC"/>
    <w:rsid w:val="00216C60"/>
    <w:rsid w:val="002B26ED"/>
    <w:rsid w:val="002D2635"/>
    <w:rsid w:val="002E5832"/>
    <w:rsid w:val="003238E5"/>
    <w:rsid w:val="00364F8F"/>
    <w:rsid w:val="0037195E"/>
    <w:rsid w:val="003C6418"/>
    <w:rsid w:val="00520CBF"/>
    <w:rsid w:val="006C676D"/>
    <w:rsid w:val="00712436"/>
    <w:rsid w:val="007536BF"/>
    <w:rsid w:val="007E14DF"/>
    <w:rsid w:val="0083710A"/>
    <w:rsid w:val="008629FA"/>
    <w:rsid w:val="0089002E"/>
    <w:rsid w:val="008F21C8"/>
    <w:rsid w:val="00986EE2"/>
    <w:rsid w:val="00987DB5"/>
    <w:rsid w:val="009D49CD"/>
    <w:rsid w:val="00A14AB2"/>
    <w:rsid w:val="00A9156F"/>
    <w:rsid w:val="00AC72C8"/>
    <w:rsid w:val="00AE5C63"/>
    <w:rsid w:val="00B10ED9"/>
    <w:rsid w:val="00B25688"/>
    <w:rsid w:val="00C02849"/>
    <w:rsid w:val="00C1274E"/>
    <w:rsid w:val="00C67553"/>
    <w:rsid w:val="00D12794"/>
    <w:rsid w:val="00D67BD8"/>
    <w:rsid w:val="00DF7897"/>
    <w:rsid w:val="00E34843"/>
    <w:rsid w:val="00E37B8A"/>
    <w:rsid w:val="00E609BC"/>
    <w:rsid w:val="00E94F06"/>
    <w:rsid w:val="00EA0EFF"/>
    <w:rsid w:val="00EB1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1E83E"/>
  <w15:docId w15:val="{6F0AF992-48C1-4D2C-AD30-69D1747F0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56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F2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21C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804"/>
    <w:rsid w:val="001056E9"/>
    <w:rsid w:val="001B66AC"/>
    <w:rsid w:val="004B4044"/>
    <w:rsid w:val="005158F8"/>
    <w:rsid w:val="00557160"/>
    <w:rsid w:val="005A390E"/>
    <w:rsid w:val="008C678B"/>
    <w:rsid w:val="009279B4"/>
    <w:rsid w:val="00A86AD5"/>
    <w:rsid w:val="00C95804"/>
    <w:rsid w:val="00CF735B"/>
    <w:rsid w:val="00DB2DF4"/>
    <w:rsid w:val="00FC3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B2DF4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DB2DF4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DB2DF4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2020-10-01T06:49:00Z</cp:lastPrinted>
  <dcterms:created xsi:type="dcterms:W3CDTF">2020-10-01T06:51:00Z</dcterms:created>
  <dcterms:modified xsi:type="dcterms:W3CDTF">2020-10-01T06:51:00Z</dcterms:modified>
</cp:coreProperties>
</file>