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DD80BF" w14:textId="77777777" w:rsidTr="00987DB5">
        <w:tc>
          <w:tcPr>
            <w:tcW w:w="9498" w:type="dxa"/>
          </w:tcPr>
          <w:p w14:paraId="21DD80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DD80DD" wp14:editId="21DD80D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DD80BC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1DD80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DD80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DD80C0" w14:textId="5D092B5B" w:rsidR="00AE5C63" w:rsidRPr="00A2730B" w:rsidRDefault="00762BD1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5C63" w:rsidRPr="00A2730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 сентября </w:t>
      </w:r>
      <w:r w:rsidR="00AE5C63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AE5C63" w:rsidRPr="00A2730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C63" w:rsidRPr="00762BD1">
        <w:rPr>
          <w:rFonts w:ascii="Times New Roman" w:hAnsi="Times New Roman"/>
          <w:sz w:val="28"/>
          <w:szCs w:val="28"/>
        </w:rPr>
        <w:t>145</w:t>
      </w:r>
    </w:p>
    <w:p w14:paraId="21DD80C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1DD80C2" w14:textId="4A220177" w:rsidR="001E3A06" w:rsidRPr="00A2730B" w:rsidRDefault="001E3A06" w:rsidP="00A273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730B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системе оплаты труда </w:t>
      </w:r>
      <w:r w:rsidR="00762BD1">
        <w:rPr>
          <w:rFonts w:ascii="Times New Roman" w:hAnsi="Times New Roman"/>
          <w:b/>
          <w:sz w:val="28"/>
          <w:szCs w:val="28"/>
        </w:rPr>
        <w:br/>
      </w:r>
      <w:r w:rsidRPr="00A2730B">
        <w:rPr>
          <w:rFonts w:ascii="Times New Roman" w:hAnsi="Times New Roman"/>
          <w:b/>
          <w:sz w:val="28"/>
          <w:szCs w:val="28"/>
        </w:rPr>
        <w:t>работ</w:t>
      </w:r>
      <w:r w:rsidR="00A2730B">
        <w:rPr>
          <w:rFonts w:ascii="Times New Roman" w:hAnsi="Times New Roman"/>
          <w:b/>
          <w:sz w:val="28"/>
          <w:szCs w:val="28"/>
        </w:rPr>
        <w:t>ников муниципального бюджетного</w:t>
      </w:r>
      <w:r w:rsidRPr="00A2730B">
        <w:rPr>
          <w:rFonts w:ascii="Times New Roman" w:hAnsi="Times New Roman"/>
          <w:b/>
          <w:sz w:val="28"/>
          <w:szCs w:val="28"/>
        </w:rPr>
        <w:t xml:space="preserve"> учреждения</w:t>
      </w:r>
      <w:r w:rsidR="00762BD1">
        <w:rPr>
          <w:rFonts w:ascii="Times New Roman" w:hAnsi="Times New Roman"/>
          <w:b/>
          <w:sz w:val="28"/>
          <w:szCs w:val="28"/>
        </w:rPr>
        <w:br/>
      </w:r>
      <w:r w:rsidRPr="00A2730B">
        <w:rPr>
          <w:rFonts w:ascii="Times New Roman" w:hAnsi="Times New Roman"/>
          <w:b/>
          <w:sz w:val="28"/>
          <w:szCs w:val="28"/>
        </w:rPr>
        <w:t xml:space="preserve"> дополнительного образования Детская школа искусств</w:t>
      </w:r>
    </w:p>
    <w:p w14:paraId="21DD80C3" w14:textId="77777777" w:rsidR="001E3A06" w:rsidRPr="00A2730B" w:rsidRDefault="001E3A06" w:rsidP="00A2730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DD80C4" w14:textId="414A16AD" w:rsidR="001E3A06" w:rsidRPr="001E3A06" w:rsidRDefault="004D6FF0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B04B62">
        <w:rPr>
          <w:rFonts w:ascii="Times New Roman" w:hAnsi="Times New Roman"/>
          <w:sz w:val="28"/>
          <w:szCs w:val="28"/>
        </w:rPr>
        <w:t xml:space="preserve"> </w:t>
      </w:r>
      <w:r w:rsidR="001E3A06" w:rsidRPr="001E3A06">
        <w:rPr>
          <w:rFonts w:ascii="Times New Roman" w:hAnsi="Times New Roman"/>
          <w:sz w:val="28"/>
          <w:szCs w:val="28"/>
        </w:rPr>
        <w:t xml:space="preserve">п. 3 постановления Правительства Сахалинской области </w:t>
      </w:r>
      <w:r w:rsidR="00B04B62" w:rsidRPr="001E3A06">
        <w:rPr>
          <w:rFonts w:ascii="Times New Roman" w:hAnsi="Times New Roman"/>
          <w:sz w:val="28"/>
          <w:szCs w:val="28"/>
        </w:rPr>
        <w:t xml:space="preserve">от 07.02.2013 № 48 </w:t>
      </w:r>
      <w:r w:rsidR="001E3A06" w:rsidRPr="001E3A06">
        <w:rPr>
          <w:rFonts w:ascii="Times New Roman" w:hAnsi="Times New Roman"/>
          <w:sz w:val="28"/>
          <w:szCs w:val="28"/>
        </w:rPr>
        <w:t xml:space="preserve">«О совершенствовании систем оплаты труда работников государственных учреждений Сахалинской области»,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1E3A06" w:rsidRPr="001E3A06">
        <w:rPr>
          <w:rFonts w:ascii="Times New Roman" w:hAnsi="Times New Roman"/>
          <w:sz w:val="28"/>
          <w:szCs w:val="28"/>
        </w:rPr>
        <w:t>ст. 28 Устава муниципального образования «Городской округ Ногликский»,</w:t>
      </w:r>
      <w:r w:rsidR="00B04B62" w:rsidRPr="00B04B62">
        <w:rPr>
          <w:rFonts w:ascii="Times New Roman" w:hAnsi="Times New Roman"/>
          <w:sz w:val="28"/>
          <w:szCs w:val="28"/>
        </w:rPr>
        <w:t xml:space="preserve"> </w:t>
      </w:r>
      <w:r w:rsidR="00A2730B" w:rsidRPr="00A2730B">
        <w:rPr>
          <w:rFonts w:ascii="Times New Roman" w:hAnsi="Times New Roman"/>
          <w:b/>
          <w:sz w:val="28"/>
          <w:szCs w:val="28"/>
        </w:rPr>
        <w:t>ПОСТАНОВЛЯЮ:</w:t>
      </w:r>
    </w:p>
    <w:p w14:paraId="21DD80C5" w14:textId="620BF2D0" w:rsidR="001E3A06" w:rsidRPr="001E3A06" w:rsidRDefault="001E3A06" w:rsidP="0050613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1.</w:t>
      </w:r>
      <w:r w:rsidRPr="001E3A06">
        <w:rPr>
          <w:rFonts w:ascii="Times New Roman" w:hAnsi="Times New Roman"/>
          <w:sz w:val="28"/>
          <w:szCs w:val="28"/>
        </w:rPr>
        <w:tab/>
        <w:t>Внести изменения в Положение о системе оплаты труда работников муниципального бюджетного учреждения дополнительного образования Детска</w:t>
      </w:r>
      <w:r w:rsidR="00A2730B">
        <w:rPr>
          <w:rFonts w:ascii="Times New Roman" w:hAnsi="Times New Roman"/>
          <w:sz w:val="28"/>
          <w:szCs w:val="28"/>
        </w:rPr>
        <w:t xml:space="preserve">я школа искусств, утвержденное постановлением мэра </w:t>
      </w:r>
      <w:r w:rsidRPr="001E3A06">
        <w:rPr>
          <w:rFonts w:ascii="Times New Roman" w:hAnsi="Times New Roman"/>
          <w:sz w:val="28"/>
          <w:szCs w:val="28"/>
        </w:rPr>
        <w:t>муниципального образования «Городской окр</w:t>
      </w:r>
      <w:r w:rsidR="00A2730B">
        <w:rPr>
          <w:rFonts w:ascii="Times New Roman" w:hAnsi="Times New Roman"/>
          <w:sz w:val="28"/>
          <w:szCs w:val="28"/>
        </w:rPr>
        <w:t xml:space="preserve">уг Ногликский» </w:t>
      </w:r>
      <w:r w:rsidR="00B04B62">
        <w:rPr>
          <w:rFonts w:ascii="Times New Roman" w:hAnsi="Times New Roman"/>
          <w:sz w:val="28"/>
          <w:szCs w:val="28"/>
        </w:rPr>
        <w:t xml:space="preserve">от 03.02.2020 </w:t>
      </w:r>
      <w:r w:rsidR="00A2730B">
        <w:rPr>
          <w:rFonts w:ascii="Times New Roman" w:hAnsi="Times New Roman"/>
          <w:sz w:val="28"/>
          <w:szCs w:val="28"/>
        </w:rPr>
        <w:t>№ 13 «О системе</w:t>
      </w:r>
      <w:r w:rsidRPr="001E3A06">
        <w:rPr>
          <w:rFonts w:ascii="Times New Roman" w:hAnsi="Times New Roman"/>
          <w:sz w:val="28"/>
          <w:szCs w:val="28"/>
        </w:rPr>
        <w:t xml:space="preserve"> оплаты труда работников муниципального бюджетного учреждения дополнительного образования Детская школа искусств», следующие изменения:</w:t>
      </w:r>
    </w:p>
    <w:p w14:paraId="21DD80C6" w14:textId="77777777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1.1. В разделе 1 «Общие положения»:</w:t>
      </w:r>
    </w:p>
    <w:p w14:paraId="21DD80C7" w14:textId="6A5DFD37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1.1.1</w:t>
      </w:r>
      <w:r w:rsidR="00A2730B">
        <w:rPr>
          <w:rFonts w:ascii="Times New Roman" w:hAnsi="Times New Roman"/>
          <w:sz w:val="28"/>
          <w:szCs w:val="28"/>
        </w:rPr>
        <w:t>.</w:t>
      </w:r>
      <w:r w:rsidRPr="001E3A06">
        <w:rPr>
          <w:rFonts w:ascii="Times New Roman" w:hAnsi="Times New Roman"/>
          <w:sz w:val="28"/>
          <w:szCs w:val="28"/>
        </w:rPr>
        <w:t xml:space="preserve"> </w:t>
      </w:r>
      <w:r w:rsidR="00A2730B">
        <w:rPr>
          <w:rFonts w:ascii="Times New Roman" w:hAnsi="Times New Roman"/>
          <w:sz w:val="28"/>
          <w:szCs w:val="28"/>
        </w:rPr>
        <w:t>П</w:t>
      </w:r>
      <w:r w:rsidRPr="001E3A06">
        <w:rPr>
          <w:rFonts w:ascii="Times New Roman" w:hAnsi="Times New Roman"/>
          <w:sz w:val="28"/>
          <w:szCs w:val="28"/>
        </w:rPr>
        <w:t>ункт 1.4 изложить в следующей редакции:</w:t>
      </w:r>
    </w:p>
    <w:p w14:paraId="21DD80C8" w14:textId="6E1C1828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«1.4. Отнесение работников к профессиональным квалификационным группам осуществляется в соответствии с требованиями Квалификационного справочника должностей руководителей,  специалистов и служащих, Единого тарифно-квалификационного справочника работ и профессий рабочих, профессиональных стандартов, а также критериями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</w:t>
      </w:r>
      <w:r w:rsidR="00A2730B">
        <w:rPr>
          <w:rFonts w:ascii="Times New Roman" w:hAnsi="Times New Roman"/>
          <w:sz w:val="28"/>
          <w:szCs w:val="28"/>
        </w:rPr>
        <w:t>у регулированию в сфере труда.».</w:t>
      </w:r>
    </w:p>
    <w:p w14:paraId="21DD80C9" w14:textId="3282A242" w:rsidR="001E3A06" w:rsidRPr="001E3A06" w:rsidRDefault="00A2730B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П</w:t>
      </w:r>
      <w:r w:rsidR="001E3A06" w:rsidRPr="001E3A06">
        <w:rPr>
          <w:rFonts w:ascii="Times New Roman" w:hAnsi="Times New Roman"/>
          <w:sz w:val="28"/>
          <w:szCs w:val="28"/>
        </w:rPr>
        <w:t>ункт 1.6 изложить в следующей редакции:</w:t>
      </w:r>
    </w:p>
    <w:p w14:paraId="21DD80CA" w14:textId="09FC79E0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lastRenderedPageBreak/>
        <w:t>«1.6. Наименования должностей (</w:t>
      </w:r>
      <w:r w:rsidR="005006B5">
        <w:rPr>
          <w:rFonts w:ascii="Times New Roman" w:hAnsi="Times New Roman"/>
          <w:sz w:val="28"/>
          <w:szCs w:val="28"/>
        </w:rPr>
        <w:t xml:space="preserve">профессий) </w:t>
      </w:r>
      <w:r w:rsidR="00A2730B">
        <w:rPr>
          <w:rFonts w:ascii="Times New Roman" w:hAnsi="Times New Roman"/>
          <w:sz w:val="28"/>
          <w:szCs w:val="28"/>
        </w:rPr>
        <w:t>работников Учреждения,</w:t>
      </w:r>
      <w:r w:rsidRPr="001E3A06">
        <w:rPr>
          <w:rFonts w:ascii="Times New Roman" w:hAnsi="Times New Roman"/>
          <w:sz w:val="28"/>
          <w:szCs w:val="28"/>
        </w:rPr>
        <w:t xml:space="preserve"> и их квалификация должны соответствовать наименованиям должностей руководителей, специалистов и служащих, профессий рабочих и квалификационным требованиям к ним, предусмотренным Единым квалификац</w:t>
      </w:r>
      <w:r w:rsidR="00A2730B">
        <w:rPr>
          <w:rFonts w:ascii="Times New Roman" w:hAnsi="Times New Roman"/>
          <w:sz w:val="28"/>
          <w:szCs w:val="28"/>
        </w:rPr>
        <w:t xml:space="preserve">ионным справочником должностей </w:t>
      </w:r>
      <w:r w:rsidRPr="001E3A06">
        <w:rPr>
          <w:rFonts w:ascii="Times New Roman" w:hAnsi="Times New Roman"/>
          <w:sz w:val="28"/>
          <w:szCs w:val="28"/>
        </w:rPr>
        <w:t xml:space="preserve">руководителей, специалистов </w:t>
      </w:r>
      <w:r w:rsidR="00A2730B">
        <w:rPr>
          <w:rFonts w:ascii="Times New Roman" w:hAnsi="Times New Roman"/>
          <w:sz w:val="28"/>
          <w:szCs w:val="28"/>
        </w:rPr>
        <w:t xml:space="preserve">и служащих, </w:t>
      </w:r>
      <w:r w:rsidRPr="001E3A06">
        <w:rPr>
          <w:rFonts w:ascii="Times New Roman" w:hAnsi="Times New Roman"/>
          <w:sz w:val="28"/>
          <w:szCs w:val="28"/>
        </w:rPr>
        <w:t>Единым тарифно-квалификационным справочником работ и профессий рабочих и профессиональными стандартами</w:t>
      </w:r>
      <w:r w:rsidR="00506132">
        <w:rPr>
          <w:rFonts w:ascii="Times New Roman" w:hAnsi="Times New Roman"/>
          <w:sz w:val="28"/>
          <w:szCs w:val="28"/>
        </w:rPr>
        <w:t>.</w:t>
      </w:r>
      <w:r w:rsidRPr="001E3A06">
        <w:rPr>
          <w:rFonts w:ascii="Times New Roman" w:hAnsi="Times New Roman"/>
          <w:sz w:val="28"/>
          <w:szCs w:val="28"/>
        </w:rPr>
        <w:t>».</w:t>
      </w:r>
    </w:p>
    <w:p w14:paraId="21DD80CB" w14:textId="77777777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1.2. В разделе 6 «Условия оплаты труда руководителя Учреждения, его заместителей, главного бухгалтера»:</w:t>
      </w:r>
    </w:p>
    <w:p w14:paraId="21DD80CC" w14:textId="22408F13" w:rsidR="001E3A06" w:rsidRPr="001E3A06" w:rsidRDefault="00506132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Пункт 6.9.2</w:t>
      </w:r>
      <w:r w:rsidR="001E3A06" w:rsidRPr="001E3A0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21DD80CD" w14:textId="1931152D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 xml:space="preserve">«6.9.2. Премия за выполнение особо важных и сложных работ устанавливается </w:t>
      </w:r>
      <w:r w:rsidR="00B04B62">
        <w:rPr>
          <w:rFonts w:ascii="Times New Roman" w:hAnsi="Times New Roman"/>
          <w:sz w:val="28"/>
          <w:szCs w:val="28"/>
        </w:rPr>
        <w:t>руководителю Учреждения</w:t>
      </w:r>
      <w:r w:rsidR="00A2730B">
        <w:rPr>
          <w:rFonts w:ascii="Times New Roman" w:hAnsi="Times New Roman"/>
          <w:sz w:val="28"/>
          <w:szCs w:val="28"/>
        </w:rPr>
        <w:t xml:space="preserve"> </w:t>
      </w:r>
      <w:r w:rsidRPr="001E3A06">
        <w:rPr>
          <w:rFonts w:ascii="Times New Roman" w:hAnsi="Times New Roman"/>
          <w:sz w:val="28"/>
          <w:szCs w:val="28"/>
        </w:rPr>
        <w:t>по согласованию с Департаментом социальной политики муниципального образования «Городской округ Ногликский», осуществляющим функции и полномочия учредителя Учреждения, по форме представле</w:t>
      </w:r>
      <w:r w:rsidR="00A2730B">
        <w:rPr>
          <w:rFonts w:ascii="Times New Roman" w:hAnsi="Times New Roman"/>
          <w:sz w:val="28"/>
          <w:szCs w:val="28"/>
        </w:rPr>
        <w:t>ния о премировании руководителя</w:t>
      </w:r>
      <w:r w:rsidR="00B04B62">
        <w:rPr>
          <w:rFonts w:ascii="Times New Roman" w:hAnsi="Times New Roman"/>
          <w:sz w:val="28"/>
          <w:szCs w:val="28"/>
        </w:rPr>
        <w:t xml:space="preserve"> </w:t>
      </w:r>
      <w:r w:rsidRPr="001E3A06">
        <w:rPr>
          <w:rFonts w:ascii="Times New Roman" w:hAnsi="Times New Roman"/>
          <w:sz w:val="28"/>
          <w:szCs w:val="28"/>
        </w:rPr>
        <w:t>муниципального бюджетного учреждения за выполнение особо важных и сложных работ</w:t>
      </w:r>
      <w:r w:rsidR="00B04B62">
        <w:rPr>
          <w:rFonts w:ascii="Times New Roman" w:hAnsi="Times New Roman"/>
          <w:sz w:val="28"/>
          <w:szCs w:val="28"/>
        </w:rPr>
        <w:t xml:space="preserve"> (согласно приложению 10 к настоящему Положению)</w:t>
      </w:r>
      <w:r w:rsidRPr="001E3A06">
        <w:rPr>
          <w:rFonts w:ascii="Times New Roman" w:hAnsi="Times New Roman"/>
          <w:sz w:val="28"/>
          <w:szCs w:val="28"/>
        </w:rPr>
        <w:t>, исходя из следующих критериев:</w:t>
      </w:r>
    </w:p>
    <w:p w14:paraId="21DD80CE" w14:textId="77777777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21DD80CF" w14:textId="6F7E6A2F" w:rsidR="001E3A06" w:rsidRPr="001E3A06" w:rsidRDefault="00A2730B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E3A06" w:rsidRPr="001E3A06">
        <w:rPr>
          <w:rFonts w:ascii="Times New Roman" w:hAnsi="Times New Roman"/>
          <w:sz w:val="28"/>
          <w:szCs w:val="28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21DD80D0" w14:textId="5F4F0FCA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Премия за выполнен</w:t>
      </w:r>
      <w:r w:rsidR="00A2730B">
        <w:rPr>
          <w:rFonts w:ascii="Times New Roman" w:hAnsi="Times New Roman"/>
          <w:sz w:val="28"/>
          <w:szCs w:val="28"/>
        </w:rPr>
        <w:t>ие особо важных и сложных работ</w:t>
      </w:r>
      <w:r w:rsidRPr="001E3A06">
        <w:rPr>
          <w:rFonts w:ascii="Times New Roman" w:hAnsi="Times New Roman"/>
          <w:sz w:val="28"/>
          <w:szCs w:val="28"/>
        </w:rPr>
        <w:t xml:space="preserve"> выплачивается руководителю Учреждения при условии отсутствия дисциплинарного взыскания</w:t>
      </w:r>
      <w:r w:rsidR="00506132">
        <w:rPr>
          <w:rFonts w:ascii="Times New Roman" w:hAnsi="Times New Roman"/>
          <w:sz w:val="28"/>
          <w:szCs w:val="28"/>
        </w:rPr>
        <w:t>.</w:t>
      </w:r>
      <w:r w:rsidRPr="001E3A06">
        <w:rPr>
          <w:rFonts w:ascii="Times New Roman" w:hAnsi="Times New Roman"/>
          <w:sz w:val="28"/>
          <w:szCs w:val="28"/>
        </w:rPr>
        <w:t>».</w:t>
      </w:r>
    </w:p>
    <w:p w14:paraId="21DD80D1" w14:textId="7834893C" w:rsidR="001E3A06" w:rsidRPr="001E3A06" w:rsidRDefault="00A2730B" w:rsidP="005061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Дополнить Положение формой,</w:t>
      </w:r>
      <w:r w:rsidR="001E3A06" w:rsidRPr="001E3A06">
        <w:rPr>
          <w:rFonts w:ascii="Times New Roman" w:hAnsi="Times New Roman"/>
          <w:sz w:val="28"/>
          <w:szCs w:val="28"/>
        </w:rPr>
        <w:t xml:space="preserve"> изложив ее </w:t>
      </w:r>
      <w:r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 w:rsidR="001E3A06" w:rsidRPr="001E3A06">
        <w:rPr>
          <w:rFonts w:ascii="Times New Roman" w:hAnsi="Times New Roman"/>
          <w:sz w:val="28"/>
          <w:szCs w:val="28"/>
        </w:rPr>
        <w:t xml:space="preserve">к настоящему постановлению. </w:t>
      </w:r>
    </w:p>
    <w:p w14:paraId="21DD80D2" w14:textId="72CDE640" w:rsidR="001E3A06" w:rsidRP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14:paraId="21DD80D3" w14:textId="0F5273F1" w:rsidR="001E3A06" w:rsidRDefault="001E3A06" w:rsidP="00A273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3A06">
        <w:rPr>
          <w:rFonts w:ascii="Times New Roman" w:hAnsi="Times New Roman"/>
          <w:sz w:val="28"/>
          <w:szCs w:val="28"/>
        </w:rPr>
        <w:t>4. Опубликова</w:t>
      </w:r>
      <w:bookmarkStart w:id="0" w:name="_GoBack"/>
      <w:bookmarkEnd w:id="0"/>
      <w:r w:rsidRPr="001E3A06">
        <w:rPr>
          <w:rFonts w:ascii="Times New Roman" w:hAnsi="Times New Roman"/>
          <w:sz w:val="28"/>
          <w:szCs w:val="28"/>
        </w:rPr>
        <w:t xml:space="preserve">ть настоящее постановление в газете «Знамя труда» </w:t>
      </w:r>
      <w:r w:rsidR="00A2730B">
        <w:rPr>
          <w:rFonts w:ascii="Times New Roman" w:hAnsi="Times New Roman"/>
          <w:sz w:val="28"/>
          <w:szCs w:val="28"/>
        </w:rPr>
        <w:br/>
      </w:r>
      <w:r w:rsidRPr="001E3A06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A2730B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1E3A06">
        <w:rPr>
          <w:rFonts w:ascii="Times New Roman" w:hAnsi="Times New Roman"/>
          <w:sz w:val="28"/>
          <w:szCs w:val="28"/>
        </w:rPr>
        <w:t>сети «Интернет».</w:t>
      </w:r>
    </w:p>
    <w:p w14:paraId="21DD80D4" w14:textId="77777777" w:rsidR="001E3A06" w:rsidRDefault="001E3A06" w:rsidP="00A273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DD80D5" w14:textId="77777777" w:rsidR="001E3A06" w:rsidRDefault="001E3A06" w:rsidP="00A273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DD80D6" w14:textId="77777777" w:rsidR="008629FA" w:rsidRDefault="008629FA" w:rsidP="00A273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DD80DC" w14:textId="0161E762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A2730B">
        <w:rPr>
          <w:rFonts w:ascii="Times New Roman" w:hAnsi="Times New Roman"/>
          <w:sz w:val="28"/>
          <w:szCs w:val="28"/>
        </w:rPr>
        <w:t xml:space="preserve">Ногликский» </w:t>
      </w:r>
      <w:r w:rsidR="00A2730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2730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A2730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A2730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D80E1" w14:textId="77777777" w:rsidR="00986EE2" w:rsidRDefault="00986EE2" w:rsidP="00AE5C63">
      <w:pPr>
        <w:spacing w:after="0" w:line="240" w:lineRule="auto"/>
      </w:pPr>
      <w:r>
        <w:separator/>
      </w:r>
    </w:p>
  </w:endnote>
  <w:endnote w:type="continuationSeparator" w:id="0">
    <w:p w14:paraId="21DD80E2" w14:textId="77777777" w:rsidR="00986EE2" w:rsidRDefault="00986EE2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80E3" w14:textId="18C03F4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D80DF" w14:textId="77777777" w:rsidR="00986EE2" w:rsidRDefault="00986EE2" w:rsidP="00AE5C63">
      <w:pPr>
        <w:spacing w:after="0" w:line="240" w:lineRule="auto"/>
      </w:pPr>
      <w:r>
        <w:separator/>
      </w:r>
    </w:p>
  </w:footnote>
  <w:footnote w:type="continuationSeparator" w:id="0">
    <w:p w14:paraId="21DD80E0" w14:textId="77777777" w:rsidR="00986EE2" w:rsidRDefault="00986EE2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0362637"/>
      <w:docPartObj>
        <w:docPartGallery w:val="Page Numbers (Top of Page)"/>
        <w:docPartUnique/>
      </w:docPartObj>
    </w:sdtPr>
    <w:sdtEndPr/>
    <w:sdtContent>
      <w:p w14:paraId="1B0AF1B8" w14:textId="161ACEFE" w:rsidR="00A2730B" w:rsidRDefault="00A273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BD1">
          <w:rPr>
            <w:noProof/>
          </w:rPr>
          <w:t>2</w:t>
        </w:r>
        <w:r>
          <w:fldChar w:fldCharType="end"/>
        </w:r>
      </w:p>
    </w:sdtContent>
  </w:sdt>
  <w:p w14:paraId="2A931C5D" w14:textId="77777777" w:rsidR="00A2730B" w:rsidRDefault="00A273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3A06"/>
    <w:rsid w:val="002B26ED"/>
    <w:rsid w:val="002D2635"/>
    <w:rsid w:val="002E5832"/>
    <w:rsid w:val="00364F8F"/>
    <w:rsid w:val="0037195E"/>
    <w:rsid w:val="004D6FF0"/>
    <w:rsid w:val="005006B5"/>
    <w:rsid w:val="00506132"/>
    <w:rsid w:val="00520CBF"/>
    <w:rsid w:val="005D2523"/>
    <w:rsid w:val="007364C3"/>
    <w:rsid w:val="00762BD1"/>
    <w:rsid w:val="008629FA"/>
    <w:rsid w:val="0093192B"/>
    <w:rsid w:val="00941EE9"/>
    <w:rsid w:val="00986EE2"/>
    <w:rsid w:val="00987DB5"/>
    <w:rsid w:val="009D1307"/>
    <w:rsid w:val="00A14AB2"/>
    <w:rsid w:val="00A2730B"/>
    <w:rsid w:val="00AC72C8"/>
    <w:rsid w:val="00AE5C63"/>
    <w:rsid w:val="00B04B62"/>
    <w:rsid w:val="00B10ED9"/>
    <w:rsid w:val="00B25688"/>
    <w:rsid w:val="00C02849"/>
    <w:rsid w:val="00D12794"/>
    <w:rsid w:val="00D67BD8"/>
    <w:rsid w:val="00DF7897"/>
    <w:rsid w:val="00E37B8A"/>
    <w:rsid w:val="00E609BC"/>
    <w:rsid w:val="00E94F06"/>
    <w:rsid w:val="00EA0EFF"/>
    <w:rsid w:val="00EB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80BB"/>
  <w15:docId w15:val="{27EAD5D3-D922-427F-BDF5-84C5E2A6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52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04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4B6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1056E9"/>
    <w:rsid w:val="001B66AC"/>
    <w:rsid w:val="004B4044"/>
    <w:rsid w:val="005A390E"/>
    <w:rsid w:val="00792DEB"/>
    <w:rsid w:val="008C678B"/>
    <w:rsid w:val="008F5F6D"/>
    <w:rsid w:val="009279B4"/>
    <w:rsid w:val="00B90FE7"/>
    <w:rsid w:val="00C95804"/>
    <w:rsid w:val="00CF735B"/>
    <w:rsid w:val="00DB2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DF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B2DF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B2DF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2020-10-01T22:55:00Z</cp:lastPrinted>
  <dcterms:created xsi:type="dcterms:W3CDTF">2020-10-01T22:55:00Z</dcterms:created>
  <dcterms:modified xsi:type="dcterms:W3CDTF">2020-10-01T22:55:00Z</dcterms:modified>
</cp:coreProperties>
</file>