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02111" w14:textId="77777777" w:rsidR="00C439A4" w:rsidRDefault="00387607" w:rsidP="00C439A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387607">
        <w:rPr>
          <w:rFonts w:ascii="Times New Roman" w:hAnsi="Times New Roman"/>
          <w:sz w:val="28"/>
          <w:szCs w:val="28"/>
        </w:rPr>
        <w:t>П</w:t>
      </w:r>
      <w:r w:rsidR="00C439A4">
        <w:rPr>
          <w:rFonts w:ascii="Times New Roman" w:hAnsi="Times New Roman"/>
          <w:sz w:val="28"/>
          <w:szCs w:val="28"/>
        </w:rPr>
        <w:t>РИЛОЖЕНИЕ</w:t>
      </w:r>
    </w:p>
    <w:p w14:paraId="700FE771" w14:textId="77777777" w:rsidR="00C439A4" w:rsidRDefault="00387607" w:rsidP="00C439A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387607">
        <w:rPr>
          <w:rFonts w:ascii="Times New Roman" w:hAnsi="Times New Roman"/>
          <w:sz w:val="28"/>
          <w:szCs w:val="28"/>
        </w:rPr>
        <w:t xml:space="preserve">к постановлению мэра </w:t>
      </w:r>
    </w:p>
    <w:p w14:paraId="77165CC6" w14:textId="77777777" w:rsidR="00C439A4" w:rsidRDefault="00C439A4" w:rsidP="00C439A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03E33E7A" w14:textId="77777777" w:rsidR="00C439A4" w:rsidRDefault="00C439A4" w:rsidP="00C439A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5B15B78B" w14:textId="70B24BE1" w:rsidR="00387607" w:rsidRPr="00387607" w:rsidRDefault="00387607" w:rsidP="00C439A4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387607">
        <w:rPr>
          <w:rFonts w:ascii="Times New Roman" w:hAnsi="Times New Roman"/>
          <w:sz w:val="28"/>
          <w:szCs w:val="28"/>
        </w:rPr>
        <w:t xml:space="preserve">от </w:t>
      </w:r>
      <w:bookmarkStart w:id="0" w:name="_GoBack"/>
      <w:r w:rsidR="00584221" w:rsidRPr="00584221">
        <w:rPr>
          <w:rFonts w:ascii="Times New Roman" w:hAnsi="Times New Roman"/>
          <w:sz w:val="28"/>
          <w:szCs w:val="28"/>
          <w:u w:val="single"/>
        </w:rPr>
        <w:t>01 октября 2020 года</w:t>
      </w:r>
      <w:r w:rsidRPr="00584221">
        <w:rPr>
          <w:rFonts w:ascii="Times New Roman" w:hAnsi="Times New Roman"/>
          <w:sz w:val="28"/>
          <w:szCs w:val="28"/>
          <w:u w:val="single"/>
        </w:rPr>
        <w:t xml:space="preserve"> </w:t>
      </w:r>
      <w:bookmarkEnd w:id="0"/>
      <w:r w:rsidRPr="00387607">
        <w:rPr>
          <w:rFonts w:ascii="Times New Roman" w:hAnsi="Times New Roman"/>
          <w:sz w:val="28"/>
          <w:szCs w:val="28"/>
        </w:rPr>
        <w:t xml:space="preserve">№ </w:t>
      </w:r>
      <w:r w:rsidR="00584221" w:rsidRPr="00584221">
        <w:rPr>
          <w:rFonts w:ascii="Times New Roman" w:hAnsi="Times New Roman"/>
          <w:sz w:val="28"/>
          <w:szCs w:val="28"/>
          <w:u w:val="single"/>
        </w:rPr>
        <w:t>150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6768"/>
      </w:tblGrid>
      <w:tr w:rsidR="0091595A" w:rsidRPr="002A1DB2" w14:paraId="783B760C" w14:textId="77777777" w:rsidTr="00C439A4">
        <w:trPr>
          <w:trHeight w:val="2693"/>
          <w:jc w:val="right"/>
        </w:trPr>
        <w:tc>
          <w:tcPr>
            <w:tcW w:w="6768" w:type="dxa"/>
          </w:tcPr>
          <w:p w14:paraId="17B27F9E" w14:textId="77777777" w:rsidR="00C439A4" w:rsidRDefault="00C439A4" w:rsidP="0091595A">
            <w:pPr>
              <w:pStyle w:val="10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82C0C52" w14:textId="7989788F" w:rsidR="00C439A4" w:rsidRDefault="00C439A4" w:rsidP="00C439A4">
            <w:pPr>
              <w:ind w:left="3119"/>
              <w:rPr>
                <w:rFonts w:ascii="Times New Roman" w:hAnsi="Times New Roman"/>
                <w:sz w:val="26"/>
                <w:szCs w:val="26"/>
              </w:rPr>
            </w:pPr>
          </w:p>
          <w:p w14:paraId="4A5E46F0" w14:textId="502B1749" w:rsidR="00C439A4" w:rsidRPr="00C439A4" w:rsidRDefault="00C439A4" w:rsidP="00835E6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14:paraId="1DD43FDA" w14:textId="77777777" w:rsidR="00C439A4" w:rsidRPr="00C439A4" w:rsidRDefault="00C439A4" w:rsidP="00C4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14:paraId="72A25FCA" w14:textId="77777777" w:rsidR="00C439A4" w:rsidRPr="00C439A4" w:rsidRDefault="00C439A4" w:rsidP="00C4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предоставлению муниципальной услуги</w:t>
            </w:r>
          </w:p>
          <w:p w14:paraId="5A41C12A" w14:textId="748BDF0B" w:rsidR="00C439A4" w:rsidRPr="00C439A4" w:rsidRDefault="00C439A4" w:rsidP="00C4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«Выдача разрешения на использование земель или земельного участ</w:t>
            </w:r>
            <w:r w:rsidR="007815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ка, находящихся в муниципальной </w:t>
            </w: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собственности и государственная собственность </w:t>
            </w: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которые не разграничена, без предоставления земельных участков и установления сервитута, публичного сервитута»,</w:t>
            </w:r>
          </w:p>
          <w:p w14:paraId="279C60F8" w14:textId="77777777" w:rsidR="00C439A4" w:rsidRPr="00C439A4" w:rsidRDefault="00C439A4" w:rsidP="00C43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утвержденному постановлением мэра</w:t>
            </w:r>
          </w:p>
          <w:p w14:paraId="783B760B" w14:textId="3540D579" w:rsidR="0091595A" w:rsidRPr="002A1DB2" w:rsidRDefault="00C439A4" w:rsidP="00C439A4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9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16 апреля 2020 года № 70</w:t>
            </w:r>
            <w:r w:rsidR="0091595A" w:rsidRPr="002A1DB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783B760D" w14:textId="77777777" w:rsidR="002A1DB2" w:rsidRDefault="002A1DB2" w:rsidP="0091595A">
      <w:pPr>
        <w:pStyle w:val="ConsPlusNonformat"/>
        <w:ind w:left="3969"/>
        <w:jc w:val="both"/>
        <w:rPr>
          <w:sz w:val="22"/>
          <w:szCs w:val="22"/>
        </w:rPr>
      </w:pPr>
    </w:p>
    <w:p w14:paraId="783B760E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835E6F">
        <w:rPr>
          <w:rFonts w:ascii="Times New Roman" w:hAnsi="Times New Roman" w:cs="Times New Roman"/>
          <w:sz w:val="22"/>
          <w:szCs w:val="22"/>
        </w:rPr>
        <w:t xml:space="preserve">Председателю комитета </w:t>
      </w:r>
    </w:p>
    <w:p w14:paraId="088AD8B8" w14:textId="77777777" w:rsidR="00835E6F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835E6F">
        <w:rPr>
          <w:rFonts w:ascii="Times New Roman" w:hAnsi="Times New Roman" w:cs="Times New Roman"/>
          <w:sz w:val="22"/>
          <w:szCs w:val="22"/>
        </w:rPr>
        <w:t>по управлению муниципальным имуществом</w:t>
      </w:r>
    </w:p>
    <w:p w14:paraId="783B760F" w14:textId="36AE6C6D" w:rsidR="0091595A" w:rsidRPr="00835E6F" w:rsidRDefault="00835E6F" w:rsidP="0091595A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835E6F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  <w:r w:rsidR="0091595A" w:rsidRPr="00835E6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83B7610" w14:textId="77777777" w:rsidR="0091595A" w:rsidRPr="00835E6F" w:rsidRDefault="0091595A" w:rsidP="0091595A">
      <w:pPr>
        <w:ind w:left="3261" w:firstLine="708"/>
        <w:jc w:val="both"/>
        <w:rPr>
          <w:rFonts w:ascii="Times New Roman" w:hAnsi="Times New Roman"/>
        </w:rPr>
      </w:pPr>
      <w:r w:rsidRPr="00835E6F">
        <w:rPr>
          <w:rFonts w:ascii="Times New Roman" w:hAnsi="Times New Roman"/>
        </w:rPr>
        <w:t>«Городской округ Ногликский»</w:t>
      </w:r>
    </w:p>
    <w:p w14:paraId="783B7611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835E6F">
        <w:rPr>
          <w:rFonts w:ascii="Times New Roman" w:hAnsi="Times New Roman" w:cs="Times New Roman"/>
          <w:sz w:val="22"/>
          <w:szCs w:val="22"/>
        </w:rPr>
        <w:t xml:space="preserve">Л.В. Рахматулиной </w:t>
      </w:r>
    </w:p>
    <w:p w14:paraId="783B7612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</w:p>
    <w:p w14:paraId="783B7613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835E6F">
        <w:rPr>
          <w:rFonts w:ascii="Times New Roman" w:hAnsi="Times New Roman" w:cs="Times New Roman"/>
          <w:sz w:val="22"/>
          <w:szCs w:val="22"/>
        </w:rPr>
        <w:t>От</w:t>
      </w:r>
    </w:p>
    <w:p w14:paraId="783B7614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u w:val="single"/>
        </w:rPr>
      </w:pPr>
      <w:r w:rsidRPr="00835E6F">
        <w:rPr>
          <w:rFonts w:ascii="Times New Roman" w:hAnsi="Times New Roman" w:cs="Times New Roman"/>
          <w:u w:val="single"/>
        </w:rPr>
        <w:t>Физическое лицо:</w:t>
      </w:r>
    </w:p>
    <w:p w14:paraId="783B7615" w14:textId="09AA9EBC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фамилия, имя, отчество (при наличии)_____</w:t>
      </w:r>
      <w:r w:rsidR="000354F0">
        <w:rPr>
          <w:rFonts w:ascii="Times New Roman" w:hAnsi="Times New Roman" w:cs="Times New Roman"/>
        </w:rPr>
        <w:t>____________</w:t>
      </w:r>
      <w:r w:rsidRPr="00835E6F">
        <w:rPr>
          <w:rFonts w:ascii="Times New Roman" w:hAnsi="Times New Roman" w:cs="Times New Roman"/>
        </w:rPr>
        <w:t>___</w:t>
      </w:r>
    </w:p>
    <w:p w14:paraId="783B7616" w14:textId="2DF5D2F6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__________</w:t>
      </w:r>
    </w:p>
    <w:p w14:paraId="783B7617" w14:textId="10285D6F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место жительства ________________________</w:t>
      </w:r>
      <w:r w:rsidR="000354F0">
        <w:rPr>
          <w:rFonts w:ascii="Times New Roman" w:hAnsi="Times New Roman" w:cs="Times New Roman"/>
        </w:rPr>
        <w:t>___________</w:t>
      </w:r>
      <w:r w:rsidRPr="00835E6F">
        <w:rPr>
          <w:rFonts w:ascii="Times New Roman" w:hAnsi="Times New Roman" w:cs="Times New Roman"/>
        </w:rPr>
        <w:t>___</w:t>
      </w:r>
    </w:p>
    <w:p w14:paraId="783B7618" w14:textId="6B7D6084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</w:t>
      </w:r>
    </w:p>
    <w:p w14:paraId="783B7619" w14:textId="2040EA25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документ, удостоверяющий личность________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</w:t>
      </w:r>
    </w:p>
    <w:p w14:paraId="783B761A" w14:textId="66C2FA9F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</w:t>
      </w:r>
    </w:p>
    <w:p w14:paraId="783B761B" w14:textId="77777777" w:rsidR="0091595A" w:rsidRPr="00835E6F" w:rsidRDefault="0091595A" w:rsidP="0091595A">
      <w:pPr>
        <w:pStyle w:val="ConsPlusNonformat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835E6F">
        <w:rPr>
          <w:rFonts w:ascii="Times New Roman" w:hAnsi="Times New Roman" w:cs="Times New Roman"/>
          <w:sz w:val="16"/>
          <w:szCs w:val="16"/>
        </w:rPr>
        <w:t xml:space="preserve">(серия, номер, кем и когда выдан) </w:t>
      </w:r>
    </w:p>
    <w:p w14:paraId="783B761C" w14:textId="05E351D1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почтовый адрес _________________________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____</w:t>
      </w:r>
    </w:p>
    <w:p w14:paraId="783B761D" w14:textId="75B9E075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адрес электронной почты __________________</w:t>
      </w:r>
      <w:r w:rsidR="000354F0">
        <w:rPr>
          <w:rFonts w:ascii="Times New Roman" w:hAnsi="Times New Roman" w:cs="Times New Roman"/>
        </w:rPr>
        <w:t>___________</w:t>
      </w:r>
      <w:r w:rsidRPr="00835E6F">
        <w:rPr>
          <w:rFonts w:ascii="Times New Roman" w:hAnsi="Times New Roman" w:cs="Times New Roman"/>
        </w:rPr>
        <w:t>__</w:t>
      </w:r>
    </w:p>
    <w:p w14:paraId="783B761E" w14:textId="60568C49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номер телефона ________________________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_____</w:t>
      </w:r>
    </w:p>
    <w:p w14:paraId="783B761F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</w:p>
    <w:p w14:paraId="783B7620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  <w:u w:val="single"/>
        </w:rPr>
      </w:pPr>
      <w:r w:rsidRPr="00835E6F">
        <w:rPr>
          <w:rFonts w:ascii="Times New Roman" w:hAnsi="Times New Roman" w:cs="Times New Roman"/>
          <w:u w:val="single"/>
        </w:rPr>
        <w:t>юридическое лицо:</w:t>
      </w:r>
    </w:p>
    <w:p w14:paraId="37D0BFC5" w14:textId="77777777" w:rsidR="00A02FCB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 xml:space="preserve">наименование и организационно-правовая </w:t>
      </w:r>
    </w:p>
    <w:p w14:paraId="783B7621" w14:textId="5809874E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форма юридического</w:t>
      </w:r>
      <w:r w:rsidR="00A02FCB">
        <w:rPr>
          <w:rFonts w:ascii="Times New Roman" w:hAnsi="Times New Roman" w:cs="Times New Roman"/>
        </w:rPr>
        <w:t xml:space="preserve"> лица </w:t>
      </w:r>
      <w:r w:rsidR="00A02FCB">
        <w:rPr>
          <w:rFonts w:ascii="Times New Roman" w:hAnsi="Times New Roman" w:cs="Times New Roman"/>
        </w:rPr>
        <w:lastRenderedPageBreak/>
        <w:t>_____________</w:t>
      </w:r>
      <w:r w:rsidR="000354F0">
        <w:rPr>
          <w:rFonts w:ascii="Times New Roman" w:hAnsi="Times New Roman" w:cs="Times New Roman"/>
        </w:rPr>
        <w:t>_________</w:t>
      </w:r>
      <w:r w:rsidR="00A02FCB">
        <w:rPr>
          <w:rFonts w:ascii="Times New Roman" w:hAnsi="Times New Roman" w:cs="Times New Roman"/>
        </w:rPr>
        <w:t>________</w:t>
      </w:r>
    </w:p>
    <w:p w14:paraId="783B7622" w14:textId="629962FA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___________</w:t>
      </w:r>
    </w:p>
    <w:p w14:paraId="783B7623" w14:textId="520D8574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место нахождения ________________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___________</w:t>
      </w:r>
    </w:p>
    <w:p w14:paraId="783B7624" w14:textId="3BAF180A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____________</w:t>
      </w:r>
    </w:p>
    <w:p w14:paraId="783B7625" w14:textId="3380D46C" w:rsidR="0091595A" w:rsidRPr="00835E6F" w:rsidRDefault="0091595A" w:rsidP="0091595A">
      <w:pPr>
        <w:pStyle w:val="ConsPlusNonformat"/>
        <w:spacing w:before="60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ИНН 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______________</w:t>
      </w:r>
    </w:p>
    <w:p w14:paraId="783B7626" w14:textId="5B221EF6" w:rsidR="0091595A" w:rsidRPr="00835E6F" w:rsidRDefault="0091595A" w:rsidP="0091595A">
      <w:pPr>
        <w:pStyle w:val="ConsPlusNonformat"/>
        <w:spacing w:before="60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ОГРН 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______</w:t>
      </w:r>
    </w:p>
    <w:p w14:paraId="783B7627" w14:textId="12B77D0D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почтовый адрес _______________________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______</w:t>
      </w:r>
    </w:p>
    <w:p w14:paraId="783B7628" w14:textId="74545034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адрес электронной почты __________________</w:t>
      </w:r>
      <w:r w:rsidR="000354F0">
        <w:rPr>
          <w:rFonts w:ascii="Times New Roman" w:hAnsi="Times New Roman" w:cs="Times New Roman"/>
        </w:rPr>
        <w:t>___________</w:t>
      </w:r>
      <w:r w:rsidRPr="00835E6F">
        <w:rPr>
          <w:rFonts w:ascii="Times New Roman" w:hAnsi="Times New Roman" w:cs="Times New Roman"/>
        </w:rPr>
        <w:t>__</w:t>
      </w:r>
    </w:p>
    <w:p w14:paraId="783B7629" w14:textId="3A8CEA74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номер телефона ______________________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_______</w:t>
      </w:r>
    </w:p>
    <w:p w14:paraId="783B762A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</w:p>
    <w:p w14:paraId="783B762B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представитель заявителя:</w:t>
      </w:r>
    </w:p>
    <w:p w14:paraId="783B762C" w14:textId="4B0B34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фамилия, имя, отчество (при наличии)_____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</w:t>
      </w:r>
      <w:r w:rsidR="000354F0">
        <w:rPr>
          <w:rFonts w:ascii="Times New Roman" w:hAnsi="Times New Roman" w:cs="Times New Roman"/>
        </w:rPr>
        <w:t>___</w:t>
      </w:r>
      <w:r w:rsidRPr="00835E6F">
        <w:rPr>
          <w:rFonts w:ascii="Times New Roman" w:hAnsi="Times New Roman" w:cs="Times New Roman"/>
        </w:rPr>
        <w:t>__</w:t>
      </w:r>
    </w:p>
    <w:p w14:paraId="783B762D" w14:textId="65870DD4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</w:t>
      </w:r>
    </w:p>
    <w:p w14:paraId="783B762E" w14:textId="7E365E52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документ, подтверждающий полномочия ___</w:t>
      </w:r>
      <w:r w:rsidR="000354F0">
        <w:rPr>
          <w:rFonts w:ascii="Times New Roman" w:hAnsi="Times New Roman" w:cs="Times New Roman"/>
        </w:rPr>
        <w:t>__________</w:t>
      </w:r>
      <w:r w:rsidRPr="00835E6F">
        <w:rPr>
          <w:rFonts w:ascii="Times New Roman" w:hAnsi="Times New Roman" w:cs="Times New Roman"/>
        </w:rPr>
        <w:t>_____</w:t>
      </w:r>
    </w:p>
    <w:p w14:paraId="783B762F" w14:textId="19A32D29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t>______________________________________</w:t>
      </w:r>
      <w:r w:rsidR="000354F0">
        <w:rPr>
          <w:rFonts w:ascii="Times New Roman" w:hAnsi="Times New Roman" w:cs="Times New Roman"/>
        </w:rPr>
        <w:t>_________</w:t>
      </w:r>
      <w:r w:rsidRPr="00835E6F">
        <w:rPr>
          <w:rFonts w:ascii="Times New Roman" w:hAnsi="Times New Roman" w:cs="Times New Roman"/>
        </w:rPr>
        <w:t>______</w:t>
      </w:r>
    </w:p>
    <w:p w14:paraId="783B7630" w14:textId="77777777" w:rsidR="0091595A" w:rsidRPr="00835E6F" w:rsidRDefault="0091595A" w:rsidP="0091595A">
      <w:pPr>
        <w:pStyle w:val="ConsPlusNonformat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835E6F">
        <w:rPr>
          <w:rFonts w:ascii="Times New Roman" w:hAnsi="Times New Roman" w:cs="Times New Roman"/>
          <w:sz w:val="16"/>
          <w:szCs w:val="16"/>
        </w:rPr>
        <w:t xml:space="preserve">(серия, номер, кем и когда выдан) </w:t>
      </w:r>
    </w:p>
    <w:p w14:paraId="783B7631" w14:textId="77777777" w:rsidR="0091595A" w:rsidRPr="00835E6F" w:rsidRDefault="0091595A" w:rsidP="0091595A">
      <w:pPr>
        <w:pStyle w:val="ConsPlusNonformat"/>
        <w:ind w:left="3969"/>
        <w:jc w:val="both"/>
        <w:rPr>
          <w:rFonts w:ascii="Times New Roman" w:hAnsi="Times New Roman" w:cs="Times New Roman"/>
        </w:rPr>
      </w:pPr>
    </w:p>
    <w:p w14:paraId="783B7635" w14:textId="77777777" w:rsidR="0091595A" w:rsidRPr="00835E6F" w:rsidRDefault="0091595A" w:rsidP="0091595A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622"/>
      <w:bookmarkEnd w:id="1"/>
      <w:r w:rsidRPr="00835E6F">
        <w:rPr>
          <w:rFonts w:ascii="Times New Roman" w:hAnsi="Times New Roman" w:cs="Times New Roman"/>
        </w:rPr>
        <w:t>ЗАЯВЛЕНИЕ</w:t>
      </w:r>
    </w:p>
    <w:p w14:paraId="783B7636" w14:textId="77777777" w:rsidR="0091595A" w:rsidRPr="00835E6F" w:rsidRDefault="0091595A" w:rsidP="0091595A">
      <w:pPr>
        <w:pStyle w:val="ConsPlusNonformat"/>
        <w:jc w:val="both"/>
        <w:rPr>
          <w:rFonts w:ascii="Times New Roman" w:hAnsi="Times New Roman" w:cs="Times New Roman"/>
        </w:rPr>
      </w:pPr>
    </w:p>
    <w:p w14:paraId="783B7637" w14:textId="1363B47F" w:rsidR="0091595A" w:rsidRPr="00835E6F" w:rsidRDefault="0091595A" w:rsidP="00D2120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Прошу выдать разрешение на использование земель или земельного участка, расположенного _____________________________________________________________</w:t>
      </w:r>
      <w:r w:rsidR="00835E6F">
        <w:rPr>
          <w:rFonts w:ascii="Times New Roman" w:hAnsi="Times New Roman"/>
          <w:sz w:val="20"/>
          <w:szCs w:val="20"/>
        </w:rPr>
        <w:t>_______________________________</w:t>
      </w:r>
      <w:r w:rsidRPr="00835E6F">
        <w:rPr>
          <w:rFonts w:ascii="Times New Roman" w:hAnsi="Times New Roman"/>
          <w:sz w:val="20"/>
          <w:szCs w:val="20"/>
        </w:rPr>
        <w:t>_</w:t>
      </w:r>
    </w:p>
    <w:p w14:paraId="783B7638" w14:textId="77777777" w:rsidR="0091595A" w:rsidRPr="00835E6F" w:rsidRDefault="0091595A" w:rsidP="0091595A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16"/>
          <w:szCs w:val="16"/>
        </w:rPr>
        <w:t>(адрес или местоположение земель или земельного участка)</w:t>
      </w:r>
    </w:p>
    <w:p w14:paraId="783B7639" w14:textId="0FF5E0BF" w:rsidR="0091595A" w:rsidRPr="00835E6F" w:rsidRDefault="0091595A" w:rsidP="0091595A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_________________________________________________________________________</w:t>
      </w:r>
      <w:r w:rsidR="00835E6F">
        <w:rPr>
          <w:rFonts w:ascii="Times New Roman" w:hAnsi="Times New Roman"/>
          <w:sz w:val="20"/>
          <w:szCs w:val="20"/>
        </w:rPr>
        <w:t>________________</w:t>
      </w:r>
      <w:r w:rsidRPr="00835E6F">
        <w:rPr>
          <w:rFonts w:ascii="Times New Roman" w:hAnsi="Times New Roman"/>
          <w:sz w:val="20"/>
          <w:szCs w:val="20"/>
        </w:rPr>
        <w:t>____</w:t>
      </w:r>
    </w:p>
    <w:p w14:paraId="783B763A" w14:textId="7D82246C" w:rsidR="0091595A" w:rsidRPr="00835E6F" w:rsidRDefault="0091595A" w:rsidP="00D2120E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кадастровый номер земельного участка _____________________________________</w:t>
      </w:r>
      <w:r w:rsidR="00835E6F">
        <w:rPr>
          <w:rFonts w:ascii="Times New Roman" w:hAnsi="Times New Roman"/>
          <w:sz w:val="20"/>
          <w:szCs w:val="20"/>
        </w:rPr>
        <w:t>___________________</w:t>
      </w:r>
      <w:r w:rsidRPr="00835E6F">
        <w:rPr>
          <w:rFonts w:ascii="Times New Roman" w:hAnsi="Times New Roman"/>
          <w:sz w:val="20"/>
          <w:szCs w:val="20"/>
        </w:rPr>
        <w:t>___</w:t>
      </w:r>
    </w:p>
    <w:p w14:paraId="783B763B" w14:textId="77777777" w:rsidR="0091595A" w:rsidRPr="00835E6F" w:rsidRDefault="0091595A" w:rsidP="00D2120E">
      <w:pPr>
        <w:suppressAutoHyphens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16"/>
          <w:szCs w:val="16"/>
        </w:rPr>
        <w:t xml:space="preserve">(в случае, если планируется использование всего </w:t>
      </w:r>
    </w:p>
    <w:p w14:paraId="783B763C" w14:textId="21640535" w:rsidR="0091595A" w:rsidRPr="00835E6F" w:rsidRDefault="0091595A" w:rsidP="00835E6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____________________________________________________________________</w:t>
      </w:r>
      <w:r w:rsidR="00835E6F">
        <w:rPr>
          <w:rFonts w:ascii="Times New Roman" w:hAnsi="Times New Roman"/>
          <w:sz w:val="20"/>
          <w:szCs w:val="20"/>
        </w:rPr>
        <w:t>__________________</w:t>
      </w:r>
      <w:r w:rsidRPr="00835E6F">
        <w:rPr>
          <w:rFonts w:ascii="Times New Roman" w:hAnsi="Times New Roman"/>
          <w:sz w:val="20"/>
          <w:szCs w:val="20"/>
        </w:rPr>
        <w:t>_______</w:t>
      </w:r>
    </w:p>
    <w:p w14:paraId="783B763D" w14:textId="77777777" w:rsidR="0091595A" w:rsidRPr="00835E6F" w:rsidRDefault="0091595A" w:rsidP="00D2120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835E6F">
        <w:rPr>
          <w:rFonts w:ascii="Times New Roman" w:hAnsi="Times New Roman"/>
          <w:sz w:val="16"/>
          <w:szCs w:val="16"/>
        </w:rPr>
        <w:t>земельного участки или его части)</w:t>
      </w:r>
    </w:p>
    <w:p w14:paraId="783B763E" w14:textId="77777777" w:rsidR="0091595A" w:rsidRPr="00835E6F" w:rsidRDefault="0091595A" w:rsidP="00835E6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83B763F" w14:textId="77777777" w:rsidR="0091595A" w:rsidRPr="00835E6F" w:rsidRDefault="0091595A" w:rsidP="00835E6F">
      <w:pPr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Предполагаемая цель использования земель или земельного участка:</w:t>
      </w:r>
    </w:p>
    <w:p w14:paraId="783B7640" w14:textId="77777777" w:rsidR="0091595A" w:rsidRPr="00835E6F" w:rsidRDefault="0091595A" w:rsidP="0091595A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sym w:font="Wingdings 2" w:char="F0A3"/>
      </w:r>
      <w:r w:rsidRPr="00835E6F">
        <w:rPr>
          <w:rFonts w:ascii="Times New Roman" w:hAnsi="Times New Roman" w:cs="Times New Roman"/>
        </w:rPr>
        <w:t xml:space="preserve"> проведение инженерных изысканий;</w:t>
      </w:r>
    </w:p>
    <w:p w14:paraId="783B7641" w14:textId="77777777" w:rsidR="0091595A" w:rsidRPr="00835E6F" w:rsidRDefault="0091595A" w:rsidP="0091595A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sym w:font="Wingdings 2" w:char="F0A3"/>
      </w:r>
      <w:r w:rsidRPr="00835E6F">
        <w:rPr>
          <w:rFonts w:ascii="Times New Roman" w:hAnsi="Times New Roman" w:cs="Times New Roman"/>
        </w:rPr>
        <w:t xml:space="preserve"> капитальный или текущий ремонт линейного объекта;</w:t>
      </w:r>
    </w:p>
    <w:p w14:paraId="783B7642" w14:textId="77777777" w:rsidR="0091595A" w:rsidRPr="00835E6F" w:rsidRDefault="0091595A" w:rsidP="0091595A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sym w:font="Wingdings 2" w:char="F0A3"/>
      </w:r>
      <w:r w:rsidRPr="00835E6F">
        <w:rPr>
          <w:rFonts w:ascii="Times New Roman" w:hAnsi="Times New Roman" w:cs="Times New Roman"/>
        </w:rPr>
        <w:t xml:space="preserve"> строительство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14:paraId="783B7643" w14:textId="77777777" w:rsidR="0091595A" w:rsidRPr="00835E6F" w:rsidRDefault="0091595A" w:rsidP="0091595A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</w:rPr>
        <w:sym w:font="Wingdings 2" w:char="F0A3"/>
      </w:r>
      <w:r w:rsidRPr="00835E6F">
        <w:rPr>
          <w:rFonts w:ascii="Times New Roman" w:hAnsi="Times New Roman"/>
        </w:rPr>
        <w:t xml:space="preserve"> </w:t>
      </w:r>
      <w:r w:rsidRPr="00835E6F">
        <w:rPr>
          <w:rFonts w:ascii="Times New Roman" w:hAnsi="Times New Roman"/>
          <w:sz w:val="20"/>
          <w:szCs w:val="20"/>
        </w:rPr>
        <w:t>осуществление геологического изучения недр;</w:t>
      </w:r>
    </w:p>
    <w:p w14:paraId="783B7644" w14:textId="77777777" w:rsidR="0091595A" w:rsidRPr="00835E6F" w:rsidRDefault="0091595A" w:rsidP="0091595A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</w:rPr>
        <w:sym w:font="Wingdings 2" w:char="F0A3"/>
      </w:r>
      <w:r w:rsidRPr="00835E6F">
        <w:rPr>
          <w:rFonts w:ascii="Times New Roman" w:hAnsi="Times New Roman"/>
        </w:rPr>
        <w:t xml:space="preserve"> </w:t>
      </w:r>
      <w:r w:rsidRPr="00835E6F">
        <w:rPr>
          <w:rFonts w:ascii="Times New Roman" w:hAnsi="Times New Roman"/>
          <w:sz w:val="20"/>
          <w:szCs w:val="20"/>
        </w:rPr>
        <w:t xml:space="preserve">осуществление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</w:t>
      </w:r>
      <w:r w:rsidRPr="00835E6F">
        <w:rPr>
          <w:rFonts w:ascii="Times New Roman" w:hAnsi="Times New Roman"/>
          <w:sz w:val="20"/>
          <w:szCs w:val="20"/>
        </w:rPr>
        <w:lastRenderedPageBreak/>
        <w:t>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в границах земель лесного фонда.</w:t>
      </w:r>
    </w:p>
    <w:p w14:paraId="783B7645" w14:textId="77777777" w:rsidR="0091595A" w:rsidRPr="00835E6F" w:rsidRDefault="0091595A" w:rsidP="0091595A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Срок использования земель или земельного участка:</w:t>
      </w:r>
    </w:p>
    <w:p w14:paraId="783B7646" w14:textId="77777777" w:rsidR="0091595A" w:rsidRPr="00835E6F" w:rsidRDefault="0091595A" w:rsidP="0091595A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sym w:font="Wingdings 2" w:char="F0A3"/>
      </w:r>
      <w:r w:rsidRPr="00835E6F">
        <w:rPr>
          <w:rFonts w:ascii="Times New Roman" w:hAnsi="Times New Roman" w:cs="Times New Roman"/>
        </w:rPr>
        <w:t xml:space="preserve"> в целях проведения инженерных изысканий либо капитального или текущего ремонта линейного объекта на срок не более одного года;</w:t>
      </w:r>
    </w:p>
    <w:p w14:paraId="783B7647" w14:textId="77777777" w:rsidR="0091595A" w:rsidRPr="00835E6F" w:rsidRDefault="0091595A" w:rsidP="0091595A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sym w:font="Wingdings 2" w:char="F0A3"/>
      </w:r>
      <w:r w:rsidRPr="00835E6F">
        <w:rPr>
          <w:rFonts w:ascii="Times New Roman" w:hAnsi="Times New Roman" w:cs="Times New Roman"/>
        </w:rPr>
        <w:t xml:space="preserve">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14:paraId="783B7648" w14:textId="77777777" w:rsidR="0091595A" w:rsidRPr="00835E6F" w:rsidRDefault="0091595A" w:rsidP="0091595A">
      <w:pPr>
        <w:pStyle w:val="ConsPlusNonformat"/>
        <w:suppressAutoHyphens/>
        <w:jc w:val="both"/>
        <w:rPr>
          <w:rFonts w:ascii="Times New Roman" w:hAnsi="Times New Roman" w:cs="Times New Roman"/>
        </w:rPr>
      </w:pPr>
      <w:r w:rsidRPr="00835E6F">
        <w:rPr>
          <w:rFonts w:ascii="Times New Roman" w:hAnsi="Times New Roman" w:cs="Times New Roman"/>
        </w:rPr>
        <w:sym w:font="Wingdings 2" w:char="F0A3"/>
      </w:r>
      <w:r w:rsidRPr="00835E6F">
        <w:rPr>
          <w:rFonts w:ascii="Times New Roman" w:hAnsi="Times New Roman" w:cs="Times New Roman"/>
        </w:rPr>
        <w:t xml:space="preserve"> в целях осуществления геологического изучения недр на срок действия соответствующей лицензии;</w:t>
      </w:r>
    </w:p>
    <w:p w14:paraId="783B7649" w14:textId="77777777" w:rsidR="0091595A" w:rsidRPr="00835E6F" w:rsidRDefault="0091595A" w:rsidP="00D2120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</w:rPr>
        <w:sym w:font="Wingdings 2" w:char="F0A3"/>
      </w:r>
      <w:r w:rsidRPr="00835E6F">
        <w:rPr>
          <w:rFonts w:ascii="Times New Roman" w:hAnsi="Times New Roman"/>
        </w:rPr>
        <w:t xml:space="preserve"> </w:t>
      </w:r>
      <w:r w:rsidRPr="00835E6F">
        <w:rPr>
          <w:rFonts w:ascii="Times New Roman" w:hAnsi="Times New Roman"/>
          <w:sz w:val="20"/>
          <w:szCs w:val="20"/>
        </w:rPr>
        <w:t>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их общинам без ограничения срока.</w:t>
      </w:r>
    </w:p>
    <w:p w14:paraId="783B764A" w14:textId="77777777" w:rsidR="0091595A" w:rsidRPr="00835E6F" w:rsidRDefault="0091595A" w:rsidP="00D2120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7387A1C" w14:textId="77777777" w:rsidR="00835E6F" w:rsidRDefault="00D2120E" w:rsidP="00D2120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835E6F">
        <w:rPr>
          <w:rFonts w:ascii="Times New Roman" w:hAnsi="Times New Roman"/>
          <w:sz w:val="20"/>
          <w:szCs w:val="20"/>
          <w:lang w:eastAsia="ru-RU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7" w:history="1">
        <w:r w:rsidRPr="00835E6F">
          <w:rPr>
            <w:rFonts w:ascii="Times New Roman" w:hAnsi="Times New Roman"/>
            <w:color w:val="000000"/>
            <w:sz w:val="20"/>
            <w:szCs w:val="20"/>
            <w:lang w:eastAsia="ru-RU"/>
          </w:rPr>
          <w:t>пункте 3 части 2 статьи 23</w:t>
        </w:r>
      </w:hyperlink>
      <w:r w:rsidRPr="00835E6F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835E6F">
        <w:rPr>
          <w:rFonts w:ascii="Times New Roman" w:hAnsi="Times New Roman"/>
          <w:sz w:val="20"/>
          <w:szCs w:val="20"/>
          <w:lang w:eastAsia="ru-RU"/>
        </w:rPr>
        <w:t>Лесного кодекса Российской Федерации), в отношении которых подано заявление, - в случае такой необходимости</w:t>
      </w:r>
    </w:p>
    <w:p w14:paraId="783B764B" w14:textId="6756E2BD" w:rsidR="0091595A" w:rsidRPr="00835E6F" w:rsidRDefault="0091595A" w:rsidP="00835E6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 xml:space="preserve"> _____________________________________________________________</w:t>
      </w:r>
      <w:r w:rsidR="00835E6F">
        <w:rPr>
          <w:rFonts w:ascii="Times New Roman" w:hAnsi="Times New Roman"/>
          <w:sz w:val="20"/>
          <w:szCs w:val="20"/>
        </w:rPr>
        <w:t>______________________________</w:t>
      </w:r>
      <w:r w:rsidRPr="00835E6F">
        <w:rPr>
          <w:rFonts w:ascii="Times New Roman" w:hAnsi="Times New Roman"/>
          <w:sz w:val="20"/>
          <w:szCs w:val="20"/>
        </w:rPr>
        <w:t>__</w:t>
      </w:r>
    </w:p>
    <w:p w14:paraId="783B764C" w14:textId="77777777" w:rsidR="0091595A" w:rsidRPr="00835E6F" w:rsidRDefault="0091595A" w:rsidP="0091595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16"/>
          <w:szCs w:val="16"/>
        </w:rPr>
        <w:t>(указать информацию о необходимости осуществления указанных работ)</w:t>
      </w:r>
    </w:p>
    <w:p w14:paraId="783B764D" w14:textId="27CA08D3" w:rsidR="0091595A" w:rsidRPr="00835E6F" w:rsidRDefault="0091595A" w:rsidP="0091595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>__________________________________________________________</w:t>
      </w:r>
      <w:r w:rsidR="00835E6F">
        <w:rPr>
          <w:rFonts w:ascii="Times New Roman" w:hAnsi="Times New Roman"/>
          <w:sz w:val="20"/>
          <w:szCs w:val="20"/>
        </w:rPr>
        <w:t>________________</w:t>
      </w:r>
      <w:r w:rsidRPr="00835E6F">
        <w:rPr>
          <w:rFonts w:ascii="Times New Roman" w:hAnsi="Times New Roman"/>
          <w:sz w:val="20"/>
          <w:szCs w:val="20"/>
        </w:rPr>
        <w:t>___________________</w:t>
      </w:r>
    </w:p>
    <w:p w14:paraId="783B764E" w14:textId="77777777" w:rsidR="0091595A" w:rsidRPr="00835E6F" w:rsidRDefault="0091595A" w:rsidP="0083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83B764F" w14:textId="23BB5C9B" w:rsidR="0091595A" w:rsidRPr="00835E6F" w:rsidRDefault="0091595A" w:rsidP="0083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E6F">
        <w:rPr>
          <w:rFonts w:ascii="Times New Roman" w:hAnsi="Times New Roman"/>
          <w:sz w:val="20"/>
          <w:szCs w:val="20"/>
        </w:rPr>
        <w:t xml:space="preserve">"___" ______________ 20__ г.   </w:t>
      </w:r>
      <w:r w:rsidR="00835E6F">
        <w:rPr>
          <w:rFonts w:ascii="Times New Roman" w:hAnsi="Times New Roman"/>
          <w:sz w:val="20"/>
          <w:szCs w:val="20"/>
        </w:rPr>
        <w:tab/>
      </w:r>
      <w:r w:rsidR="00835E6F">
        <w:rPr>
          <w:rFonts w:ascii="Times New Roman" w:hAnsi="Times New Roman"/>
          <w:sz w:val="20"/>
          <w:szCs w:val="20"/>
        </w:rPr>
        <w:tab/>
      </w:r>
      <w:r w:rsidRPr="00835E6F">
        <w:rPr>
          <w:rFonts w:ascii="Times New Roman" w:hAnsi="Times New Roman"/>
          <w:sz w:val="20"/>
          <w:szCs w:val="20"/>
        </w:rPr>
        <w:t>_____________</w:t>
      </w:r>
      <w:r w:rsidR="00835E6F">
        <w:rPr>
          <w:rFonts w:ascii="Times New Roman" w:hAnsi="Times New Roman"/>
          <w:sz w:val="20"/>
          <w:szCs w:val="20"/>
        </w:rPr>
        <w:t>_____</w:t>
      </w:r>
      <w:r w:rsidRPr="00835E6F">
        <w:rPr>
          <w:rFonts w:ascii="Times New Roman" w:hAnsi="Times New Roman"/>
          <w:sz w:val="20"/>
          <w:szCs w:val="20"/>
        </w:rPr>
        <w:t>__   __________________________</w:t>
      </w:r>
    </w:p>
    <w:p w14:paraId="783B7650" w14:textId="26F1C265" w:rsidR="0091595A" w:rsidRPr="00835E6F" w:rsidRDefault="0091595A" w:rsidP="00835E6F">
      <w:pPr>
        <w:autoSpaceDE w:val="0"/>
        <w:autoSpaceDN w:val="0"/>
        <w:adjustRightInd w:val="0"/>
        <w:spacing w:after="0" w:line="240" w:lineRule="auto"/>
        <w:ind w:left="993" w:hanging="993"/>
        <w:jc w:val="both"/>
        <w:outlineLvl w:val="0"/>
        <w:rPr>
          <w:rFonts w:ascii="Times New Roman" w:hAnsi="Times New Roman"/>
          <w:sz w:val="16"/>
          <w:szCs w:val="16"/>
        </w:rPr>
      </w:pPr>
      <w:r w:rsidRPr="00835E6F">
        <w:rPr>
          <w:rFonts w:ascii="Times New Roman" w:hAnsi="Times New Roman"/>
          <w:sz w:val="16"/>
          <w:szCs w:val="16"/>
        </w:rPr>
        <w:t xml:space="preserve">          </w:t>
      </w:r>
      <w:r w:rsidR="00835E6F">
        <w:rPr>
          <w:rFonts w:ascii="Times New Roman" w:hAnsi="Times New Roman"/>
          <w:sz w:val="16"/>
          <w:szCs w:val="16"/>
        </w:rPr>
        <w:tab/>
      </w:r>
      <w:r w:rsidRPr="00835E6F">
        <w:rPr>
          <w:rFonts w:ascii="Times New Roman" w:hAnsi="Times New Roman"/>
          <w:sz w:val="16"/>
          <w:szCs w:val="16"/>
        </w:rPr>
        <w:t xml:space="preserve">(дата)                  </w:t>
      </w:r>
      <w:r w:rsidR="00835E6F">
        <w:rPr>
          <w:rFonts w:ascii="Times New Roman" w:hAnsi="Times New Roman"/>
          <w:sz w:val="16"/>
          <w:szCs w:val="16"/>
        </w:rPr>
        <w:tab/>
      </w:r>
      <w:r w:rsidR="00835E6F">
        <w:rPr>
          <w:rFonts w:ascii="Times New Roman" w:hAnsi="Times New Roman"/>
          <w:sz w:val="16"/>
          <w:szCs w:val="16"/>
        </w:rPr>
        <w:tab/>
      </w:r>
      <w:r w:rsidR="00835E6F">
        <w:rPr>
          <w:rFonts w:ascii="Times New Roman" w:hAnsi="Times New Roman"/>
          <w:sz w:val="16"/>
          <w:szCs w:val="16"/>
        </w:rPr>
        <w:tab/>
      </w:r>
      <w:r w:rsidR="00835E6F">
        <w:rPr>
          <w:rFonts w:ascii="Times New Roman" w:hAnsi="Times New Roman"/>
          <w:sz w:val="16"/>
          <w:szCs w:val="16"/>
        </w:rPr>
        <w:tab/>
      </w:r>
      <w:r w:rsidRPr="00835E6F">
        <w:rPr>
          <w:rFonts w:ascii="Times New Roman" w:hAnsi="Times New Roman"/>
          <w:sz w:val="16"/>
          <w:szCs w:val="16"/>
        </w:rPr>
        <w:t xml:space="preserve">(подпись)          </w:t>
      </w:r>
      <w:r w:rsidR="00835E6F">
        <w:rPr>
          <w:rFonts w:ascii="Times New Roman" w:hAnsi="Times New Roman"/>
          <w:sz w:val="16"/>
          <w:szCs w:val="16"/>
        </w:rPr>
        <w:tab/>
      </w:r>
      <w:r w:rsidR="00835E6F">
        <w:rPr>
          <w:rFonts w:ascii="Times New Roman" w:hAnsi="Times New Roman"/>
          <w:sz w:val="16"/>
          <w:szCs w:val="16"/>
        </w:rPr>
        <w:tab/>
      </w:r>
      <w:r w:rsidRPr="00835E6F">
        <w:rPr>
          <w:rFonts w:ascii="Times New Roman" w:hAnsi="Times New Roman"/>
          <w:sz w:val="16"/>
          <w:szCs w:val="16"/>
        </w:rPr>
        <w:t xml:space="preserve">(фамилия, инициалы) </w:t>
      </w:r>
    </w:p>
    <w:p w14:paraId="783B7651" w14:textId="77777777" w:rsidR="004D5563" w:rsidRDefault="004D5563" w:rsidP="00EF7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3B7652" w14:textId="77777777" w:rsidR="00EA3925" w:rsidRDefault="00EA3925" w:rsidP="00EF7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3B7653" w14:textId="77777777" w:rsidR="00EA3925" w:rsidRDefault="00EA3925" w:rsidP="00EF7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3B7654" w14:textId="77777777" w:rsidR="00EA3925" w:rsidRDefault="00EA3925" w:rsidP="00EF7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3B7655" w14:textId="77777777" w:rsidR="00EA3925" w:rsidRDefault="00EA3925" w:rsidP="00EF7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A3925" w:rsidSect="000354F0">
      <w:headerReference w:type="default" r:id="rId8"/>
      <w:pgSz w:w="11906" w:h="16838"/>
      <w:pgMar w:top="709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500E5" w14:textId="77777777" w:rsidR="000354F0" w:rsidRDefault="000354F0" w:rsidP="000354F0">
      <w:pPr>
        <w:spacing w:after="0" w:line="240" w:lineRule="auto"/>
      </w:pPr>
      <w:r>
        <w:separator/>
      </w:r>
    </w:p>
  </w:endnote>
  <w:endnote w:type="continuationSeparator" w:id="0">
    <w:p w14:paraId="3F1B0011" w14:textId="77777777" w:rsidR="000354F0" w:rsidRDefault="000354F0" w:rsidP="00035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39980" w14:textId="77777777" w:rsidR="000354F0" w:rsidRDefault="000354F0" w:rsidP="000354F0">
      <w:pPr>
        <w:spacing w:after="0" w:line="240" w:lineRule="auto"/>
      </w:pPr>
      <w:r>
        <w:separator/>
      </w:r>
    </w:p>
  </w:footnote>
  <w:footnote w:type="continuationSeparator" w:id="0">
    <w:p w14:paraId="007969FE" w14:textId="77777777" w:rsidR="000354F0" w:rsidRDefault="000354F0" w:rsidP="00035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E642B" w14:textId="77777777" w:rsidR="000354F0" w:rsidRDefault="000354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F3F34">
      <w:rPr>
        <w:noProof/>
      </w:rPr>
      <w:t>2</w:t>
    </w:r>
    <w:r>
      <w:fldChar w:fldCharType="end"/>
    </w:r>
  </w:p>
  <w:p w14:paraId="0AA3B1F5" w14:textId="77777777" w:rsidR="000354F0" w:rsidRDefault="000354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88082F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0CB6065"/>
    <w:multiLevelType w:val="multilevel"/>
    <w:tmpl w:val="85F68E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97C2EE2"/>
    <w:multiLevelType w:val="hybridMultilevel"/>
    <w:tmpl w:val="8288152E"/>
    <w:lvl w:ilvl="0" w:tplc="0374F69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ascii="Times New Roman" w:eastAsia="Calibri" w:hAnsi="Times New Roman" w:cs="Times New Roman"/>
      </w:rPr>
    </w:lvl>
    <w:lvl w:ilvl="1" w:tplc="6E204D28">
      <w:numFmt w:val="none"/>
      <w:lvlText w:val=""/>
      <w:lvlJc w:val="left"/>
      <w:pPr>
        <w:tabs>
          <w:tab w:val="num" w:pos="360"/>
        </w:tabs>
      </w:pPr>
    </w:lvl>
    <w:lvl w:ilvl="2" w:tplc="58ECC312">
      <w:numFmt w:val="none"/>
      <w:lvlText w:val=""/>
      <w:lvlJc w:val="left"/>
      <w:pPr>
        <w:tabs>
          <w:tab w:val="num" w:pos="360"/>
        </w:tabs>
      </w:pPr>
    </w:lvl>
    <w:lvl w:ilvl="3" w:tplc="3CB42C68">
      <w:numFmt w:val="none"/>
      <w:lvlText w:val=""/>
      <w:lvlJc w:val="left"/>
      <w:pPr>
        <w:tabs>
          <w:tab w:val="num" w:pos="360"/>
        </w:tabs>
      </w:pPr>
    </w:lvl>
    <w:lvl w:ilvl="4" w:tplc="F07EC3F6">
      <w:numFmt w:val="none"/>
      <w:lvlText w:val=""/>
      <w:lvlJc w:val="left"/>
      <w:pPr>
        <w:tabs>
          <w:tab w:val="num" w:pos="360"/>
        </w:tabs>
      </w:pPr>
    </w:lvl>
    <w:lvl w:ilvl="5" w:tplc="650AB342">
      <w:numFmt w:val="none"/>
      <w:lvlText w:val=""/>
      <w:lvlJc w:val="left"/>
      <w:pPr>
        <w:tabs>
          <w:tab w:val="num" w:pos="360"/>
        </w:tabs>
      </w:pPr>
    </w:lvl>
    <w:lvl w:ilvl="6" w:tplc="5AAE3A0E">
      <w:numFmt w:val="none"/>
      <w:lvlText w:val=""/>
      <w:lvlJc w:val="left"/>
      <w:pPr>
        <w:tabs>
          <w:tab w:val="num" w:pos="360"/>
        </w:tabs>
      </w:pPr>
    </w:lvl>
    <w:lvl w:ilvl="7" w:tplc="BC50EFE4">
      <w:numFmt w:val="none"/>
      <w:lvlText w:val=""/>
      <w:lvlJc w:val="left"/>
      <w:pPr>
        <w:tabs>
          <w:tab w:val="num" w:pos="360"/>
        </w:tabs>
      </w:pPr>
    </w:lvl>
    <w:lvl w:ilvl="8" w:tplc="AC2E151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C85"/>
    <w:rsid w:val="0002161E"/>
    <w:rsid w:val="000354F0"/>
    <w:rsid w:val="00053BD0"/>
    <w:rsid w:val="00066E54"/>
    <w:rsid w:val="00090D50"/>
    <w:rsid w:val="00095F20"/>
    <w:rsid w:val="000D7C85"/>
    <w:rsid w:val="000E4745"/>
    <w:rsid w:val="00131E1A"/>
    <w:rsid w:val="00151CA5"/>
    <w:rsid w:val="00160AF0"/>
    <w:rsid w:val="00191B58"/>
    <w:rsid w:val="001C3EA7"/>
    <w:rsid w:val="001D37E0"/>
    <w:rsid w:val="001F2976"/>
    <w:rsid w:val="001F3F34"/>
    <w:rsid w:val="002223AB"/>
    <w:rsid w:val="00242B61"/>
    <w:rsid w:val="00260455"/>
    <w:rsid w:val="002A1DB2"/>
    <w:rsid w:val="002D625A"/>
    <w:rsid w:val="0031122B"/>
    <w:rsid w:val="003545D6"/>
    <w:rsid w:val="00356561"/>
    <w:rsid w:val="00384A9B"/>
    <w:rsid w:val="00387607"/>
    <w:rsid w:val="00387E04"/>
    <w:rsid w:val="003C1298"/>
    <w:rsid w:val="0048492C"/>
    <w:rsid w:val="0049344A"/>
    <w:rsid w:val="004A081C"/>
    <w:rsid w:val="004A45A3"/>
    <w:rsid w:val="004D4BE2"/>
    <w:rsid w:val="004D5563"/>
    <w:rsid w:val="00530592"/>
    <w:rsid w:val="005809EE"/>
    <w:rsid w:val="00584221"/>
    <w:rsid w:val="005953B6"/>
    <w:rsid w:val="00612881"/>
    <w:rsid w:val="00626353"/>
    <w:rsid w:val="006548DC"/>
    <w:rsid w:val="0069344F"/>
    <w:rsid w:val="006935AF"/>
    <w:rsid w:val="00695501"/>
    <w:rsid w:val="006A6957"/>
    <w:rsid w:val="007357B9"/>
    <w:rsid w:val="00770F07"/>
    <w:rsid w:val="0078153C"/>
    <w:rsid w:val="00785ED2"/>
    <w:rsid w:val="007C258E"/>
    <w:rsid w:val="007F0E5C"/>
    <w:rsid w:val="00825E9D"/>
    <w:rsid w:val="00835E6F"/>
    <w:rsid w:val="00835EAD"/>
    <w:rsid w:val="00854F03"/>
    <w:rsid w:val="00904CD7"/>
    <w:rsid w:val="0091595A"/>
    <w:rsid w:val="00974671"/>
    <w:rsid w:val="00980BD2"/>
    <w:rsid w:val="009B4911"/>
    <w:rsid w:val="009E12E4"/>
    <w:rsid w:val="009E2B73"/>
    <w:rsid w:val="009E3CC4"/>
    <w:rsid w:val="00A02FCB"/>
    <w:rsid w:val="00A244A8"/>
    <w:rsid w:val="00A461D1"/>
    <w:rsid w:val="00A61663"/>
    <w:rsid w:val="00A77A6D"/>
    <w:rsid w:val="00AA1136"/>
    <w:rsid w:val="00AC1AF5"/>
    <w:rsid w:val="00B0247C"/>
    <w:rsid w:val="00B25688"/>
    <w:rsid w:val="00B361DB"/>
    <w:rsid w:val="00B41EE0"/>
    <w:rsid w:val="00B46CE4"/>
    <w:rsid w:val="00BA1368"/>
    <w:rsid w:val="00BA511D"/>
    <w:rsid w:val="00BB1E9E"/>
    <w:rsid w:val="00C03682"/>
    <w:rsid w:val="00C03DB3"/>
    <w:rsid w:val="00C439A4"/>
    <w:rsid w:val="00C74287"/>
    <w:rsid w:val="00C94E02"/>
    <w:rsid w:val="00CA7116"/>
    <w:rsid w:val="00CD7EDF"/>
    <w:rsid w:val="00CE16F1"/>
    <w:rsid w:val="00CE1DCA"/>
    <w:rsid w:val="00CE7176"/>
    <w:rsid w:val="00D0171C"/>
    <w:rsid w:val="00D2120E"/>
    <w:rsid w:val="00D50943"/>
    <w:rsid w:val="00E82EA7"/>
    <w:rsid w:val="00E91345"/>
    <w:rsid w:val="00EA3925"/>
    <w:rsid w:val="00EE4050"/>
    <w:rsid w:val="00E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B7609"/>
  <w15:chartTrackingRefBased/>
  <w15:docId w15:val="{AF23C7F3-9351-4521-A22B-148AB1E6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85"/>
    <w:pPr>
      <w:spacing w:after="200" w:line="276" w:lineRule="auto"/>
      <w:ind w:left="720"/>
      <w:contextualSpacing/>
    </w:pPr>
  </w:style>
  <w:style w:type="character" w:customStyle="1" w:styleId="a4">
    <w:name w:val="Основной текст Знак"/>
    <w:link w:val="a5"/>
    <w:rsid w:val="00BA511D"/>
    <w:rPr>
      <w:sz w:val="25"/>
      <w:szCs w:val="25"/>
      <w:shd w:val="clear" w:color="auto" w:fill="FFFFFF"/>
    </w:rPr>
  </w:style>
  <w:style w:type="paragraph" w:styleId="a5">
    <w:name w:val="Body Text"/>
    <w:basedOn w:val="a"/>
    <w:link w:val="a4"/>
    <w:rsid w:val="00BA511D"/>
    <w:pPr>
      <w:shd w:val="clear" w:color="auto" w:fill="FFFFFF"/>
      <w:spacing w:after="0" w:line="240" w:lineRule="atLeast"/>
      <w:jc w:val="center"/>
    </w:pPr>
    <w:rPr>
      <w:sz w:val="25"/>
      <w:szCs w:val="25"/>
      <w:lang w:eastAsia="ru-RU"/>
    </w:rPr>
  </w:style>
  <w:style w:type="character" w:customStyle="1" w:styleId="1">
    <w:name w:val="Основной текст Знак1"/>
    <w:uiPriority w:val="99"/>
    <w:semiHidden/>
    <w:rsid w:val="00BA511D"/>
    <w:rPr>
      <w:sz w:val="22"/>
      <w:szCs w:val="22"/>
      <w:lang w:eastAsia="en-US"/>
    </w:rPr>
  </w:style>
  <w:style w:type="table" w:styleId="a6">
    <w:name w:val="Table Grid"/>
    <w:basedOn w:val="a1"/>
    <w:rsid w:val="00BA5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rsid w:val="0049344A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344A"/>
    <w:pPr>
      <w:shd w:val="clear" w:color="auto" w:fill="FFFFFF"/>
      <w:spacing w:before="300" w:after="840" w:line="293" w:lineRule="exact"/>
      <w:jc w:val="both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10">
    <w:name w:val="Абзац списка1"/>
    <w:basedOn w:val="a"/>
    <w:rsid w:val="0091595A"/>
    <w:pPr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rsid w:val="009159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0354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354F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354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354F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8F321C3CDC7177870A58E06153D50B20D0D018FEC5E34C55FE05612D857D6F4B30770E4EE02875C99C7F40C51B714C015EAC94F7V1D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ester\Desktop\&#1045;&#1092;&#1080;&#1084;&#1086;&#1074;&#1072;%20&#1057;.&#1045;\&#1055;&#1086;&#1089;&#1090;&#1072;&#1085;&#1086;&#1074;&#1083;&#1077;&#1085;&#1080;&#1103;\&#1055;&#1086;&#1089;&#1090;&#1072;&#1085;&#1086;&#1074;&#1083;&#1077;&#1085;&#1080;&#1077;%20&#1084;&#1101;&#1088;&#1072;%20(&#1044;&#1040;&#1053;&#1063;&#1045;&#1053;&#1050;&#1054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(ДАНЧЕНКО)</Template>
  <TotalTime>1036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Брестер</dc:creator>
  <cp:keywords/>
  <dc:description/>
  <cp:lastModifiedBy>Жанна С. Дюндина</cp:lastModifiedBy>
  <cp:revision>39</cp:revision>
  <cp:lastPrinted>2020-10-08T04:48:00Z</cp:lastPrinted>
  <dcterms:created xsi:type="dcterms:W3CDTF">2019-01-22T04:30:00Z</dcterms:created>
  <dcterms:modified xsi:type="dcterms:W3CDTF">2020-10-08T05:22:00Z</dcterms:modified>
</cp:coreProperties>
</file>