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2473228" w14:textId="77777777" w:rsidTr="00987DB5">
        <w:tc>
          <w:tcPr>
            <w:tcW w:w="9498" w:type="dxa"/>
          </w:tcPr>
          <w:p w14:paraId="2247322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247323F" wp14:editId="2247324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473225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247322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247322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2473229" w14:textId="79E1D00D" w:rsidR="00AE5C63" w:rsidRPr="000A59C5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A59C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FD3EE1">
            <w:rPr>
              <w:rFonts w:ascii="Times New Roman" w:hAnsi="Times New Roman"/>
              <w:sz w:val="28"/>
              <w:szCs w:val="28"/>
            </w:rPr>
            <w:t>09 ноября 2020 года</w:t>
          </w:r>
        </w:sdtContent>
      </w:sdt>
      <w:r w:rsidRPr="000A59C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FD3EE1" w:rsidRPr="00FD3EE1">
            <w:rPr>
              <w:rFonts w:ascii="Times New Roman" w:hAnsi="Times New Roman"/>
              <w:sz w:val="28"/>
              <w:szCs w:val="28"/>
            </w:rPr>
            <w:t>165</w:t>
          </w:r>
        </w:sdtContent>
      </w:sdt>
    </w:p>
    <w:p w14:paraId="2247322A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F2BEBC3" w14:textId="6EDE7BFA" w:rsidR="00361E0A" w:rsidRDefault="00AE5C63" w:rsidP="00361E0A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057E">
        <w:rPr>
          <w:rFonts w:ascii="Times New Roman" w:hAnsi="Times New Roman"/>
          <w:b/>
          <w:bCs/>
          <w:sz w:val="28"/>
          <w:szCs w:val="28"/>
        </w:rPr>
        <w:t xml:space="preserve">О создании межведомственной мобильной бригады </w:t>
      </w:r>
      <w:r w:rsidR="00361E0A">
        <w:rPr>
          <w:rFonts w:ascii="Times New Roman" w:hAnsi="Times New Roman"/>
          <w:b/>
          <w:bCs/>
          <w:sz w:val="28"/>
          <w:szCs w:val="28"/>
        </w:rPr>
        <w:br/>
      </w:r>
      <w:r w:rsidRPr="0053057E">
        <w:rPr>
          <w:rFonts w:ascii="Times New Roman" w:hAnsi="Times New Roman"/>
          <w:b/>
          <w:bCs/>
          <w:sz w:val="28"/>
          <w:szCs w:val="28"/>
        </w:rPr>
        <w:t xml:space="preserve">для наблюдения за гражданами из группы риска </w:t>
      </w:r>
      <w:r w:rsidR="00361E0A">
        <w:rPr>
          <w:rFonts w:ascii="Times New Roman" w:hAnsi="Times New Roman"/>
          <w:b/>
          <w:bCs/>
          <w:sz w:val="28"/>
          <w:szCs w:val="28"/>
        </w:rPr>
        <w:br/>
      </w:r>
      <w:r w:rsidRPr="0053057E">
        <w:rPr>
          <w:rFonts w:ascii="Times New Roman" w:hAnsi="Times New Roman"/>
          <w:b/>
          <w:bCs/>
          <w:sz w:val="28"/>
          <w:szCs w:val="28"/>
        </w:rPr>
        <w:t xml:space="preserve">(одиноко проживающие в возрасте 65+, маломобильные, </w:t>
      </w:r>
      <w:r w:rsidR="00361E0A">
        <w:rPr>
          <w:rFonts w:ascii="Times New Roman" w:hAnsi="Times New Roman"/>
          <w:b/>
          <w:bCs/>
          <w:sz w:val="28"/>
          <w:szCs w:val="28"/>
        </w:rPr>
        <w:br/>
      </w:r>
      <w:r w:rsidR="0053057E" w:rsidRPr="0053057E">
        <w:rPr>
          <w:rFonts w:ascii="Times New Roman" w:hAnsi="Times New Roman"/>
          <w:b/>
          <w:bCs/>
          <w:sz w:val="28"/>
          <w:szCs w:val="28"/>
        </w:rPr>
        <w:t xml:space="preserve">нуждающиеся в постоянном уходе, инвалиды </w:t>
      </w:r>
      <w:r w:rsidR="000A59C5">
        <w:rPr>
          <w:rFonts w:ascii="Times New Roman" w:hAnsi="Times New Roman"/>
          <w:b/>
          <w:bCs/>
          <w:sz w:val="28"/>
          <w:szCs w:val="28"/>
        </w:rPr>
        <w:br/>
      </w:r>
      <w:r w:rsidR="0053057E" w:rsidRPr="0053057E">
        <w:rPr>
          <w:rFonts w:ascii="Times New Roman" w:hAnsi="Times New Roman"/>
          <w:b/>
          <w:bCs/>
          <w:sz w:val="28"/>
          <w:szCs w:val="28"/>
        </w:rPr>
        <w:t>со стойким нарушением функций органов 3 и 4 степени, а также пациенты, нуждающиеся в паллиативной помощи</w:t>
      </w:r>
      <w:r w:rsidR="00361E0A" w:rsidRPr="0053057E">
        <w:rPr>
          <w:rFonts w:ascii="Times New Roman" w:hAnsi="Times New Roman"/>
          <w:b/>
          <w:bCs/>
          <w:sz w:val="28"/>
          <w:szCs w:val="28"/>
        </w:rPr>
        <w:t>)</w:t>
      </w:r>
      <w:r w:rsidR="00361E0A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361E0A">
        <w:rPr>
          <w:rFonts w:ascii="Times New Roman" w:hAnsi="Times New Roman"/>
          <w:b/>
          <w:bCs/>
          <w:sz w:val="28"/>
          <w:szCs w:val="28"/>
        </w:rPr>
        <w:br/>
        <w:t>проживающими на территории муниципального образования «Городской округ Ногликский»</w:t>
      </w:r>
    </w:p>
    <w:p w14:paraId="20FB08C9" w14:textId="77777777" w:rsidR="00402211" w:rsidRPr="000A59C5" w:rsidRDefault="00402211" w:rsidP="000A59C5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C167952" w14:textId="0956D27F" w:rsidR="0053057E" w:rsidRPr="0053057E" w:rsidRDefault="0053057E" w:rsidP="004022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Hlk54185101"/>
      <w:r w:rsidRPr="0053057E">
        <w:rPr>
          <w:rFonts w:ascii="Times New Roman" w:hAnsi="Times New Roman"/>
          <w:sz w:val="28"/>
          <w:szCs w:val="28"/>
        </w:rPr>
        <w:t>Во исполнение Перечня поручений заместителя председателя Правительства Сахалинской области от 18.08.2020 № 1.10-ПП-5/20, в целях реализации проекта «Забота 65+»</w:t>
      </w:r>
      <w:bookmarkEnd w:id="0"/>
      <w:r w:rsidRPr="0053057E">
        <w:rPr>
          <w:rFonts w:ascii="Times New Roman" w:hAnsi="Times New Roman"/>
          <w:sz w:val="28"/>
          <w:szCs w:val="28"/>
        </w:rPr>
        <w:t xml:space="preserve"> </w:t>
      </w:r>
      <w:r w:rsidR="008548F5">
        <w:rPr>
          <w:rFonts w:ascii="Times New Roman" w:hAnsi="Times New Roman"/>
          <w:b/>
          <w:sz w:val="28"/>
          <w:szCs w:val="28"/>
        </w:rPr>
        <w:t>ПОСТАНОВЛЯЮ</w:t>
      </w:r>
      <w:r w:rsidRPr="0053057E">
        <w:rPr>
          <w:rFonts w:ascii="Times New Roman" w:hAnsi="Times New Roman"/>
          <w:b/>
          <w:sz w:val="28"/>
          <w:szCs w:val="28"/>
        </w:rPr>
        <w:t>:</w:t>
      </w:r>
    </w:p>
    <w:p w14:paraId="65393433" w14:textId="0BC9FE42" w:rsidR="0053057E" w:rsidRPr="0053057E" w:rsidRDefault="0053057E" w:rsidP="004022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57E">
        <w:rPr>
          <w:rFonts w:ascii="Times New Roman" w:hAnsi="Times New Roman"/>
          <w:sz w:val="28"/>
          <w:szCs w:val="28"/>
        </w:rPr>
        <w:t xml:space="preserve">1. Создать </w:t>
      </w:r>
      <w:bookmarkStart w:id="1" w:name="_Hlk54185154"/>
      <w:r w:rsidRPr="0053057E">
        <w:rPr>
          <w:rFonts w:ascii="Times New Roman" w:hAnsi="Times New Roman"/>
          <w:sz w:val="28"/>
          <w:szCs w:val="28"/>
        </w:rPr>
        <w:t>межведомственную мобильную бригаду для наблюдения за гражданами из группы ри</w:t>
      </w:r>
      <w:bookmarkStart w:id="2" w:name="_GoBack"/>
      <w:bookmarkEnd w:id="2"/>
      <w:r w:rsidRPr="0053057E">
        <w:rPr>
          <w:rFonts w:ascii="Times New Roman" w:hAnsi="Times New Roman"/>
          <w:sz w:val="28"/>
          <w:szCs w:val="28"/>
        </w:rPr>
        <w:t>ска (одиноко проживающие в возрасте 65+, маломобильные, нуждающиеся в постоянном уходе, инвалиды со стойким нарушением функций органов 3 и 4 степени, а также пациенты, нуждающиеся в паллиативной помощи), проживающи</w:t>
      </w:r>
      <w:r w:rsidR="00361E0A">
        <w:rPr>
          <w:rFonts w:ascii="Times New Roman" w:hAnsi="Times New Roman"/>
          <w:sz w:val="28"/>
          <w:szCs w:val="28"/>
        </w:rPr>
        <w:t>ми</w:t>
      </w:r>
      <w:r w:rsidRPr="0053057E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«Городской округ Ногликский</w:t>
      </w:r>
      <w:bookmarkEnd w:id="1"/>
      <w:r w:rsidRPr="0053057E">
        <w:rPr>
          <w:rFonts w:ascii="Times New Roman" w:hAnsi="Times New Roman"/>
          <w:sz w:val="28"/>
          <w:szCs w:val="28"/>
        </w:rPr>
        <w:t>».</w:t>
      </w:r>
    </w:p>
    <w:p w14:paraId="5E947A91" w14:textId="5D3643FC" w:rsidR="0053057E" w:rsidRPr="0053057E" w:rsidRDefault="0053057E" w:rsidP="004022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57E">
        <w:rPr>
          <w:rFonts w:ascii="Times New Roman" w:hAnsi="Times New Roman"/>
          <w:sz w:val="28"/>
          <w:szCs w:val="28"/>
        </w:rPr>
        <w:t>2. Утвердить Положение о работе межведомственной мобильной бригады для наблюдения за гражданами из группы риска (одиноко проживающие в возрасте 65+, маломобильные, нуждающиеся в постоянном уходе, инвалиды со стойким нарушением функций органов 3 и 4 степени, а также пациенты, нуждающиеся в паллиативной помощи), проживающ</w:t>
      </w:r>
      <w:r w:rsidR="00361E0A">
        <w:rPr>
          <w:rFonts w:ascii="Times New Roman" w:hAnsi="Times New Roman"/>
          <w:sz w:val="28"/>
          <w:szCs w:val="28"/>
        </w:rPr>
        <w:t>ими</w:t>
      </w:r>
      <w:r w:rsidRPr="0053057E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«Городской округ Ногликский» (приложение 1).</w:t>
      </w:r>
    </w:p>
    <w:p w14:paraId="012EF80D" w14:textId="1CE8A0E9" w:rsidR="0053057E" w:rsidRPr="0053057E" w:rsidRDefault="0053057E" w:rsidP="004022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57E">
        <w:rPr>
          <w:rFonts w:ascii="Times New Roman" w:hAnsi="Times New Roman"/>
          <w:sz w:val="28"/>
          <w:szCs w:val="28"/>
        </w:rPr>
        <w:t xml:space="preserve">3. Утвердить состав межведомственной мобильной бригады для наблюдения за гражданами из группы риска (одиноко проживающие в возрасте 65+, маломобильные, нуждающиеся в постоянном уходе, инвалиды со стойким нарушением функций органов 3 и 4 степени, а также пациенты, </w:t>
      </w:r>
      <w:r w:rsidRPr="0053057E">
        <w:rPr>
          <w:rFonts w:ascii="Times New Roman" w:hAnsi="Times New Roman"/>
          <w:sz w:val="28"/>
          <w:szCs w:val="28"/>
        </w:rPr>
        <w:lastRenderedPageBreak/>
        <w:t>нуждающиеся в паллиативной помощи), проживающи</w:t>
      </w:r>
      <w:r w:rsidR="00361E0A">
        <w:rPr>
          <w:rFonts w:ascii="Times New Roman" w:hAnsi="Times New Roman"/>
          <w:sz w:val="28"/>
          <w:szCs w:val="28"/>
        </w:rPr>
        <w:t>ми</w:t>
      </w:r>
      <w:r w:rsidRPr="0053057E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«Городской округ Ногликский» (приложение 2).</w:t>
      </w:r>
    </w:p>
    <w:p w14:paraId="26E6969A" w14:textId="5B56D898" w:rsidR="0053057E" w:rsidRDefault="0053057E" w:rsidP="004022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57E">
        <w:rPr>
          <w:rFonts w:ascii="Times New Roman" w:hAnsi="Times New Roman"/>
          <w:sz w:val="28"/>
          <w:szCs w:val="28"/>
        </w:rPr>
        <w:t>4.</w:t>
      </w:r>
      <w:r w:rsidR="00521589">
        <w:rPr>
          <w:rFonts w:ascii="Times New Roman" w:hAnsi="Times New Roman"/>
          <w:sz w:val="28"/>
          <w:szCs w:val="28"/>
        </w:rPr>
        <w:t xml:space="preserve"> </w:t>
      </w:r>
      <w:r w:rsidR="00EE6C7D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</w:t>
      </w:r>
      <w:r w:rsidRPr="0053057E">
        <w:rPr>
          <w:rFonts w:ascii="Times New Roman" w:hAnsi="Times New Roman"/>
          <w:sz w:val="28"/>
          <w:szCs w:val="28"/>
        </w:rPr>
        <w:t>азместить</w:t>
      </w:r>
      <w:r w:rsidR="00521589" w:rsidRPr="00521589">
        <w:rPr>
          <w:rFonts w:ascii="Times New Roman" w:hAnsi="Times New Roman"/>
          <w:sz w:val="28"/>
          <w:szCs w:val="28"/>
        </w:rPr>
        <w:t xml:space="preserve"> </w:t>
      </w:r>
      <w:r w:rsidRPr="0053057E">
        <w:rPr>
          <w:rFonts w:ascii="Times New Roman" w:hAnsi="Times New Roman"/>
          <w:sz w:val="28"/>
          <w:szCs w:val="28"/>
        </w:rPr>
        <w:t>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0AFC8EE" w14:textId="1E75C3D5" w:rsidR="0053057E" w:rsidRPr="0053057E" w:rsidRDefault="0053057E" w:rsidP="004022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57E">
        <w:rPr>
          <w:rFonts w:ascii="Times New Roman" w:hAnsi="Times New Roman"/>
          <w:sz w:val="28"/>
          <w:szCs w:val="28"/>
        </w:rPr>
        <w:t>5. Контроль за исполнением настоящего постановления возложить на вице-мэра муниципального образования «Городской округ Ногликский» Микову И.А.</w:t>
      </w:r>
    </w:p>
    <w:p w14:paraId="22473237" w14:textId="77777777" w:rsidR="008629FA" w:rsidRDefault="008629FA" w:rsidP="004022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C80EE8" w14:textId="77777777" w:rsidR="00402211" w:rsidRPr="00D12794" w:rsidRDefault="00402211" w:rsidP="004022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47323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2473239" w14:textId="05A1D1C6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5215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2247323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247323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247323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247323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247323E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D205BA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73243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22473244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73245" w14:textId="12AAAEA2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73241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22473242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0469050"/>
      <w:docPartObj>
        <w:docPartGallery w:val="Page Numbers (Top of Page)"/>
        <w:docPartUnique/>
      </w:docPartObj>
    </w:sdtPr>
    <w:sdtEndPr/>
    <w:sdtContent>
      <w:p w14:paraId="2640DE53" w14:textId="3D63F620" w:rsidR="00D205BA" w:rsidRDefault="00D205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8F5">
          <w:rPr>
            <w:noProof/>
          </w:rPr>
          <w:t>2</w:t>
        </w:r>
        <w:r>
          <w:fldChar w:fldCharType="end"/>
        </w:r>
      </w:p>
    </w:sdtContent>
  </w:sdt>
  <w:p w14:paraId="2E73C253" w14:textId="77777777" w:rsidR="00D205BA" w:rsidRDefault="00D205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59C5"/>
    <w:rsid w:val="00185FEC"/>
    <w:rsid w:val="00186468"/>
    <w:rsid w:val="001E1F9F"/>
    <w:rsid w:val="002E5832"/>
    <w:rsid w:val="003572AB"/>
    <w:rsid w:val="00361E0A"/>
    <w:rsid w:val="00364F8F"/>
    <w:rsid w:val="00402211"/>
    <w:rsid w:val="004D1109"/>
    <w:rsid w:val="00520CBF"/>
    <w:rsid w:val="00521589"/>
    <w:rsid w:val="0053057E"/>
    <w:rsid w:val="008548F5"/>
    <w:rsid w:val="008629FA"/>
    <w:rsid w:val="00987DB5"/>
    <w:rsid w:val="00AC35F7"/>
    <w:rsid w:val="00AC72C8"/>
    <w:rsid w:val="00AE5C63"/>
    <w:rsid w:val="00B10ED9"/>
    <w:rsid w:val="00B25688"/>
    <w:rsid w:val="00C02849"/>
    <w:rsid w:val="00D12794"/>
    <w:rsid w:val="00D205BA"/>
    <w:rsid w:val="00D66E1E"/>
    <w:rsid w:val="00D67BD8"/>
    <w:rsid w:val="00DF7897"/>
    <w:rsid w:val="00E37B8A"/>
    <w:rsid w:val="00E609BC"/>
    <w:rsid w:val="00E76729"/>
    <w:rsid w:val="00EA0EFF"/>
    <w:rsid w:val="00EE6C7D"/>
    <w:rsid w:val="00FD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247322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548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48F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3C09FB" w:rsidRDefault="003C09FB" w:rsidP="003C09FB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3C09FB" w:rsidRDefault="003C09FB" w:rsidP="003C09FB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C09FB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C09FB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3C09FB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3C09FB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59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16</cp:revision>
  <cp:lastPrinted>2020-11-25T05:18:00Z</cp:lastPrinted>
  <dcterms:created xsi:type="dcterms:W3CDTF">2020-04-07T04:54:00Z</dcterms:created>
  <dcterms:modified xsi:type="dcterms:W3CDTF">2020-11-25T05:33:00Z</dcterms:modified>
</cp:coreProperties>
</file>