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83" w:type="dxa"/>
        <w:tblInd w:w="93" w:type="dxa"/>
        <w:tblLook w:val="00A0"/>
      </w:tblPr>
      <w:tblGrid>
        <w:gridCol w:w="593"/>
        <w:gridCol w:w="4102"/>
        <w:gridCol w:w="5107"/>
        <w:gridCol w:w="1160"/>
        <w:gridCol w:w="289"/>
        <w:gridCol w:w="594"/>
        <w:gridCol w:w="1003"/>
        <w:gridCol w:w="855"/>
        <w:gridCol w:w="235"/>
        <w:gridCol w:w="1008"/>
      </w:tblGrid>
      <w:tr w:rsidR="003F20C6" w:rsidRPr="006E4C67" w:rsidTr="006E4C67">
        <w:trPr>
          <w:trHeight w:val="64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20C6" w:rsidRPr="006E4C67" w:rsidRDefault="003F20C6" w:rsidP="006E4C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УТВЕРЖДЕН</w:t>
            </w:r>
          </w:p>
          <w:p w:rsidR="003F20C6" w:rsidRPr="006E4C67" w:rsidRDefault="003F20C6" w:rsidP="006E4C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постановлением администрации </w:t>
            </w:r>
          </w:p>
          <w:p w:rsidR="003F20C6" w:rsidRPr="006E4C67" w:rsidRDefault="003F20C6" w:rsidP="006E4C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от  07.03.2014 № 151</w:t>
            </w:r>
          </w:p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F20C6" w:rsidRPr="006E4C67" w:rsidTr="006E4C67">
        <w:trPr>
          <w:trHeight w:val="31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3F20C6" w:rsidRPr="006E4C67" w:rsidTr="006E4C67">
        <w:trPr>
          <w:trHeight w:val="315"/>
        </w:trPr>
        <w:tc>
          <w:tcPr>
            <w:tcW w:w="14883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ЕРЕЧЕНЬ</w:t>
            </w:r>
            <w:r w:rsidRPr="006E4C67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индикаторов</w:t>
            </w:r>
            <w:bookmarkStart w:id="0" w:name="_GoBack"/>
            <w:bookmarkEnd w:id="0"/>
            <w:r w:rsidRPr="006E4C67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3F20C6" w:rsidRPr="006E4C67" w:rsidTr="006E4C67">
        <w:trPr>
          <w:trHeight w:val="315"/>
        </w:trPr>
        <w:tc>
          <w:tcPr>
            <w:tcW w:w="1488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0C6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реализации Плана мероприятий по реконструкции, капитальному ремонту социально-значимых объектов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</w:p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объектов дорожного хозяйства и благоустройству</w:t>
            </w:r>
            <w:r w:rsidRPr="006E4C67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муниципального образования «Городской округ Ногликский» на 2014-2016 годы</w:t>
            </w:r>
          </w:p>
        </w:tc>
      </w:tr>
      <w:tr w:rsidR="003F20C6" w:rsidRPr="006E4C67" w:rsidTr="006E4C67">
        <w:trPr>
          <w:trHeight w:val="31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20C6" w:rsidRPr="006E4C67" w:rsidTr="006E4C67">
        <w:trPr>
          <w:trHeight w:val="315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4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Направление реализации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C6" w:rsidRPr="006E4C67" w:rsidRDefault="003F20C6" w:rsidP="002460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индикатора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38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Значения</w:t>
            </w:r>
          </w:p>
        </w:tc>
      </w:tr>
      <w:tr w:rsidR="003F20C6" w:rsidRPr="006E4C67" w:rsidTr="006E4C67">
        <w:trPr>
          <w:trHeight w:val="630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2013г. (база)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2014г.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2015г.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2016г.</w:t>
            </w:r>
          </w:p>
        </w:tc>
      </w:tr>
      <w:tr w:rsidR="003F20C6" w:rsidRPr="006E4C67" w:rsidTr="006E4C67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1018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20C6" w:rsidRPr="006E4C67" w:rsidTr="006E4C67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429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</w:tr>
      <w:tr w:rsidR="003F20C6" w:rsidRPr="006E4C67" w:rsidTr="006E4C67">
        <w:trPr>
          <w:trHeight w:val="6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Доля капитально отремонтированных объектов в общем количестве объектов по отрасли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677D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4C7E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4C7E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4C7E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85,7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432F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85,7</w:t>
            </w:r>
          </w:p>
        </w:tc>
      </w:tr>
      <w:tr w:rsidR="003F20C6" w:rsidRPr="006E4C67" w:rsidTr="006E4C67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429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</w:tr>
      <w:tr w:rsidR="003F20C6" w:rsidRPr="006E4C67" w:rsidTr="006E4C67">
        <w:trPr>
          <w:trHeight w:val="6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Доля капитально отремонтированных объектов в общем количестве объектов по отрасли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3E05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8B05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8B05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8B05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8B05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3F20C6" w:rsidRPr="006E4C67" w:rsidTr="006E4C67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0C6" w:rsidRPr="006E4C67" w:rsidRDefault="003F20C6" w:rsidP="00E92C8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Доля муниципальных общеобразовательных организаций, в которых созданы от 80% до 100% условий, соответствующих современным требованиям обучения в общем количестве муниципальных общеобразовательных организаций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3E05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8B05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8B05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8B05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8B05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3F20C6" w:rsidRPr="006E4C67" w:rsidTr="006E4C67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42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Физкультура и спорт</w:t>
            </w:r>
          </w:p>
        </w:tc>
      </w:tr>
      <w:tr w:rsidR="003F20C6" w:rsidRPr="006E4C67" w:rsidTr="006E4C67">
        <w:trPr>
          <w:trHeight w:val="63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darkMagenta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Доля занимающихся физкультурой и спортом от общей численности населения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3E05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DC79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DC79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DC79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DC79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3F20C6" w:rsidRPr="006E4C67" w:rsidTr="006E4C67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29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Жилищный фонд</w:t>
            </w:r>
          </w:p>
        </w:tc>
      </w:tr>
      <w:tr w:rsidR="003F20C6" w:rsidRPr="006E4C67" w:rsidTr="006E4C67">
        <w:trPr>
          <w:trHeight w:val="6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0C6" w:rsidRPr="006E4C67" w:rsidRDefault="003F20C6" w:rsidP="009511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Доля капитально отремонтированных МКД в общем количестве МКД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677D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951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951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13,11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951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13,12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951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13,13</w:t>
            </w:r>
          </w:p>
        </w:tc>
      </w:tr>
      <w:tr w:rsidR="003F20C6" w:rsidRPr="006E4C67" w:rsidTr="006E4C67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29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</w:tr>
      <w:tr w:rsidR="003F20C6" w:rsidRPr="006E4C67" w:rsidTr="006E4C67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Снижение показателей износа инфраструктуры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677D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951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951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951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951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3F20C6" w:rsidRPr="006E4C67" w:rsidTr="006E4C67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Доля муниципальных бань, соответствующих техническим и санитарным требованиям, в общем количестве муниципальных бань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677D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951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951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951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951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3F20C6" w:rsidRPr="006E4C67" w:rsidTr="006E4C67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Износ муниципальной специализированной техники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0C6" w:rsidRPr="006E4C67" w:rsidRDefault="003F20C6" w:rsidP="006E4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951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72,8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951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951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951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3F20C6" w:rsidRPr="006E4C67" w:rsidTr="006E4C67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29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</w:tr>
      <w:tr w:rsidR="003F20C6" w:rsidRPr="006E4C67" w:rsidTr="006E4C67">
        <w:trPr>
          <w:trHeight w:val="6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0C6" w:rsidRPr="006E4C67" w:rsidRDefault="003F20C6" w:rsidP="00432F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Доля отремонтированной  протяженности от общей протяженности улично-дорожной сети и дорог местного значения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8D0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/км.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951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951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11,2/2,9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951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13,8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951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17,7/3,6</w:t>
            </w:r>
          </w:p>
        </w:tc>
      </w:tr>
      <w:tr w:rsidR="003F20C6" w:rsidRPr="006E4C67" w:rsidTr="006E4C67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29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</w:tr>
      <w:tr w:rsidR="003F20C6" w:rsidRPr="006E4C67" w:rsidTr="006E4C67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0C6" w:rsidRPr="006E4C67" w:rsidRDefault="003F20C6" w:rsidP="007B32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7B32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0C6" w:rsidRPr="006E4C67" w:rsidRDefault="003F20C6" w:rsidP="005A60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Доля общей площади благоустроенной территории в общей площади территории общего пользования населенных пунктов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0C6" w:rsidRPr="006E4C67" w:rsidRDefault="003F20C6" w:rsidP="006E4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9C03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9C03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9C03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0C6" w:rsidRPr="006E4C67" w:rsidRDefault="003F20C6" w:rsidP="009C03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4C6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33,1</w:t>
            </w:r>
          </w:p>
        </w:tc>
      </w:tr>
    </w:tbl>
    <w:p w:rsidR="003F20C6" w:rsidRPr="006E4C67" w:rsidRDefault="003F20C6" w:rsidP="00C354E3">
      <w:pPr>
        <w:rPr>
          <w:rFonts w:ascii="Times New Roman" w:hAnsi="Times New Roman"/>
        </w:rPr>
      </w:pPr>
    </w:p>
    <w:sectPr w:rsidR="003F20C6" w:rsidRPr="006E4C67" w:rsidSect="007B325A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25A"/>
    <w:rsid w:val="000407C5"/>
    <w:rsid w:val="000421ED"/>
    <w:rsid w:val="00075DB7"/>
    <w:rsid w:val="00094DC6"/>
    <w:rsid w:val="000C1B9F"/>
    <w:rsid w:val="000F196E"/>
    <w:rsid w:val="001343EC"/>
    <w:rsid w:val="0022770D"/>
    <w:rsid w:val="00246003"/>
    <w:rsid w:val="00305D5D"/>
    <w:rsid w:val="003A7726"/>
    <w:rsid w:val="003E0585"/>
    <w:rsid w:val="003F20C6"/>
    <w:rsid w:val="00432F3D"/>
    <w:rsid w:val="004537EE"/>
    <w:rsid w:val="004C7EE8"/>
    <w:rsid w:val="004D5F88"/>
    <w:rsid w:val="005A60D5"/>
    <w:rsid w:val="005B3F05"/>
    <w:rsid w:val="00677DCD"/>
    <w:rsid w:val="006E4C67"/>
    <w:rsid w:val="007B325A"/>
    <w:rsid w:val="00816053"/>
    <w:rsid w:val="008252C9"/>
    <w:rsid w:val="00861962"/>
    <w:rsid w:val="008B0551"/>
    <w:rsid w:val="008D066B"/>
    <w:rsid w:val="00924A02"/>
    <w:rsid w:val="00951190"/>
    <w:rsid w:val="009C03DA"/>
    <w:rsid w:val="00A1346E"/>
    <w:rsid w:val="00B013E0"/>
    <w:rsid w:val="00B13731"/>
    <w:rsid w:val="00BE0B86"/>
    <w:rsid w:val="00BF6813"/>
    <w:rsid w:val="00C354E3"/>
    <w:rsid w:val="00CB038D"/>
    <w:rsid w:val="00CF1990"/>
    <w:rsid w:val="00D7516B"/>
    <w:rsid w:val="00DC799A"/>
    <w:rsid w:val="00DE4AD2"/>
    <w:rsid w:val="00E76017"/>
    <w:rsid w:val="00E92C87"/>
    <w:rsid w:val="00EA5C50"/>
    <w:rsid w:val="00ED3927"/>
    <w:rsid w:val="00F3734A"/>
    <w:rsid w:val="00FB3D59"/>
    <w:rsid w:val="00FD5F55"/>
    <w:rsid w:val="00FF4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73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31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267</Words>
  <Characters>1524</Characters>
  <Application>Microsoft Office Outlook</Application>
  <DocSecurity>0</DocSecurity>
  <Lines>0</Lines>
  <Paragraphs>0</Paragraphs>
  <ScaleCrop>false</ScaleCrop>
  <Company>Минэкономразвития Сахалинской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администрации от ________№__</dc:title>
  <dc:subject/>
  <dc:creator>Сурков Николай Борисович</dc:creator>
  <cp:keywords/>
  <dc:description/>
  <cp:lastModifiedBy>org3</cp:lastModifiedBy>
  <cp:revision>6</cp:revision>
  <dcterms:created xsi:type="dcterms:W3CDTF">2014-03-24T23:18:00Z</dcterms:created>
  <dcterms:modified xsi:type="dcterms:W3CDTF">2014-03-24T23:55:00Z</dcterms:modified>
</cp:coreProperties>
</file>