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93F" w:rsidRDefault="00A2093F" w:rsidP="00AC1595">
      <w:pPr>
        <w:jc w:val="right"/>
        <w:rPr>
          <w:sz w:val="26"/>
        </w:rPr>
      </w:pPr>
      <w:r>
        <w:rPr>
          <w:sz w:val="26"/>
        </w:rPr>
        <w:t>Приложение</w:t>
      </w:r>
    </w:p>
    <w:p w:rsidR="00A2093F" w:rsidRDefault="00A2093F" w:rsidP="00AC1595">
      <w:pPr>
        <w:jc w:val="right"/>
        <w:rPr>
          <w:sz w:val="26"/>
        </w:rPr>
      </w:pPr>
      <w:r>
        <w:rPr>
          <w:sz w:val="26"/>
        </w:rPr>
        <w:t>к постановлению администрации</w:t>
      </w:r>
    </w:p>
    <w:p w:rsidR="00A2093F" w:rsidRDefault="00A2093F" w:rsidP="00AC1595">
      <w:pPr>
        <w:jc w:val="right"/>
        <w:rPr>
          <w:sz w:val="26"/>
        </w:rPr>
      </w:pPr>
      <w:r>
        <w:rPr>
          <w:sz w:val="26"/>
        </w:rPr>
        <w:t>от  26.01.2015 №  23</w:t>
      </w:r>
    </w:p>
    <w:p w:rsidR="00A2093F" w:rsidRDefault="00A2093F" w:rsidP="00AC1595">
      <w:pPr>
        <w:jc w:val="right"/>
        <w:rPr>
          <w:sz w:val="26"/>
        </w:rPr>
      </w:pPr>
    </w:p>
    <w:p w:rsidR="00A2093F" w:rsidRDefault="00A2093F" w:rsidP="00C44A19">
      <w:pPr>
        <w:jc w:val="center"/>
        <w:rPr>
          <w:sz w:val="26"/>
        </w:rPr>
      </w:pPr>
      <w:r>
        <w:rPr>
          <w:sz w:val="26"/>
        </w:rPr>
        <w:t>Схема границ территории микрорайона УЖД пгт. Ноглики</w:t>
      </w:r>
    </w:p>
    <w:p w:rsidR="00A2093F" w:rsidRDefault="00A2093F" w:rsidP="00CF3A81">
      <w:pPr>
        <w:jc w:val="center"/>
        <w:rPr>
          <w:sz w:val="26"/>
        </w:rPr>
      </w:pPr>
      <w:r w:rsidRPr="006052A6">
        <w:rPr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614.25pt;height:435pt;visibility:visible">
            <v:imagedata r:id="rId7" o:title=""/>
          </v:shape>
        </w:pict>
      </w:r>
    </w:p>
    <w:sectPr w:rsidR="00A2093F" w:rsidSect="00C44A19">
      <w:pgSz w:w="15840" w:h="12240" w:orient="landscape" w:code="1"/>
      <w:pgMar w:top="1134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93F" w:rsidRDefault="00A2093F">
      <w:r>
        <w:separator/>
      </w:r>
    </w:p>
  </w:endnote>
  <w:endnote w:type="continuationSeparator" w:id="0">
    <w:p w:rsidR="00A2093F" w:rsidRDefault="00A20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93F" w:rsidRDefault="00A2093F">
      <w:r>
        <w:separator/>
      </w:r>
    </w:p>
  </w:footnote>
  <w:footnote w:type="continuationSeparator" w:id="0">
    <w:p w:rsidR="00A2093F" w:rsidRDefault="00A209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7116C31"/>
    <w:multiLevelType w:val="hybridMultilevel"/>
    <w:tmpl w:val="594C2216"/>
    <w:lvl w:ilvl="0" w:tplc="CE504F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758"/>
    <w:rsid w:val="0003305E"/>
    <w:rsid w:val="000B5817"/>
    <w:rsid w:val="00110CA7"/>
    <w:rsid w:val="00111454"/>
    <w:rsid w:val="001123FE"/>
    <w:rsid w:val="00180169"/>
    <w:rsid w:val="00184A2A"/>
    <w:rsid w:val="00187AF8"/>
    <w:rsid w:val="00203EAF"/>
    <w:rsid w:val="00217ABA"/>
    <w:rsid w:val="0023716F"/>
    <w:rsid w:val="002B06E6"/>
    <w:rsid w:val="002B5D0C"/>
    <w:rsid w:val="00326AB1"/>
    <w:rsid w:val="003650EE"/>
    <w:rsid w:val="003836B1"/>
    <w:rsid w:val="00421B4C"/>
    <w:rsid w:val="00491CFC"/>
    <w:rsid w:val="004B02C2"/>
    <w:rsid w:val="004B0E9B"/>
    <w:rsid w:val="004C041B"/>
    <w:rsid w:val="00557D7B"/>
    <w:rsid w:val="006052A6"/>
    <w:rsid w:val="00657E19"/>
    <w:rsid w:val="0069240E"/>
    <w:rsid w:val="00707758"/>
    <w:rsid w:val="007315A0"/>
    <w:rsid w:val="0075708C"/>
    <w:rsid w:val="007717B7"/>
    <w:rsid w:val="007B1840"/>
    <w:rsid w:val="007C31CF"/>
    <w:rsid w:val="00801A2F"/>
    <w:rsid w:val="008072C5"/>
    <w:rsid w:val="00814AEB"/>
    <w:rsid w:val="00860D92"/>
    <w:rsid w:val="008F2286"/>
    <w:rsid w:val="00993A11"/>
    <w:rsid w:val="009A6173"/>
    <w:rsid w:val="009C5A91"/>
    <w:rsid w:val="009F0A93"/>
    <w:rsid w:val="00A047D6"/>
    <w:rsid w:val="00A2093F"/>
    <w:rsid w:val="00A235E1"/>
    <w:rsid w:val="00AC1595"/>
    <w:rsid w:val="00B13501"/>
    <w:rsid w:val="00B21990"/>
    <w:rsid w:val="00B66542"/>
    <w:rsid w:val="00B84A01"/>
    <w:rsid w:val="00BA2D4E"/>
    <w:rsid w:val="00BB0696"/>
    <w:rsid w:val="00BE6114"/>
    <w:rsid w:val="00C2225C"/>
    <w:rsid w:val="00C25DDF"/>
    <w:rsid w:val="00C42171"/>
    <w:rsid w:val="00C44A19"/>
    <w:rsid w:val="00C944FB"/>
    <w:rsid w:val="00CC25F2"/>
    <w:rsid w:val="00CE4EA0"/>
    <w:rsid w:val="00CF3A81"/>
    <w:rsid w:val="00D0721F"/>
    <w:rsid w:val="00DA6F2C"/>
    <w:rsid w:val="00E307A7"/>
    <w:rsid w:val="00E65A78"/>
    <w:rsid w:val="00E801D8"/>
    <w:rsid w:val="00EB5C23"/>
    <w:rsid w:val="00EC2D3A"/>
    <w:rsid w:val="00EF720D"/>
    <w:rsid w:val="00F14B21"/>
    <w:rsid w:val="00F30220"/>
    <w:rsid w:val="00F72019"/>
    <w:rsid w:val="00F95BF1"/>
    <w:rsid w:val="00FF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5A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5A0"/>
    <w:pPr>
      <w:keepNext/>
      <w:jc w:val="center"/>
      <w:outlineLvl w:val="0"/>
    </w:pPr>
    <w:rPr>
      <w:b/>
      <w:sz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15A0"/>
    <w:pPr>
      <w:keepNext/>
      <w:jc w:val="both"/>
      <w:outlineLvl w:val="1"/>
    </w:pPr>
    <w:rPr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315A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315A0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7315A0"/>
    <w:pPr>
      <w:ind w:firstLine="709"/>
      <w:jc w:val="both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4B02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B02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C3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g3\Local%20Settings\Temporary%20Internet%20Files\Content.MSO\B6DD61B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B6DD61BC.dot</Template>
  <TotalTime>1</TotalTime>
  <Pages>1</Pages>
  <Words>17</Words>
  <Characters>101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Татьяна В. Лысенко</dc:creator>
  <cp:keywords/>
  <dc:description/>
  <cp:lastModifiedBy>org3</cp:lastModifiedBy>
  <cp:revision>2</cp:revision>
  <cp:lastPrinted>2007-01-10T05:18:00Z</cp:lastPrinted>
  <dcterms:created xsi:type="dcterms:W3CDTF">2015-01-28T06:20:00Z</dcterms:created>
  <dcterms:modified xsi:type="dcterms:W3CDTF">2015-01-28T06:20:00Z</dcterms:modified>
</cp:coreProperties>
</file>