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35356FD" w14:textId="77777777" w:rsidTr="00987DB5">
        <w:tc>
          <w:tcPr>
            <w:tcW w:w="9498" w:type="dxa"/>
          </w:tcPr>
          <w:p w14:paraId="335356F9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3535714" wp14:editId="3353571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5356FA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35356FB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35356F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35356FE" w14:textId="2F2EA379" w:rsidR="0033636C" w:rsidRPr="005B6E7A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E7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6"/>
            <w:szCs w:val="26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7553FD">
            <w:rPr>
              <w:rFonts w:ascii="Times New Roman" w:hAnsi="Times New Roman"/>
              <w:sz w:val="26"/>
              <w:szCs w:val="26"/>
            </w:rPr>
            <w:t>24 декабря 2020 года</w:t>
          </w:r>
        </w:sdtContent>
      </w:sdt>
      <w:r w:rsidRPr="005B6E7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6"/>
            <w:szCs w:val="26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7553FD">
            <w:rPr>
              <w:rFonts w:ascii="Times New Roman" w:hAnsi="Times New Roman"/>
              <w:sz w:val="26"/>
              <w:szCs w:val="26"/>
            </w:rPr>
            <w:t>641</w:t>
          </w:r>
        </w:sdtContent>
      </w:sdt>
    </w:p>
    <w:p w14:paraId="335356F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3535700" w14:textId="40FE4496" w:rsidR="0033636C" w:rsidRPr="005B6E7A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5B6E7A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5B6E7A">
        <w:rPr>
          <w:rFonts w:ascii="Times New Roman" w:hAnsi="Times New Roman"/>
          <w:b/>
          <w:sz w:val="28"/>
          <w:szCs w:val="28"/>
        </w:rPr>
        <w:br/>
      </w:r>
      <w:r w:rsidRPr="005B6E7A">
        <w:rPr>
          <w:rFonts w:ascii="Times New Roman" w:hAnsi="Times New Roman"/>
          <w:b/>
          <w:sz w:val="28"/>
          <w:szCs w:val="28"/>
        </w:rPr>
        <w:t xml:space="preserve">муниципального образования "Городской округ Ногликский" </w:t>
      </w:r>
      <w:r w:rsidR="005B6E7A">
        <w:rPr>
          <w:rFonts w:ascii="Times New Roman" w:hAnsi="Times New Roman"/>
          <w:b/>
          <w:sz w:val="28"/>
          <w:szCs w:val="28"/>
        </w:rPr>
        <w:br/>
      </w:r>
      <w:r w:rsidRPr="005B6E7A">
        <w:rPr>
          <w:rFonts w:ascii="Times New Roman" w:hAnsi="Times New Roman"/>
          <w:b/>
          <w:sz w:val="28"/>
          <w:szCs w:val="28"/>
        </w:rPr>
        <w:t>от 03.12.2020 № 599</w:t>
      </w:r>
    </w:p>
    <w:p w14:paraId="33535701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580D91C" w14:textId="319A726A" w:rsidR="007249A5" w:rsidRPr="005B6E7A" w:rsidRDefault="007249A5" w:rsidP="005B6E7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70950">
        <w:rPr>
          <w:rFonts w:ascii="Times New Roman" w:hAnsi="Times New Roman"/>
          <w:sz w:val="28"/>
          <w:szCs w:val="28"/>
        </w:rPr>
        <w:t>В соответствии со</w:t>
      </w:r>
      <w:r w:rsidR="005B6E7A">
        <w:rPr>
          <w:rFonts w:ascii="Times New Roman" w:hAnsi="Times New Roman"/>
          <w:sz w:val="28"/>
          <w:szCs w:val="28"/>
        </w:rPr>
        <w:t xml:space="preserve"> ст. 16 Федерального закона от </w:t>
      </w:r>
      <w:r w:rsidRPr="00270950">
        <w:rPr>
          <w:rFonts w:ascii="Times New Roman" w:hAnsi="Times New Roman"/>
          <w:sz w:val="28"/>
          <w:szCs w:val="28"/>
        </w:rPr>
        <w:t xml:space="preserve">06.10.2003 № 131-ФЗ «Об общих принципах организации местного самоуправления в Российской Федерации», ст. 36 Устава муниципального образования «Городской округ Ногликский», муниципальной программой «Стимулирование экономической активности в муниципальном образовании «Городской округ Ногликский», утвержденной постановлением администрации муниципального образования «Городской округ Ногликский» от 16.12.2016 № 876, администрация муниципального образования «Городской округ Ногликский» </w:t>
      </w:r>
      <w:r w:rsidRPr="005B6E7A">
        <w:rPr>
          <w:rFonts w:ascii="Times New Roman" w:hAnsi="Times New Roman"/>
          <w:b/>
          <w:sz w:val="28"/>
          <w:szCs w:val="28"/>
        </w:rPr>
        <w:t>ПОСТАНОВЛЯЕТ:</w:t>
      </w:r>
    </w:p>
    <w:p w14:paraId="4B15F817" w14:textId="347D55DA" w:rsidR="007249A5" w:rsidRPr="00270950" w:rsidRDefault="007249A5" w:rsidP="005B6E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950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Внести следующие изменения в постановления администрации муниципального образования «</w:t>
      </w:r>
      <w:r w:rsidR="00F3643D">
        <w:rPr>
          <w:rFonts w:ascii="Times New Roman" w:hAnsi="Times New Roman"/>
          <w:sz w:val="28"/>
          <w:szCs w:val="28"/>
        </w:rPr>
        <w:t>Городской округ Ногликский» от 0</w:t>
      </w:r>
      <w:r>
        <w:rPr>
          <w:rFonts w:ascii="Times New Roman" w:hAnsi="Times New Roman"/>
          <w:sz w:val="28"/>
          <w:szCs w:val="28"/>
        </w:rPr>
        <w:t xml:space="preserve">3.12.2020 </w:t>
      </w:r>
      <w:r w:rsidR="005B6E7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№ 599 </w:t>
      </w:r>
      <w:r w:rsidRPr="00270950">
        <w:rPr>
          <w:rFonts w:ascii="Times New Roman" w:hAnsi="Times New Roman"/>
          <w:sz w:val="28"/>
          <w:szCs w:val="28"/>
        </w:rPr>
        <w:t>«О проведении муниципального смотра-конкурса на лучшее новогоднее оформление предприятий потребительского рынка «Новогодние огни - 2021»</w:t>
      </w:r>
      <w:r>
        <w:rPr>
          <w:rFonts w:ascii="Times New Roman" w:hAnsi="Times New Roman"/>
          <w:sz w:val="28"/>
          <w:szCs w:val="28"/>
        </w:rPr>
        <w:t>:</w:t>
      </w:r>
    </w:p>
    <w:p w14:paraId="24DB59EE" w14:textId="77777777" w:rsidR="007249A5" w:rsidRPr="00270950" w:rsidRDefault="007249A5" w:rsidP="005B6E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Pr="0027095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Пункт 4 изложить в новой редакции:</w:t>
      </w:r>
    </w:p>
    <w:p w14:paraId="0E15D58F" w14:textId="527D6DFA" w:rsidR="007249A5" w:rsidRPr="00270950" w:rsidRDefault="007249A5" w:rsidP="005B6E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270950">
        <w:rPr>
          <w:rFonts w:ascii="Times New Roman" w:hAnsi="Times New Roman"/>
          <w:sz w:val="28"/>
          <w:szCs w:val="28"/>
        </w:rPr>
        <w:t>4. Утвердить призовой фонд в сумме 163 500 рублей.</w:t>
      </w:r>
      <w:r>
        <w:rPr>
          <w:rFonts w:ascii="Times New Roman" w:hAnsi="Times New Roman"/>
          <w:sz w:val="28"/>
          <w:szCs w:val="28"/>
        </w:rPr>
        <w:t>»</w:t>
      </w:r>
      <w:r w:rsidR="007553FD">
        <w:rPr>
          <w:rFonts w:ascii="Times New Roman" w:hAnsi="Times New Roman"/>
          <w:sz w:val="28"/>
          <w:szCs w:val="28"/>
        </w:rPr>
        <w:t>.</w:t>
      </w:r>
    </w:p>
    <w:p w14:paraId="5D1DA8BC" w14:textId="642A76BF" w:rsidR="007249A5" w:rsidRDefault="007249A5" w:rsidP="005B6E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6745FA">
        <w:rPr>
          <w:rFonts w:ascii="Times New Roman" w:hAnsi="Times New Roman"/>
          <w:sz w:val="28"/>
          <w:szCs w:val="28"/>
        </w:rPr>
        <w:t xml:space="preserve">Подпункты 5.2 и 5.3 Положения о проведении муниципального смотра – конкурса на лучшее новогоднее </w:t>
      </w:r>
      <w:r w:rsidR="006745FA">
        <w:rPr>
          <w:rFonts w:ascii="Times New Roman" w:hAnsi="Times New Roman"/>
          <w:sz w:val="28"/>
          <w:szCs w:val="28"/>
        </w:rPr>
        <w:lastRenderedPageBreak/>
        <w:t>оформление предприятий потребительского рынка «Новогодние огни – 2021», утвержденного приложением 1 к постановлению администрации муниципального образования «Городской округ Ногликский» от 03 декабря 2020 года № 599 изложить в новой редакции:</w:t>
      </w:r>
    </w:p>
    <w:p w14:paraId="425C9024" w14:textId="01AE545A" w:rsidR="006745FA" w:rsidRPr="006745FA" w:rsidRDefault="006745FA" w:rsidP="005B6E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6745FA">
        <w:rPr>
          <w:rFonts w:ascii="Times New Roman" w:hAnsi="Times New Roman"/>
          <w:sz w:val="28"/>
          <w:szCs w:val="28"/>
        </w:rPr>
        <w:t>5.2. Победителями конкурса среди предприятий торговли в каждой классификационной группе признаются 3 участника, набравшие наибольшее количество баллов (1, 2 и 3-е место). Победителями смотра-конкурса среди предприятий общественного питания признается один номинант, набравший наибольшее итоговое количество баллов, выставленных всеми членами конкурсной комиссии.</w:t>
      </w:r>
    </w:p>
    <w:p w14:paraId="7412919D" w14:textId="64844033" w:rsidR="006745FA" w:rsidRPr="006745FA" w:rsidRDefault="006745FA" w:rsidP="005B6E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5FA">
        <w:rPr>
          <w:rFonts w:ascii="Times New Roman" w:hAnsi="Times New Roman"/>
          <w:sz w:val="28"/>
          <w:szCs w:val="28"/>
        </w:rPr>
        <w:t>В случае наличия участников, набравших равное число баллов, победитель определя</w:t>
      </w:r>
      <w:r>
        <w:rPr>
          <w:rFonts w:ascii="Times New Roman" w:hAnsi="Times New Roman"/>
          <w:sz w:val="28"/>
          <w:szCs w:val="28"/>
        </w:rPr>
        <w:t>ется с учетом положений п. 4.2</w:t>
      </w:r>
      <w:r w:rsidRPr="006745FA">
        <w:rPr>
          <w:rFonts w:ascii="Times New Roman" w:hAnsi="Times New Roman"/>
          <w:sz w:val="28"/>
          <w:szCs w:val="28"/>
        </w:rPr>
        <w:t xml:space="preserve"> настоящего Положения, которые оцениваются от 0 до 5 баллов.</w:t>
      </w:r>
    </w:p>
    <w:p w14:paraId="07691A64" w14:textId="2122E1A5" w:rsidR="006745FA" w:rsidRPr="006745FA" w:rsidRDefault="006745FA" w:rsidP="005B6E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5FA">
        <w:rPr>
          <w:rFonts w:ascii="Times New Roman" w:hAnsi="Times New Roman"/>
          <w:sz w:val="28"/>
          <w:szCs w:val="28"/>
        </w:rPr>
        <w:t>5.3. Победителям вручаются дипломы, цветы и денежные призы в соответствии с кла</w:t>
      </w:r>
      <w:r w:rsidR="007553FD">
        <w:rPr>
          <w:rFonts w:ascii="Times New Roman" w:hAnsi="Times New Roman"/>
          <w:sz w:val="28"/>
          <w:szCs w:val="28"/>
        </w:rPr>
        <w:t>ссификацией, указанной в п. 2.5</w:t>
      </w:r>
      <w:r w:rsidRPr="006745FA">
        <w:rPr>
          <w:rFonts w:ascii="Times New Roman" w:hAnsi="Times New Roman"/>
          <w:sz w:val="28"/>
          <w:szCs w:val="28"/>
        </w:rPr>
        <w:t xml:space="preserve"> настоящего Положения:</w:t>
      </w:r>
    </w:p>
    <w:p w14:paraId="66262699" w14:textId="77777777" w:rsidR="006745FA" w:rsidRPr="006745FA" w:rsidRDefault="006745FA" w:rsidP="005B6E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5FA">
        <w:rPr>
          <w:rFonts w:ascii="Times New Roman" w:hAnsi="Times New Roman"/>
          <w:sz w:val="28"/>
          <w:szCs w:val="28"/>
        </w:rPr>
        <w:t>1 группа:</w:t>
      </w:r>
    </w:p>
    <w:p w14:paraId="60A3A53B" w14:textId="2EF0119B" w:rsidR="006745FA" w:rsidRPr="006745FA" w:rsidRDefault="006745FA" w:rsidP="005B6E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5FA">
        <w:rPr>
          <w:rFonts w:ascii="Times New Roman" w:hAnsi="Times New Roman"/>
          <w:sz w:val="28"/>
          <w:szCs w:val="28"/>
        </w:rPr>
        <w:t>1 место – 25 тыс.</w:t>
      </w:r>
      <w:r w:rsidR="00D71BFA" w:rsidRPr="00D71BFA">
        <w:rPr>
          <w:rFonts w:ascii="Times New Roman" w:hAnsi="Times New Roman"/>
          <w:sz w:val="28"/>
          <w:szCs w:val="28"/>
        </w:rPr>
        <w:t xml:space="preserve"> </w:t>
      </w:r>
      <w:r w:rsidRPr="006745FA">
        <w:rPr>
          <w:rFonts w:ascii="Times New Roman" w:hAnsi="Times New Roman"/>
          <w:sz w:val="28"/>
          <w:szCs w:val="28"/>
        </w:rPr>
        <w:t>рублей;</w:t>
      </w:r>
    </w:p>
    <w:p w14:paraId="0106A69F" w14:textId="3D987FAC" w:rsidR="006745FA" w:rsidRPr="006745FA" w:rsidRDefault="006745FA" w:rsidP="005B6E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5FA">
        <w:rPr>
          <w:rFonts w:ascii="Times New Roman" w:hAnsi="Times New Roman"/>
          <w:sz w:val="28"/>
          <w:szCs w:val="28"/>
        </w:rPr>
        <w:t>2 место – 15 тыс.</w:t>
      </w:r>
      <w:r w:rsidR="00D71BFA" w:rsidRPr="00D71BFA">
        <w:rPr>
          <w:rFonts w:ascii="Times New Roman" w:hAnsi="Times New Roman"/>
          <w:sz w:val="28"/>
          <w:szCs w:val="28"/>
        </w:rPr>
        <w:t xml:space="preserve"> </w:t>
      </w:r>
      <w:r w:rsidRPr="006745FA">
        <w:rPr>
          <w:rFonts w:ascii="Times New Roman" w:hAnsi="Times New Roman"/>
          <w:sz w:val="28"/>
          <w:szCs w:val="28"/>
        </w:rPr>
        <w:t>рублей;</w:t>
      </w:r>
    </w:p>
    <w:p w14:paraId="7732E199" w14:textId="284886CD" w:rsidR="006745FA" w:rsidRPr="006745FA" w:rsidRDefault="006745FA" w:rsidP="005B6E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5FA">
        <w:rPr>
          <w:rFonts w:ascii="Times New Roman" w:hAnsi="Times New Roman"/>
          <w:sz w:val="28"/>
          <w:szCs w:val="28"/>
        </w:rPr>
        <w:t>3 место – 10 тыс.</w:t>
      </w:r>
      <w:r w:rsidR="00D71BFA" w:rsidRPr="007553FD">
        <w:rPr>
          <w:rFonts w:ascii="Times New Roman" w:hAnsi="Times New Roman"/>
          <w:sz w:val="28"/>
          <w:szCs w:val="28"/>
        </w:rPr>
        <w:t xml:space="preserve"> </w:t>
      </w:r>
      <w:r w:rsidRPr="006745FA">
        <w:rPr>
          <w:rFonts w:ascii="Times New Roman" w:hAnsi="Times New Roman"/>
          <w:sz w:val="28"/>
          <w:szCs w:val="28"/>
        </w:rPr>
        <w:t>рублей;</w:t>
      </w:r>
    </w:p>
    <w:p w14:paraId="7605A17E" w14:textId="77777777" w:rsidR="006745FA" w:rsidRPr="006745FA" w:rsidRDefault="006745FA" w:rsidP="005B6E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5FA">
        <w:rPr>
          <w:rFonts w:ascii="Times New Roman" w:hAnsi="Times New Roman"/>
          <w:sz w:val="28"/>
          <w:szCs w:val="28"/>
        </w:rPr>
        <w:t>2 группа:</w:t>
      </w:r>
    </w:p>
    <w:p w14:paraId="51114E57" w14:textId="5BA82D6C" w:rsidR="006745FA" w:rsidRPr="006745FA" w:rsidRDefault="006745FA" w:rsidP="005B6E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5FA">
        <w:rPr>
          <w:rFonts w:ascii="Times New Roman" w:hAnsi="Times New Roman"/>
          <w:sz w:val="28"/>
          <w:szCs w:val="28"/>
        </w:rPr>
        <w:t>1 место – 30 тыс.</w:t>
      </w:r>
      <w:r w:rsidR="00D71BFA" w:rsidRPr="00D71BFA">
        <w:rPr>
          <w:rFonts w:ascii="Times New Roman" w:hAnsi="Times New Roman"/>
          <w:sz w:val="28"/>
          <w:szCs w:val="28"/>
        </w:rPr>
        <w:t xml:space="preserve"> </w:t>
      </w:r>
      <w:r w:rsidRPr="006745FA">
        <w:rPr>
          <w:rFonts w:ascii="Times New Roman" w:hAnsi="Times New Roman"/>
          <w:sz w:val="28"/>
          <w:szCs w:val="28"/>
        </w:rPr>
        <w:t>рублей;</w:t>
      </w:r>
    </w:p>
    <w:p w14:paraId="1FF74B48" w14:textId="541A60BD" w:rsidR="006745FA" w:rsidRPr="006745FA" w:rsidRDefault="006745FA" w:rsidP="005B6E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5FA">
        <w:rPr>
          <w:rFonts w:ascii="Times New Roman" w:hAnsi="Times New Roman"/>
          <w:sz w:val="28"/>
          <w:szCs w:val="28"/>
        </w:rPr>
        <w:t>2 место – 20 тыс.</w:t>
      </w:r>
      <w:r w:rsidR="00D71BFA" w:rsidRPr="00D71BFA">
        <w:rPr>
          <w:rFonts w:ascii="Times New Roman" w:hAnsi="Times New Roman"/>
          <w:sz w:val="28"/>
          <w:szCs w:val="28"/>
        </w:rPr>
        <w:t xml:space="preserve"> </w:t>
      </w:r>
      <w:r w:rsidRPr="006745FA">
        <w:rPr>
          <w:rFonts w:ascii="Times New Roman" w:hAnsi="Times New Roman"/>
          <w:sz w:val="28"/>
          <w:szCs w:val="28"/>
        </w:rPr>
        <w:t>рублей;</w:t>
      </w:r>
    </w:p>
    <w:p w14:paraId="6D0FBD4E" w14:textId="3082C749" w:rsidR="006745FA" w:rsidRPr="006745FA" w:rsidRDefault="006745FA" w:rsidP="005B6E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5FA">
        <w:rPr>
          <w:rFonts w:ascii="Times New Roman" w:hAnsi="Times New Roman"/>
          <w:sz w:val="28"/>
          <w:szCs w:val="28"/>
        </w:rPr>
        <w:t>3 место – 15 тыс.</w:t>
      </w:r>
      <w:r w:rsidR="00D71BFA" w:rsidRPr="00D71BFA">
        <w:rPr>
          <w:rFonts w:ascii="Times New Roman" w:hAnsi="Times New Roman"/>
          <w:sz w:val="28"/>
          <w:szCs w:val="28"/>
        </w:rPr>
        <w:t xml:space="preserve"> </w:t>
      </w:r>
      <w:r w:rsidRPr="006745FA">
        <w:rPr>
          <w:rFonts w:ascii="Times New Roman" w:hAnsi="Times New Roman"/>
          <w:sz w:val="28"/>
          <w:szCs w:val="28"/>
        </w:rPr>
        <w:t>рублей;</w:t>
      </w:r>
    </w:p>
    <w:p w14:paraId="746C174F" w14:textId="115E8048" w:rsidR="006745FA" w:rsidRDefault="006745FA" w:rsidP="005B6E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группа – 25 тыс.</w:t>
      </w:r>
      <w:r w:rsidR="00D71BFA" w:rsidRPr="00D71B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рублей.»</w:t>
      </w:r>
      <w:r w:rsidR="007553FD">
        <w:rPr>
          <w:rFonts w:ascii="Times New Roman" w:hAnsi="Times New Roman"/>
          <w:sz w:val="28"/>
          <w:szCs w:val="28"/>
        </w:rPr>
        <w:t>.</w:t>
      </w:r>
    </w:p>
    <w:p w14:paraId="76AE771C" w14:textId="71EE0E9C" w:rsidR="007249A5" w:rsidRPr="00270950" w:rsidRDefault="007249A5" w:rsidP="005B6E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Приложение 3 к постановлению администрации муниципального образования «Городской округ Ногликский» от 03 декабря 2020 года № 599 изложить в новой редакции (прилагается).</w:t>
      </w:r>
    </w:p>
    <w:p w14:paraId="1E1C54CD" w14:textId="3894591E" w:rsidR="007249A5" w:rsidRPr="00270950" w:rsidRDefault="007249A5" w:rsidP="005B6E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270950">
        <w:rPr>
          <w:rFonts w:ascii="Times New Roman" w:hAnsi="Times New Roman"/>
          <w:sz w:val="28"/>
          <w:szCs w:val="28"/>
        </w:rPr>
        <w:t>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</w:t>
      </w:r>
      <w:r w:rsidR="005B6E7A">
        <w:rPr>
          <w:rFonts w:ascii="Times New Roman" w:hAnsi="Times New Roman"/>
          <w:sz w:val="28"/>
          <w:szCs w:val="28"/>
        </w:rPr>
        <w:t xml:space="preserve"> информационно-телекоммуникационной сети</w:t>
      </w:r>
      <w:r w:rsidRPr="00270950">
        <w:rPr>
          <w:rFonts w:ascii="Times New Roman" w:hAnsi="Times New Roman"/>
          <w:sz w:val="28"/>
          <w:szCs w:val="28"/>
        </w:rPr>
        <w:t xml:space="preserve"> «Интернет». </w:t>
      </w:r>
    </w:p>
    <w:p w14:paraId="3353570A" w14:textId="050F7BF9" w:rsidR="008629FA" w:rsidRPr="00D12794" w:rsidRDefault="007249A5" w:rsidP="005B6E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270950">
        <w:rPr>
          <w:rFonts w:ascii="Times New Roman" w:hAnsi="Times New Roman"/>
          <w:sz w:val="28"/>
          <w:szCs w:val="28"/>
        </w:rPr>
        <w:t>. Контроль за исполнением настоящего постановления возложить на начальника отдела экономики администрации муниципального образования «Городской окр</w:t>
      </w:r>
      <w:r w:rsidR="00135441">
        <w:rPr>
          <w:rFonts w:ascii="Times New Roman" w:hAnsi="Times New Roman"/>
          <w:sz w:val="28"/>
          <w:szCs w:val="28"/>
        </w:rPr>
        <w:t>уг Ногликский» (Кононенко Г.В.).</w:t>
      </w:r>
    </w:p>
    <w:p w14:paraId="3353570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353570D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Мэр муниципального образования</w:t>
      </w:r>
    </w:p>
    <w:p w14:paraId="3353570E" w14:textId="4C954931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5B6E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3353570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353571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EDAADE2" w14:textId="6836BF28" w:rsidR="00135441" w:rsidRDefault="00135441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3535712" w14:textId="4EDFD8AF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B56507F" w14:textId="77777777" w:rsidR="005B6E7A" w:rsidRDefault="005B6E7A" w:rsidP="00135441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14:paraId="3CB3FCE1" w14:textId="77777777" w:rsidR="005B6E7A" w:rsidRDefault="005B6E7A" w:rsidP="00135441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14:paraId="73AB38B0" w14:textId="77777777" w:rsidR="005B6E7A" w:rsidRDefault="005B6E7A" w:rsidP="00135441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14:paraId="15BD22FB" w14:textId="77777777" w:rsidR="005B6E7A" w:rsidRDefault="005B6E7A" w:rsidP="00135441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14:paraId="588B0162" w14:textId="77777777" w:rsidR="005B6E7A" w:rsidRDefault="005B6E7A" w:rsidP="00135441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14:paraId="1625C720" w14:textId="77777777" w:rsidR="005B6E7A" w:rsidRDefault="005B6E7A" w:rsidP="00135441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14:paraId="33535713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5B6E7A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535718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3535719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3571A" w14:textId="0145478F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535716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3535717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0180279"/>
      <w:docPartObj>
        <w:docPartGallery w:val="Page Numbers (Top of Page)"/>
        <w:docPartUnique/>
      </w:docPartObj>
    </w:sdtPr>
    <w:sdtEndPr/>
    <w:sdtContent>
      <w:p w14:paraId="0F1E6D4E" w14:textId="3A0965F7" w:rsidR="005B6E7A" w:rsidRDefault="005B6E7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2C8C">
          <w:rPr>
            <w:noProof/>
          </w:rPr>
          <w:t>2</w:t>
        </w:r>
        <w:r>
          <w:fldChar w:fldCharType="end"/>
        </w:r>
      </w:p>
    </w:sdtContent>
  </w:sdt>
  <w:p w14:paraId="578F9470" w14:textId="77777777" w:rsidR="005B6E7A" w:rsidRDefault="005B6E7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35441"/>
    <w:rsid w:val="00185FEC"/>
    <w:rsid w:val="001E1F9F"/>
    <w:rsid w:val="002003DC"/>
    <w:rsid w:val="0033636C"/>
    <w:rsid w:val="00372C8C"/>
    <w:rsid w:val="003E4257"/>
    <w:rsid w:val="00520CBF"/>
    <w:rsid w:val="005B6E7A"/>
    <w:rsid w:val="006745FA"/>
    <w:rsid w:val="007249A5"/>
    <w:rsid w:val="007553FD"/>
    <w:rsid w:val="008629FA"/>
    <w:rsid w:val="00987DB5"/>
    <w:rsid w:val="00AC72C8"/>
    <w:rsid w:val="00B10ED9"/>
    <w:rsid w:val="00B25688"/>
    <w:rsid w:val="00C02849"/>
    <w:rsid w:val="00D12794"/>
    <w:rsid w:val="00D67BD8"/>
    <w:rsid w:val="00D71BFA"/>
    <w:rsid w:val="00DF7897"/>
    <w:rsid w:val="00E37B8A"/>
    <w:rsid w:val="00E609BC"/>
    <w:rsid w:val="00F36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356F9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922FFF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922FFF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922FFF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dcterms:created xsi:type="dcterms:W3CDTF">2020-12-25T00:55:00Z</dcterms:created>
  <dcterms:modified xsi:type="dcterms:W3CDTF">2020-12-25T00:55:00Z</dcterms:modified>
</cp:coreProperties>
</file>