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2A2757" w14:textId="77777777" w:rsidTr="00987DB5">
        <w:tc>
          <w:tcPr>
            <w:tcW w:w="9498" w:type="dxa"/>
          </w:tcPr>
          <w:p w14:paraId="672A275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2A276E" wp14:editId="672A276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A275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72A275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72A275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2A2758" w14:textId="67DD2F3B" w:rsidR="0033636C" w:rsidRPr="00754CC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54CC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2047D">
            <w:rPr>
              <w:rFonts w:ascii="Times New Roman" w:hAnsi="Times New Roman"/>
              <w:sz w:val="28"/>
              <w:szCs w:val="28"/>
            </w:rPr>
            <w:t>12 января 2021 года</w:t>
          </w:r>
        </w:sdtContent>
      </w:sdt>
      <w:r w:rsidRPr="00754CC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2047D" w:rsidRPr="00B2047D">
            <w:rPr>
              <w:rFonts w:ascii="Times New Roman" w:hAnsi="Times New Roman"/>
              <w:sz w:val="28"/>
              <w:szCs w:val="28"/>
            </w:rPr>
            <w:t>1</w:t>
          </w:r>
        </w:sdtContent>
      </w:sdt>
    </w:p>
    <w:p w14:paraId="672A275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72A275A" w14:textId="15F46887" w:rsidR="0033636C" w:rsidRPr="00754CCF" w:rsidRDefault="0033636C" w:rsidP="00754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CCF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54CCF">
        <w:rPr>
          <w:rFonts w:ascii="Times New Roman" w:hAnsi="Times New Roman"/>
          <w:b/>
          <w:sz w:val="28"/>
          <w:szCs w:val="28"/>
        </w:rPr>
        <w:br/>
      </w:r>
      <w:r w:rsidR="00A566A8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FD70D1" w:rsidRPr="00754CCF">
        <w:rPr>
          <w:rFonts w:ascii="Times New Roman" w:hAnsi="Times New Roman"/>
          <w:b/>
          <w:sz w:val="28"/>
          <w:szCs w:val="28"/>
        </w:rPr>
        <w:t xml:space="preserve"> </w:t>
      </w:r>
      <w:r w:rsidR="00A566A8">
        <w:rPr>
          <w:rFonts w:ascii="Times New Roman" w:hAnsi="Times New Roman"/>
          <w:b/>
          <w:sz w:val="28"/>
          <w:szCs w:val="28"/>
        </w:rPr>
        <w:t>«</w:t>
      </w:r>
      <w:r w:rsidRPr="00754CCF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A566A8">
        <w:rPr>
          <w:rFonts w:ascii="Times New Roman" w:hAnsi="Times New Roman"/>
          <w:b/>
          <w:sz w:val="28"/>
          <w:szCs w:val="28"/>
        </w:rPr>
        <w:t>Ногликский»</w:t>
      </w:r>
      <w:r w:rsidRPr="00754CCF">
        <w:rPr>
          <w:rFonts w:ascii="Times New Roman" w:hAnsi="Times New Roman"/>
          <w:b/>
          <w:sz w:val="28"/>
          <w:szCs w:val="28"/>
        </w:rPr>
        <w:t xml:space="preserve"> </w:t>
      </w:r>
      <w:r w:rsidR="00754CCF">
        <w:rPr>
          <w:rFonts w:ascii="Times New Roman" w:hAnsi="Times New Roman"/>
          <w:b/>
          <w:sz w:val="28"/>
          <w:szCs w:val="28"/>
        </w:rPr>
        <w:br/>
      </w:r>
      <w:r w:rsidRPr="00754CCF">
        <w:rPr>
          <w:rFonts w:ascii="Times New Roman" w:hAnsi="Times New Roman"/>
          <w:b/>
          <w:sz w:val="28"/>
          <w:szCs w:val="28"/>
        </w:rPr>
        <w:t>от 28.08.2015 № 631</w:t>
      </w:r>
    </w:p>
    <w:p w14:paraId="672A275B" w14:textId="77777777" w:rsidR="00185FEC" w:rsidRPr="00FD70D1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74B01" w14:textId="2596A329" w:rsidR="00FD70D1" w:rsidRP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В соответствии с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D70D1">
        <w:rPr>
          <w:rFonts w:ascii="Times New Roman" w:hAnsi="Times New Roman"/>
          <w:b/>
          <w:sz w:val="28"/>
          <w:szCs w:val="28"/>
        </w:rPr>
        <w:t>ПОСТАНОВЛЯЕТ:</w:t>
      </w:r>
    </w:p>
    <w:p w14:paraId="65B525A6" w14:textId="5B3F9279" w:rsidR="00FD70D1" w:rsidRP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28.08.2015 № </w:t>
      </w:r>
      <w:r w:rsidR="007C0B15" w:rsidRPr="00FD70D1">
        <w:rPr>
          <w:rFonts w:ascii="Times New Roman" w:hAnsi="Times New Roman"/>
          <w:sz w:val="28"/>
          <w:szCs w:val="28"/>
        </w:rPr>
        <w:t xml:space="preserve">631 </w:t>
      </w:r>
      <w:r w:rsidRPr="00FD70D1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«Развитие инвестиционного потенциала муниципального образования «Городской округ Ногликский» </w:t>
      </w:r>
      <w:r w:rsidR="007C0B15" w:rsidRPr="00FD70D1">
        <w:rPr>
          <w:rFonts w:ascii="Times New Roman" w:hAnsi="Times New Roman"/>
          <w:sz w:val="28"/>
          <w:szCs w:val="28"/>
        </w:rPr>
        <w:t xml:space="preserve">(в редакции </w:t>
      </w:r>
      <w:r w:rsidR="007C0B15">
        <w:rPr>
          <w:rFonts w:ascii="Times New Roman" w:hAnsi="Times New Roman"/>
          <w:sz w:val="28"/>
          <w:szCs w:val="28"/>
        </w:rPr>
        <w:br/>
      </w:r>
      <w:r w:rsidR="007C0B15" w:rsidRPr="00FD70D1">
        <w:rPr>
          <w:rFonts w:ascii="Times New Roman" w:hAnsi="Times New Roman"/>
          <w:sz w:val="28"/>
          <w:szCs w:val="28"/>
        </w:rPr>
        <w:lastRenderedPageBreak/>
        <w:t>от 31.03.2016 № 267, от 27.02.2018 № 190, от 11.12.2018 № 1196, от 26.12.2018 № 1270, от 29.07.2019 № 570, от 05.02.2020 № 67)</w:t>
      </w:r>
      <w:r w:rsidR="007C0B15">
        <w:rPr>
          <w:rFonts w:ascii="Times New Roman" w:hAnsi="Times New Roman"/>
          <w:sz w:val="28"/>
          <w:szCs w:val="28"/>
        </w:rPr>
        <w:t xml:space="preserve"> </w:t>
      </w:r>
      <w:r w:rsidRPr="00FD70D1">
        <w:rPr>
          <w:rFonts w:ascii="Times New Roman" w:hAnsi="Times New Roman"/>
          <w:sz w:val="28"/>
          <w:szCs w:val="28"/>
        </w:rPr>
        <w:t>следующие изменения:</w:t>
      </w:r>
    </w:p>
    <w:p w14:paraId="71724BA9" w14:textId="77777777" w:rsid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1.1. В Паспорте программы «Развитие инвестиционного потенциала муниципального образования «Городской округ Ногликский» раздел «Ожидаемые результаты реализации программы» изложить в новой редакции:</w:t>
      </w:r>
    </w:p>
    <w:p w14:paraId="30E31010" w14:textId="77777777" w:rsidR="007C0B15" w:rsidRPr="00FD70D1" w:rsidRDefault="007C0B15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57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124"/>
        <w:gridCol w:w="5670"/>
        <w:gridCol w:w="356"/>
      </w:tblGrid>
      <w:tr w:rsidR="00691FAC" w:rsidRPr="00FD70D1" w14:paraId="1A730413" w14:textId="26E7021C" w:rsidTr="0023696A">
        <w:tc>
          <w:tcPr>
            <w:tcW w:w="425" w:type="dxa"/>
          </w:tcPr>
          <w:p w14:paraId="67259430" w14:textId="7B7765B4" w:rsidR="00691FAC" w:rsidRDefault="00993BF2" w:rsidP="00FD7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  <w:p w14:paraId="4090927A" w14:textId="77777777" w:rsidR="00691FAC" w:rsidRPr="00691FAC" w:rsidRDefault="00691FAC" w:rsidP="00691F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48CD83FC" w14:textId="062C28CA" w:rsidR="00691FAC" w:rsidRDefault="00691FAC" w:rsidP="00FD7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  <w:p w14:paraId="000F7CA0" w14:textId="77777777" w:rsidR="00691FAC" w:rsidRPr="007C0B15" w:rsidRDefault="00691FAC" w:rsidP="007C0B1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14:paraId="69DE8356" w14:textId="77777777" w:rsidR="00691FAC" w:rsidRPr="007C0B15" w:rsidRDefault="00691FAC" w:rsidP="007C0B1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B4784F" w14:textId="77777777" w:rsidR="00691FAC" w:rsidRPr="007C0B15" w:rsidRDefault="00691FAC" w:rsidP="007C0B1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7D911E" w14:textId="77777777" w:rsidR="00691FAC" w:rsidRPr="007C0B15" w:rsidRDefault="00691FAC" w:rsidP="007C0B1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8B8301" w14:textId="2DC32D22" w:rsidR="00691FAC" w:rsidRPr="007C0B15" w:rsidRDefault="00691FAC" w:rsidP="007C0B15">
            <w:pPr>
              <w:tabs>
                <w:tab w:val="center" w:pos="144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0F4D427A" w14:textId="77777777" w:rsidR="00691FAC" w:rsidRPr="00FD70D1" w:rsidRDefault="00691FAC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На дату окончания реализации программы:</w:t>
            </w:r>
          </w:p>
          <w:p w14:paraId="21FBF353" w14:textId="736F5549" w:rsidR="00691FAC" w:rsidRPr="00FD70D1" w:rsidRDefault="00691FAC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0D1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за счет всех источников финансирования составит не менее 180 000,0 млн.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0D1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14:paraId="5FE3C5F5" w14:textId="1FFAF106" w:rsidR="00D5641A" w:rsidRPr="00FD70D1" w:rsidRDefault="00691FAC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1407FA8" w14:textId="38B7AA72" w:rsidR="00691FAC" w:rsidRPr="00FD70D1" w:rsidRDefault="00691FAC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- на душу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 16,0 млн. рублей/ чел.</w:t>
            </w:r>
          </w:p>
          <w:p w14:paraId="126E11E5" w14:textId="77777777" w:rsidR="00691FAC" w:rsidRPr="00FD70D1" w:rsidRDefault="00691FAC" w:rsidP="00FD7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2. Количество получателей муниципальной поддержки составит не менее 3 единиц.</w:t>
            </w:r>
          </w:p>
          <w:p w14:paraId="23B14B12" w14:textId="77777777" w:rsidR="00691FAC" w:rsidRPr="00FD70D1" w:rsidRDefault="00691FAC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3. Объем инвестиций по проектам, реализуемым при муниципальной поддержке,</w:t>
            </w:r>
            <w:r w:rsidRPr="00FD70D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D70D1">
              <w:rPr>
                <w:rFonts w:ascii="Times New Roman" w:hAnsi="Times New Roman"/>
                <w:sz w:val="28"/>
                <w:szCs w:val="28"/>
              </w:rPr>
              <w:t>составит не менее 6,0 млн. рублей.</w:t>
            </w:r>
          </w:p>
          <w:p w14:paraId="6399B2F3" w14:textId="77777777" w:rsidR="00691FAC" w:rsidRPr="00FD70D1" w:rsidRDefault="00691FAC" w:rsidP="00FD7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0D1">
              <w:rPr>
                <w:rFonts w:ascii="Times New Roman" w:hAnsi="Times New Roman"/>
                <w:sz w:val="28"/>
                <w:szCs w:val="28"/>
              </w:rPr>
              <w:t>4. Ежегодное количество участников обучающих мероприятий по вопросам инвестиционной деятельности не менее 10 человек (в период 2020 – 2025 гг.).</w:t>
            </w:r>
          </w:p>
        </w:tc>
        <w:tc>
          <w:tcPr>
            <w:tcW w:w="356" w:type="dxa"/>
          </w:tcPr>
          <w:p w14:paraId="58D668B3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363EA9A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2BD6D6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DD8EC2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BA791A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C49F01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14CAEC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B9863D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B5FCF71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A5F080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083F29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96BC783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D1A83B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2FCFC0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41DD4D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D3CA08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FA86DF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14FD7E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34D9482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46E883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52C6A8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9BD613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C7075D7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6571E7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CF789E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532D19" w14:textId="77777777" w:rsidR="00993BF2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748A5CC" w14:textId="347B9084" w:rsidR="00691FAC" w:rsidRPr="00FD70D1" w:rsidRDefault="00993BF2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512AD3F" w14:textId="77777777" w:rsidR="00D5641A" w:rsidRDefault="00D5641A" w:rsidP="00FD70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7000AD" w14:textId="77777777" w:rsidR="00FD70D1" w:rsidRPr="00FD70D1" w:rsidRDefault="00FD70D1" w:rsidP="00A566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1.2. Пункты 1, 2, 3 раздела 8 «Конечные результаты реализации программы» изложить в новой редакции:</w:t>
      </w:r>
    </w:p>
    <w:p w14:paraId="68D6DA64" w14:textId="74DB05B0" w:rsidR="00FD70D1" w:rsidRPr="00FD70D1" w:rsidRDefault="00FD70D1" w:rsidP="00A5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«1. Объем инвестиций в основной капитал за счет всех источников финансирования составит не менее 180 000,0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0D1">
        <w:rPr>
          <w:rFonts w:ascii="Times New Roman" w:hAnsi="Times New Roman"/>
          <w:sz w:val="28"/>
          <w:szCs w:val="28"/>
        </w:rPr>
        <w:t>рублей, в том числе на душу населения не менее 16,0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0D1">
        <w:rPr>
          <w:rFonts w:ascii="Times New Roman" w:hAnsi="Times New Roman"/>
          <w:sz w:val="28"/>
          <w:szCs w:val="28"/>
        </w:rPr>
        <w:t>рублей/чел.</w:t>
      </w:r>
    </w:p>
    <w:p w14:paraId="15851D99" w14:textId="77777777" w:rsidR="00FD70D1" w:rsidRPr="00FD70D1" w:rsidRDefault="00FD70D1" w:rsidP="00A5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2. Количество получателей муниципальной поддержки составит не менее 3 единиц;</w:t>
      </w:r>
    </w:p>
    <w:p w14:paraId="2ECD464F" w14:textId="77777777" w:rsidR="00FD70D1" w:rsidRPr="00FD70D1" w:rsidRDefault="00FD70D1" w:rsidP="00A5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3. Объем инвестиций по проектам, реализуемым при муниципальной поддержке, составит не менее 6,0 млн. рублей.».</w:t>
      </w:r>
    </w:p>
    <w:p w14:paraId="140F025E" w14:textId="0226D620" w:rsidR="00FD70D1" w:rsidRPr="00FD70D1" w:rsidRDefault="00FD70D1" w:rsidP="00A566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1.3. Приложение 1 к программе «Сведения о показателях (индикаторах) и их значениях муниципальной программы «Развитие инвестиционного </w:t>
      </w:r>
      <w:r w:rsidRPr="00FD70D1">
        <w:rPr>
          <w:rFonts w:ascii="Times New Roman" w:hAnsi="Times New Roman"/>
          <w:sz w:val="28"/>
          <w:szCs w:val="28"/>
        </w:rPr>
        <w:br/>
        <w:t>потенциала муниципального образования «Городской округ Ногликский» изложить в</w:t>
      </w:r>
      <w:r w:rsidR="00794A91">
        <w:rPr>
          <w:rFonts w:ascii="Times New Roman" w:hAnsi="Times New Roman"/>
          <w:sz w:val="28"/>
          <w:szCs w:val="28"/>
        </w:rPr>
        <w:t xml:space="preserve"> новой редакции </w:t>
      </w:r>
      <w:r w:rsidRPr="00FD70D1">
        <w:rPr>
          <w:rFonts w:ascii="Times New Roman" w:hAnsi="Times New Roman"/>
          <w:sz w:val="28"/>
          <w:szCs w:val="28"/>
        </w:rPr>
        <w:t>(прилагается).</w:t>
      </w:r>
    </w:p>
    <w:p w14:paraId="1EDA966F" w14:textId="2CBE0BB8" w:rsidR="00FD70D1" w:rsidRPr="00FD70D1" w:rsidRDefault="00FD70D1" w:rsidP="00A566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FD70D1">
        <w:rPr>
          <w:rFonts w:ascii="Times New Roman" w:hAnsi="Times New Roman"/>
          <w:sz w:val="28"/>
          <w:szCs w:val="28"/>
        </w:rPr>
        <w:br/>
        <w:t>«Интернет».</w:t>
      </w:r>
    </w:p>
    <w:p w14:paraId="42C9E256" w14:textId="60A1D40E" w:rsidR="00FD70D1" w:rsidRPr="00FD70D1" w:rsidRDefault="00FD70D1" w:rsidP="00A566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 w:rsidR="00B21057">
        <w:rPr>
          <w:rFonts w:ascii="Times New Roman" w:hAnsi="Times New Roman"/>
          <w:sz w:val="28"/>
          <w:szCs w:val="28"/>
        </w:rPr>
        <w:t xml:space="preserve">возложить на мэра муниципального образования «Городской округ Ногликский» </w:t>
      </w:r>
      <w:r w:rsidR="00B21057">
        <w:rPr>
          <w:rFonts w:ascii="Times New Roman" w:hAnsi="Times New Roman"/>
          <w:sz w:val="28"/>
          <w:szCs w:val="28"/>
        </w:rPr>
        <w:br/>
      </w:r>
      <w:proofErr w:type="spellStart"/>
      <w:r w:rsidR="00B21057">
        <w:rPr>
          <w:rFonts w:ascii="Times New Roman" w:hAnsi="Times New Roman"/>
          <w:sz w:val="28"/>
          <w:szCs w:val="28"/>
        </w:rPr>
        <w:t>Камелина</w:t>
      </w:r>
      <w:proofErr w:type="spellEnd"/>
      <w:r w:rsidR="00B21057">
        <w:rPr>
          <w:rFonts w:ascii="Times New Roman" w:hAnsi="Times New Roman"/>
          <w:sz w:val="28"/>
          <w:szCs w:val="28"/>
        </w:rPr>
        <w:t xml:space="preserve"> С.В</w:t>
      </w:r>
      <w:r w:rsidRPr="00FD70D1">
        <w:rPr>
          <w:rFonts w:ascii="Times New Roman" w:hAnsi="Times New Roman"/>
          <w:sz w:val="28"/>
          <w:szCs w:val="28"/>
        </w:rPr>
        <w:t>.</w:t>
      </w:r>
    </w:p>
    <w:p w14:paraId="55FCD80E" w14:textId="77777777" w:rsidR="00FD70D1" w:rsidRPr="00FD70D1" w:rsidRDefault="00FD70D1" w:rsidP="00FD70D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72A276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BAB95DB" w14:textId="48D585CB" w:rsidR="00BE6EC6" w:rsidRDefault="00BE6EC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672A2767" w14:textId="44E9702D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72A276C" w14:textId="33D1518F" w:rsidR="008629FA" w:rsidRPr="00D12794" w:rsidRDefault="008629FA" w:rsidP="00D56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="00D5641A">
        <w:rPr>
          <w:rFonts w:ascii="Times New Roman" w:hAnsi="Times New Roman"/>
          <w:sz w:val="28"/>
          <w:szCs w:val="28"/>
        </w:rPr>
        <w:t>Ногликский»</w:t>
      </w:r>
      <w:r w:rsidR="00D5641A">
        <w:rPr>
          <w:rFonts w:ascii="Times New Roman" w:hAnsi="Times New Roman"/>
          <w:sz w:val="28"/>
          <w:szCs w:val="28"/>
        </w:rPr>
        <w:tab/>
      </w:r>
      <w:proofErr w:type="gramEnd"/>
      <w:r w:rsidR="00D5641A">
        <w:rPr>
          <w:rFonts w:ascii="Times New Roman" w:hAnsi="Times New Roman"/>
          <w:sz w:val="28"/>
          <w:szCs w:val="28"/>
        </w:rPr>
        <w:tab/>
      </w:r>
      <w:r w:rsidR="00D5641A">
        <w:rPr>
          <w:rFonts w:ascii="Times New Roman" w:hAnsi="Times New Roman"/>
          <w:sz w:val="28"/>
          <w:szCs w:val="28"/>
        </w:rPr>
        <w:tab/>
      </w:r>
      <w:r w:rsidR="00D5641A">
        <w:rPr>
          <w:rFonts w:ascii="Times New Roman" w:hAnsi="Times New Roman"/>
          <w:sz w:val="28"/>
          <w:szCs w:val="28"/>
        </w:rPr>
        <w:tab/>
      </w:r>
      <w:r w:rsidR="00D5641A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BE6EC6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="00BE6EC6">
        <w:rPr>
          <w:rFonts w:ascii="Times New Roman" w:hAnsi="Times New Roman"/>
          <w:sz w:val="28"/>
          <w:szCs w:val="28"/>
        </w:rPr>
        <w:t>Микова</w:t>
      </w:r>
      <w:proofErr w:type="spellEnd"/>
    </w:p>
    <w:p w14:paraId="672A276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54CCF">
      <w:headerReference w:type="default" r:id="rId7"/>
      <w:foot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277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72A277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A2774" w14:textId="629D1E3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A277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72A277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2379224"/>
      <w:docPartObj>
        <w:docPartGallery w:val="Page Numbers (Top of Page)"/>
        <w:docPartUnique/>
      </w:docPartObj>
    </w:sdtPr>
    <w:sdtEndPr/>
    <w:sdtContent>
      <w:p w14:paraId="42ADE9B5" w14:textId="7EFEF593" w:rsidR="00754CCF" w:rsidRDefault="00754C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9E7">
          <w:rPr>
            <w:noProof/>
          </w:rPr>
          <w:t>2</w:t>
        </w:r>
        <w:r>
          <w:fldChar w:fldCharType="end"/>
        </w:r>
      </w:p>
    </w:sdtContent>
  </w:sdt>
  <w:p w14:paraId="70AC34F0" w14:textId="77777777" w:rsidR="00754CCF" w:rsidRDefault="00754C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3696A"/>
    <w:rsid w:val="0033636C"/>
    <w:rsid w:val="003E4257"/>
    <w:rsid w:val="00512FCA"/>
    <w:rsid w:val="00520CBF"/>
    <w:rsid w:val="005B01A7"/>
    <w:rsid w:val="00691FAC"/>
    <w:rsid w:val="006C3AD7"/>
    <w:rsid w:val="00754CCF"/>
    <w:rsid w:val="00794A91"/>
    <w:rsid w:val="007C0B15"/>
    <w:rsid w:val="008629FA"/>
    <w:rsid w:val="0096459F"/>
    <w:rsid w:val="00972272"/>
    <w:rsid w:val="00987DB5"/>
    <w:rsid w:val="00993BF2"/>
    <w:rsid w:val="00A566A8"/>
    <w:rsid w:val="00AC72C8"/>
    <w:rsid w:val="00B10ED9"/>
    <w:rsid w:val="00B2047D"/>
    <w:rsid w:val="00B21057"/>
    <w:rsid w:val="00B25688"/>
    <w:rsid w:val="00BE6EC6"/>
    <w:rsid w:val="00C02849"/>
    <w:rsid w:val="00C61EB8"/>
    <w:rsid w:val="00C939E7"/>
    <w:rsid w:val="00D12794"/>
    <w:rsid w:val="00D5641A"/>
    <w:rsid w:val="00D67BD8"/>
    <w:rsid w:val="00DD4564"/>
    <w:rsid w:val="00DF7897"/>
    <w:rsid w:val="00E14DE0"/>
    <w:rsid w:val="00E37B8A"/>
    <w:rsid w:val="00E609BC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275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FD70D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C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6042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6042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6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2021-01-12T01:17:00Z</cp:lastPrinted>
  <dcterms:created xsi:type="dcterms:W3CDTF">2021-01-12T01:17:00Z</dcterms:created>
  <dcterms:modified xsi:type="dcterms:W3CDTF">2021-01-12T01:17:00Z</dcterms:modified>
</cp:coreProperties>
</file>