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46D5D1E" w14:textId="77777777" w:rsidTr="00987DB5">
        <w:tc>
          <w:tcPr>
            <w:tcW w:w="9498" w:type="dxa"/>
          </w:tcPr>
          <w:p w14:paraId="446D5D1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46D5D35" wp14:editId="446D5D3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6D5D1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46D5D1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46D5D1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46D5D1F" w14:textId="2A4412DA" w:rsidR="0033636C" w:rsidRPr="00091B7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91B7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91B76" w:rsidRPr="00091B76">
            <w:rPr>
              <w:rFonts w:ascii="Times New Roman" w:hAnsi="Times New Roman"/>
              <w:sz w:val="26"/>
              <w:szCs w:val="26"/>
            </w:rPr>
            <w:t>04 марта 2021 года</w:t>
          </w:r>
        </w:sdtContent>
      </w:sdt>
      <w:r w:rsidRPr="00091B7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91B76" w:rsidRPr="00091B76">
            <w:rPr>
              <w:rFonts w:ascii="Times New Roman" w:hAnsi="Times New Roman"/>
              <w:sz w:val="26"/>
              <w:szCs w:val="26"/>
            </w:rPr>
            <w:t>119</w:t>
          </w:r>
        </w:sdtContent>
      </w:sdt>
    </w:p>
    <w:p w14:paraId="446D5D2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46D5D21" w14:textId="77777777" w:rsidR="0033636C" w:rsidRPr="007C279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C2790">
        <w:rPr>
          <w:rFonts w:ascii="Times New Roman" w:hAnsi="Times New Roman"/>
          <w:b/>
          <w:sz w:val="28"/>
          <w:szCs w:val="28"/>
        </w:rPr>
        <w:t>О проведении повторных общественных обсуждений по Правилам землепользования и застройки муниципального образования "Городской округ Ногликский"</w:t>
      </w:r>
    </w:p>
    <w:p w14:paraId="58BD6463" w14:textId="77777777" w:rsidR="00091B76" w:rsidRDefault="00091B76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6D5D23" w14:textId="53E2B705" w:rsidR="00E609BC" w:rsidRPr="00091B76" w:rsidRDefault="007C2790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В целях обеспечения устойчивого развития территории муниципального образования «Городской округ Ногликский»,</w:t>
      </w:r>
      <w:r w:rsidR="00B1123B" w:rsidRPr="00091B76">
        <w:rPr>
          <w:rFonts w:ascii="Times New Roman" w:hAnsi="Times New Roman"/>
          <w:sz w:val="28"/>
          <w:szCs w:val="28"/>
        </w:rPr>
        <w:t xml:space="preserve"> рассмотрев письмо </w:t>
      </w:r>
      <w:r w:rsidR="00693F7B" w:rsidRPr="00091B76">
        <w:rPr>
          <w:rFonts w:ascii="Times New Roman" w:hAnsi="Times New Roman"/>
          <w:sz w:val="28"/>
          <w:szCs w:val="28"/>
        </w:rPr>
        <w:t xml:space="preserve">Собрания муниципального образования «Городской округ Ногликский» </w:t>
      </w:r>
      <w:r w:rsidR="00B1123B" w:rsidRPr="00091B76">
        <w:rPr>
          <w:rFonts w:ascii="Times New Roman" w:hAnsi="Times New Roman"/>
          <w:sz w:val="28"/>
          <w:szCs w:val="28"/>
        </w:rPr>
        <w:t xml:space="preserve">от 03.02.2020 </w:t>
      </w:r>
      <w:r w:rsidR="00091B76" w:rsidRPr="00091B76">
        <w:rPr>
          <w:rFonts w:ascii="Times New Roman" w:hAnsi="Times New Roman"/>
          <w:sz w:val="28"/>
          <w:szCs w:val="28"/>
        </w:rPr>
        <w:br/>
      </w:r>
      <w:r w:rsidR="00B1123B" w:rsidRPr="00091B76">
        <w:rPr>
          <w:rFonts w:ascii="Times New Roman" w:hAnsi="Times New Roman"/>
          <w:sz w:val="28"/>
          <w:szCs w:val="28"/>
        </w:rPr>
        <w:t>№ 395</w:t>
      </w:r>
      <w:r w:rsidR="00693F7B" w:rsidRPr="00091B76">
        <w:rPr>
          <w:rFonts w:ascii="Times New Roman" w:hAnsi="Times New Roman"/>
          <w:sz w:val="28"/>
          <w:szCs w:val="28"/>
        </w:rPr>
        <w:t>,</w:t>
      </w:r>
      <w:r w:rsidRPr="00091B76">
        <w:rPr>
          <w:rFonts w:ascii="Times New Roman" w:hAnsi="Times New Roman"/>
          <w:sz w:val="28"/>
          <w:szCs w:val="28"/>
        </w:rPr>
        <w:t xml:space="preserve"> руководствуясь ст. 5.1, </w:t>
      </w:r>
      <w:r w:rsidR="0087523E" w:rsidRPr="00091B76">
        <w:rPr>
          <w:rFonts w:ascii="Times New Roman" w:hAnsi="Times New Roman"/>
          <w:sz w:val="28"/>
          <w:szCs w:val="28"/>
        </w:rPr>
        <w:t>ст. 36, ст. 45, ст. 46</w:t>
      </w:r>
      <w:r w:rsidRPr="00091B76">
        <w:rPr>
          <w:rFonts w:ascii="Times New Roman" w:hAnsi="Times New Roman"/>
          <w:sz w:val="28"/>
          <w:szCs w:val="28"/>
        </w:rPr>
        <w:t xml:space="preserve"> Градостроительного кодекса </w:t>
      </w:r>
      <w:r w:rsidR="001D0ADD" w:rsidRPr="00091B76">
        <w:rPr>
          <w:rFonts w:ascii="Times New Roman" w:hAnsi="Times New Roman"/>
          <w:sz w:val="28"/>
          <w:szCs w:val="28"/>
        </w:rPr>
        <w:t>Российской</w:t>
      </w:r>
      <w:r w:rsidRPr="00091B76">
        <w:rPr>
          <w:rFonts w:ascii="Times New Roman" w:hAnsi="Times New Roman"/>
          <w:sz w:val="28"/>
          <w:szCs w:val="28"/>
        </w:rPr>
        <w:t xml:space="preserve"> Федерации, ст. 36 Устава муниципального образования «Городской округ Ногликский», администрация муниципального образования «Г</w:t>
      </w:r>
      <w:r w:rsidR="00693F7B" w:rsidRPr="00091B76"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="00693F7B" w:rsidRPr="008617DC">
        <w:rPr>
          <w:rFonts w:ascii="Times New Roman" w:hAnsi="Times New Roman"/>
          <w:b/>
          <w:sz w:val="28"/>
          <w:szCs w:val="28"/>
        </w:rPr>
        <w:t>ПОСТА</w:t>
      </w:r>
      <w:r w:rsidRPr="008617DC">
        <w:rPr>
          <w:rFonts w:ascii="Times New Roman" w:hAnsi="Times New Roman"/>
          <w:b/>
          <w:sz w:val="28"/>
          <w:szCs w:val="28"/>
        </w:rPr>
        <w:t>НОВЛЯЕТ:</w:t>
      </w:r>
    </w:p>
    <w:p w14:paraId="385758F9" w14:textId="0459C4AB" w:rsidR="00B1123B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1. Провести повторные общественные обсуждения по Правилам землепользования и застройки муниципального образования «Городской округ Ногликский».</w:t>
      </w:r>
    </w:p>
    <w:p w14:paraId="024C7D73" w14:textId="7846F6E5" w:rsidR="007C2790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2</w:t>
      </w:r>
      <w:r w:rsidR="007C2790" w:rsidRPr="00091B76">
        <w:rPr>
          <w:rFonts w:ascii="Times New Roman" w:hAnsi="Times New Roman"/>
          <w:sz w:val="28"/>
          <w:szCs w:val="28"/>
        </w:rPr>
        <w:t>. Избрать форму обсуждения документации «Правила землепользования и застройки муниципального образования «Городской округ Ногликский» - общественные обсуждения.</w:t>
      </w:r>
    </w:p>
    <w:p w14:paraId="397437A1" w14:textId="5E769A3D" w:rsidR="007C2790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7C2790" w:rsidRPr="00091B76">
        <w:rPr>
          <w:rFonts w:ascii="Times New Roman" w:hAnsi="Times New Roman"/>
          <w:sz w:val="28"/>
          <w:szCs w:val="28"/>
        </w:rPr>
        <w:t>. Провести общественные обсуждения</w:t>
      </w:r>
      <w:r w:rsidR="00693F7B" w:rsidRPr="00091B76">
        <w:rPr>
          <w:rFonts w:ascii="Times New Roman" w:hAnsi="Times New Roman"/>
          <w:sz w:val="28"/>
          <w:szCs w:val="28"/>
        </w:rPr>
        <w:t xml:space="preserve"> по</w:t>
      </w:r>
      <w:r w:rsidR="007C2790" w:rsidRPr="00091B76">
        <w:rPr>
          <w:rFonts w:ascii="Times New Roman" w:hAnsi="Times New Roman"/>
          <w:sz w:val="28"/>
          <w:szCs w:val="28"/>
        </w:rPr>
        <w:t xml:space="preserve"> «Правилам землепользования и застройки муниципального образования «Городской округ Ногликский» (далее – Документация) с 11.03.2021 по 19.04.2021</w:t>
      </w:r>
      <w:r w:rsidR="001D0ADD" w:rsidRPr="00091B76">
        <w:rPr>
          <w:rFonts w:ascii="Times New Roman" w:hAnsi="Times New Roman"/>
          <w:sz w:val="28"/>
          <w:szCs w:val="28"/>
        </w:rPr>
        <w:t xml:space="preserve"> в следующем порядке:</w:t>
      </w:r>
    </w:p>
    <w:p w14:paraId="0009CACB" w14:textId="09A96531" w:rsidR="001D0ADD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1D0ADD" w:rsidRPr="00091B76">
        <w:rPr>
          <w:rFonts w:ascii="Times New Roman" w:hAnsi="Times New Roman"/>
          <w:sz w:val="28"/>
          <w:szCs w:val="28"/>
        </w:rPr>
        <w:t>.1. Не позднее 11.03.2021 опубликовать оповещение о начале общественных обсуждений в газете «Знамя труда», на электронном табло, расположенном возле здания администрации муниципального образования «Городской округ Ногликский» с задержкой 5 минут периодичностью каждые 20 минут, на официальном сайте муниципального образования «Городской округ Ногликский» в разделе «Новости» на главной странице сайта.</w:t>
      </w:r>
    </w:p>
    <w:p w14:paraId="6C2FE0D6" w14:textId="4916D34E" w:rsidR="001D0ADD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8617DC">
        <w:rPr>
          <w:rFonts w:ascii="Times New Roman" w:hAnsi="Times New Roman"/>
          <w:sz w:val="28"/>
          <w:szCs w:val="28"/>
        </w:rPr>
        <w:t xml:space="preserve">.2. 17.03.2021 </w:t>
      </w:r>
      <w:r w:rsidR="001D0ADD" w:rsidRPr="00091B76">
        <w:rPr>
          <w:rFonts w:ascii="Times New Roman" w:hAnsi="Times New Roman"/>
          <w:sz w:val="28"/>
          <w:szCs w:val="28"/>
        </w:rPr>
        <w:t xml:space="preserve">разместить Документацию на официальном сайте муниципального образования «Городской округ Ногликский» в сети «Интернет» в разделе «Градостроительное зонирование» </w:t>
      </w:r>
      <w:r w:rsidR="001D0ADD" w:rsidRPr="008617DC">
        <w:rPr>
          <w:rFonts w:ascii="Times New Roman" w:hAnsi="Times New Roman"/>
          <w:sz w:val="28"/>
          <w:szCs w:val="28"/>
        </w:rPr>
        <w:t>(</w:t>
      </w:r>
      <w:hyperlink r:id="rId7" w:history="1"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nogliki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administration</w:t>
        </w:r>
        <w:r w:rsidR="001D0ADD" w:rsidRPr="008617D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/5033/</w:t>
        </w:r>
      </w:hyperlink>
      <w:r w:rsidR="001D0ADD" w:rsidRPr="008617DC">
        <w:rPr>
          <w:rFonts w:ascii="Times New Roman" w:hAnsi="Times New Roman"/>
          <w:sz w:val="28"/>
          <w:szCs w:val="28"/>
        </w:rPr>
        <w:t>)</w:t>
      </w:r>
      <w:r w:rsidR="001D0ADD" w:rsidRPr="00091B76">
        <w:rPr>
          <w:rFonts w:ascii="Times New Roman" w:hAnsi="Times New Roman"/>
          <w:sz w:val="28"/>
          <w:szCs w:val="28"/>
        </w:rPr>
        <w:t>.</w:t>
      </w:r>
    </w:p>
    <w:p w14:paraId="01584087" w14:textId="33E6BA1F" w:rsidR="001D0ADD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1D0ADD" w:rsidRPr="00091B76">
        <w:rPr>
          <w:rFonts w:ascii="Times New Roman" w:hAnsi="Times New Roman"/>
          <w:sz w:val="28"/>
          <w:szCs w:val="28"/>
        </w:rPr>
        <w:t>.3. Провести экспозицию Документации.</w:t>
      </w:r>
    </w:p>
    <w:p w14:paraId="00DF02C7" w14:textId="4FFF991B" w:rsidR="00D42DB9" w:rsidRDefault="00D42DB9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6D7A75" w14:textId="77777777" w:rsidR="00D42DB9" w:rsidRDefault="00D42DB9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6758DC" w14:textId="77777777" w:rsidR="00D42DB9" w:rsidRPr="00091B76" w:rsidRDefault="00D42DB9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29AED2" w14:textId="0A9C8A6C" w:rsidR="001D0ADD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lastRenderedPageBreak/>
        <w:t>3</w:t>
      </w:r>
      <w:r w:rsidR="001D0ADD" w:rsidRPr="00091B76">
        <w:rPr>
          <w:rFonts w:ascii="Times New Roman" w:hAnsi="Times New Roman"/>
          <w:sz w:val="28"/>
          <w:szCs w:val="28"/>
        </w:rPr>
        <w:t>.3.1. Устано</w:t>
      </w:r>
      <w:r w:rsidR="00634AEC" w:rsidRPr="00091B76">
        <w:rPr>
          <w:rFonts w:ascii="Times New Roman" w:hAnsi="Times New Roman"/>
          <w:sz w:val="28"/>
          <w:szCs w:val="28"/>
        </w:rPr>
        <w:t>вить места проведения экспозиции</w:t>
      </w:r>
      <w:r w:rsidR="001D0ADD" w:rsidRPr="00091B76">
        <w:rPr>
          <w:rFonts w:ascii="Times New Roman" w:hAnsi="Times New Roman"/>
          <w:sz w:val="28"/>
          <w:szCs w:val="28"/>
        </w:rPr>
        <w:t>:</w:t>
      </w:r>
    </w:p>
    <w:p w14:paraId="71C67E46" w14:textId="1880E576" w:rsidR="001D0ADD" w:rsidRPr="00091B76" w:rsidRDefault="001D0ADD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 xml:space="preserve">- информационный стенд в здании администрации муниципального образования «Городской округ Ногликский» по адресу Российская Федерация, Сахалинская область, муниципальное образование «Городской округ Ногликский», пгт. Ноглики, ул. Советская, д. </w:t>
      </w:r>
      <w:r w:rsidR="00693F7B" w:rsidRPr="00091B76">
        <w:rPr>
          <w:rFonts w:ascii="Times New Roman" w:hAnsi="Times New Roman"/>
          <w:sz w:val="28"/>
          <w:szCs w:val="28"/>
        </w:rPr>
        <w:t>15, напротив кабинета № 304.</w:t>
      </w:r>
    </w:p>
    <w:p w14:paraId="51F0635A" w14:textId="7D9E5013" w:rsidR="001D0ADD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3C6452" w:rsidRPr="00091B76">
        <w:rPr>
          <w:rFonts w:ascii="Times New Roman" w:hAnsi="Times New Roman"/>
          <w:sz w:val="28"/>
          <w:szCs w:val="28"/>
        </w:rPr>
        <w:t>.4. Уст</w:t>
      </w:r>
      <w:r w:rsidR="00634AEC" w:rsidRPr="00091B76">
        <w:rPr>
          <w:rFonts w:ascii="Times New Roman" w:hAnsi="Times New Roman"/>
          <w:sz w:val="28"/>
          <w:szCs w:val="28"/>
        </w:rPr>
        <w:t>ановить дату открытия экспозиции</w:t>
      </w:r>
      <w:r w:rsidR="003C6452" w:rsidRPr="00091B76">
        <w:rPr>
          <w:rFonts w:ascii="Times New Roman" w:hAnsi="Times New Roman"/>
          <w:sz w:val="28"/>
          <w:szCs w:val="28"/>
        </w:rPr>
        <w:t xml:space="preserve"> – 17.03.2021 года.</w:t>
      </w:r>
    </w:p>
    <w:p w14:paraId="40C1882D" w14:textId="3FF02B3F" w:rsidR="003C6452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3C6452" w:rsidRPr="00091B76">
        <w:rPr>
          <w:rFonts w:ascii="Times New Roman" w:hAnsi="Times New Roman"/>
          <w:sz w:val="28"/>
          <w:szCs w:val="28"/>
        </w:rPr>
        <w:t>.5. Установи</w:t>
      </w:r>
      <w:r w:rsidR="003640A5" w:rsidRPr="00091B76">
        <w:rPr>
          <w:rFonts w:ascii="Times New Roman" w:hAnsi="Times New Roman"/>
          <w:sz w:val="28"/>
          <w:szCs w:val="28"/>
        </w:rPr>
        <w:t>ть время посещения экспозиции</w:t>
      </w:r>
      <w:r w:rsidR="003C6452" w:rsidRPr="00091B76">
        <w:rPr>
          <w:rFonts w:ascii="Times New Roman" w:hAnsi="Times New Roman"/>
          <w:sz w:val="28"/>
          <w:szCs w:val="28"/>
        </w:rPr>
        <w:t xml:space="preserve">: </w:t>
      </w:r>
      <w:r w:rsidR="008617DC">
        <w:rPr>
          <w:rFonts w:ascii="Times New Roman" w:hAnsi="Times New Roman"/>
          <w:sz w:val="28"/>
          <w:szCs w:val="28"/>
        </w:rPr>
        <w:t>п</w:t>
      </w:r>
      <w:r w:rsidR="003C6452" w:rsidRPr="00091B76">
        <w:rPr>
          <w:rFonts w:ascii="Times New Roman" w:hAnsi="Times New Roman"/>
          <w:sz w:val="28"/>
          <w:szCs w:val="28"/>
        </w:rPr>
        <w:t xml:space="preserve">онедельник, вторник, среда, четверг, пятница с 9.00 до 17.00 (перерыв с 13.00 до 14.00). </w:t>
      </w:r>
    </w:p>
    <w:p w14:paraId="2A2CAAD7" w14:textId="2B4546DF" w:rsidR="003C6452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3C6452" w:rsidRPr="00091B76">
        <w:rPr>
          <w:rFonts w:ascii="Times New Roman" w:hAnsi="Times New Roman"/>
          <w:sz w:val="28"/>
          <w:szCs w:val="28"/>
        </w:rPr>
        <w:t>.6. Консультирование посетителей экспозиции осуществ</w:t>
      </w:r>
      <w:r w:rsidR="00693F7B" w:rsidRPr="00091B76">
        <w:rPr>
          <w:rFonts w:ascii="Times New Roman" w:hAnsi="Times New Roman"/>
          <w:sz w:val="28"/>
          <w:szCs w:val="28"/>
        </w:rPr>
        <w:t>лять</w:t>
      </w:r>
      <w:r w:rsidR="003C6452" w:rsidRPr="00091B76">
        <w:rPr>
          <w:rFonts w:ascii="Times New Roman" w:hAnsi="Times New Roman"/>
          <w:sz w:val="28"/>
          <w:szCs w:val="28"/>
        </w:rPr>
        <w:t xml:space="preserve"> специалистам отдела строительства и архитектуры администрации муниципального образования «Городской округ Ногликский» по телефону </w:t>
      </w:r>
      <w:r w:rsidR="00782A45">
        <w:rPr>
          <w:rFonts w:ascii="Times New Roman" w:hAnsi="Times New Roman"/>
          <w:sz w:val="28"/>
          <w:szCs w:val="28"/>
        </w:rPr>
        <w:t>8(42444)921</w:t>
      </w:r>
      <w:r w:rsidR="003C6452" w:rsidRPr="00091B76">
        <w:rPr>
          <w:rFonts w:ascii="Times New Roman" w:hAnsi="Times New Roman"/>
          <w:sz w:val="28"/>
          <w:szCs w:val="28"/>
        </w:rPr>
        <w:t>83.</w:t>
      </w:r>
    </w:p>
    <w:p w14:paraId="2F5639E1" w14:textId="5FA0779A" w:rsidR="003C6452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3C6452" w:rsidRPr="00091B76">
        <w:rPr>
          <w:rFonts w:ascii="Times New Roman" w:hAnsi="Times New Roman"/>
          <w:sz w:val="28"/>
          <w:szCs w:val="28"/>
        </w:rPr>
        <w:t xml:space="preserve">.7. По результатам экспозиции и общественных обсуждений подготовить </w:t>
      </w:r>
      <w:r w:rsidR="00693F7B" w:rsidRPr="00091B76">
        <w:rPr>
          <w:rFonts w:ascii="Times New Roman" w:hAnsi="Times New Roman"/>
          <w:sz w:val="28"/>
          <w:szCs w:val="28"/>
        </w:rPr>
        <w:t xml:space="preserve">и </w:t>
      </w:r>
      <w:r w:rsidR="003C6452" w:rsidRPr="00091B76">
        <w:rPr>
          <w:rFonts w:ascii="Times New Roman" w:hAnsi="Times New Roman"/>
          <w:sz w:val="28"/>
          <w:szCs w:val="28"/>
        </w:rPr>
        <w:t>оформить протокол о</w:t>
      </w:r>
      <w:r w:rsidR="00634AEC" w:rsidRPr="00091B76">
        <w:rPr>
          <w:rFonts w:ascii="Times New Roman" w:hAnsi="Times New Roman"/>
          <w:sz w:val="28"/>
          <w:szCs w:val="28"/>
        </w:rPr>
        <w:t>бщественных обсуждений в соответствии с требованиями части 18 статьи 5.1 Градостроительного кодекса Российской Федерации.</w:t>
      </w:r>
    </w:p>
    <w:p w14:paraId="0007BA22" w14:textId="4B320531" w:rsidR="00634AEC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634AEC" w:rsidRPr="00091B76">
        <w:rPr>
          <w:rFonts w:ascii="Times New Roman" w:hAnsi="Times New Roman"/>
          <w:sz w:val="28"/>
          <w:szCs w:val="28"/>
        </w:rPr>
        <w:t>.8. На основании протокола подготовить и оформить заключение о результатах общественных обсуждений в соответствии с требованиями части 22 статьи 5.1 Градостроительного кодекса Российской Федерации.</w:t>
      </w:r>
    </w:p>
    <w:p w14:paraId="437C5549" w14:textId="4270B73A" w:rsidR="00634AEC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3</w:t>
      </w:r>
      <w:r w:rsidR="00634AEC" w:rsidRPr="00091B76">
        <w:rPr>
          <w:rFonts w:ascii="Times New Roman" w:hAnsi="Times New Roman"/>
          <w:sz w:val="28"/>
          <w:szCs w:val="28"/>
        </w:rPr>
        <w:t xml:space="preserve">.9. Опубликовать заключение о результатах общественных обсуждений в газете «Знамя труда» и на официальном сайте муниципального образования «Городской округ Ногликский» в </w:t>
      </w:r>
      <w:r w:rsidR="00B00631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634AEC" w:rsidRPr="00091B76">
        <w:rPr>
          <w:rFonts w:ascii="Times New Roman" w:hAnsi="Times New Roman"/>
          <w:sz w:val="28"/>
          <w:szCs w:val="28"/>
        </w:rPr>
        <w:t>сети «Интернет».</w:t>
      </w:r>
    </w:p>
    <w:p w14:paraId="7EDBC500" w14:textId="7A539A18" w:rsidR="00634AEC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4</w:t>
      </w:r>
      <w:r w:rsidR="00634AEC" w:rsidRPr="00091B76">
        <w:rPr>
          <w:rFonts w:ascii="Times New Roman" w:hAnsi="Times New Roman"/>
          <w:sz w:val="28"/>
          <w:szCs w:val="28"/>
        </w:rPr>
        <w:t xml:space="preserve">. </w:t>
      </w:r>
      <w:r w:rsidR="00E905BC" w:rsidRPr="00091B76">
        <w:rPr>
          <w:rFonts w:ascii="Times New Roman" w:hAnsi="Times New Roman"/>
          <w:sz w:val="28"/>
          <w:szCs w:val="28"/>
        </w:rPr>
        <w:t>Определить круг участников общественных обсуждений:</w:t>
      </w:r>
    </w:p>
    <w:p w14:paraId="732535AF" w14:textId="0C6E97DC" w:rsidR="00E905BC" w:rsidRPr="00091B76" w:rsidRDefault="00E905BC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- граждане, постоянно проживающие на территории, в отношении которой подготовлена Документация;</w:t>
      </w:r>
    </w:p>
    <w:p w14:paraId="369BA751" w14:textId="7B31B662" w:rsidR="00E905BC" w:rsidRPr="00091B76" w:rsidRDefault="00E905BC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- правообладатели земельных участков и (или) объектов капитального строительства (в том числе правообладатели помещений, являющиеся частью объектов капитального строительства), которые находятся на территории, в отношении которой разработана Документация.</w:t>
      </w:r>
    </w:p>
    <w:p w14:paraId="58F2F1C3" w14:textId="3EB2E376" w:rsidR="00E905BC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5</w:t>
      </w:r>
      <w:r w:rsidR="00E905BC" w:rsidRPr="00091B76">
        <w:rPr>
          <w:rFonts w:ascii="Times New Roman" w:hAnsi="Times New Roman"/>
          <w:sz w:val="28"/>
          <w:szCs w:val="28"/>
        </w:rPr>
        <w:t>. Установить срок, в течение которого принимаются предложения и замечания участников общественных обсуждений о территории, в пределах которой проводятся общественные обсуждения – с 17.03.2021 по 19.04.2021.</w:t>
      </w:r>
    </w:p>
    <w:p w14:paraId="143C685A" w14:textId="4D3FC6B0" w:rsidR="00FF144F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6</w:t>
      </w:r>
      <w:r w:rsidR="00E905BC" w:rsidRPr="00091B76">
        <w:rPr>
          <w:rFonts w:ascii="Times New Roman" w:hAnsi="Times New Roman"/>
          <w:sz w:val="28"/>
          <w:szCs w:val="28"/>
        </w:rPr>
        <w:t>. Установить, что участники общественных обсуждений направляют предложения и замечания по вопросу, указанному в пункте 2 настоящего</w:t>
      </w:r>
      <w:r w:rsidR="00FF144F" w:rsidRPr="00091B76">
        <w:rPr>
          <w:rFonts w:ascii="Times New Roman" w:hAnsi="Times New Roman"/>
          <w:sz w:val="28"/>
          <w:szCs w:val="28"/>
        </w:rPr>
        <w:t xml:space="preserve"> постановления, в сроки, указанные в пункте 4 настоящего постановления, лично в письменной форме в администрацию муниципального образования «Городской округ Ногликский», расположенн</w:t>
      </w:r>
      <w:r w:rsidR="00693F7B" w:rsidRPr="00091B76">
        <w:rPr>
          <w:rFonts w:ascii="Times New Roman" w:hAnsi="Times New Roman"/>
          <w:sz w:val="28"/>
          <w:szCs w:val="28"/>
        </w:rPr>
        <w:t>ую</w:t>
      </w:r>
      <w:r w:rsidR="00FF144F" w:rsidRPr="00091B76">
        <w:rPr>
          <w:rFonts w:ascii="Times New Roman" w:hAnsi="Times New Roman"/>
          <w:sz w:val="28"/>
          <w:szCs w:val="28"/>
        </w:rPr>
        <w:t xml:space="preserve"> по адресу</w:t>
      </w:r>
      <w:r w:rsidR="00693F7B" w:rsidRPr="00091B76">
        <w:rPr>
          <w:rFonts w:ascii="Times New Roman" w:hAnsi="Times New Roman"/>
          <w:sz w:val="28"/>
          <w:szCs w:val="28"/>
        </w:rPr>
        <w:t>:</w:t>
      </w:r>
      <w:r w:rsidR="00FF144F" w:rsidRPr="00091B76">
        <w:rPr>
          <w:rFonts w:ascii="Times New Roman" w:hAnsi="Times New Roman"/>
          <w:sz w:val="28"/>
          <w:szCs w:val="28"/>
        </w:rPr>
        <w:t xml:space="preserve"> Российская Федерация, Сахалинская область, муниципальное образование «Городской округ Ногликский», пгт. Ноглики, у</w:t>
      </w:r>
      <w:r w:rsidR="00693F7B" w:rsidRPr="00091B76">
        <w:rPr>
          <w:rFonts w:ascii="Times New Roman" w:hAnsi="Times New Roman"/>
          <w:sz w:val="28"/>
          <w:szCs w:val="28"/>
        </w:rPr>
        <w:t>л. Советская, д. 15, каб. № 304.</w:t>
      </w:r>
    </w:p>
    <w:p w14:paraId="660BAB86" w14:textId="62538FCE" w:rsidR="00B10562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7</w:t>
      </w:r>
      <w:r w:rsidR="00693F7B" w:rsidRPr="00091B76">
        <w:rPr>
          <w:rFonts w:ascii="Times New Roman" w:hAnsi="Times New Roman"/>
          <w:sz w:val="28"/>
          <w:szCs w:val="28"/>
        </w:rPr>
        <w:t>. Участникам</w:t>
      </w:r>
      <w:r w:rsidR="00FF144F" w:rsidRPr="00091B76">
        <w:rPr>
          <w:rFonts w:ascii="Times New Roman" w:hAnsi="Times New Roman"/>
          <w:sz w:val="28"/>
          <w:szCs w:val="28"/>
        </w:rPr>
        <w:t xml:space="preserve"> общественных обсужд</w:t>
      </w:r>
      <w:r w:rsidR="003640A5" w:rsidRPr="00091B76">
        <w:rPr>
          <w:rFonts w:ascii="Times New Roman" w:hAnsi="Times New Roman"/>
          <w:sz w:val="28"/>
          <w:szCs w:val="28"/>
        </w:rPr>
        <w:t>ений при направлении</w:t>
      </w:r>
      <w:r w:rsidR="00FF144F" w:rsidRPr="00091B76">
        <w:rPr>
          <w:rFonts w:ascii="Times New Roman" w:hAnsi="Times New Roman"/>
          <w:sz w:val="28"/>
          <w:szCs w:val="28"/>
        </w:rPr>
        <w:t xml:space="preserve"> предложений</w:t>
      </w:r>
      <w:r w:rsidR="003640A5" w:rsidRPr="00091B76">
        <w:rPr>
          <w:rFonts w:ascii="Times New Roman" w:hAnsi="Times New Roman"/>
          <w:sz w:val="28"/>
          <w:szCs w:val="28"/>
        </w:rPr>
        <w:t xml:space="preserve"> и замечаний</w:t>
      </w:r>
      <w:r w:rsidR="00FF144F" w:rsidRPr="00091B76">
        <w:rPr>
          <w:rFonts w:ascii="Times New Roman" w:hAnsi="Times New Roman"/>
          <w:sz w:val="28"/>
          <w:szCs w:val="28"/>
        </w:rPr>
        <w:t xml:space="preserve"> в целях</w:t>
      </w:r>
      <w:r w:rsidR="00F3068F" w:rsidRPr="00091B76">
        <w:rPr>
          <w:rFonts w:ascii="Times New Roman" w:hAnsi="Times New Roman"/>
          <w:sz w:val="28"/>
          <w:szCs w:val="28"/>
        </w:rPr>
        <w:t xml:space="preserve"> идентификации соблюдать требования части 12 статьи 5.1 Градостроительного кодекса Российской Федерации, а именно</w:t>
      </w:r>
      <w:r w:rsidR="00693F7B" w:rsidRPr="00091B76">
        <w:rPr>
          <w:rFonts w:ascii="Times New Roman" w:hAnsi="Times New Roman"/>
          <w:sz w:val="28"/>
          <w:szCs w:val="28"/>
        </w:rPr>
        <w:t>:</w:t>
      </w:r>
      <w:r w:rsidR="00F3068F" w:rsidRPr="00091B76">
        <w:rPr>
          <w:rFonts w:ascii="Times New Roman" w:hAnsi="Times New Roman"/>
          <w:sz w:val="28"/>
          <w:szCs w:val="28"/>
        </w:rPr>
        <w:t xml:space="preserve"> представля</w:t>
      </w:r>
      <w:r w:rsidR="00693F7B" w:rsidRPr="00091B76">
        <w:rPr>
          <w:rFonts w:ascii="Times New Roman" w:hAnsi="Times New Roman"/>
          <w:sz w:val="28"/>
          <w:szCs w:val="28"/>
        </w:rPr>
        <w:t>ть</w:t>
      </w:r>
      <w:r w:rsidR="00F3068F" w:rsidRPr="00091B76">
        <w:rPr>
          <w:rFonts w:ascii="Times New Roman" w:hAnsi="Times New Roman"/>
          <w:sz w:val="28"/>
          <w:szCs w:val="28"/>
        </w:rPr>
        <w:t xml:space="preserve"> сведения о себе (фамилия, имя отчество (при наличии), </w:t>
      </w:r>
      <w:r w:rsidR="00F3068F" w:rsidRPr="00091B76">
        <w:rPr>
          <w:rFonts w:ascii="Times New Roman" w:hAnsi="Times New Roman"/>
          <w:sz w:val="28"/>
          <w:szCs w:val="28"/>
        </w:rPr>
        <w:lastRenderedPageBreak/>
        <w:t>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</w:t>
      </w:r>
      <w:r w:rsidR="00693F7B" w:rsidRPr="00091B76">
        <w:rPr>
          <w:rFonts w:ascii="Times New Roman" w:hAnsi="Times New Roman"/>
          <w:sz w:val="28"/>
          <w:szCs w:val="28"/>
        </w:rPr>
        <w:t>дающих такие сведения. Участникам</w:t>
      </w:r>
      <w:r w:rsidR="00F3068F" w:rsidRPr="00091B76">
        <w:rPr>
          <w:rFonts w:ascii="Times New Roman" w:hAnsi="Times New Roman"/>
          <w:sz w:val="28"/>
          <w:szCs w:val="28"/>
        </w:rPr>
        <w:t xml:space="preserve"> общественных обсуждений, являющи</w:t>
      </w:r>
      <w:r w:rsidR="00693F7B" w:rsidRPr="00091B76">
        <w:rPr>
          <w:rFonts w:ascii="Times New Roman" w:hAnsi="Times New Roman"/>
          <w:sz w:val="28"/>
          <w:szCs w:val="28"/>
        </w:rPr>
        <w:t>мся</w:t>
      </w:r>
      <w:r w:rsidR="00F3068F" w:rsidRPr="00091B76">
        <w:rPr>
          <w:rFonts w:ascii="Times New Roman" w:hAnsi="Times New Roman"/>
          <w:sz w:val="28"/>
          <w:szCs w:val="28"/>
        </w:rPr>
        <w:t xml:space="preserve"> правообладателями соответствующих земельных участков и (или) помещений, являющихся частью указанных объектов капитального строительства, также представля</w:t>
      </w:r>
      <w:r w:rsidR="00693F7B" w:rsidRPr="00091B76">
        <w:rPr>
          <w:rFonts w:ascii="Times New Roman" w:hAnsi="Times New Roman"/>
          <w:sz w:val="28"/>
          <w:szCs w:val="28"/>
        </w:rPr>
        <w:t>ть</w:t>
      </w:r>
      <w:r w:rsidR="00F3068F" w:rsidRPr="00091B76">
        <w:rPr>
          <w:rFonts w:ascii="Times New Roman" w:hAnsi="Times New Roman"/>
          <w:sz w:val="28"/>
          <w:szCs w:val="28"/>
        </w:rPr>
        <w:t xml:space="preserve"> сведения </w:t>
      </w:r>
      <w:r w:rsidR="00145170" w:rsidRPr="00091B76">
        <w:rPr>
          <w:rFonts w:ascii="Times New Roman" w:hAnsi="Times New Roman"/>
          <w:sz w:val="28"/>
          <w:szCs w:val="28"/>
        </w:rPr>
        <w:t>соответственно</w:t>
      </w:r>
      <w:r w:rsidR="00F3068F" w:rsidRPr="00091B76">
        <w:rPr>
          <w:rFonts w:ascii="Times New Roman" w:hAnsi="Times New Roman"/>
          <w:sz w:val="28"/>
          <w:szCs w:val="28"/>
        </w:rPr>
        <w:t xml:space="preserve">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="00145170" w:rsidRPr="00091B76">
        <w:rPr>
          <w:rFonts w:ascii="Times New Roman" w:hAnsi="Times New Roman"/>
          <w:sz w:val="28"/>
          <w:szCs w:val="28"/>
        </w:rPr>
        <w:t>удостоверяющие</w:t>
      </w:r>
      <w:r w:rsidR="00F3068F" w:rsidRPr="00091B76">
        <w:rPr>
          <w:rFonts w:ascii="Times New Roman" w:hAnsi="Times New Roman"/>
          <w:sz w:val="28"/>
          <w:szCs w:val="28"/>
        </w:rPr>
        <w:t xml:space="preserve"> их права на такие земельные участки, объекты капитального </w:t>
      </w:r>
      <w:r w:rsidR="00B10562" w:rsidRPr="00091B76">
        <w:rPr>
          <w:rFonts w:ascii="Times New Roman" w:hAnsi="Times New Roman"/>
          <w:sz w:val="28"/>
          <w:szCs w:val="28"/>
        </w:rPr>
        <w:t>строительства, помещения, являющиеся частью указанных объектов капитального строительства.</w:t>
      </w:r>
    </w:p>
    <w:p w14:paraId="63BB3A00" w14:textId="153557C8" w:rsidR="00FF144F" w:rsidRPr="00091B76" w:rsidRDefault="00B10562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 xml:space="preserve">Не требуется представление указанных в части 12 статьи 5.1 Градостроительного кодекса Российской Федерации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части 12 статьи 5.1 Градостроительного кодекса Российской Федерации, может использоваться единая система идентификации и аутентификации. </w:t>
      </w:r>
      <w:r w:rsidR="00F3068F" w:rsidRPr="00091B76">
        <w:rPr>
          <w:rFonts w:ascii="Times New Roman" w:hAnsi="Times New Roman"/>
          <w:sz w:val="28"/>
          <w:szCs w:val="28"/>
        </w:rPr>
        <w:t xml:space="preserve"> </w:t>
      </w:r>
    </w:p>
    <w:p w14:paraId="2E38EA66" w14:textId="061EC31A" w:rsidR="00EE53EF" w:rsidRPr="00091B76" w:rsidRDefault="00EE53EF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 xml:space="preserve">Предложения и замечания, внесенные в соответствии с частью 10 статьи 5.1 </w:t>
      </w:r>
      <w:r w:rsidR="003640A5" w:rsidRPr="00091B76">
        <w:rPr>
          <w:rFonts w:ascii="Times New Roman" w:hAnsi="Times New Roman"/>
          <w:sz w:val="28"/>
          <w:szCs w:val="28"/>
        </w:rPr>
        <w:t>Градостроительного</w:t>
      </w:r>
      <w:r w:rsidRPr="00091B76">
        <w:rPr>
          <w:rFonts w:ascii="Times New Roman" w:hAnsi="Times New Roman"/>
          <w:sz w:val="28"/>
          <w:szCs w:val="28"/>
        </w:rPr>
        <w:t xml:space="preserve"> кодекса Российской Федерации, не </w:t>
      </w:r>
      <w:r w:rsidR="003640A5" w:rsidRPr="00091B76">
        <w:rPr>
          <w:rFonts w:ascii="Times New Roman" w:hAnsi="Times New Roman"/>
          <w:sz w:val="28"/>
          <w:szCs w:val="28"/>
        </w:rPr>
        <w:t>рассматриваются</w:t>
      </w:r>
      <w:r w:rsidRPr="00091B76">
        <w:rPr>
          <w:rFonts w:ascii="Times New Roman" w:hAnsi="Times New Roman"/>
          <w:sz w:val="28"/>
          <w:szCs w:val="28"/>
        </w:rPr>
        <w:t xml:space="preserve"> в случае выявления факта представления участником общественных обсуждений недостоверных сведений.</w:t>
      </w:r>
    </w:p>
    <w:p w14:paraId="06FD4266" w14:textId="4AB45CB0" w:rsidR="00EE53EF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8</w:t>
      </w:r>
      <w:r w:rsidR="00EE53EF" w:rsidRPr="00091B76">
        <w:rPr>
          <w:rFonts w:ascii="Times New Roman" w:hAnsi="Times New Roman"/>
          <w:sz w:val="28"/>
          <w:szCs w:val="28"/>
        </w:rPr>
        <w:t>. Определить организатором общественных обсуждений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362ED69D" w14:textId="00706861" w:rsidR="00EE53EF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9</w:t>
      </w:r>
      <w:r w:rsidR="00EE53EF" w:rsidRPr="00091B76">
        <w:rPr>
          <w:rFonts w:ascii="Times New Roman" w:hAnsi="Times New Roman"/>
          <w:sz w:val="28"/>
          <w:szCs w:val="28"/>
        </w:rPr>
        <w:t>. Утвердить форму журнала регистрации предложений и замечаний к проекту, подлежащему рассмотрению на общественных обсуждениях (приложение 1 и приложение 2 к настоящему постановлению).</w:t>
      </w:r>
    </w:p>
    <w:p w14:paraId="21E42932" w14:textId="14439CB2" w:rsidR="00EE53EF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10</w:t>
      </w:r>
      <w:r w:rsidR="00EE53EF" w:rsidRPr="00091B76">
        <w:rPr>
          <w:rFonts w:ascii="Times New Roman" w:hAnsi="Times New Roman"/>
          <w:sz w:val="28"/>
          <w:szCs w:val="28"/>
        </w:rPr>
        <w:t>. Опубликовать настоящее постановление в газете «Знамя труда» в течение 3 (трех) дней со дня утверждения настоящего постановления и разместить на официальном сайте муниципального образования «Городской округ Ногликский»</w:t>
      </w:r>
      <w:r w:rsidR="00D42DB9">
        <w:rPr>
          <w:rFonts w:ascii="Times New Roman" w:hAnsi="Times New Roman"/>
          <w:sz w:val="28"/>
          <w:szCs w:val="28"/>
        </w:rPr>
        <w:t xml:space="preserve"> </w:t>
      </w:r>
      <w:r w:rsidR="00B00631">
        <w:rPr>
          <w:rFonts w:ascii="Times New Roman" w:hAnsi="Times New Roman"/>
          <w:sz w:val="28"/>
          <w:szCs w:val="28"/>
        </w:rPr>
        <w:t>в информационно-</w:t>
      </w:r>
      <w:r w:rsidR="00D42DB9">
        <w:rPr>
          <w:rFonts w:ascii="Times New Roman" w:hAnsi="Times New Roman"/>
          <w:sz w:val="28"/>
          <w:szCs w:val="28"/>
        </w:rPr>
        <w:t>телекоммуникационной сети «Интернет»</w:t>
      </w:r>
      <w:r w:rsidR="00EE53EF" w:rsidRPr="00091B76">
        <w:rPr>
          <w:rFonts w:ascii="Times New Roman" w:hAnsi="Times New Roman"/>
          <w:sz w:val="28"/>
          <w:szCs w:val="28"/>
        </w:rPr>
        <w:t>.</w:t>
      </w:r>
    </w:p>
    <w:p w14:paraId="446D5D26" w14:textId="3051BAC9" w:rsidR="00E609BC" w:rsidRPr="00091B76" w:rsidRDefault="00B1123B" w:rsidP="00091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11</w:t>
      </w:r>
      <w:r w:rsidR="00EE53EF" w:rsidRPr="00091B76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32ACF578" w14:textId="77777777" w:rsidR="00693F7B" w:rsidRPr="00091B76" w:rsidRDefault="00693F7B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6D5D2E" w14:textId="77777777" w:rsidR="008629FA" w:rsidRPr="00091B76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46D5D34" w14:textId="5EBAC4E2" w:rsidR="008629FA" w:rsidRPr="00091B76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B76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091B76">
        <w:rPr>
          <w:rFonts w:ascii="Times New Roman" w:hAnsi="Times New Roman"/>
          <w:sz w:val="28"/>
          <w:szCs w:val="28"/>
        </w:rPr>
        <w:tab/>
      </w:r>
      <w:r w:rsidRPr="00091B76">
        <w:rPr>
          <w:rFonts w:ascii="Times New Roman" w:hAnsi="Times New Roman"/>
          <w:sz w:val="28"/>
          <w:szCs w:val="28"/>
        </w:rPr>
        <w:tab/>
      </w:r>
      <w:r w:rsidRPr="00091B76">
        <w:rPr>
          <w:rFonts w:ascii="Times New Roman" w:hAnsi="Times New Roman"/>
          <w:sz w:val="28"/>
          <w:szCs w:val="28"/>
        </w:rPr>
        <w:tab/>
      </w:r>
      <w:r w:rsidRPr="00091B76">
        <w:rPr>
          <w:rFonts w:ascii="Times New Roman" w:hAnsi="Times New Roman"/>
          <w:sz w:val="28"/>
          <w:szCs w:val="28"/>
        </w:rPr>
        <w:tab/>
      </w:r>
      <w:r w:rsidRPr="00091B76">
        <w:rPr>
          <w:rFonts w:ascii="Times New Roman" w:hAnsi="Times New Roman"/>
          <w:sz w:val="28"/>
          <w:szCs w:val="28"/>
        </w:rPr>
        <w:tab/>
        <w:t xml:space="preserve">         С.В.</w:t>
      </w:r>
      <w:r w:rsidR="00693F7B" w:rsidRPr="00091B76">
        <w:rPr>
          <w:rFonts w:ascii="Times New Roman" w:hAnsi="Times New Roman"/>
          <w:sz w:val="28"/>
          <w:szCs w:val="28"/>
        </w:rPr>
        <w:t xml:space="preserve"> </w:t>
      </w:r>
      <w:r w:rsidRPr="00091B76">
        <w:rPr>
          <w:rFonts w:ascii="Times New Roman" w:hAnsi="Times New Roman"/>
          <w:sz w:val="28"/>
          <w:szCs w:val="28"/>
        </w:rPr>
        <w:t>Камелин</w:t>
      </w:r>
    </w:p>
    <w:sectPr w:rsidR="008629FA" w:rsidRPr="00091B76" w:rsidSect="00B00631">
      <w:headerReference w:type="default" r:id="rId8"/>
      <w:footerReference w:type="default" r:id="rId9"/>
      <w:pgSz w:w="11906" w:h="16838"/>
      <w:pgMar w:top="709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D5D3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46D5D3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D5D3B" w14:textId="58FDF9F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D5D3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46D5D3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044761"/>
      <w:docPartObj>
        <w:docPartGallery w:val="Page Numbers (Top of Page)"/>
        <w:docPartUnique/>
      </w:docPartObj>
    </w:sdtPr>
    <w:sdtEndPr/>
    <w:sdtContent>
      <w:p w14:paraId="2CB6C775" w14:textId="784032A3" w:rsidR="00B00631" w:rsidRDefault="00B006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562">
          <w:rPr>
            <w:noProof/>
          </w:rPr>
          <w:t>2</w:t>
        </w:r>
        <w:r>
          <w:fldChar w:fldCharType="end"/>
        </w:r>
      </w:p>
    </w:sdtContent>
  </w:sdt>
  <w:p w14:paraId="68549E1F" w14:textId="77777777" w:rsidR="00B00631" w:rsidRDefault="00B006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attachedTemplate r:id="rId1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1B76"/>
    <w:rsid w:val="00145170"/>
    <w:rsid w:val="00185FEC"/>
    <w:rsid w:val="001D0ADD"/>
    <w:rsid w:val="001E1F9F"/>
    <w:rsid w:val="002003DC"/>
    <w:rsid w:val="0033636C"/>
    <w:rsid w:val="003640A5"/>
    <w:rsid w:val="003C6452"/>
    <w:rsid w:val="003E4257"/>
    <w:rsid w:val="00520CBF"/>
    <w:rsid w:val="00634AEC"/>
    <w:rsid w:val="00693F7B"/>
    <w:rsid w:val="006B7FAB"/>
    <w:rsid w:val="00782A45"/>
    <w:rsid w:val="007C2790"/>
    <w:rsid w:val="008617DC"/>
    <w:rsid w:val="008629FA"/>
    <w:rsid w:val="0087523E"/>
    <w:rsid w:val="00987DB5"/>
    <w:rsid w:val="00AB0562"/>
    <w:rsid w:val="00AC72C8"/>
    <w:rsid w:val="00B00631"/>
    <w:rsid w:val="00B10562"/>
    <w:rsid w:val="00B10ED9"/>
    <w:rsid w:val="00B1123B"/>
    <w:rsid w:val="00B25688"/>
    <w:rsid w:val="00C02849"/>
    <w:rsid w:val="00D12794"/>
    <w:rsid w:val="00D42DB9"/>
    <w:rsid w:val="00D53F3C"/>
    <w:rsid w:val="00D67BD8"/>
    <w:rsid w:val="00DF7897"/>
    <w:rsid w:val="00E37B8A"/>
    <w:rsid w:val="00E609BC"/>
    <w:rsid w:val="00E905BC"/>
    <w:rsid w:val="00EE53EF"/>
    <w:rsid w:val="00F3068F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5D1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1D0AD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4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40A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ogliki-adm.ru/administration/5033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42A8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42A8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42A8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7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2021-03-03T23:20:00Z</cp:lastPrinted>
  <dcterms:created xsi:type="dcterms:W3CDTF">2021-03-04T04:20:00Z</dcterms:created>
  <dcterms:modified xsi:type="dcterms:W3CDTF">2021-03-04T04:20:00Z</dcterms:modified>
</cp:coreProperties>
</file>