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F30A7E9" w14:textId="77777777" w:rsidTr="00987DB5">
        <w:tc>
          <w:tcPr>
            <w:tcW w:w="9498" w:type="dxa"/>
          </w:tcPr>
          <w:p w14:paraId="7F30A7E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30A800" wp14:editId="7F30A80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30A7E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F30A7E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F30A7E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F30A7EA" w14:textId="487446CC" w:rsidR="0033636C" w:rsidRPr="00F9412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</w:rPr>
        <w:t>14</w:t>
      </w:r>
      <w:r w:rsidR="009E4CA9">
        <w:rPr>
          <w:rFonts w:ascii="Times New Roman" w:hAnsi="Times New Roman"/>
          <w:sz w:val="28"/>
          <w:szCs w:val="28"/>
        </w:rPr>
        <w:t xml:space="preserve"> июля </w:t>
      </w:r>
      <w:r>
        <w:rPr>
          <w:rFonts w:ascii="Times New Roman" w:hAnsi="Times New Roman"/>
          <w:sz w:val="28"/>
          <w:szCs w:val="28"/>
        </w:rPr>
        <w:t>2020</w:t>
      </w:r>
      <w:r w:rsidR="009E4CA9">
        <w:rPr>
          <w:rFonts w:ascii="Times New Roman" w:hAnsi="Times New Roman"/>
          <w:sz w:val="28"/>
          <w:szCs w:val="28"/>
        </w:rPr>
        <w:t xml:space="preserve"> года</w:t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9E4CA9">
        <w:rPr>
          <w:rFonts w:ascii="Times New Roman" w:hAnsi="Times New Roman"/>
          <w:sz w:val="28"/>
          <w:szCs w:val="28"/>
        </w:rPr>
        <w:t>358</w:t>
      </w:r>
    </w:p>
    <w:p w14:paraId="7F30A7E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F30A7EC" w14:textId="087D8A1B" w:rsidR="0033636C" w:rsidRPr="00F94121" w:rsidRDefault="0033636C" w:rsidP="00F941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4121">
        <w:rPr>
          <w:rFonts w:ascii="Times New Roman" w:hAnsi="Times New Roman"/>
          <w:b/>
          <w:sz w:val="28"/>
          <w:szCs w:val="28"/>
        </w:rPr>
        <w:t>О</w:t>
      </w:r>
      <w:r w:rsidR="001B54C1">
        <w:rPr>
          <w:rFonts w:ascii="Times New Roman" w:hAnsi="Times New Roman"/>
          <w:b/>
          <w:sz w:val="28"/>
          <w:szCs w:val="28"/>
        </w:rPr>
        <w:t>б</w:t>
      </w:r>
      <w:r w:rsidRPr="00F94121">
        <w:rPr>
          <w:rFonts w:ascii="Times New Roman" w:hAnsi="Times New Roman"/>
          <w:b/>
          <w:sz w:val="28"/>
          <w:szCs w:val="28"/>
        </w:rPr>
        <w:t xml:space="preserve"> утверждении акта инвентаризации улично-дорожного хозяйства муниципального образования «Городской округ Ногликский» </w:t>
      </w:r>
    </w:p>
    <w:p w14:paraId="598EE239" w14:textId="77777777" w:rsidR="00F94121" w:rsidRPr="00F94121" w:rsidRDefault="00F94121" w:rsidP="00F941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FEF1BEF" w14:textId="3B4A6B2B" w:rsidR="00F94121" w:rsidRPr="00F94121" w:rsidRDefault="00F94121" w:rsidP="00F94121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41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постановлением администрации от 22.05.2015 № 346 «</w:t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присвоения, изменения и аннулирования адресов на территории муниципального образования «Городской округ Ногликский»</w:t>
      </w:r>
      <w:r w:rsidRPr="00F941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п. 3 </w:t>
      </w:r>
      <w:r w:rsidRPr="00F941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распоряжения </w:t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>мэра муниципального образования «Городской округ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Ногликский» </w:t>
      </w:r>
      <w:r w:rsidRPr="00F94121">
        <w:rPr>
          <w:rFonts w:ascii="Times New Roman" w:eastAsia="Times New Roman" w:hAnsi="Times New Roman"/>
          <w:bCs/>
          <w:sz w:val="28"/>
          <w:szCs w:val="28"/>
          <w:lang w:eastAsia="ru-RU"/>
        </w:rPr>
        <w:t>от 20.03.2020 № 56 «Об инвентаризации объектов улично-дорожного хозяйства муниципального образования «Городской округ Ногликский»</w:t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36 Устава муниципального образования «Городской округ Ногликский», согласно акту инвентаризации улично-дорожного хозяйства муниципального образования «Городской округ Ногликский» от 20.05.2020, администрация муниципального образования «Городской округ Ногликский» </w:t>
      </w:r>
      <w:r w:rsidRPr="00F941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14:paraId="130FA3B3" w14:textId="77777777" w:rsidR="00F94121" w:rsidRPr="00F94121" w:rsidRDefault="00F94121" w:rsidP="00F94121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>Утвердить акт инвентаризации улично-дорожного хозяйства муниципального образования «Городской округ Ногликский» (прилагается).</w:t>
      </w:r>
    </w:p>
    <w:p w14:paraId="5A07D7E0" w14:textId="77777777" w:rsidR="00F94121" w:rsidRPr="00F94121" w:rsidRDefault="00F94121" w:rsidP="00F9412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>Комитету по управлению муниципальным имуществом муниципального образования «Городской округ Ногликский» внести объекты, указанные в акте инвентаризации улично-дорожного хозяйства муниципального образования «Городской округ Ногликский», в реестр муниципальной собственности муниципального образования «Городской округ Ногликский».</w:t>
      </w:r>
    </w:p>
    <w:p w14:paraId="79F1A202" w14:textId="3AD09A65" w:rsidR="00F94121" w:rsidRPr="00F94121" w:rsidRDefault="00F94121" w:rsidP="00F9412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 силу постановление администрации муниципального образования «Ногликский район» от 18.02.2003 № 88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>«О постановке на учет и внесении в реестр муниципального имущества улично-дорожной сети поселков и сел муниципального образования «Городской округ Ногликский».</w:t>
      </w:r>
    </w:p>
    <w:p w14:paraId="45E12DAC" w14:textId="77777777" w:rsidR="00F94121" w:rsidRPr="00F94121" w:rsidRDefault="00F94121" w:rsidP="00F94121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утратившими силу приложения №№ 3-6 к постановлению администрации муниципального образования «Городской округ Ногликский» от 29.12.2012 № 746 «Об утверждении акта инвентаризации объектов </w:t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благоустройства муниципального образования «Городской округ Ногликский».</w:t>
      </w:r>
    </w:p>
    <w:p w14:paraId="6AA1FE91" w14:textId="1C21BEB6" w:rsidR="00F94121" w:rsidRPr="00F94121" w:rsidRDefault="00F94121" w:rsidP="00F9412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 силу постановление администрации муниципального образования «Городской округ Ногликский» от 15.05.2019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№ 325 «О внесении изменений в постановление администрации муниципального образования «Городской округ Ногликский» от 29.12.2012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>№ 746».</w:t>
      </w:r>
    </w:p>
    <w:p w14:paraId="63AFEDC5" w14:textId="299A4AAB" w:rsidR="00F94121" w:rsidRPr="00F94121" w:rsidRDefault="00F94121" w:rsidP="00F9412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постановление на официальном сайте 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F94121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F94121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6F418A63" w14:textId="77777777" w:rsidR="00F94121" w:rsidRPr="00F94121" w:rsidRDefault="00F94121" w:rsidP="00F941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66E06A" w14:textId="77777777" w:rsidR="00F94121" w:rsidRPr="00F94121" w:rsidRDefault="00F94121" w:rsidP="00F941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BC2470" w14:textId="77777777" w:rsidR="00F94121" w:rsidRPr="00F94121" w:rsidRDefault="00F94121" w:rsidP="00F941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4121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DCEC609" w14:textId="04143EED" w:rsidR="00F94121" w:rsidRPr="00F94121" w:rsidRDefault="00F94121" w:rsidP="00F941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4121">
        <w:rPr>
          <w:rFonts w:ascii="Times New Roman" w:hAnsi="Times New Roman"/>
          <w:sz w:val="28"/>
          <w:szCs w:val="28"/>
        </w:rPr>
        <w:t>«Городской округ Ногли</w:t>
      </w:r>
      <w:bookmarkStart w:id="0" w:name="_GoBack"/>
      <w:bookmarkEnd w:id="0"/>
      <w:r w:rsidRPr="00F94121">
        <w:rPr>
          <w:rFonts w:ascii="Times New Roman" w:hAnsi="Times New Roman"/>
          <w:sz w:val="28"/>
          <w:szCs w:val="28"/>
        </w:rPr>
        <w:t xml:space="preserve">кский» </w:t>
      </w:r>
      <w:r w:rsidRPr="00F94121">
        <w:rPr>
          <w:rFonts w:ascii="Times New Roman" w:hAnsi="Times New Roman"/>
          <w:sz w:val="28"/>
          <w:szCs w:val="28"/>
        </w:rPr>
        <w:tab/>
      </w:r>
      <w:r w:rsidRPr="00F94121">
        <w:rPr>
          <w:rFonts w:ascii="Times New Roman" w:hAnsi="Times New Roman"/>
          <w:sz w:val="28"/>
          <w:szCs w:val="28"/>
        </w:rPr>
        <w:tab/>
      </w:r>
      <w:r w:rsidRPr="00F94121">
        <w:rPr>
          <w:rFonts w:ascii="Times New Roman" w:hAnsi="Times New Roman"/>
          <w:sz w:val="28"/>
          <w:szCs w:val="28"/>
        </w:rPr>
        <w:tab/>
      </w:r>
      <w:r w:rsidRPr="00F94121">
        <w:rPr>
          <w:rFonts w:ascii="Times New Roman" w:hAnsi="Times New Roman"/>
          <w:sz w:val="28"/>
          <w:szCs w:val="28"/>
        </w:rPr>
        <w:tab/>
      </w:r>
      <w:r w:rsidRPr="00F94121">
        <w:rPr>
          <w:rFonts w:ascii="Times New Roman" w:hAnsi="Times New Roman"/>
          <w:sz w:val="28"/>
          <w:szCs w:val="28"/>
        </w:rPr>
        <w:tab/>
        <w:t xml:space="preserve">          </w:t>
      </w:r>
      <w:proofErr w:type="spellStart"/>
      <w:r w:rsidRPr="00F94121">
        <w:rPr>
          <w:rFonts w:ascii="Times New Roman" w:hAnsi="Times New Roman"/>
          <w:sz w:val="28"/>
          <w:szCs w:val="28"/>
        </w:rPr>
        <w:t>С.В.Камелин</w:t>
      </w:r>
      <w:proofErr w:type="spellEnd"/>
    </w:p>
    <w:sectPr w:rsidR="00F94121" w:rsidRPr="00F94121" w:rsidSect="00F94121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5A4F7" w14:textId="77777777" w:rsidR="00DB7DD5" w:rsidRDefault="00DB7DD5" w:rsidP="0033636C">
      <w:pPr>
        <w:spacing w:after="0" w:line="240" w:lineRule="auto"/>
      </w:pPr>
      <w:r>
        <w:separator/>
      </w:r>
    </w:p>
  </w:endnote>
  <w:endnote w:type="continuationSeparator" w:id="0">
    <w:p w14:paraId="3C47ED6C" w14:textId="77777777" w:rsidR="00DB7DD5" w:rsidRDefault="00DB7DD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0A806" w14:textId="10D645B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EA55F" w14:textId="77777777" w:rsidR="00DB7DD5" w:rsidRDefault="00DB7DD5" w:rsidP="0033636C">
      <w:pPr>
        <w:spacing w:after="0" w:line="240" w:lineRule="auto"/>
      </w:pPr>
      <w:r>
        <w:separator/>
      </w:r>
    </w:p>
  </w:footnote>
  <w:footnote w:type="continuationSeparator" w:id="0">
    <w:p w14:paraId="355EB50B" w14:textId="77777777" w:rsidR="00DB7DD5" w:rsidRDefault="00DB7DD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915768"/>
      <w:docPartObj>
        <w:docPartGallery w:val="Page Numbers (Top of Page)"/>
        <w:docPartUnique/>
      </w:docPartObj>
    </w:sdtPr>
    <w:sdtEndPr/>
    <w:sdtContent>
      <w:p w14:paraId="2699B76A" w14:textId="0A4159E6" w:rsidR="00F94121" w:rsidRDefault="00F941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CA9">
          <w:rPr>
            <w:noProof/>
          </w:rPr>
          <w:t>2</w:t>
        </w:r>
        <w:r>
          <w:fldChar w:fldCharType="end"/>
        </w:r>
      </w:p>
    </w:sdtContent>
  </w:sdt>
  <w:p w14:paraId="24CC7AD6" w14:textId="77777777" w:rsidR="00F94121" w:rsidRDefault="00F941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146B2B"/>
    <w:multiLevelType w:val="hybridMultilevel"/>
    <w:tmpl w:val="CBAAE6E6"/>
    <w:lvl w:ilvl="0" w:tplc="B5E460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54C1"/>
    <w:rsid w:val="001E1F9F"/>
    <w:rsid w:val="002003DC"/>
    <w:rsid w:val="0033636C"/>
    <w:rsid w:val="003E4257"/>
    <w:rsid w:val="00520CBF"/>
    <w:rsid w:val="008629FA"/>
    <w:rsid w:val="00987DB5"/>
    <w:rsid w:val="009E4CA9"/>
    <w:rsid w:val="00AC72C8"/>
    <w:rsid w:val="00B10ED9"/>
    <w:rsid w:val="00B25688"/>
    <w:rsid w:val="00C02849"/>
    <w:rsid w:val="00D12794"/>
    <w:rsid w:val="00D67BD8"/>
    <w:rsid w:val="00DB7DD5"/>
    <w:rsid w:val="00DF7897"/>
    <w:rsid w:val="00E37B8A"/>
    <w:rsid w:val="00E609BC"/>
    <w:rsid w:val="00F9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A7E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B04E8"/>
    <w:rsid w:val="00B1024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BCDD9-659F-4B3E-9FB8-47C9C10B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2020-07-14T04:39:00Z</cp:lastPrinted>
  <dcterms:created xsi:type="dcterms:W3CDTF">2020-07-14T04:40:00Z</dcterms:created>
  <dcterms:modified xsi:type="dcterms:W3CDTF">2020-07-14T04:40:00Z</dcterms:modified>
</cp:coreProperties>
</file>