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42F9F73" w14:textId="77777777" w:rsidTr="00987DB5">
        <w:tc>
          <w:tcPr>
            <w:tcW w:w="9498" w:type="dxa"/>
          </w:tcPr>
          <w:p w14:paraId="242F9F6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42F9F8A" wp14:editId="242F9F8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2F9F70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42F9F71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42F9F7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42F9F74" w14:textId="75FDAF9C" w:rsidR="0033636C" w:rsidRPr="001B2E2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2E2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99597A">
        <w:rPr>
          <w:rFonts w:ascii="Times New Roman" w:hAnsi="Times New Roman"/>
          <w:sz w:val="28"/>
          <w:szCs w:val="28"/>
        </w:rPr>
        <w:t xml:space="preserve">03 августа </w:t>
      </w:r>
      <w:r>
        <w:rPr>
          <w:rFonts w:ascii="Times New Roman" w:hAnsi="Times New Roman"/>
          <w:sz w:val="28"/>
          <w:szCs w:val="28"/>
        </w:rPr>
        <w:t>2020</w:t>
      </w:r>
      <w:r w:rsidR="0099597A">
        <w:rPr>
          <w:rFonts w:ascii="Times New Roman" w:hAnsi="Times New Roman"/>
          <w:sz w:val="28"/>
          <w:szCs w:val="28"/>
        </w:rPr>
        <w:t xml:space="preserve"> года</w:t>
      </w:r>
      <w:r w:rsidRPr="001B2E2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Pr="0099597A">
        <w:rPr>
          <w:rFonts w:ascii="Times New Roman" w:hAnsi="Times New Roman"/>
          <w:sz w:val="28"/>
          <w:szCs w:val="28"/>
        </w:rPr>
        <w:t>383</w:t>
      </w:r>
    </w:p>
    <w:p w14:paraId="242F9F75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42F9F76" w14:textId="1A1E254F" w:rsidR="0033636C" w:rsidRPr="001B2E2E" w:rsidRDefault="0033636C" w:rsidP="001B2E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2E2E">
        <w:rPr>
          <w:rFonts w:ascii="Times New Roman" w:hAnsi="Times New Roman"/>
          <w:b/>
          <w:sz w:val="28"/>
          <w:szCs w:val="28"/>
        </w:rPr>
        <w:t>О внесении изменени</w:t>
      </w:r>
      <w:r w:rsidR="009D0DA6" w:rsidRPr="001B2E2E">
        <w:rPr>
          <w:rFonts w:ascii="Times New Roman" w:hAnsi="Times New Roman"/>
          <w:b/>
          <w:sz w:val="28"/>
          <w:szCs w:val="28"/>
        </w:rPr>
        <w:t>й</w:t>
      </w:r>
      <w:r w:rsidRPr="001B2E2E">
        <w:rPr>
          <w:rFonts w:ascii="Times New Roman" w:hAnsi="Times New Roman"/>
          <w:b/>
          <w:sz w:val="28"/>
          <w:szCs w:val="28"/>
        </w:rPr>
        <w:t xml:space="preserve"> в постановление администрации </w:t>
      </w:r>
      <w:r w:rsidR="001B2E2E">
        <w:rPr>
          <w:rFonts w:ascii="Times New Roman" w:hAnsi="Times New Roman"/>
          <w:b/>
          <w:sz w:val="28"/>
          <w:szCs w:val="28"/>
        </w:rPr>
        <w:br/>
      </w:r>
      <w:r w:rsidRPr="001B2E2E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</w:t>
      </w:r>
      <w:r w:rsidR="001B2E2E">
        <w:rPr>
          <w:rFonts w:ascii="Times New Roman" w:hAnsi="Times New Roman"/>
          <w:b/>
          <w:sz w:val="28"/>
          <w:szCs w:val="28"/>
        </w:rPr>
        <w:br/>
      </w:r>
      <w:r w:rsidRPr="001B2E2E">
        <w:rPr>
          <w:rFonts w:ascii="Times New Roman" w:hAnsi="Times New Roman"/>
          <w:b/>
          <w:sz w:val="28"/>
          <w:szCs w:val="28"/>
        </w:rPr>
        <w:t>от 11.11.2010 № 240</w:t>
      </w:r>
    </w:p>
    <w:p w14:paraId="242F9F77" w14:textId="77777777" w:rsidR="00185FEC" w:rsidRPr="001B2E2E" w:rsidRDefault="00185FEC" w:rsidP="001B2E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B015B1F" w14:textId="4DE84EF9" w:rsidR="00696B79" w:rsidRPr="001B2E2E" w:rsidRDefault="00696B79" w:rsidP="001B2E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B79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</w:t>
      </w:r>
      <w:r w:rsidR="001B2E2E">
        <w:rPr>
          <w:rFonts w:ascii="Times New Roman" w:hAnsi="Times New Roman"/>
          <w:sz w:val="28"/>
          <w:szCs w:val="28"/>
        </w:rPr>
        <w:br/>
      </w:r>
      <w:r w:rsidRPr="00696B79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Федеральным законом от 30.12.2004 № 210-ФЗ «Об основах регулирования тарифов организаций коммунального комплекса», </w:t>
      </w:r>
      <w:r w:rsidR="001B2E2E">
        <w:rPr>
          <w:rFonts w:ascii="Times New Roman" w:hAnsi="Times New Roman"/>
          <w:sz w:val="28"/>
          <w:szCs w:val="28"/>
        </w:rPr>
        <w:t xml:space="preserve">руководствуясь </w:t>
      </w:r>
      <w:r w:rsidRPr="00696B79">
        <w:rPr>
          <w:rFonts w:ascii="Times New Roman" w:hAnsi="Times New Roman"/>
          <w:sz w:val="28"/>
          <w:szCs w:val="28"/>
        </w:rPr>
        <w:t>ст. 36 Устава муниципального образования «Городской округ Ногликский», администрация муниципального образован</w:t>
      </w:r>
      <w:r w:rsidR="001B2E2E">
        <w:rPr>
          <w:rFonts w:ascii="Times New Roman" w:hAnsi="Times New Roman"/>
          <w:sz w:val="28"/>
          <w:szCs w:val="28"/>
        </w:rPr>
        <w:t>ия «Городской округ Ногликский»</w:t>
      </w:r>
      <w:r w:rsidR="001B2E2E" w:rsidRPr="001B2E2E">
        <w:rPr>
          <w:rFonts w:ascii="Times New Roman" w:hAnsi="Times New Roman"/>
          <w:sz w:val="28"/>
          <w:szCs w:val="28"/>
        </w:rPr>
        <w:t xml:space="preserve"> </w:t>
      </w:r>
      <w:r w:rsidRPr="001B2E2E">
        <w:rPr>
          <w:rFonts w:ascii="Times New Roman" w:hAnsi="Times New Roman"/>
          <w:b/>
          <w:sz w:val="28"/>
          <w:szCs w:val="28"/>
        </w:rPr>
        <w:t>ПОСТАНОВЛЯЕТ:</w:t>
      </w:r>
    </w:p>
    <w:p w14:paraId="5E11AB8C" w14:textId="56ECAB54" w:rsidR="00696B79" w:rsidRPr="00696B79" w:rsidRDefault="00696B79" w:rsidP="001B2E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B79">
        <w:rPr>
          <w:rFonts w:ascii="Times New Roman" w:hAnsi="Times New Roman"/>
          <w:sz w:val="28"/>
          <w:szCs w:val="28"/>
        </w:rPr>
        <w:t>1. Внести в постановление администрации муниципального образования «Городской округ Ногликский» от 11.11.2010 № 240 «О тарифной комиссии муниципального образования «Городской округ Ногликский</w:t>
      </w:r>
      <w:r w:rsidR="002306F5">
        <w:rPr>
          <w:rFonts w:ascii="Times New Roman" w:hAnsi="Times New Roman"/>
          <w:sz w:val="28"/>
          <w:szCs w:val="28"/>
        </w:rPr>
        <w:t>»</w:t>
      </w:r>
      <w:bookmarkStart w:id="0" w:name="_GoBack"/>
      <w:bookmarkEnd w:id="0"/>
      <w:r w:rsidRPr="00696B79">
        <w:rPr>
          <w:rFonts w:ascii="Times New Roman" w:hAnsi="Times New Roman"/>
          <w:sz w:val="28"/>
          <w:szCs w:val="28"/>
        </w:rPr>
        <w:t xml:space="preserve"> следующие изменения: </w:t>
      </w:r>
    </w:p>
    <w:p w14:paraId="66EEFA4A" w14:textId="0A0CCF0D" w:rsidR="00696B79" w:rsidRPr="00696B79" w:rsidRDefault="00563C30" w:rsidP="001B2E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Пункт 3.1</w:t>
      </w:r>
      <w:r w:rsidR="00696B79" w:rsidRPr="00696B79">
        <w:rPr>
          <w:rFonts w:ascii="Times New Roman" w:hAnsi="Times New Roman"/>
          <w:sz w:val="28"/>
          <w:szCs w:val="28"/>
        </w:rPr>
        <w:t xml:space="preserve"> положения о тарифной комиссии муниципального образования «Городской округ Ногликский» изложить в новой редакции:</w:t>
      </w:r>
    </w:p>
    <w:p w14:paraId="7904E051" w14:textId="77777777" w:rsidR="00696B79" w:rsidRPr="00696B79" w:rsidRDefault="00696B79" w:rsidP="001B2E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B79">
        <w:rPr>
          <w:rFonts w:ascii="Times New Roman" w:hAnsi="Times New Roman"/>
          <w:sz w:val="28"/>
          <w:szCs w:val="28"/>
        </w:rPr>
        <w:t>«3.1. Рабочая структура тарифной комиссии:</w:t>
      </w:r>
    </w:p>
    <w:p w14:paraId="4B1E71CB" w14:textId="3220C4DA" w:rsidR="00696B79" w:rsidRPr="00696B79" w:rsidRDefault="0010189A" w:rsidP="001B2E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</w:t>
      </w:r>
      <w:r w:rsidR="00696B79" w:rsidRPr="00696B79">
        <w:rPr>
          <w:rFonts w:ascii="Times New Roman" w:hAnsi="Times New Roman"/>
          <w:sz w:val="28"/>
          <w:szCs w:val="28"/>
        </w:rPr>
        <w:t>редседатель комиссии – первый вице-мэр муниципального образования «Городской округ Ногликский»;</w:t>
      </w:r>
    </w:p>
    <w:p w14:paraId="6A006803" w14:textId="7A7A1D21" w:rsidR="00696B79" w:rsidRPr="00696B79" w:rsidRDefault="00696B79" w:rsidP="001B2E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B79">
        <w:rPr>
          <w:rFonts w:ascii="Times New Roman" w:hAnsi="Times New Roman"/>
          <w:sz w:val="28"/>
          <w:szCs w:val="28"/>
        </w:rPr>
        <w:t xml:space="preserve">- заместитель председателя комиссии – начальник отдела </w:t>
      </w:r>
      <w:r w:rsidR="00D16943" w:rsidRPr="00D16943">
        <w:rPr>
          <w:rFonts w:ascii="Times New Roman" w:hAnsi="Times New Roman"/>
          <w:sz w:val="28"/>
          <w:szCs w:val="28"/>
        </w:rPr>
        <w:t>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</w:r>
      <w:r w:rsidRPr="00696B79">
        <w:rPr>
          <w:rFonts w:ascii="Times New Roman" w:hAnsi="Times New Roman"/>
          <w:sz w:val="28"/>
          <w:szCs w:val="28"/>
        </w:rPr>
        <w:t>;</w:t>
      </w:r>
    </w:p>
    <w:p w14:paraId="2CA3312E" w14:textId="30064047" w:rsidR="00696B79" w:rsidRPr="00696B79" w:rsidRDefault="00696B79" w:rsidP="001B2E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B79">
        <w:rPr>
          <w:rFonts w:ascii="Times New Roman" w:hAnsi="Times New Roman"/>
          <w:sz w:val="28"/>
          <w:szCs w:val="28"/>
        </w:rPr>
        <w:t xml:space="preserve">- секретарь комиссии – инженер отдела </w:t>
      </w:r>
      <w:r w:rsidR="00D16943" w:rsidRPr="00D16943">
        <w:rPr>
          <w:rFonts w:ascii="Times New Roman" w:hAnsi="Times New Roman"/>
          <w:sz w:val="28"/>
          <w:szCs w:val="28"/>
        </w:rPr>
        <w:t>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</w:r>
      <w:r w:rsidRPr="00696B79">
        <w:rPr>
          <w:rFonts w:ascii="Times New Roman" w:hAnsi="Times New Roman"/>
          <w:sz w:val="28"/>
          <w:szCs w:val="28"/>
        </w:rPr>
        <w:t>;</w:t>
      </w:r>
    </w:p>
    <w:p w14:paraId="0BA26F61" w14:textId="3BEE3151" w:rsidR="00696B79" w:rsidRPr="00696B79" w:rsidRDefault="00712BD6" w:rsidP="00712B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96B79" w:rsidRPr="00696B79">
        <w:rPr>
          <w:rFonts w:ascii="Times New Roman" w:hAnsi="Times New Roman"/>
          <w:sz w:val="28"/>
          <w:szCs w:val="28"/>
        </w:rPr>
        <w:t xml:space="preserve">а период отсутствия секретаря комиссии его обязанности возлагаются на референта отдела </w:t>
      </w:r>
      <w:r w:rsidR="00D16943" w:rsidRPr="00D16943">
        <w:rPr>
          <w:rFonts w:ascii="Times New Roman" w:hAnsi="Times New Roman"/>
          <w:sz w:val="28"/>
          <w:szCs w:val="28"/>
        </w:rPr>
        <w:t>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</w:r>
      <w:r w:rsidR="000F0CED">
        <w:rPr>
          <w:rFonts w:ascii="Times New Roman" w:hAnsi="Times New Roman"/>
          <w:sz w:val="28"/>
          <w:szCs w:val="28"/>
        </w:rPr>
        <w:t>;</w:t>
      </w:r>
    </w:p>
    <w:p w14:paraId="7197A285" w14:textId="3F3D42DC" w:rsidR="00696B79" w:rsidRPr="00696B79" w:rsidRDefault="00563C30" w:rsidP="00563C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</w:t>
      </w:r>
      <w:r w:rsidR="00696B79" w:rsidRPr="00696B79">
        <w:rPr>
          <w:rFonts w:ascii="Times New Roman" w:hAnsi="Times New Roman"/>
          <w:sz w:val="28"/>
          <w:szCs w:val="28"/>
        </w:rPr>
        <w:t>лены комиссии:</w:t>
      </w:r>
    </w:p>
    <w:p w14:paraId="6142B0B1" w14:textId="01860D06" w:rsidR="00696B79" w:rsidRPr="00696B79" w:rsidRDefault="00696B79" w:rsidP="001B2E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B79">
        <w:rPr>
          <w:rFonts w:ascii="Times New Roman" w:hAnsi="Times New Roman"/>
          <w:sz w:val="28"/>
          <w:szCs w:val="28"/>
        </w:rPr>
        <w:t>- председатель Собрания муниципального образования «Городской округ Ногликский»;</w:t>
      </w:r>
    </w:p>
    <w:p w14:paraId="56815130" w14:textId="3ECBF966" w:rsidR="00696B79" w:rsidRPr="00696B79" w:rsidRDefault="00696B79" w:rsidP="001B2E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B79">
        <w:rPr>
          <w:rFonts w:ascii="Times New Roman" w:hAnsi="Times New Roman"/>
          <w:sz w:val="28"/>
          <w:szCs w:val="28"/>
        </w:rPr>
        <w:t>- депутат Собрания муниципального образования «Городской округ Ногликский» (по согласованию);</w:t>
      </w:r>
    </w:p>
    <w:p w14:paraId="3A1484F1" w14:textId="2C3AB8E1" w:rsidR="00696B79" w:rsidRPr="00696B79" w:rsidRDefault="00696B79" w:rsidP="001B2E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B79">
        <w:rPr>
          <w:rFonts w:ascii="Times New Roman" w:hAnsi="Times New Roman"/>
          <w:sz w:val="28"/>
          <w:szCs w:val="28"/>
        </w:rPr>
        <w:t xml:space="preserve">- председатель </w:t>
      </w:r>
      <w:r w:rsidR="00F94AEF" w:rsidRPr="00F94AEF">
        <w:rPr>
          <w:rFonts w:ascii="Times New Roman" w:hAnsi="Times New Roman"/>
          <w:sz w:val="28"/>
          <w:szCs w:val="28"/>
        </w:rPr>
        <w:t>комитет</w:t>
      </w:r>
      <w:r w:rsidR="00563C30">
        <w:rPr>
          <w:rFonts w:ascii="Times New Roman" w:hAnsi="Times New Roman"/>
          <w:sz w:val="28"/>
          <w:szCs w:val="28"/>
        </w:rPr>
        <w:t>а</w:t>
      </w:r>
      <w:r w:rsidR="00F94AEF" w:rsidRPr="00F94AEF">
        <w:rPr>
          <w:rFonts w:ascii="Times New Roman" w:hAnsi="Times New Roman"/>
          <w:sz w:val="28"/>
          <w:szCs w:val="28"/>
        </w:rPr>
        <w:t xml:space="preserve"> по управлению муниципальным имуществом муниципального образования «Городской округ Ногликский»</w:t>
      </w:r>
      <w:r w:rsidRPr="00696B79">
        <w:rPr>
          <w:rFonts w:ascii="Times New Roman" w:hAnsi="Times New Roman"/>
          <w:sz w:val="28"/>
          <w:szCs w:val="28"/>
        </w:rPr>
        <w:t>;</w:t>
      </w:r>
    </w:p>
    <w:p w14:paraId="403CD79C" w14:textId="10CB817B" w:rsidR="00696B79" w:rsidRPr="00696B79" w:rsidRDefault="00696B79" w:rsidP="001B2E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B79">
        <w:rPr>
          <w:rFonts w:ascii="Times New Roman" w:hAnsi="Times New Roman"/>
          <w:sz w:val="28"/>
          <w:szCs w:val="28"/>
        </w:rPr>
        <w:t xml:space="preserve">- начальник финансового управления </w:t>
      </w:r>
      <w:r w:rsidR="00F94AEF" w:rsidRPr="00F94AEF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  <w:r w:rsidRPr="00696B79">
        <w:rPr>
          <w:rFonts w:ascii="Times New Roman" w:hAnsi="Times New Roman"/>
          <w:sz w:val="28"/>
          <w:szCs w:val="28"/>
        </w:rPr>
        <w:t>;</w:t>
      </w:r>
    </w:p>
    <w:p w14:paraId="79284F24" w14:textId="5650FDE3" w:rsidR="00696B79" w:rsidRPr="00696B79" w:rsidRDefault="00696B79" w:rsidP="001B2E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B79">
        <w:rPr>
          <w:rFonts w:ascii="Times New Roman" w:hAnsi="Times New Roman"/>
          <w:sz w:val="28"/>
          <w:szCs w:val="28"/>
        </w:rPr>
        <w:t xml:space="preserve">- начальник отдела экономики </w:t>
      </w:r>
      <w:r w:rsidR="00563C30" w:rsidRPr="00F94AEF">
        <w:rPr>
          <w:rFonts w:ascii="Times New Roman" w:hAnsi="Times New Roman"/>
          <w:sz w:val="28"/>
          <w:szCs w:val="28"/>
        </w:rPr>
        <w:t>департамента экономического развития, строительства, жилищно-коммунального и дорожного хозяйства администрации</w:t>
      </w:r>
      <w:r w:rsidRPr="00696B79"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Ногликский»;</w:t>
      </w:r>
    </w:p>
    <w:p w14:paraId="1A70FF42" w14:textId="0EB40880" w:rsidR="00696B79" w:rsidRPr="00696B79" w:rsidRDefault="00696B79" w:rsidP="001B2E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B79">
        <w:rPr>
          <w:rFonts w:ascii="Times New Roman" w:hAnsi="Times New Roman"/>
          <w:sz w:val="28"/>
          <w:szCs w:val="28"/>
        </w:rPr>
        <w:lastRenderedPageBreak/>
        <w:t>- референт по правовому обеспечению организационно-правового департамента администрации муниципального образования «Городской округ Ногликский»;</w:t>
      </w:r>
    </w:p>
    <w:p w14:paraId="7BFD3F18" w14:textId="569D6642" w:rsidR="00696B79" w:rsidRPr="00696B79" w:rsidRDefault="00712BD6" w:rsidP="00712B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96B79" w:rsidRPr="00696B79">
        <w:rPr>
          <w:rFonts w:ascii="Times New Roman" w:hAnsi="Times New Roman"/>
          <w:sz w:val="28"/>
          <w:szCs w:val="28"/>
        </w:rPr>
        <w:t xml:space="preserve">а период отсутствия членов комиссии их обязанности возлагаются на лиц их замещающих.». </w:t>
      </w:r>
    </w:p>
    <w:p w14:paraId="2B8E1BC7" w14:textId="1EA52E99" w:rsidR="001B2E2E" w:rsidRDefault="00696B79" w:rsidP="001B2E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B79">
        <w:rPr>
          <w:rFonts w:ascii="Times New Roman" w:hAnsi="Times New Roman"/>
          <w:sz w:val="28"/>
          <w:szCs w:val="28"/>
        </w:rPr>
        <w:t>1.2. Приложение 2 к постановлению изложить в новой редакции (прилагается).</w:t>
      </w:r>
    </w:p>
    <w:p w14:paraId="3968BB2C" w14:textId="2EFCE8B1" w:rsidR="00696B79" w:rsidRPr="00696B79" w:rsidRDefault="00696B79" w:rsidP="001B2E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B79">
        <w:rPr>
          <w:rFonts w:ascii="Times New Roman" w:hAnsi="Times New Roman"/>
          <w:sz w:val="28"/>
          <w:szCs w:val="28"/>
        </w:rPr>
        <w:t xml:space="preserve">2. Считать утратившим силу постановление администрации муниципального образования «Городской округ Ногликский» от 26.07.2019 </w:t>
      </w:r>
      <w:r w:rsidR="001B2E2E">
        <w:rPr>
          <w:rFonts w:ascii="Times New Roman" w:hAnsi="Times New Roman"/>
          <w:sz w:val="28"/>
          <w:szCs w:val="28"/>
        </w:rPr>
        <w:br/>
      </w:r>
      <w:r w:rsidRPr="00696B79">
        <w:rPr>
          <w:rFonts w:ascii="Times New Roman" w:hAnsi="Times New Roman"/>
          <w:sz w:val="28"/>
          <w:szCs w:val="28"/>
        </w:rPr>
        <w:t>№</w:t>
      </w:r>
      <w:r w:rsidR="00907E66">
        <w:rPr>
          <w:rFonts w:ascii="Times New Roman" w:hAnsi="Times New Roman"/>
          <w:sz w:val="28"/>
          <w:szCs w:val="28"/>
        </w:rPr>
        <w:t xml:space="preserve"> </w:t>
      </w:r>
      <w:r w:rsidRPr="00696B79">
        <w:rPr>
          <w:rFonts w:ascii="Times New Roman" w:hAnsi="Times New Roman"/>
          <w:sz w:val="28"/>
          <w:szCs w:val="28"/>
        </w:rPr>
        <w:t>560 «О внесении изменений в постановление администрации муниципального образования «Городской округ Ногликский» от 11.11.2010</w:t>
      </w:r>
      <w:r w:rsidR="00CE3334">
        <w:rPr>
          <w:rFonts w:ascii="Times New Roman" w:hAnsi="Times New Roman"/>
          <w:sz w:val="28"/>
          <w:szCs w:val="28"/>
        </w:rPr>
        <w:t xml:space="preserve"> </w:t>
      </w:r>
      <w:r w:rsidR="001B2E2E">
        <w:rPr>
          <w:rFonts w:ascii="Times New Roman" w:hAnsi="Times New Roman"/>
          <w:sz w:val="28"/>
          <w:szCs w:val="28"/>
        </w:rPr>
        <w:br/>
      </w:r>
      <w:r w:rsidRPr="00696B79">
        <w:rPr>
          <w:rFonts w:ascii="Times New Roman" w:hAnsi="Times New Roman"/>
          <w:sz w:val="28"/>
          <w:szCs w:val="28"/>
        </w:rPr>
        <w:t>№</w:t>
      </w:r>
      <w:r w:rsidR="00CE3334">
        <w:rPr>
          <w:rFonts w:ascii="Times New Roman" w:hAnsi="Times New Roman"/>
          <w:sz w:val="28"/>
          <w:szCs w:val="28"/>
        </w:rPr>
        <w:t xml:space="preserve"> </w:t>
      </w:r>
      <w:r w:rsidR="00AA5793">
        <w:rPr>
          <w:rFonts w:ascii="Times New Roman" w:hAnsi="Times New Roman"/>
          <w:sz w:val="28"/>
          <w:szCs w:val="28"/>
        </w:rPr>
        <w:t>240»</w:t>
      </w:r>
      <w:r w:rsidR="00712BD6">
        <w:rPr>
          <w:rFonts w:ascii="Times New Roman" w:hAnsi="Times New Roman"/>
          <w:sz w:val="28"/>
          <w:szCs w:val="28"/>
        </w:rPr>
        <w:t>,</w:t>
      </w:r>
      <w:r w:rsidR="00AA5793">
        <w:rPr>
          <w:rFonts w:ascii="Times New Roman" w:hAnsi="Times New Roman"/>
          <w:sz w:val="28"/>
          <w:szCs w:val="28"/>
        </w:rPr>
        <w:t xml:space="preserve"> за исключением пункта</w:t>
      </w:r>
      <w:r w:rsidRPr="00696B79">
        <w:rPr>
          <w:rFonts w:ascii="Times New Roman" w:hAnsi="Times New Roman"/>
          <w:sz w:val="28"/>
          <w:szCs w:val="28"/>
        </w:rPr>
        <w:t xml:space="preserve"> 2.</w:t>
      </w:r>
    </w:p>
    <w:p w14:paraId="01E16C71" w14:textId="0E96F154" w:rsidR="00696B79" w:rsidRPr="00696B79" w:rsidRDefault="00696B79" w:rsidP="001B2E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B79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</w:t>
      </w:r>
      <w:r w:rsidR="001B2E2E">
        <w:rPr>
          <w:rFonts w:ascii="Times New Roman" w:hAnsi="Times New Roman"/>
          <w:sz w:val="28"/>
          <w:szCs w:val="28"/>
        </w:rPr>
        <w:br/>
      </w:r>
      <w:r w:rsidRPr="00696B79">
        <w:rPr>
          <w:rFonts w:ascii="Times New Roman" w:hAnsi="Times New Roman"/>
          <w:sz w:val="28"/>
          <w:szCs w:val="28"/>
        </w:rPr>
        <w:t xml:space="preserve">и разместить на официальном сайте муниципального образования «Городской округ Ногликский» в </w:t>
      </w:r>
      <w:r w:rsidR="001B2E2E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696B79">
        <w:rPr>
          <w:rFonts w:ascii="Times New Roman" w:hAnsi="Times New Roman"/>
          <w:sz w:val="28"/>
          <w:szCs w:val="28"/>
        </w:rPr>
        <w:t>сети «Интернет».</w:t>
      </w:r>
    </w:p>
    <w:p w14:paraId="242F9F78" w14:textId="4CC6F820" w:rsidR="00E609BC" w:rsidRPr="00D12794" w:rsidRDefault="00696B79" w:rsidP="001B2E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B79"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 xml:space="preserve">возложить </w:t>
      </w:r>
      <w:r w:rsidR="001B2E2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первого в</w:t>
      </w:r>
      <w:r w:rsidR="001B2E2E">
        <w:rPr>
          <w:rFonts w:ascii="Times New Roman" w:hAnsi="Times New Roman"/>
          <w:sz w:val="28"/>
          <w:szCs w:val="28"/>
        </w:rPr>
        <w:t>ице-мэра муниципального образования «Городской округ Ногликский» Романчук</w:t>
      </w:r>
      <w:r w:rsidR="00553BE0">
        <w:rPr>
          <w:rFonts w:ascii="Times New Roman" w:hAnsi="Times New Roman"/>
          <w:sz w:val="28"/>
          <w:szCs w:val="28"/>
        </w:rPr>
        <w:t>а</w:t>
      </w:r>
      <w:r w:rsidR="001B2E2E">
        <w:rPr>
          <w:rFonts w:ascii="Times New Roman" w:hAnsi="Times New Roman"/>
          <w:sz w:val="28"/>
          <w:szCs w:val="28"/>
        </w:rPr>
        <w:t xml:space="preserve"> А.В.</w:t>
      </w:r>
    </w:p>
    <w:p w14:paraId="242F9F79" w14:textId="77777777" w:rsidR="00E609BC" w:rsidRDefault="00E609BC" w:rsidP="001B2E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5EBA90F" w14:textId="77777777" w:rsidR="001B2E2E" w:rsidRPr="00D12794" w:rsidRDefault="001B2E2E" w:rsidP="001B2E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42F9F83" w14:textId="77777777" w:rsidR="008629FA" w:rsidRDefault="008629FA" w:rsidP="001B2E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42F9F86" w14:textId="28BC02DF" w:rsidR="008629FA" w:rsidRPr="00D12794" w:rsidRDefault="008629FA" w:rsidP="001B2E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r w:rsidR="001B2E2E">
        <w:rPr>
          <w:rFonts w:ascii="Times New Roman" w:hAnsi="Times New Roman"/>
          <w:sz w:val="28"/>
          <w:szCs w:val="28"/>
        </w:rPr>
        <w:t xml:space="preserve">Ногликский» </w:t>
      </w:r>
      <w:r w:rsidR="001B2E2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1B2E2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С.В.Камелин</w:t>
      </w:r>
    </w:p>
    <w:sectPr w:rsidR="008629FA" w:rsidRPr="00D12794" w:rsidSect="001B2E2E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431480" w14:textId="77777777" w:rsidR="00535E88" w:rsidRDefault="00535E88" w:rsidP="0033636C">
      <w:pPr>
        <w:spacing w:after="0" w:line="240" w:lineRule="auto"/>
      </w:pPr>
      <w:r>
        <w:separator/>
      </w:r>
    </w:p>
  </w:endnote>
  <w:endnote w:type="continuationSeparator" w:id="0">
    <w:p w14:paraId="2E0E31CA" w14:textId="77777777" w:rsidR="00535E88" w:rsidRDefault="00535E88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2F9F90" w14:textId="20B08009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CA564C" w14:textId="77777777" w:rsidR="00535E88" w:rsidRDefault="00535E88" w:rsidP="0033636C">
      <w:pPr>
        <w:spacing w:after="0" w:line="240" w:lineRule="auto"/>
      </w:pPr>
      <w:r>
        <w:separator/>
      </w:r>
    </w:p>
  </w:footnote>
  <w:footnote w:type="continuationSeparator" w:id="0">
    <w:p w14:paraId="72C017A9" w14:textId="77777777" w:rsidR="00535E88" w:rsidRDefault="00535E88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0950074"/>
      <w:docPartObj>
        <w:docPartGallery w:val="Page Numbers (Top of Page)"/>
        <w:docPartUnique/>
      </w:docPartObj>
    </w:sdtPr>
    <w:sdtEndPr/>
    <w:sdtContent>
      <w:p w14:paraId="17CC1907" w14:textId="01600E8A" w:rsidR="001B2E2E" w:rsidRDefault="001B2E2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06F5">
          <w:rPr>
            <w:noProof/>
          </w:rPr>
          <w:t>2</w:t>
        </w:r>
        <w:r>
          <w:fldChar w:fldCharType="end"/>
        </w:r>
      </w:p>
    </w:sdtContent>
  </w:sdt>
  <w:p w14:paraId="285FEB23" w14:textId="77777777" w:rsidR="001B2E2E" w:rsidRDefault="001B2E2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6666D"/>
    <w:rsid w:val="000F0CED"/>
    <w:rsid w:val="0010189A"/>
    <w:rsid w:val="00185FEC"/>
    <w:rsid w:val="001B2E2E"/>
    <w:rsid w:val="001E1F9F"/>
    <w:rsid w:val="002003DC"/>
    <w:rsid w:val="002306F5"/>
    <w:rsid w:val="0033636C"/>
    <w:rsid w:val="003E4257"/>
    <w:rsid w:val="00520CBF"/>
    <w:rsid w:val="00535E88"/>
    <w:rsid w:val="00553BE0"/>
    <w:rsid w:val="00563C30"/>
    <w:rsid w:val="00696B79"/>
    <w:rsid w:val="00712BD6"/>
    <w:rsid w:val="008629FA"/>
    <w:rsid w:val="008847E0"/>
    <w:rsid w:val="00907E66"/>
    <w:rsid w:val="00987DB5"/>
    <w:rsid w:val="0099597A"/>
    <w:rsid w:val="009D0DA6"/>
    <w:rsid w:val="00AA5793"/>
    <w:rsid w:val="00AC38AE"/>
    <w:rsid w:val="00AC72C8"/>
    <w:rsid w:val="00AD59F1"/>
    <w:rsid w:val="00AF1B9E"/>
    <w:rsid w:val="00B10ED9"/>
    <w:rsid w:val="00B25688"/>
    <w:rsid w:val="00C02849"/>
    <w:rsid w:val="00CE3334"/>
    <w:rsid w:val="00D12794"/>
    <w:rsid w:val="00D16943"/>
    <w:rsid w:val="00D67BD8"/>
    <w:rsid w:val="00DD4F02"/>
    <w:rsid w:val="00DF7897"/>
    <w:rsid w:val="00E37B8A"/>
    <w:rsid w:val="00E609BC"/>
    <w:rsid w:val="00F9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F9F6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222</TotalTime>
  <Pages>2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3</cp:revision>
  <dcterms:created xsi:type="dcterms:W3CDTF">2020-08-03T06:35:00Z</dcterms:created>
  <dcterms:modified xsi:type="dcterms:W3CDTF">2020-08-04T03:59:00Z</dcterms:modified>
</cp:coreProperties>
</file>