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F5A917B" w14:textId="77777777" w:rsidTr="00987DB5">
        <w:tc>
          <w:tcPr>
            <w:tcW w:w="9498" w:type="dxa"/>
          </w:tcPr>
          <w:p w14:paraId="2DB0FC1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7192C3A" wp14:editId="5BC26E2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C470D2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0292067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4CCC97D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08C1870" w14:textId="6F1B78D7" w:rsidR="0033636C" w:rsidRPr="00B93A3A" w:rsidRDefault="00056F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33636C" w:rsidRPr="00B93A3A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3636C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сентября </w:t>
      </w:r>
      <w:r w:rsidR="0033636C"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33636C" w:rsidRPr="00B93A3A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3636C" w:rsidRPr="00056F6C">
        <w:rPr>
          <w:rFonts w:ascii="Times New Roman" w:hAnsi="Times New Roman"/>
          <w:sz w:val="28"/>
          <w:szCs w:val="28"/>
        </w:rPr>
        <w:t>469</w:t>
      </w:r>
    </w:p>
    <w:p w14:paraId="29926B2A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125E200" w14:textId="77777777" w:rsidR="002A6583" w:rsidRPr="00B93A3A" w:rsidRDefault="002A6583" w:rsidP="00B93A3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93A3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внесении изменений в муниципальную программу</w:t>
      </w:r>
    </w:p>
    <w:p w14:paraId="555C1F99" w14:textId="77777777" w:rsidR="002A6583" w:rsidRPr="00B93A3A" w:rsidRDefault="002A6583" w:rsidP="00B93A3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93A3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«Развитие образования в муниципальном образовании</w:t>
      </w:r>
    </w:p>
    <w:p w14:paraId="6F1A2BB3" w14:textId="26491E45" w:rsidR="002A6583" w:rsidRPr="00B93A3A" w:rsidRDefault="002A6583" w:rsidP="00B93A3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93A3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«Городской округ Ногликский», </w:t>
      </w:r>
      <w:r w:rsidR="00B93A3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утвержденную постановлением </w:t>
      </w:r>
      <w:r w:rsidRPr="00B93A3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администрации муниципального образования </w:t>
      </w:r>
      <w:r w:rsidR="00056F6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B93A3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«Городской округ Ногликский» от 13.04.2015 № 253</w:t>
      </w:r>
    </w:p>
    <w:p w14:paraId="264B12DB" w14:textId="77777777" w:rsidR="00B93A3A" w:rsidRPr="00B93A3A" w:rsidRDefault="00B93A3A" w:rsidP="00B93A3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A0B571B" w14:textId="2A11461F" w:rsidR="002A6583" w:rsidRPr="00B93A3A" w:rsidRDefault="002A6583" w:rsidP="00B93A3A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93A3A">
        <w:rPr>
          <w:rFonts w:ascii="Times New Roman" w:eastAsia="Times New Roman" w:hAnsi="Times New Roman"/>
          <w:sz w:val="28"/>
          <w:szCs w:val="28"/>
          <w:lang w:eastAsia="ru-RU"/>
        </w:rPr>
        <w:t>В целях</w:t>
      </w:r>
      <w:r w:rsidR="00625982" w:rsidRPr="00B93A3A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приведения ресурсного обеспечения муниципальной программы </w:t>
      </w:r>
      <w:r w:rsidR="00B8287B" w:rsidRPr="00B93A3A">
        <w:rPr>
          <w:rFonts w:ascii="Times New Roman" w:eastAsia="Times New Roman" w:hAnsi="Times New Roman"/>
          <w:sz w:val="28"/>
          <w:szCs w:val="28"/>
          <w:lang w:eastAsia="ru-RU"/>
        </w:rPr>
        <w:t>«Развитие образования в муниципальном образовании «Городской</w:t>
      </w:r>
      <w:r w:rsidR="004D36C4" w:rsidRPr="00B93A3A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 Ногликский», утвержденной</w:t>
      </w:r>
      <w:r w:rsidR="00B8287B" w:rsidRPr="00B93A3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постановлением администрации муниципального образования «Городской округ Ногликский»</w:t>
      </w:r>
      <w:r w:rsidR="004D36C4" w:rsidRPr="00B93A3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от 13.04.2015 № 253,</w:t>
      </w:r>
      <w:r w:rsidR="00B8287B" w:rsidRPr="00B93A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982" w:rsidRPr="00B93A3A">
        <w:rPr>
          <w:rFonts w:ascii="Times New Roman" w:eastAsia="Times New Roman" w:hAnsi="Times New Roman"/>
          <w:sz w:val="28"/>
          <w:szCs w:val="28"/>
          <w:lang w:eastAsia="ru-RU"/>
        </w:rPr>
        <w:t>в соответствие с уточненными бюджетным</w:t>
      </w:r>
      <w:r w:rsidR="004D36C4" w:rsidRPr="00B93A3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625982" w:rsidRPr="00B93A3A">
        <w:rPr>
          <w:rFonts w:ascii="Times New Roman" w:eastAsia="Times New Roman" w:hAnsi="Times New Roman"/>
          <w:sz w:val="28"/>
          <w:szCs w:val="28"/>
          <w:lang w:eastAsia="ru-RU"/>
        </w:rPr>
        <w:t xml:space="preserve"> показателями по состоянию на 11 августа 2020 года,</w:t>
      </w:r>
      <w:r w:rsidRPr="00B93A3A">
        <w:rPr>
          <w:rFonts w:ascii="Times New Roman" w:eastAsia="Times New Roman" w:hAnsi="Times New Roman"/>
          <w:sz w:val="28"/>
          <w:szCs w:val="28"/>
          <w:lang w:eastAsia="ru-RU"/>
        </w:rPr>
        <w:t xml:space="preserve"> руководствуясь Порядком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утвержденным постановлением администрации муниципального образования «Городской округ Ногликский» от 28.04.2016 № 344,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B93A3A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00198200" w14:textId="10961205" w:rsidR="002A6583" w:rsidRPr="00B93A3A" w:rsidRDefault="002A6583" w:rsidP="00B93A3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3A3A">
        <w:rPr>
          <w:rFonts w:ascii="Times New Roman" w:eastAsia="Times New Roman" w:hAnsi="Times New Roman"/>
          <w:sz w:val="28"/>
          <w:szCs w:val="28"/>
          <w:lang w:eastAsia="ru-RU"/>
        </w:rPr>
        <w:t>1. Внести в муниципальную программу «</w:t>
      </w:r>
      <w:bookmarkStart w:id="0" w:name="_Hlk526846311"/>
      <w:r w:rsidRPr="00B93A3A">
        <w:rPr>
          <w:rFonts w:ascii="Times New Roman" w:eastAsia="Times New Roman" w:hAnsi="Times New Roman"/>
          <w:sz w:val="28"/>
          <w:szCs w:val="28"/>
          <w:lang w:eastAsia="ru-RU"/>
        </w:rPr>
        <w:t>Развитие образования в муниципальном образовании «Городской округ Ногликский»</w:t>
      </w:r>
      <w:bookmarkEnd w:id="0"/>
      <w:r w:rsidRPr="00B93A3A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утвержденную постановлением администрации муниципального образования «Городской округ Ногликский» от </w:t>
      </w:r>
      <w:r w:rsidRPr="00B93A3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13.04.2015 № 253 </w:t>
      </w:r>
      <w:r w:rsidRPr="00B93A3A"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от 09.07.2015 № 461, </w:t>
      </w:r>
      <w:r w:rsidRPr="00B93A3A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27.08.2015 </w:t>
      </w:r>
      <w:hyperlink r:id="rId7" w:tgtFrame="_top" w:history="1">
        <w:r w:rsidRPr="00B93A3A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№ 623, </w:t>
        </w:r>
      </w:hyperlink>
      <w:r w:rsidRPr="00B93A3A">
        <w:rPr>
          <w:rFonts w:ascii="Times New Roman" w:eastAsia="Times New Roman" w:hAnsi="Times New Roman"/>
          <w:sz w:val="28"/>
          <w:szCs w:val="28"/>
          <w:lang w:eastAsia="ru-RU"/>
        </w:rPr>
        <w:t xml:space="preserve">от 25.01.2016 № 22, от 31.08.2016 № 665, от 21.02.2019 </w:t>
      </w:r>
      <w:r w:rsidRPr="00B93A3A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№ 137, от 27.07.2019 № 494, от 27.09.2017 № 702, от 31.10.2017 № 844, </w:t>
      </w:r>
      <w:r w:rsidRPr="00B93A3A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20.11.2017 № 941, от 06.12.2017 № 1029, от 27.02.2018 № 206, </w:t>
      </w:r>
      <w:r w:rsidRPr="00B93A3A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25.04.2018 № 422, от 23.05.2018 № 486, от 03.07.2018 № 630, от 12.09.2018 № 843, от 22.11.2018 № 1133, от 25.12.2018 № 1255, от 19.04.2019 № 256, </w:t>
      </w:r>
      <w:r w:rsidRPr="00B93A3A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16.05.2019 № 335, от 19.06.2019 № 463, от 11.09.2019 № 691, от 28.11.2019 </w:t>
      </w:r>
      <w:r w:rsidRPr="00B93A3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№ 862, от 13.12.2019 № 896, от 11.02.2020 № 76, от 10.03.2020 № 111, </w:t>
      </w:r>
      <w:r w:rsidR="00B93A3A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93A3A">
        <w:rPr>
          <w:rFonts w:ascii="Times New Roman" w:eastAsia="Times New Roman" w:hAnsi="Times New Roman"/>
          <w:sz w:val="28"/>
          <w:szCs w:val="28"/>
          <w:lang w:eastAsia="ru-RU"/>
        </w:rPr>
        <w:t>от 27.04.2020 № 207)</w:t>
      </w:r>
      <w:r w:rsidR="00F77FD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B93A3A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следующие изменения:</w:t>
      </w:r>
    </w:p>
    <w:p w14:paraId="6D9CEFA5" w14:textId="77777777" w:rsidR="002A6583" w:rsidRPr="00B93A3A" w:rsidRDefault="002A6583" w:rsidP="00B93A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3A3A">
        <w:rPr>
          <w:rFonts w:ascii="Times New Roman" w:eastAsia="Times New Roman" w:hAnsi="Times New Roman"/>
          <w:sz w:val="28"/>
          <w:szCs w:val="28"/>
        </w:rPr>
        <w:t>1.1. Раздел «Объемы и источники финансирования муниципальной программы» Паспорта муниципальной программы «Развитие образования в муниципальном образовании «Городской округ Ногликский» изложить в следующей редакции:</w:t>
      </w:r>
    </w:p>
    <w:tbl>
      <w:tblPr>
        <w:tblW w:w="9784" w:type="dxa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83"/>
        <w:gridCol w:w="3260"/>
        <w:gridCol w:w="5958"/>
        <w:gridCol w:w="283"/>
      </w:tblGrid>
      <w:tr w:rsidR="001F55B7" w:rsidRPr="002A6583" w14:paraId="3B51154F" w14:textId="45A708EC" w:rsidTr="001F55B7"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77007E" w14:textId="455B402F" w:rsidR="001F55B7" w:rsidRDefault="001F55B7" w:rsidP="00B93A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hideMark/>
          </w:tcPr>
          <w:p w14:paraId="4F5E2034" w14:textId="27F4553E" w:rsidR="001F55B7" w:rsidRPr="002A6583" w:rsidRDefault="001F55B7" w:rsidP="00B93A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Объемы и источники финансирования программы </w:t>
            </w:r>
          </w:p>
        </w:tc>
        <w:tc>
          <w:tcPr>
            <w:tcW w:w="5958" w:type="dxa"/>
            <w:tcBorders>
              <w:right w:val="single" w:sz="4" w:space="0" w:color="auto"/>
            </w:tcBorders>
          </w:tcPr>
          <w:p w14:paraId="69064D32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 финансирования Программы составляет </w:t>
            </w:r>
          </w:p>
          <w:p w14:paraId="31CC5CFE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223</w:t>
            </w: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195,4</w:t>
            </w: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 в том числе:</w:t>
            </w:r>
          </w:p>
          <w:p w14:paraId="08185059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годам реализации: </w:t>
            </w:r>
          </w:p>
          <w:p w14:paraId="27CF122B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547 369,4</w:t>
            </w:r>
          </w:p>
          <w:p w14:paraId="4DF8B910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616 058,1</w:t>
            </w:r>
          </w:p>
          <w:p w14:paraId="59E0728D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680 473,5</w:t>
            </w:r>
          </w:p>
          <w:p w14:paraId="12977FF7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780 948,6</w:t>
            </w:r>
          </w:p>
          <w:p w14:paraId="5914DA0E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934 672,2</w:t>
            </w:r>
          </w:p>
          <w:p w14:paraId="0FFE3530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1 419 144,6</w:t>
            </w:r>
          </w:p>
          <w:p w14:paraId="264B2DB5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1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196 792,2</w:t>
            </w:r>
          </w:p>
          <w:p w14:paraId="2D25463B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882 582, 7</w:t>
            </w:r>
          </w:p>
          <w:p w14:paraId="0A04183C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1 096 738,7</w:t>
            </w:r>
          </w:p>
          <w:p w14:paraId="5A225E42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1 499 036,2</w:t>
            </w:r>
          </w:p>
          <w:p w14:paraId="7386E71C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1 569 379,2</w:t>
            </w:r>
          </w:p>
          <w:p w14:paraId="195D14E9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F7EC50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1C317F59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средства федерального бюджета: </w:t>
            </w:r>
          </w:p>
          <w:p w14:paraId="31EF3B58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68 254,7 тыс. рублей</w:t>
            </w:r>
          </w:p>
          <w:p w14:paraId="41C479C8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0,0</w:t>
            </w:r>
          </w:p>
          <w:p w14:paraId="2980CD31" w14:textId="35FBC429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год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</w:t>
            </w:r>
            <w:proofErr w:type="gramEnd"/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</w:p>
          <w:p w14:paraId="4D4C9AFB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0,0</w:t>
            </w:r>
          </w:p>
          <w:p w14:paraId="0EE26248" w14:textId="19CDB631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год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</w:t>
            </w:r>
            <w:proofErr w:type="gramEnd"/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</w:p>
          <w:p w14:paraId="1DE1287E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0,0</w:t>
            </w:r>
          </w:p>
          <w:p w14:paraId="61DB366C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68 254,7</w:t>
            </w:r>
          </w:p>
          <w:p w14:paraId="31C3C678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0,0</w:t>
            </w:r>
          </w:p>
          <w:p w14:paraId="3EA1BF63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0,0</w:t>
            </w:r>
          </w:p>
          <w:p w14:paraId="5E3811FA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0,0</w:t>
            </w:r>
          </w:p>
          <w:p w14:paraId="28169BEF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0,0</w:t>
            </w:r>
          </w:p>
          <w:p w14:paraId="0668D9D3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</w:t>
            </w:r>
          </w:p>
          <w:p w14:paraId="7F791764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8349D1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средства областного бюджета: </w:t>
            </w:r>
          </w:p>
          <w:p w14:paraId="3EB3C5BF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8 078 148,1</w:t>
            </w: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14:paraId="11B5FCAB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402 119,8</w:t>
            </w:r>
          </w:p>
          <w:p w14:paraId="0DAADC27" w14:textId="4AC3A26E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bookmarkStart w:id="1" w:name="_GoBack"/>
            <w:bookmarkEnd w:id="1"/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016 </w:t>
            </w:r>
            <w:proofErr w:type="gramStart"/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год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450</w:t>
            </w:r>
            <w:proofErr w:type="gramEnd"/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656,2</w:t>
            </w:r>
          </w:p>
          <w:p w14:paraId="6ECC8833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453 532,3</w:t>
            </w:r>
          </w:p>
          <w:p w14:paraId="37920A08" w14:textId="404B8CED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</w:t>
            </w:r>
            <w:proofErr w:type="gramStart"/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год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528</w:t>
            </w:r>
            <w:proofErr w:type="gramEnd"/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041,3</w:t>
            </w:r>
          </w:p>
          <w:p w14:paraId="7897B855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671 012,1</w:t>
            </w:r>
          </w:p>
          <w:p w14:paraId="6F879681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1 057 530,4</w:t>
            </w:r>
          </w:p>
          <w:p w14:paraId="3FA5B5FE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2021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946 692,5</w:t>
            </w:r>
          </w:p>
          <w:p w14:paraId="5343B71A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634 411,0</w:t>
            </w:r>
          </w:p>
          <w:p w14:paraId="67D43483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776 746,1</w:t>
            </w:r>
          </w:p>
          <w:p w14:paraId="52EF7E26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1 055 683,4</w:t>
            </w:r>
          </w:p>
          <w:p w14:paraId="48C75B9C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1 101 723,0</w:t>
            </w:r>
          </w:p>
          <w:p w14:paraId="2312476A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4A7BE3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местного бюджета:</w:t>
            </w:r>
          </w:p>
          <w:p w14:paraId="377F66CB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3 076 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792,6</w:t>
            </w: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рублей</w:t>
            </w:r>
          </w:p>
          <w:p w14:paraId="2D973D7C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145 249,6</w:t>
            </w:r>
          </w:p>
          <w:p w14:paraId="1E1E7951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165 401,9</w:t>
            </w:r>
          </w:p>
          <w:p w14:paraId="1220E5E8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226 941,2</w:t>
            </w:r>
          </w:p>
          <w:p w14:paraId="1320A1B7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252 907,3</w:t>
            </w:r>
          </w:p>
          <w:p w14:paraId="65E8B84E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263 660,1</w:t>
            </w:r>
          </w:p>
          <w:p w14:paraId="2BF36579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293 359,5</w:t>
            </w:r>
          </w:p>
          <w:p w14:paraId="3388A455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250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099,7</w:t>
            </w:r>
          </w:p>
          <w:p w14:paraId="1C150E66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248 171,7</w:t>
            </w:r>
          </w:p>
          <w:p w14:paraId="6ED61766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319 992,6</w:t>
            </w:r>
          </w:p>
          <w:p w14:paraId="264C94AC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443 352,8</w:t>
            </w:r>
          </w:p>
          <w:p w14:paraId="62F0649F" w14:textId="77777777" w:rsidR="001F55B7" w:rsidRPr="002A6583" w:rsidRDefault="001F55B7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467 656,2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1E40145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4BEC17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AD1981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B839F7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9472E0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07D36B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4673C2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D3A2AE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14D8CF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CE50BF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FC772B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7486E9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686DC2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47B8DE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8BED33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177B1E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DB1395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8ADAE6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FC83FF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60A155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1A0F99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D532A2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04205A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75A230B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FF2AB2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15D65E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CD969C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17BCEF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B7E3A1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A48A48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59AA1F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E0496B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6D65C3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E5C627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EF979E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984CE1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CA54B0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1FD501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3B64F3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9C9319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C3F13C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0A6BC2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D4A69A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083378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AB4E0B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DDF8D3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9FA805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FD9AEA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2CC759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E8479F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1071A1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E429A6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1E77F6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ECC3C1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1E7D1B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B26547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6A41BB" w14:textId="77777777" w:rsidR="001F55B7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0E2FD5" w14:textId="5311B4A4" w:rsidR="001F55B7" w:rsidRPr="002A6583" w:rsidRDefault="001F55B7" w:rsidP="001F5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30AB409B" w14:textId="77777777" w:rsidR="002A6583" w:rsidRDefault="002A6583" w:rsidP="002A65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2A6583">
        <w:rPr>
          <w:rFonts w:ascii="Times New Roman" w:eastAsia="Times New Roman" w:hAnsi="Times New Roman"/>
          <w:sz w:val="28"/>
          <w:szCs w:val="28"/>
        </w:rPr>
        <w:lastRenderedPageBreak/>
        <w:t>1.2. Раздел 6 «Ресурсное обеспечение муниципальной Программы» изложить в следующей редакции:</w:t>
      </w:r>
    </w:p>
    <w:p w14:paraId="33A5E87A" w14:textId="139B3C52" w:rsidR="004967D2" w:rsidRPr="002A6583" w:rsidRDefault="004967D2" w:rsidP="002A65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«6. </w:t>
      </w:r>
      <w:r w:rsidRPr="004967D2">
        <w:rPr>
          <w:rFonts w:ascii="Times New Roman" w:eastAsia="Times New Roman" w:hAnsi="Times New Roman"/>
          <w:sz w:val="28"/>
          <w:szCs w:val="28"/>
        </w:rPr>
        <w:t>Ресурсное обеспечение муниципальной Программы</w:t>
      </w:r>
    </w:p>
    <w:p w14:paraId="34DA4A09" w14:textId="69CE340C" w:rsidR="002A6583" w:rsidRPr="002A6583" w:rsidRDefault="002A6583" w:rsidP="002A65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6583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Финансирование мероприятий Программы планируется осуществлять за счет средств федерального, областного и муниципального бюджетов, участия в приоритетном проекте «Образование», проекте модернизации образования Сахалинской области и других источников. </w:t>
      </w:r>
    </w:p>
    <w:p w14:paraId="3556F8F0" w14:textId="77777777" w:rsidR="002A6583" w:rsidRPr="002A6583" w:rsidRDefault="002A6583" w:rsidP="002A65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A658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Объем финансирования мероприятий за счет средств бюджетов всех уровней может ежегодно уточняться в соответствии с бюджетом муниципального образования, утверждаемым на соответствующий финансовый год.</w:t>
      </w:r>
    </w:p>
    <w:tbl>
      <w:tblPr>
        <w:tblW w:w="9937" w:type="dxa"/>
        <w:jc w:val="center"/>
        <w:tblLayout w:type="fixed"/>
        <w:tblLook w:val="04A0" w:firstRow="1" w:lastRow="0" w:firstColumn="1" w:lastColumn="0" w:noHBand="0" w:noVBand="1"/>
      </w:tblPr>
      <w:tblGrid>
        <w:gridCol w:w="931"/>
        <w:gridCol w:w="567"/>
        <w:gridCol w:w="621"/>
        <w:gridCol w:w="655"/>
        <w:gridCol w:w="709"/>
        <w:gridCol w:w="709"/>
        <w:gridCol w:w="708"/>
        <w:gridCol w:w="709"/>
        <w:gridCol w:w="709"/>
        <w:gridCol w:w="708"/>
        <w:gridCol w:w="709"/>
        <w:gridCol w:w="709"/>
        <w:gridCol w:w="700"/>
        <w:gridCol w:w="793"/>
      </w:tblGrid>
      <w:tr w:rsidR="002A6583" w:rsidRPr="002A6583" w14:paraId="4B2E7BD1" w14:textId="77777777" w:rsidTr="009E2858">
        <w:trPr>
          <w:trHeight w:val="433"/>
          <w:jc w:val="center"/>
        </w:trPr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98D578" w14:textId="77777777" w:rsidR="002A6583" w:rsidRPr="002A6583" w:rsidRDefault="002A6583" w:rsidP="002A6583">
            <w:pPr>
              <w:spacing w:after="0" w:line="240" w:lineRule="auto"/>
              <w:ind w:left="-39" w:firstLine="3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Источник финансирования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64244F8" w14:textId="77777777" w:rsidR="002A6583" w:rsidRPr="002A6583" w:rsidRDefault="002A6583" w:rsidP="002A658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843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5CB8E8" w14:textId="2AD2A3F3" w:rsidR="002A6583" w:rsidRPr="002A6583" w:rsidRDefault="002A6583" w:rsidP="001F55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финансирования </w:t>
            </w:r>
          </w:p>
        </w:tc>
      </w:tr>
      <w:tr w:rsidR="002A6583" w:rsidRPr="002A6583" w14:paraId="3CF7FEE7" w14:textId="77777777" w:rsidTr="009E2858">
        <w:trPr>
          <w:trHeight w:val="479"/>
          <w:jc w:val="center"/>
        </w:trPr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150CB1B" w14:textId="77777777" w:rsidR="002A6583" w:rsidRPr="002A6583" w:rsidRDefault="002A6583" w:rsidP="002A6583">
            <w:pPr>
              <w:spacing w:after="0" w:line="240" w:lineRule="auto"/>
              <w:ind w:left="-39" w:firstLine="34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38C9DE8" w14:textId="77777777" w:rsidR="002A6583" w:rsidRPr="002A6583" w:rsidRDefault="002A6583" w:rsidP="002A65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492919D" w14:textId="77777777" w:rsidR="002A6583" w:rsidRPr="002A6583" w:rsidRDefault="002A6583" w:rsidP="002A6583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5E9270C" w14:textId="77777777" w:rsidR="002A6583" w:rsidRPr="002A6583" w:rsidRDefault="002A6583" w:rsidP="002A6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3C8BF098" w14:textId="77777777" w:rsidR="002A6583" w:rsidRPr="002A6583" w:rsidRDefault="002A6583" w:rsidP="002A6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5F99CD03" w14:textId="77777777" w:rsidR="002A6583" w:rsidRPr="002A6583" w:rsidRDefault="002A6583" w:rsidP="002A6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A5AC51B" w14:textId="77777777" w:rsidR="002A6583" w:rsidRPr="002A6583" w:rsidRDefault="002A6583" w:rsidP="002A6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7486E8D" w14:textId="77777777" w:rsidR="002A6583" w:rsidRPr="002A6583" w:rsidRDefault="002A6583" w:rsidP="002A6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30C61DF2" w14:textId="77777777" w:rsidR="002A6583" w:rsidRPr="002A6583" w:rsidRDefault="002A6583" w:rsidP="002A6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3B77972B" w14:textId="77777777" w:rsidR="002A6583" w:rsidRPr="002A6583" w:rsidRDefault="002A6583" w:rsidP="002A6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5EF26AF" w14:textId="77777777" w:rsidR="002A6583" w:rsidRPr="002A6583" w:rsidRDefault="002A6583" w:rsidP="002A6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2ABEE26" w14:textId="77777777" w:rsidR="002A6583" w:rsidRPr="002A6583" w:rsidRDefault="002A6583" w:rsidP="002A6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48DC1B45" w14:textId="77777777" w:rsidR="002A6583" w:rsidRPr="002A6583" w:rsidRDefault="002A6583" w:rsidP="002A6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3F0EFC76" w14:textId="77777777" w:rsidR="002A6583" w:rsidRPr="002A6583" w:rsidRDefault="002A6583" w:rsidP="002A6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</w:tr>
      <w:tr w:rsidR="002A6583" w:rsidRPr="002A6583" w14:paraId="04E4C89D" w14:textId="77777777" w:rsidTr="009E2858">
        <w:trPr>
          <w:trHeight w:val="557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0FABB10" w14:textId="77777777" w:rsidR="002A6583" w:rsidRPr="002A6583" w:rsidRDefault="002A6583" w:rsidP="002A6583">
            <w:pPr>
              <w:spacing w:after="0" w:line="240" w:lineRule="auto"/>
              <w:ind w:left="-39" w:firstLine="3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Местный бюджет*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E711CD" w14:textId="77777777" w:rsidR="002A6583" w:rsidRPr="002A6583" w:rsidRDefault="002A6583" w:rsidP="002A6583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24A2E022" w14:textId="77777777" w:rsidR="002A6583" w:rsidRPr="002A6583" w:rsidRDefault="002A6583" w:rsidP="002A6583">
            <w:pPr>
              <w:spacing w:after="0" w:line="240" w:lineRule="auto"/>
              <w:ind w:right="-108" w:firstLine="567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A65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ттыс</w:t>
            </w:r>
            <w:proofErr w:type="spellEnd"/>
            <w:r w:rsidRPr="002A65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руб.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77D392B" w14:textId="77777777" w:rsidR="002A6583" w:rsidRPr="002A6583" w:rsidRDefault="002A6583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145249,6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A06DEAB" w14:textId="77777777" w:rsidR="002A6583" w:rsidRPr="002A6583" w:rsidRDefault="002A6583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165401,9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4991ADE" w14:textId="77777777" w:rsidR="002A6583" w:rsidRPr="002A6583" w:rsidRDefault="002A6583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226941,2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A87AD5" w14:textId="77777777" w:rsidR="002A6583" w:rsidRPr="002A6583" w:rsidRDefault="002A6583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252907,3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A7D2276" w14:textId="77777777" w:rsidR="002A6583" w:rsidRPr="002A6583" w:rsidRDefault="002A6583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263660,1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D9FBDB0" w14:textId="77777777" w:rsidR="002A6583" w:rsidRPr="002A6583" w:rsidRDefault="002A6583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293359,5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3D0B4F" w14:textId="77777777" w:rsidR="002A6583" w:rsidRPr="002A6583" w:rsidRDefault="00863081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250099,7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E7D7FF" w14:textId="77777777" w:rsidR="002A6583" w:rsidRPr="002A6583" w:rsidRDefault="00863081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248171,7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D564D0C" w14:textId="77777777" w:rsidR="002A6583" w:rsidRPr="002A6583" w:rsidRDefault="002A6583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319992,6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2D67F0D" w14:textId="77777777" w:rsidR="002A6583" w:rsidRPr="002A6583" w:rsidRDefault="002A6583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443352,8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9D510AE" w14:textId="77777777" w:rsidR="002A6583" w:rsidRPr="002A6583" w:rsidRDefault="002A6583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467656,2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DEDBFD2" w14:textId="77777777" w:rsidR="002A6583" w:rsidRPr="002A6583" w:rsidRDefault="00863081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3076792,6</w:t>
            </w:r>
          </w:p>
        </w:tc>
      </w:tr>
      <w:tr w:rsidR="002A6583" w:rsidRPr="002A6583" w14:paraId="6B3DE261" w14:textId="77777777" w:rsidTr="009E2858">
        <w:trPr>
          <w:trHeight w:val="691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7F0E309" w14:textId="77777777" w:rsidR="002A6583" w:rsidRPr="002A6583" w:rsidRDefault="002A6583" w:rsidP="002A6583">
            <w:pPr>
              <w:spacing w:after="0" w:line="240" w:lineRule="auto"/>
              <w:ind w:left="-39" w:firstLine="3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F42AC5B" w14:textId="77777777" w:rsidR="002A6583" w:rsidRPr="002A6583" w:rsidRDefault="002A6583" w:rsidP="002A65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DB01F7" w14:textId="77777777" w:rsidR="002A6583" w:rsidRPr="002A6583" w:rsidRDefault="002A6583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402119,8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BE73194" w14:textId="77777777" w:rsidR="002A6583" w:rsidRPr="002A6583" w:rsidRDefault="002A6583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450656,2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F65D43A" w14:textId="77777777" w:rsidR="002A6583" w:rsidRPr="002A6583" w:rsidRDefault="002A6583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453532,3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08BB0A0" w14:textId="77777777" w:rsidR="002A6583" w:rsidRPr="002A6583" w:rsidRDefault="002A6583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528041,3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A03D81E" w14:textId="77777777" w:rsidR="002A6583" w:rsidRPr="002A6583" w:rsidRDefault="002A6583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671012,1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86E99D" w14:textId="77777777" w:rsidR="002A6583" w:rsidRPr="002A6583" w:rsidRDefault="002A6583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1057530,4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BD0965" w14:textId="77777777" w:rsidR="002A6583" w:rsidRPr="002A6583" w:rsidRDefault="00863081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946692,5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1E4DF7" w14:textId="77777777" w:rsidR="002A6583" w:rsidRPr="002A6583" w:rsidRDefault="00032BD3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634411,0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AA1FA9C" w14:textId="77777777" w:rsidR="002A6583" w:rsidRPr="002A6583" w:rsidRDefault="002A6583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776746,1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3181281" w14:textId="77777777" w:rsidR="002A6583" w:rsidRPr="002A6583" w:rsidRDefault="002A6583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1055683,4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D8AC4EB" w14:textId="77777777" w:rsidR="002A6583" w:rsidRPr="002A6583" w:rsidRDefault="002A6583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1101723,0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FB12DFC" w14:textId="77777777" w:rsidR="002A6583" w:rsidRPr="002A6583" w:rsidRDefault="00863081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8078148,1</w:t>
            </w:r>
          </w:p>
        </w:tc>
      </w:tr>
      <w:tr w:rsidR="002A6583" w:rsidRPr="002A6583" w14:paraId="2B0ADF4D" w14:textId="77777777" w:rsidTr="009E2858">
        <w:trPr>
          <w:trHeight w:val="700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22882B" w14:textId="77777777" w:rsidR="002A6583" w:rsidRPr="002A6583" w:rsidRDefault="002A6583" w:rsidP="002A6583">
            <w:pPr>
              <w:spacing w:after="0" w:line="240" w:lineRule="auto"/>
              <w:ind w:left="-39" w:firstLine="3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7CEA6E0" w14:textId="77777777" w:rsidR="002A6583" w:rsidRPr="002A6583" w:rsidRDefault="002A6583" w:rsidP="002A65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DE49D45" w14:textId="77777777" w:rsidR="002A6583" w:rsidRPr="002A6583" w:rsidRDefault="002A6583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67214E4" w14:textId="77777777" w:rsidR="002A6583" w:rsidRPr="002A6583" w:rsidRDefault="002A6583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1984AD7" w14:textId="77777777" w:rsidR="002A6583" w:rsidRPr="002A6583" w:rsidRDefault="002A6583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A7BF60C" w14:textId="77777777" w:rsidR="002A6583" w:rsidRPr="002A6583" w:rsidRDefault="002A6583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09AD8F7" w14:textId="77777777" w:rsidR="002A6583" w:rsidRPr="002A6583" w:rsidRDefault="002A6583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F8254D2" w14:textId="77777777" w:rsidR="002A6583" w:rsidRPr="002A6583" w:rsidRDefault="002A6583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68254,7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5FCD502" w14:textId="77777777" w:rsidR="002A6583" w:rsidRPr="002A6583" w:rsidRDefault="002A6583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F846399" w14:textId="77777777" w:rsidR="002A6583" w:rsidRPr="002A6583" w:rsidRDefault="002A6583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4EDD56D" w14:textId="77777777" w:rsidR="002A6583" w:rsidRPr="002A6583" w:rsidRDefault="002A6583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3217F5A" w14:textId="77777777" w:rsidR="002A6583" w:rsidRPr="002A6583" w:rsidRDefault="002A6583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71F87D8" w14:textId="77777777" w:rsidR="002A6583" w:rsidRPr="002A6583" w:rsidRDefault="002A6583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FAB55E4" w14:textId="77777777" w:rsidR="002A6583" w:rsidRPr="002A6583" w:rsidRDefault="002A6583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68254,7</w:t>
            </w:r>
          </w:p>
        </w:tc>
      </w:tr>
      <w:tr w:rsidR="002A6583" w:rsidRPr="002A6583" w14:paraId="5311F3EC" w14:textId="77777777" w:rsidTr="009E2858">
        <w:trPr>
          <w:trHeight w:val="503"/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B254DC9" w14:textId="77777777" w:rsidR="002A6583" w:rsidRPr="002A6583" w:rsidRDefault="002A6583" w:rsidP="002A6583">
            <w:pPr>
              <w:spacing w:after="0" w:line="240" w:lineRule="auto"/>
              <w:ind w:left="-39" w:firstLine="3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25F66E" w14:textId="77777777" w:rsidR="002A6583" w:rsidRPr="002A6583" w:rsidRDefault="002A6583" w:rsidP="002A6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86BAEB4" w14:textId="77777777" w:rsidR="002A6583" w:rsidRPr="002A6583" w:rsidRDefault="002A6583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547369,4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61A19F1" w14:textId="77777777" w:rsidR="002A6583" w:rsidRPr="002A6583" w:rsidRDefault="002A6583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616058,1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261F144" w14:textId="77777777" w:rsidR="002A6583" w:rsidRPr="002A6583" w:rsidRDefault="002A6583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680473,5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27198D0" w14:textId="77777777" w:rsidR="002A6583" w:rsidRPr="002A6583" w:rsidRDefault="002A6583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780948,6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B005EF9" w14:textId="77777777" w:rsidR="002A6583" w:rsidRPr="002A6583" w:rsidRDefault="002A6583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934672,2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848303B" w14:textId="77777777" w:rsidR="002A6583" w:rsidRPr="002A6583" w:rsidRDefault="002A6583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1419144,6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6EFCA1" w14:textId="77777777" w:rsidR="002A6583" w:rsidRPr="002A6583" w:rsidRDefault="00863081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1196792,2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0DEAB57" w14:textId="77777777" w:rsidR="002A6583" w:rsidRPr="002A6583" w:rsidRDefault="00863081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882582,7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9601660" w14:textId="77777777" w:rsidR="002A6583" w:rsidRPr="002A6583" w:rsidRDefault="002A6583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1096738,7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6473EAF" w14:textId="77777777" w:rsidR="002A6583" w:rsidRPr="002A6583" w:rsidRDefault="002A6583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1499036,2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63CA94D" w14:textId="77777777" w:rsidR="002A6583" w:rsidRPr="002A6583" w:rsidRDefault="002A6583" w:rsidP="002A6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6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1569379,2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037ADC3" w14:textId="77777777" w:rsidR="002A6583" w:rsidRPr="002A6583" w:rsidRDefault="00863081" w:rsidP="002A658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11223195,4</w:t>
            </w:r>
          </w:p>
        </w:tc>
      </w:tr>
    </w:tbl>
    <w:p w14:paraId="68F98E76" w14:textId="77777777" w:rsidR="002A6583" w:rsidRPr="002A6583" w:rsidRDefault="002A6583" w:rsidP="002A65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2A6583">
        <w:rPr>
          <w:rFonts w:ascii="Times New Roman" w:eastAsia="Times New Roman" w:hAnsi="Times New Roman"/>
          <w:sz w:val="28"/>
          <w:szCs w:val="28"/>
        </w:rPr>
        <w:t>Потребность в финансовых ресурсах, необходимых для реализации муниципальной программы, указана в приложении 3 к Программе.».</w:t>
      </w:r>
    </w:p>
    <w:p w14:paraId="48DB3C61" w14:textId="77777777" w:rsidR="002A6583" w:rsidRPr="002A6583" w:rsidRDefault="002A6583" w:rsidP="00F77FD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2A6583">
        <w:rPr>
          <w:rFonts w:ascii="Times New Roman" w:eastAsia="Times New Roman" w:hAnsi="Times New Roman"/>
          <w:sz w:val="28"/>
          <w:szCs w:val="28"/>
        </w:rPr>
        <w:lastRenderedPageBreak/>
        <w:t>1.3. Приложение 3 «Ресурсное обеспечение реализации муниципальной программы «Развитие образования в муниципальном образовании «Городской округ Ногликский» изложить в новой редакции (прилагается).</w:t>
      </w:r>
    </w:p>
    <w:p w14:paraId="1DA82437" w14:textId="352875CF" w:rsidR="002A6583" w:rsidRPr="002A6583" w:rsidRDefault="002A6583" w:rsidP="00F77FD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6583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настоящее постановление в газете «Знамя труда» </w:t>
      </w:r>
      <w:r w:rsidR="001F55B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A6583">
        <w:rPr>
          <w:rFonts w:ascii="Times New Roman" w:eastAsia="Times New Roman" w:hAnsi="Times New Roman"/>
          <w:sz w:val="28"/>
          <w:szCs w:val="28"/>
          <w:lang w:eastAsia="ru-RU"/>
        </w:rPr>
        <w:t xml:space="preserve">и разместить на официальном сайте муниципального образования «Городской округ Ногликский» в </w:t>
      </w:r>
      <w:r w:rsidR="001F55B7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2A6583">
        <w:rPr>
          <w:rFonts w:ascii="Times New Roman" w:eastAsia="Times New Roman" w:hAnsi="Times New Roman"/>
          <w:sz w:val="28"/>
          <w:szCs w:val="28"/>
          <w:lang w:eastAsia="ru-RU"/>
        </w:rPr>
        <w:t>сети «Интернет».</w:t>
      </w:r>
    </w:p>
    <w:p w14:paraId="568216B0" w14:textId="347F043A" w:rsidR="002A6583" w:rsidRPr="002A6583" w:rsidRDefault="002A6583" w:rsidP="00F77FD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6583">
        <w:rPr>
          <w:rFonts w:ascii="Times New Roman" w:eastAsia="Times New Roman" w:hAnsi="Times New Roman"/>
          <w:sz w:val="28"/>
          <w:szCs w:val="28"/>
          <w:lang w:eastAsia="ru-RU"/>
        </w:rPr>
        <w:t xml:space="preserve">3. Контроль за исполнением настоящего постановления возложить </w:t>
      </w:r>
      <w:r w:rsidR="001F55B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A6583">
        <w:rPr>
          <w:rFonts w:ascii="Times New Roman" w:eastAsia="Times New Roman" w:hAnsi="Times New Roman"/>
          <w:sz w:val="28"/>
          <w:szCs w:val="28"/>
          <w:lang w:eastAsia="ru-RU"/>
        </w:rPr>
        <w:t xml:space="preserve">на вице-мэра муниципального образования «Городской округ Ногликский» </w:t>
      </w:r>
      <w:r w:rsidRPr="002A6583">
        <w:rPr>
          <w:rFonts w:ascii="Times New Roman" w:eastAsia="Times New Roman" w:hAnsi="Times New Roman"/>
          <w:sz w:val="28"/>
          <w:szCs w:val="28"/>
          <w:lang w:eastAsia="ru-RU"/>
        </w:rPr>
        <w:br/>
      </w:r>
      <w:proofErr w:type="spellStart"/>
      <w:r w:rsidRPr="002A6583">
        <w:rPr>
          <w:rFonts w:ascii="Times New Roman" w:eastAsia="Times New Roman" w:hAnsi="Times New Roman"/>
          <w:sz w:val="28"/>
          <w:szCs w:val="28"/>
          <w:lang w:eastAsia="ru-RU"/>
        </w:rPr>
        <w:t>Микову</w:t>
      </w:r>
      <w:proofErr w:type="spellEnd"/>
      <w:r w:rsidR="001F55B7" w:rsidRPr="001F55B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F55B7" w:rsidRPr="002A6583">
        <w:rPr>
          <w:rFonts w:ascii="Times New Roman" w:eastAsia="Times New Roman" w:hAnsi="Times New Roman"/>
          <w:sz w:val="28"/>
          <w:szCs w:val="28"/>
          <w:lang w:eastAsia="ru-RU"/>
        </w:rPr>
        <w:t>И.А.</w:t>
      </w:r>
    </w:p>
    <w:p w14:paraId="57AD4D6E" w14:textId="77777777" w:rsidR="008629FA" w:rsidRDefault="008629FA" w:rsidP="00F77F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A6B3DDC" w14:textId="77777777" w:rsidR="00F77FDD" w:rsidRPr="00D12794" w:rsidRDefault="00F77FDD" w:rsidP="00F77F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E805997" w14:textId="77777777" w:rsidR="008629FA" w:rsidRDefault="008629FA" w:rsidP="00F77F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CF9CD86" w14:textId="53FAB77F" w:rsidR="008629FA" w:rsidRPr="008629FA" w:rsidRDefault="008629FA" w:rsidP="00F77F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r w:rsidR="001F55B7">
        <w:rPr>
          <w:rFonts w:ascii="Times New Roman" w:hAnsi="Times New Roman"/>
          <w:sz w:val="28"/>
          <w:szCs w:val="28"/>
        </w:rPr>
        <w:t xml:space="preserve">Ногликский» </w:t>
      </w:r>
      <w:r w:rsidR="001F55B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D36C4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С.В.</w:t>
      </w:r>
      <w:r w:rsidR="001F55B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8629FA" w:rsidSect="001F55B7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11B7AA" w14:textId="77777777" w:rsidR="009E2858" w:rsidRDefault="009E2858" w:rsidP="0033636C">
      <w:pPr>
        <w:spacing w:after="0" w:line="240" w:lineRule="auto"/>
      </w:pPr>
      <w:r>
        <w:separator/>
      </w:r>
    </w:p>
  </w:endnote>
  <w:endnote w:type="continuationSeparator" w:id="0">
    <w:p w14:paraId="5A1B86A8" w14:textId="77777777" w:rsidR="009E2858" w:rsidRDefault="009E2858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8F1F22" w14:textId="4927DD67" w:rsidR="009E2858" w:rsidRDefault="009E2858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09D4FE" w14:textId="77777777" w:rsidR="009E2858" w:rsidRDefault="009E2858" w:rsidP="0033636C">
      <w:pPr>
        <w:spacing w:after="0" w:line="240" w:lineRule="auto"/>
      </w:pPr>
      <w:r>
        <w:separator/>
      </w:r>
    </w:p>
  </w:footnote>
  <w:footnote w:type="continuationSeparator" w:id="0">
    <w:p w14:paraId="780B833C" w14:textId="77777777" w:rsidR="009E2858" w:rsidRDefault="009E2858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0216565"/>
      <w:docPartObj>
        <w:docPartGallery w:val="Page Numbers (Top of Page)"/>
        <w:docPartUnique/>
      </w:docPartObj>
    </w:sdtPr>
    <w:sdtEndPr/>
    <w:sdtContent>
      <w:p w14:paraId="04C4C41F" w14:textId="4161FD61" w:rsidR="001F55B7" w:rsidRDefault="001F55B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6F6C">
          <w:rPr>
            <w:noProof/>
          </w:rPr>
          <w:t>4</w:t>
        </w:r>
        <w:r>
          <w:fldChar w:fldCharType="end"/>
        </w:r>
      </w:p>
    </w:sdtContent>
  </w:sdt>
  <w:p w14:paraId="6E3F353D" w14:textId="77777777" w:rsidR="001F55B7" w:rsidRDefault="001F55B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32BD3"/>
    <w:rsid w:val="00053BD0"/>
    <w:rsid w:val="00056F6C"/>
    <w:rsid w:val="00185FEC"/>
    <w:rsid w:val="001E1F9F"/>
    <w:rsid w:val="001F55B7"/>
    <w:rsid w:val="002003DC"/>
    <w:rsid w:val="002A6583"/>
    <w:rsid w:val="0033636C"/>
    <w:rsid w:val="003E4257"/>
    <w:rsid w:val="004967D2"/>
    <w:rsid w:val="004D36C4"/>
    <w:rsid w:val="00520CBF"/>
    <w:rsid w:val="00625982"/>
    <w:rsid w:val="00713FF3"/>
    <w:rsid w:val="008629FA"/>
    <w:rsid w:val="00863081"/>
    <w:rsid w:val="00987DB5"/>
    <w:rsid w:val="009E2858"/>
    <w:rsid w:val="00AC72C8"/>
    <w:rsid w:val="00B10ED9"/>
    <w:rsid w:val="00B25688"/>
    <w:rsid w:val="00B677B4"/>
    <w:rsid w:val="00B8287B"/>
    <w:rsid w:val="00B93A3A"/>
    <w:rsid w:val="00C02849"/>
    <w:rsid w:val="00D12794"/>
    <w:rsid w:val="00D67BD8"/>
    <w:rsid w:val="00DB0BCA"/>
    <w:rsid w:val="00DF7897"/>
    <w:rsid w:val="00E37B8A"/>
    <w:rsid w:val="00E609BC"/>
    <w:rsid w:val="00EB3A6B"/>
    <w:rsid w:val="00F77F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1EEBC"/>
  <w15:docId w15:val="{52B21B93-400F-4A83-94E7-4C97EC50A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A6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DB0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0BC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kodeks.noglikiadmin/spd?d&amp;nd=620247498&amp;prevDoc=620247498&amp;spack=110listid%3D010000000500%26listpos%3D1%26lsz%3D16%26nd%3D620243296%26nh%3D4%26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5804"/>
    <w:rsid w:val="001C650F"/>
    <w:rsid w:val="001C7203"/>
    <w:rsid w:val="00B13DA8"/>
    <w:rsid w:val="00C95804"/>
    <w:rsid w:val="00CF735B"/>
    <w:rsid w:val="00E77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4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2020-09-24T07:13:00Z</cp:lastPrinted>
  <dcterms:created xsi:type="dcterms:W3CDTF">2020-09-24T07:13:00Z</dcterms:created>
  <dcterms:modified xsi:type="dcterms:W3CDTF">2020-09-24T07:13:00Z</dcterms:modified>
</cp:coreProperties>
</file>