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86E8F2" w14:textId="77777777" w:rsidTr="00987DB5">
        <w:tc>
          <w:tcPr>
            <w:tcW w:w="9498" w:type="dxa"/>
          </w:tcPr>
          <w:p w14:paraId="7686E8E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86E909" wp14:editId="7686E90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86E8E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86E8F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86E8F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86E8F3" w14:textId="1FEC0F40" w:rsidR="0033636C" w:rsidRPr="00B8553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5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0795B">
            <w:rPr>
              <w:rFonts w:ascii="Times New Roman" w:hAnsi="Times New Roman"/>
              <w:sz w:val="28"/>
              <w:szCs w:val="28"/>
            </w:rPr>
            <w:t xml:space="preserve"> </w:t>
          </w:r>
          <w:bookmarkStart w:id="0" w:name="_GoBack"/>
          <w:bookmarkEnd w:id="0"/>
          <w:r w:rsidR="00B0795B">
            <w:rPr>
              <w:rFonts w:ascii="Times New Roman" w:hAnsi="Times New Roman"/>
              <w:sz w:val="28"/>
              <w:szCs w:val="28"/>
            </w:rPr>
            <w:t>01 октября 2020 года</w:t>
          </w:r>
        </w:sdtContent>
      </w:sdt>
      <w:r w:rsidRPr="00B855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0795B">
            <w:rPr>
              <w:rFonts w:ascii="Times New Roman" w:hAnsi="Times New Roman"/>
              <w:sz w:val="28"/>
              <w:szCs w:val="28"/>
            </w:rPr>
            <w:t>487</w:t>
          </w:r>
        </w:sdtContent>
      </w:sdt>
    </w:p>
    <w:p w14:paraId="7686E8F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86E8F6" w14:textId="2BF33B80" w:rsidR="00185FEC" w:rsidRPr="00834027" w:rsidRDefault="0033636C" w:rsidP="008340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402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B8553E">
        <w:rPr>
          <w:rFonts w:ascii="Times New Roman" w:hAnsi="Times New Roman"/>
          <w:b/>
          <w:sz w:val="28"/>
          <w:szCs w:val="28"/>
        </w:rPr>
        <w:br/>
        <w:t xml:space="preserve">предоставления государственной услуги </w:t>
      </w:r>
      <w:r w:rsidR="00B8553E">
        <w:rPr>
          <w:rFonts w:ascii="Times New Roman" w:hAnsi="Times New Roman"/>
          <w:b/>
          <w:sz w:val="28"/>
          <w:szCs w:val="28"/>
        </w:rPr>
        <w:br/>
      </w:r>
      <w:r w:rsidRPr="00834027">
        <w:rPr>
          <w:rFonts w:ascii="Times New Roman" w:hAnsi="Times New Roman"/>
          <w:b/>
          <w:sz w:val="28"/>
          <w:szCs w:val="28"/>
        </w:rPr>
        <w:t xml:space="preserve">«Выдача разрешения на изменение фамилии </w:t>
      </w:r>
      <w:r w:rsidR="00B8553E">
        <w:rPr>
          <w:rFonts w:ascii="Times New Roman" w:hAnsi="Times New Roman"/>
          <w:b/>
          <w:sz w:val="28"/>
          <w:szCs w:val="28"/>
        </w:rPr>
        <w:br/>
      </w:r>
      <w:r w:rsidRPr="00834027">
        <w:rPr>
          <w:rFonts w:ascii="Times New Roman" w:hAnsi="Times New Roman"/>
          <w:b/>
          <w:sz w:val="28"/>
          <w:szCs w:val="28"/>
        </w:rPr>
        <w:t>и имени несовершеннолетним»</w:t>
      </w:r>
    </w:p>
    <w:p w14:paraId="68411913" w14:textId="77777777" w:rsidR="00EE2317" w:rsidRPr="00834027" w:rsidRDefault="00EE2317" w:rsidP="008340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61024D" w14:textId="47689D66" w:rsidR="00EE2317" w:rsidRPr="003D47C3" w:rsidRDefault="007962AB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</w:t>
      </w:r>
      <w:r w:rsidR="001A01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ст. 16 Федерального закона от </w:t>
      </w:r>
      <w:r w:rsidR="00EE2317" w:rsidRPr="008F69BF">
        <w:rPr>
          <w:rFonts w:ascii="Times New Roman" w:eastAsia="Times New Roman" w:hAnsi="Times New Roman"/>
          <w:sz w:val="28"/>
          <w:szCs w:val="28"/>
          <w:lang w:eastAsia="ru-RU"/>
        </w:rPr>
        <w:t>06.10.2003 № 131-ФЗ «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ия в Российской Федерации», с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27.07.2010 № 210-ФЗ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услуг»,</w:t>
      </w:r>
      <w:r w:rsidR="001A016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типовых регламентов муниципальных (государственных)услуг, утвержденных Протоколом</w:t>
      </w:r>
      <w:r w:rsidR="001A016C"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заседания комиссии по повышению качества и доступности государственных и муниципальных услуг в Сахалинской области от 17.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08.2020 № 25, руководствуясь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EE2317" w:rsidRPr="008F69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36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>Устава муниципального образования «Городской округ Ногликский», администра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ция муниципального образования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="00EE2317" w:rsidRPr="0083402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FA214E5" w14:textId="31ADC536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административный регламент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8553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услуги «Выдача разрешения на изменение фамилии и имени несовершеннолетним».</w:t>
      </w:r>
    </w:p>
    <w:p w14:paraId="180875A0" w14:textId="727377E3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B8553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администрации муниципального образования «Городской округ Ногликский»:</w:t>
      </w:r>
    </w:p>
    <w:p w14:paraId="17954C33" w14:textId="7C8DB25D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- от 20.09.2017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 xml:space="preserve">682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административного регламента по предоставлению государственной услуги «Выдача разрешения на изменение фамилии и (или)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имени несовершеннолетним», за исключением 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E13CD">
        <w:rPr>
          <w:rFonts w:ascii="Times New Roman" w:eastAsia="Times New Roman" w:hAnsi="Times New Roman"/>
          <w:sz w:val="28"/>
          <w:szCs w:val="28"/>
          <w:lang w:eastAsia="ru-RU"/>
        </w:rPr>
        <w:t>пункта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2;</w:t>
      </w:r>
    </w:p>
    <w:p w14:paraId="55990888" w14:textId="0813EBC7" w:rsidR="00EE2317" w:rsidRPr="008F69BF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16.03.2018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258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от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20.09.2017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682»;</w:t>
      </w:r>
    </w:p>
    <w:p w14:paraId="6AE93899" w14:textId="23AD7512" w:rsidR="00EE2317" w:rsidRPr="008F69BF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от 26.09.2018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898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«Городской округ Ногликский» от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20.09.2017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682»;</w:t>
      </w:r>
    </w:p>
    <w:p w14:paraId="102D34B4" w14:textId="6008268B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- от 26.09.2018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901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«Городской округ Ногликский» от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20.09.2017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682</w:t>
      </w:r>
      <w:r w:rsidR="00520D9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14B9F41" w14:textId="507100F0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34027" w:rsidRPr="00DD2DC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 официальном сайте муниципального образования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34027" w:rsidRPr="00DD2DC0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в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834027" w:rsidRPr="00DD2DC0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7686E900" w14:textId="7C13C374" w:rsidR="008629FA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«Городской округ Ногликский»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Микову И.А.</w:t>
      </w:r>
    </w:p>
    <w:p w14:paraId="75EEFB7A" w14:textId="77777777" w:rsidR="00EE2317" w:rsidRPr="00EE2317" w:rsidRDefault="00EE2317" w:rsidP="008340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86E901" w14:textId="77777777" w:rsidR="008629FA" w:rsidRPr="00D12794" w:rsidRDefault="008629FA" w:rsidP="008340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86E902" w14:textId="77777777" w:rsidR="008629FA" w:rsidRDefault="008629FA" w:rsidP="00834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86E903" w14:textId="13092C06" w:rsidR="008629FA" w:rsidRPr="008629FA" w:rsidRDefault="008629FA" w:rsidP="00834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834027">
        <w:rPr>
          <w:rFonts w:ascii="Times New Roman" w:hAnsi="Times New Roman"/>
          <w:sz w:val="28"/>
          <w:szCs w:val="28"/>
        </w:rPr>
        <w:t xml:space="preserve">Ногликский» </w:t>
      </w:r>
      <w:r w:rsidR="00834027">
        <w:rPr>
          <w:rFonts w:ascii="Times New Roman" w:hAnsi="Times New Roman"/>
          <w:sz w:val="28"/>
          <w:szCs w:val="28"/>
        </w:rPr>
        <w:tab/>
      </w:r>
      <w:r w:rsidR="00834027">
        <w:rPr>
          <w:rFonts w:ascii="Times New Roman" w:hAnsi="Times New Roman"/>
          <w:sz w:val="28"/>
          <w:szCs w:val="28"/>
        </w:rPr>
        <w:tab/>
      </w:r>
      <w:r w:rsidR="00834027">
        <w:rPr>
          <w:rFonts w:ascii="Times New Roman" w:hAnsi="Times New Roman"/>
          <w:sz w:val="28"/>
          <w:szCs w:val="28"/>
        </w:rPr>
        <w:tab/>
      </w:r>
      <w:r w:rsidR="00834027">
        <w:rPr>
          <w:rFonts w:ascii="Times New Roman" w:hAnsi="Times New Roman"/>
          <w:sz w:val="28"/>
          <w:szCs w:val="28"/>
        </w:rPr>
        <w:tab/>
      </w:r>
      <w:r w:rsidR="00834027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340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686E908" w14:textId="77777777" w:rsidR="008629FA" w:rsidRPr="008629FA" w:rsidRDefault="008629FA" w:rsidP="00834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34027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6E90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686E90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6E90F" w14:textId="0BCF5C7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6E90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686E90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373953"/>
      <w:docPartObj>
        <w:docPartGallery w:val="Page Numbers (Top of Page)"/>
        <w:docPartUnique/>
      </w:docPartObj>
    </w:sdtPr>
    <w:sdtEndPr/>
    <w:sdtContent>
      <w:p w14:paraId="507DD8C4" w14:textId="014CE2BB" w:rsidR="00834027" w:rsidRDefault="008340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95B">
          <w:rPr>
            <w:noProof/>
          </w:rPr>
          <w:t>2</w:t>
        </w:r>
        <w:r>
          <w:fldChar w:fldCharType="end"/>
        </w:r>
      </w:p>
    </w:sdtContent>
  </w:sdt>
  <w:p w14:paraId="60AE6ED0" w14:textId="77777777" w:rsidR="00834027" w:rsidRDefault="008340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016C"/>
    <w:rsid w:val="001E1F9F"/>
    <w:rsid w:val="002003DC"/>
    <w:rsid w:val="0033636C"/>
    <w:rsid w:val="003E4257"/>
    <w:rsid w:val="00520CBF"/>
    <w:rsid w:val="00520D9E"/>
    <w:rsid w:val="006E13CD"/>
    <w:rsid w:val="007962AB"/>
    <w:rsid w:val="00834027"/>
    <w:rsid w:val="008629FA"/>
    <w:rsid w:val="00987DB5"/>
    <w:rsid w:val="00AC72C8"/>
    <w:rsid w:val="00B0795B"/>
    <w:rsid w:val="00B10ED9"/>
    <w:rsid w:val="00B25688"/>
    <w:rsid w:val="00B8553E"/>
    <w:rsid w:val="00C02849"/>
    <w:rsid w:val="00D12794"/>
    <w:rsid w:val="00D67BD8"/>
    <w:rsid w:val="00DF7897"/>
    <w:rsid w:val="00E319A1"/>
    <w:rsid w:val="00E37B8A"/>
    <w:rsid w:val="00E609BC"/>
    <w:rsid w:val="00EE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E8E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40B6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40B6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40B6E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39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dcterms:created xsi:type="dcterms:W3CDTF">2020-04-07T04:52:00Z</dcterms:created>
  <dcterms:modified xsi:type="dcterms:W3CDTF">2020-10-09T06:32:00Z</dcterms:modified>
</cp:coreProperties>
</file>