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D787A4F" w14:textId="77777777" w:rsidTr="00987DB5">
        <w:tc>
          <w:tcPr>
            <w:tcW w:w="9498" w:type="dxa"/>
          </w:tcPr>
          <w:p w14:paraId="4D787A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787A66" wp14:editId="4D787A6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87A4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D787A4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D787A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D787A50" w14:textId="17D037DE" w:rsidR="0033636C" w:rsidRPr="007B25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5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258A2">
            <w:rPr>
              <w:rFonts w:ascii="Times New Roman" w:hAnsi="Times New Roman"/>
              <w:sz w:val="28"/>
              <w:szCs w:val="28"/>
            </w:rPr>
            <w:t>08 октября 2020 года</w:t>
          </w:r>
        </w:sdtContent>
      </w:sdt>
      <w:r w:rsidRPr="007B25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258A2">
            <w:rPr>
              <w:rFonts w:ascii="Times New Roman" w:hAnsi="Times New Roman"/>
              <w:sz w:val="28"/>
              <w:szCs w:val="28"/>
            </w:rPr>
            <w:t>49</w:t>
          </w:r>
          <w:r w:rsidR="00D416BA">
            <w:rPr>
              <w:rFonts w:ascii="Times New Roman" w:hAnsi="Times New Roman"/>
              <w:sz w:val="28"/>
              <w:szCs w:val="28"/>
            </w:rPr>
            <w:t>6</w:t>
          </w:r>
        </w:sdtContent>
      </w:sdt>
    </w:p>
    <w:p w14:paraId="4D787A51" w14:textId="77777777" w:rsidR="0033636C" w:rsidRPr="007B25AD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5AD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D787A52" w14:textId="32994CFB" w:rsidR="0033636C" w:rsidRPr="007B25AD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B25AD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7B25AD">
        <w:rPr>
          <w:rFonts w:ascii="Times New Roman" w:hAnsi="Times New Roman"/>
          <w:b/>
          <w:sz w:val="28"/>
          <w:szCs w:val="28"/>
        </w:rPr>
        <w:br/>
      </w:r>
      <w:r w:rsidR="0030177D">
        <w:rPr>
          <w:rFonts w:ascii="Times New Roman" w:hAnsi="Times New Roman"/>
          <w:b/>
          <w:sz w:val="28"/>
          <w:szCs w:val="28"/>
        </w:rPr>
        <w:t>«</w:t>
      </w:r>
      <w:r w:rsidRPr="007B25AD">
        <w:rPr>
          <w:rFonts w:ascii="Times New Roman" w:hAnsi="Times New Roman"/>
          <w:b/>
          <w:sz w:val="28"/>
          <w:szCs w:val="28"/>
        </w:rPr>
        <w:t xml:space="preserve">Стимулирование экономической активности </w:t>
      </w:r>
      <w:r w:rsidR="007B25AD">
        <w:rPr>
          <w:rFonts w:ascii="Times New Roman" w:hAnsi="Times New Roman"/>
          <w:b/>
          <w:sz w:val="28"/>
          <w:szCs w:val="28"/>
        </w:rPr>
        <w:br/>
      </w:r>
      <w:r w:rsidRPr="007B25AD">
        <w:rPr>
          <w:rFonts w:ascii="Times New Roman" w:hAnsi="Times New Roman"/>
          <w:b/>
          <w:sz w:val="28"/>
          <w:szCs w:val="28"/>
        </w:rPr>
        <w:t xml:space="preserve">в муниципальном образовании </w:t>
      </w:r>
      <w:r w:rsidR="0030177D">
        <w:rPr>
          <w:rFonts w:ascii="Times New Roman" w:hAnsi="Times New Roman"/>
          <w:b/>
          <w:sz w:val="28"/>
          <w:szCs w:val="28"/>
        </w:rPr>
        <w:t>«</w:t>
      </w:r>
      <w:r w:rsidRPr="007B25AD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30177D">
        <w:rPr>
          <w:rFonts w:ascii="Times New Roman" w:hAnsi="Times New Roman"/>
          <w:b/>
          <w:sz w:val="28"/>
          <w:szCs w:val="28"/>
        </w:rPr>
        <w:t>»</w:t>
      </w:r>
      <w:r w:rsidRPr="007B25AD">
        <w:rPr>
          <w:rFonts w:ascii="Times New Roman" w:hAnsi="Times New Roman"/>
          <w:b/>
          <w:sz w:val="28"/>
          <w:szCs w:val="28"/>
        </w:rPr>
        <w:t>, утве</w:t>
      </w:r>
      <w:r w:rsidR="007B7F49" w:rsidRPr="007B25AD">
        <w:rPr>
          <w:rFonts w:ascii="Times New Roman" w:hAnsi="Times New Roman"/>
          <w:b/>
          <w:sz w:val="28"/>
          <w:szCs w:val="28"/>
        </w:rPr>
        <w:t xml:space="preserve">ржденную постановлением администрации </w:t>
      </w:r>
      <w:r w:rsidR="007B25AD">
        <w:rPr>
          <w:rFonts w:ascii="Times New Roman" w:hAnsi="Times New Roman"/>
          <w:b/>
          <w:sz w:val="28"/>
          <w:szCs w:val="28"/>
        </w:rPr>
        <w:br/>
      </w:r>
      <w:r w:rsidR="007B7F49" w:rsidRPr="007B25AD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r w:rsidR="007B25AD" w:rsidRPr="007B25AD">
        <w:rPr>
          <w:rFonts w:ascii="Times New Roman" w:hAnsi="Times New Roman"/>
          <w:b/>
          <w:sz w:val="28"/>
          <w:szCs w:val="28"/>
        </w:rPr>
        <w:t>Ногликский»</w:t>
      </w:r>
      <w:r w:rsidR="007B25AD">
        <w:rPr>
          <w:rFonts w:ascii="Times New Roman" w:hAnsi="Times New Roman"/>
          <w:b/>
          <w:sz w:val="28"/>
          <w:szCs w:val="28"/>
        </w:rPr>
        <w:t xml:space="preserve"> </w:t>
      </w:r>
      <w:r w:rsidR="007B25AD">
        <w:rPr>
          <w:rFonts w:ascii="Times New Roman" w:hAnsi="Times New Roman"/>
          <w:b/>
          <w:sz w:val="28"/>
          <w:szCs w:val="28"/>
        </w:rPr>
        <w:br/>
        <w:t>от</w:t>
      </w:r>
      <w:r w:rsidR="007B7F49" w:rsidRPr="007B25AD">
        <w:rPr>
          <w:rFonts w:ascii="Times New Roman" w:hAnsi="Times New Roman"/>
          <w:b/>
          <w:sz w:val="28"/>
          <w:szCs w:val="28"/>
        </w:rPr>
        <w:t xml:space="preserve"> 16.12.2016 № 876</w:t>
      </w:r>
    </w:p>
    <w:p w14:paraId="4D787A5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FE7EEE" w14:textId="2A63325B" w:rsidR="007B7F49" w:rsidRPr="00160B36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B36">
        <w:rPr>
          <w:rFonts w:ascii="Times New Roman" w:hAnsi="Times New Roman"/>
          <w:sz w:val="28"/>
          <w:szCs w:val="28"/>
        </w:rPr>
        <w:t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решением Собрания муниципального образования «Городской округ Ногликский</w:t>
      </w:r>
      <w:bookmarkStart w:id="0" w:name="_GoBack"/>
      <w:bookmarkEnd w:id="0"/>
      <w:r w:rsidRPr="00160B36">
        <w:rPr>
          <w:rFonts w:ascii="Times New Roman" w:hAnsi="Times New Roman"/>
          <w:sz w:val="28"/>
          <w:szCs w:val="28"/>
        </w:rPr>
        <w:t>» от 12.12.2019 № 18 «О бюджете муниципального образования «Городской округ Ногликский» на 2020 год и на плановый период 2021 и 2022 годов» (в редакции от 14.07.2020 № 62), с целью приведения ресурсного обеспечения муниципальной программы «Стимулирование экономической активности в муниципальном образовани</w:t>
      </w:r>
      <w:r w:rsidR="00F41314">
        <w:rPr>
          <w:rFonts w:ascii="Times New Roman" w:hAnsi="Times New Roman"/>
          <w:sz w:val="28"/>
          <w:szCs w:val="28"/>
        </w:rPr>
        <w:t xml:space="preserve">и «Городской округ Ногликский» </w:t>
      </w:r>
      <w:r w:rsidRPr="00160B36">
        <w:rPr>
          <w:rFonts w:ascii="Times New Roman" w:hAnsi="Times New Roman"/>
          <w:sz w:val="28"/>
          <w:szCs w:val="28"/>
        </w:rPr>
        <w:t xml:space="preserve">в соответствие со сводной бюджетной росписью бюджета муниципального образования «Городской округ Ногликский» на 2020 год и на плановый период 2021 и 2022 годов, руководствуясь  ст. 36 </w:t>
      </w:r>
      <w:r w:rsidRPr="00160B36">
        <w:rPr>
          <w:rFonts w:ascii="Times New Roman" w:hAnsi="Times New Roman"/>
          <w:sz w:val="28"/>
          <w:szCs w:val="28"/>
        </w:rPr>
        <w:lastRenderedPageBreak/>
        <w:t>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7B25AD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405866A0" w14:textId="0EF4ABC2" w:rsidR="007B7F49" w:rsidRPr="00160B36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B36">
        <w:rPr>
          <w:rFonts w:ascii="Times New Roman" w:hAnsi="Times New Roman"/>
          <w:sz w:val="28"/>
          <w:szCs w:val="28"/>
        </w:rPr>
        <w:t>1. Внести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</w:t>
      </w:r>
      <w:r w:rsidR="007B25AD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 № 876 (в редакции от 23.03.2017 № 191, от 26.09.2017 № 700, от 04.12.2017 </w:t>
      </w:r>
      <w:r w:rsidR="007B25AD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№ 1021, от 30.03.2018 № 337, от 07.06.2018 № 534, от 03.09.2018 № 818, от 22.11.2018 № 1134, от 09.04.2019 № 227, от 16.07.2019 № 533, от 03.09.2019 № 670, от 22.10.2019 № 779, от 06.11.2019 № 810, от 19.03.2020 № 129, от 11.06.2020 № 298)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 w:rsidR="007B25AD"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раммы </w:t>
      </w:r>
      <w:r w:rsidR="007B25A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Стимулирование экономиче</w:t>
      </w:r>
      <w:r w:rsidRPr="00ED0467">
        <w:rPr>
          <w:rFonts w:ascii="Times New Roman" w:hAnsi="Times New Roman"/>
          <w:sz w:val="28"/>
          <w:szCs w:val="28"/>
        </w:rPr>
        <w:t xml:space="preserve">ской активности в муниципальном образовании </w:t>
      </w:r>
      <w:r w:rsidR="007B25AD">
        <w:rPr>
          <w:rFonts w:ascii="Times New Roman" w:hAnsi="Times New Roman"/>
          <w:sz w:val="28"/>
          <w:szCs w:val="28"/>
        </w:rPr>
        <w:t>«</w:t>
      </w:r>
      <w:r w:rsidRPr="00ED0467">
        <w:rPr>
          <w:rFonts w:ascii="Times New Roman" w:hAnsi="Times New Roman"/>
          <w:sz w:val="28"/>
          <w:szCs w:val="28"/>
        </w:rPr>
        <w:t>Городской округ Ногликский</w:t>
      </w:r>
      <w:r w:rsidR="007B25AD">
        <w:rPr>
          <w:rFonts w:ascii="Times New Roman" w:hAnsi="Times New Roman"/>
          <w:sz w:val="28"/>
          <w:szCs w:val="28"/>
        </w:rPr>
        <w:t>»</w:t>
      </w:r>
      <w:r w:rsidRPr="00ED0467">
        <w:rPr>
          <w:rFonts w:ascii="Times New Roman" w:hAnsi="Times New Roman"/>
          <w:sz w:val="28"/>
          <w:szCs w:val="28"/>
        </w:rPr>
        <w:t xml:space="preserve"> на 2015-2020 годы</w:t>
      </w:r>
      <w:r w:rsidR="007B25AD">
        <w:rPr>
          <w:rFonts w:ascii="Times New Roman" w:hAnsi="Times New Roman"/>
          <w:sz w:val="28"/>
          <w:szCs w:val="28"/>
        </w:rPr>
        <w:t>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1A65CCD6" w14:textId="77777777" w:rsidR="007B7F49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разделе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4E6FF6DF" w14:textId="77777777" w:rsidR="007B7F49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3652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>1.</w:t>
      </w:r>
      <w:r w:rsidRPr="00A93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</w:t>
      </w:r>
      <w:r w:rsidRPr="00A93652">
        <w:rPr>
          <w:rFonts w:ascii="Times New Roman" w:hAnsi="Times New Roman"/>
          <w:sz w:val="28"/>
          <w:szCs w:val="28"/>
        </w:rPr>
        <w:t xml:space="preserve"> «Подпрограммы программы, основные мероприятия»</w:t>
      </w:r>
      <w:r>
        <w:rPr>
          <w:rFonts w:ascii="Times New Roman" w:hAnsi="Times New Roman"/>
          <w:sz w:val="28"/>
          <w:szCs w:val="28"/>
        </w:rPr>
        <w:t xml:space="preserve"> дополнить текстом следующего содержания:</w:t>
      </w:r>
    </w:p>
    <w:p w14:paraId="385EADA4" w14:textId="39AB5B35" w:rsidR="007B7F49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F3BE9"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4 «Финансовая поддержка гражданам, ведущим самостоятельную трудовую деятельность и впервые зарегистрированным в качестве самозанятых»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017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338443F" w14:textId="77777777" w:rsidR="007B7F49" w:rsidRPr="008A4207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8A4207">
        <w:rPr>
          <w:rFonts w:ascii="Times New Roman" w:hAnsi="Times New Roman"/>
          <w:sz w:val="28"/>
          <w:szCs w:val="28"/>
        </w:rPr>
        <w:t>2. Подраздел «Объемы и источники финансирования» 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685"/>
        <w:gridCol w:w="6088"/>
        <w:gridCol w:w="304"/>
      </w:tblGrid>
      <w:tr w:rsidR="0034335C" w:rsidRPr="008A4207" w14:paraId="2BFCD994" w14:textId="4AB83998" w:rsidTr="00A77F3A">
        <w:trPr>
          <w:trHeight w:val="739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2BDBD70F" w14:textId="7B38DA81" w:rsidR="0034335C" w:rsidRPr="008A4207" w:rsidRDefault="0034335C" w:rsidP="007B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AD4B" w14:textId="11B099B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25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ъемы и источники финансирования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1DD0" w14:textId="72FF9DEE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249 178,5 тыс. рублей, </w:t>
            </w:r>
          </w:p>
          <w:p w14:paraId="5042735A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том числе годам:</w:t>
            </w:r>
          </w:p>
          <w:p w14:paraId="205025C7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14 277,4 тыс. руб.;</w:t>
            </w:r>
          </w:p>
          <w:p w14:paraId="3DC61437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11 184,4 тыс. руб.;</w:t>
            </w:r>
          </w:p>
          <w:p w14:paraId="73026269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10 022,1 тыс. руб.;</w:t>
            </w:r>
          </w:p>
          <w:p w14:paraId="3D864D95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21 366,7 тыс. руб.;</w:t>
            </w:r>
          </w:p>
          <w:p w14:paraId="645B1548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25 521,6 тыс. руб.;</w:t>
            </w:r>
          </w:p>
          <w:p w14:paraId="154C684A" w14:textId="660DA9AF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29 18</w:t>
            </w: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1,9 тыс. руб.;</w:t>
            </w:r>
          </w:p>
          <w:p w14:paraId="2F499F66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43 343,7 тыс. руб.;</w:t>
            </w:r>
          </w:p>
          <w:p w14:paraId="3674CE98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19 726,7 тыс. руб.;</w:t>
            </w:r>
          </w:p>
          <w:p w14:paraId="3A265C16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23 839,0 тыс. руб.;</w:t>
            </w:r>
          </w:p>
          <w:p w14:paraId="6CA77AAD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24 714,0 тыс. руб.;</w:t>
            </w:r>
          </w:p>
          <w:p w14:paraId="701A3203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37FD7DF9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из них по источникам:</w:t>
            </w:r>
          </w:p>
          <w:p w14:paraId="12D68E0E" w14:textId="1EAC6010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местного бюджета – 18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9 152,8</w:t>
            </w: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4C146555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том числе годам:</w:t>
            </w:r>
          </w:p>
          <w:p w14:paraId="45805B33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2 945,0 тыс. руб.;</w:t>
            </w:r>
          </w:p>
          <w:p w14:paraId="68378DE4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364B3FEA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7FDFD6E9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18 420,1 тыс. руб.;</w:t>
            </w:r>
          </w:p>
          <w:p w14:paraId="49449FDB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21 914,6 тыс. руб.;</w:t>
            </w:r>
          </w:p>
          <w:p w14:paraId="68B56E19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25 370,0 тыс. руб.;</w:t>
            </w:r>
          </w:p>
          <w:p w14:paraId="134D913F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25 521,4 тыс. руб.;</w:t>
            </w:r>
          </w:p>
          <w:p w14:paraId="21C9E166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16 397,2 тыс. руб.;</w:t>
            </w:r>
          </w:p>
          <w:p w14:paraId="58D8D2C8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23 839,0 тыс. руб.;</w:t>
            </w:r>
          </w:p>
          <w:p w14:paraId="111B1C80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24 714,0  тыс. руб.;</w:t>
            </w:r>
          </w:p>
          <w:p w14:paraId="582105CF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4AA50215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59 469,7 тыс. рублей, </w:t>
            </w:r>
          </w:p>
          <w:p w14:paraId="374DAB62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том числе годам:</w:t>
            </w:r>
          </w:p>
          <w:p w14:paraId="39B49A94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10 882,4 тыс. руб.;</w:t>
            </w:r>
          </w:p>
          <w:p w14:paraId="609B00A5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8 423,4 тыс. руб.;</w:t>
            </w:r>
          </w:p>
          <w:p w14:paraId="3574B4D3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5949D84B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2 946,6 тыс. руб.;</w:t>
            </w:r>
          </w:p>
          <w:p w14:paraId="00FBA6B1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3 607,0 тыс. руб.;</w:t>
            </w:r>
          </w:p>
          <w:p w14:paraId="513687ED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3 811,9 тыс. руб.;</w:t>
            </w:r>
          </w:p>
          <w:p w14:paraId="34096EB5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17 822,3 тыс. руб.;</w:t>
            </w:r>
          </w:p>
          <w:p w14:paraId="68E8F25D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3 329,5 тыс. руб.;</w:t>
            </w:r>
          </w:p>
          <w:p w14:paraId="4BA6C71B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0,0*  тыс. руб.;</w:t>
            </w:r>
          </w:p>
          <w:p w14:paraId="5831312C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  тыс. руб.;</w:t>
            </w:r>
          </w:p>
          <w:p w14:paraId="72384112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  тыс. руб.</w:t>
            </w:r>
          </w:p>
          <w:p w14:paraId="73253271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 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750D1042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1135B3E2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том числе годам:</w:t>
            </w:r>
          </w:p>
          <w:p w14:paraId="54429AF9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1A40334D" w14:textId="77777777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2016 г. – 106,0 тыс. руб.</w:t>
            </w:r>
          </w:p>
        </w:tc>
        <w:tc>
          <w:tcPr>
            <w:tcW w:w="304" w:type="dxa"/>
            <w:tcBorders>
              <w:left w:val="single" w:sz="4" w:space="0" w:color="auto"/>
            </w:tcBorders>
          </w:tcPr>
          <w:p w14:paraId="1B640770" w14:textId="77777777" w:rsidR="0034335C" w:rsidRDefault="003433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7E01D7" w14:textId="77777777" w:rsidR="0034335C" w:rsidRDefault="003433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7AE088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049062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880CE5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D868B9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6665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01B982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65AC8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45B175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B5804A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0765D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DB6DA2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09A8FB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A489D0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47C83B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D946D7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F83EA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F491BA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79829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E54604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C0197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95B42D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2E16A2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74176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07020B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E61FF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65E508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103F9F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6576D3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8C621B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9C7D66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398D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BEB7D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D603C1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5B1226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D43292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A4BAC4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9DE618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0E7F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06A0A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0E404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833E2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3B5B6A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2EC414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25138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6BCB5B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6558AC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786A3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C51858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43CEFE" w14:textId="77777777" w:rsidR="0034335C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864906" w14:textId="0012F8F4" w:rsidR="0034335C" w:rsidRPr="008A4207" w:rsidRDefault="0034335C" w:rsidP="008F0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»</w:t>
            </w:r>
          </w:p>
        </w:tc>
      </w:tr>
    </w:tbl>
    <w:p w14:paraId="46B15755" w14:textId="77777777" w:rsidR="007B7F49" w:rsidRPr="008A4207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8A4207">
        <w:rPr>
          <w:rFonts w:ascii="Times New Roman" w:hAnsi="Times New Roman"/>
          <w:sz w:val="28"/>
          <w:szCs w:val="28"/>
          <w:shd w:val="clear" w:color="auto" w:fill="FFFFFF"/>
        </w:rPr>
        <w:t xml:space="preserve">3. Подраздел «Целевые показатели (индикаторы) программы» </w:t>
      </w:r>
      <w:r w:rsidRPr="008A4207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>пунктом 18</w:t>
      </w:r>
      <w:r w:rsidRPr="008A420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1C704307" w14:textId="77777777" w:rsidR="007B7F49" w:rsidRPr="008A4207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</w:rPr>
        <w:t>«18. Количество самозанятых граждан, получивших гранты в форме субсидий».</w:t>
      </w:r>
    </w:p>
    <w:p w14:paraId="19C833A5" w14:textId="77777777" w:rsidR="007B7F49" w:rsidRPr="008A4207" w:rsidRDefault="007B7F49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8A4207">
        <w:rPr>
          <w:rFonts w:ascii="Times New Roman" w:hAnsi="Times New Roman"/>
          <w:sz w:val="28"/>
          <w:szCs w:val="28"/>
        </w:rPr>
        <w:t xml:space="preserve">4. </w:t>
      </w:r>
      <w:r w:rsidRPr="008A4207">
        <w:rPr>
          <w:rFonts w:ascii="Times New Roman" w:hAnsi="Times New Roman"/>
          <w:sz w:val="28"/>
          <w:szCs w:val="28"/>
          <w:shd w:val="clear" w:color="auto" w:fill="FFFFFF"/>
        </w:rPr>
        <w:t>Подраздел «Ожидаемые результаты реализации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A4207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>пунктом 18</w:t>
      </w:r>
      <w:r w:rsidRPr="008A420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3071FB16" w14:textId="3E76271A" w:rsidR="007B7F49" w:rsidRPr="008A4207" w:rsidRDefault="00A77F3A" w:rsidP="007B7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«18. Обеспечение количества са</w:t>
      </w:r>
      <w:r w:rsidR="007B7F49" w:rsidRPr="008A4207">
        <w:rPr>
          <w:rFonts w:ascii="Times New Roman" w:hAnsi="Times New Roman"/>
          <w:sz w:val="28"/>
          <w:szCs w:val="28"/>
        </w:rPr>
        <w:t>мозанятых граждан, получивших финансовую поддержку, не менее 10 человек в год».</w:t>
      </w:r>
    </w:p>
    <w:p w14:paraId="4A104427" w14:textId="36605152" w:rsidR="007B7F49" w:rsidRPr="0061484E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1484E">
        <w:rPr>
          <w:rFonts w:ascii="Times New Roman" w:hAnsi="Times New Roman"/>
          <w:sz w:val="28"/>
          <w:szCs w:val="28"/>
          <w:shd w:val="clear" w:color="auto" w:fill="FFFFFF"/>
        </w:rPr>
        <w:t>1.2.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Pr="0061484E">
        <w:rPr>
          <w:rFonts w:ascii="Times New Roman" w:hAnsi="Times New Roman"/>
          <w:sz w:val="28"/>
          <w:szCs w:val="28"/>
          <w:shd w:val="clear" w:color="auto" w:fill="FFFFFF"/>
        </w:rPr>
        <w:t xml:space="preserve">ункт 3 раздела 4 «Показатели (индикаторы) достижения целей и решения задач»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дополнить </w:t>
      </w:r>
      <w:r w:rsidRPr="0061484E">
        <w:rPr>
          <w:rFonts w:ascii="Times New Roman" w:hAnsi="Times New Roman"/>
          <w:sz w:val="28"/>
          <w:szCs w:val="28"/>
          <w:shd w:val="clear" w:color="auto" w:fill="FFFFFF"/>
        </w:rPr>
        <w:t>после абзаца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77F3A">
        <w:rPr>
          <w:rFonts w:ascii="Times New Roman" w:hAnsi="Times New Roman"/>
          <w:sz w:val="28"/>
          <w:szCs w:val="28"/>
          <w:shd w:val="clear" w:color="auto" w:fill="FFFFFF"/>
        </w:rPr>
        <w:t>шестого</w:t>
      </w:r>
      <w:r w:rsidRPr="006148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абзацем</w:t>
      </w:r>
      <w:r w:rsidRPr="0061484E">
        <w:rPr>
          <w:rFonts w:ascii="Times New Roman" w:hAnsi="Times New Roman"/>
          <w:sz w:val="28"/>
          <w:szCs w:val="28"/>
          <w:shd w:val="clear" w:color="auto" w:fill="FFFFFF"/>
        </w:rPr>
        <w:t xml:space="preserve"> следующ</w:t>
      </w:r>
      <w:r>
        <w:rPr>
          <w:rFonts w:ascii="Times New Roman" w:hAnsi="Times New Roman"/>
          <w:sz w:val="28"/>
          <w:szCs w:val="28"/>
          <w:shd w:val="clear" w:color="auto" w:fill="FFFFFF"/>
        </w:rPr>
        <w:t>его</w:t>
      </w:r>
      <w:r w:rsidRPr="0061484E">
        <w:rPr>
          <w:rFonts w:ascii="Times New Roman" w:hAnsi="Times New Roman"/>
          <w:sz w:val="28"/>
          <w:szCs w:val="28"/>
          <w:shd w:val="clear" w:color="auto" w:fill="FFFFFF"/>
        </w:rPr>
        <w:t xml:space="preserve"> содержани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61484E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6D137BBC" w14:textId="77777777" w:rsidR="007B7F49" w:rsidRPr="0061484E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1484E">
        <w:rPr>
          <w:rFonts w:ascii="Times New Roman" w:hAnsi="Times New Roman"/>
          <w:sz w:val="28"/>
          <w:szCs w:val="28"/>
          <w:shd w:val="clear" w:color="auto" w:fill="FFFFFF"/>
        </w:rPr>
        <w:t>«- количество самозанятых граждан, получивших гранты в форме субсидий.».</w:t>
      </w:r>
    </w:p>
    <w:p w14:paraId="5DA112BC" w14:textId="1B6B8E88" w:rsidR="007B7F49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1.3. Раздел 9 «Основные конечные результаты реализации Программы» дополнить после абзаца 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двадцать первого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абзацем следующего содержания:</w:t>
      </w:r>
    </w:p>
    <w:p w14:paraId="0758A472" w14:textId="7C3DCAA9" w:rsidR="007B7F49" w:rsidRDefault="00A77F3A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«- </w:t>
      </w:r>
      <w:r w:rsidR="007B7F49">
        <w:rPr>
          <w:rFonts w:ascii="Times New Roman" w:hAnsi="Times New Roman"/>
          <w:sz w:val="28"/>
          <w:szCs w:val="28"/>
          <w:shd w:val="clear" w:color="auto" w:fill="FFFFFF"/>
        </w:rPr>
        <w:t>обеспечение количества самозанятых граждан, получивших финансовую поддержку, не менее 10 человек в год.».</w:t>
      </w:r>
    </w:p>
    <w:p w14:paraId="726EA7B9" w14:textId="77777777" w:rsidR="007B7F49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изменение в раздел 6 «Перечень мероприятий подпрограммы» Приложения 1 к муниципальной программе «Стимулирование экономической активности в муниципальном образовании «Городской округ Ногликский», дополнив после подпункта 2.10 пунктами 2.11, 2.12 следующего содержания:</w:t>
      </w:r>
    </w:p>
    <w:p w14:paraId="1A254B3C" w14:textId="77777777" w:rsidR="007B7F49" w:rsidRPr="00FD3358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FD3358">
        <w:rPr>
          <w:rFonts w:ascii="Times New Roman" w:hAnsi="Times New Roman"/>
          <w:sz w:val="28"/>
          <w:szCs w:val="28"/>
          <w:shd w:val="clear" w:color="auto" w:fill="FFFFFF"/>
        </w:rPr>
        <w:t>2.11. Возмещение затрат на приобретение специализированного оборудования для сервисных автоцен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тров по переоборудованию автомо</w:t>
      </w:r>
      <w:r w:rsidRPr="00FD3358">
        <w:rPr>
          <w:rFonts w:ascii="Times New Roman" w:hAnsi="Times New Roman"/>
          <w:sz w:val="28"/>
          <w:szCs w:val="28"/>
          <w:shd w:val="clear" w:color="auto" w:fill="FFFFFF"/>
        </w:rPr>
        <w:t>билей на газомоторное топливо.</w:t>
      </w:r>
    </w:p>
    <w:p w14:paraId="23C40D59" w14:textId="77777777" w:rsidR="007B7F49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3358">
        <w:rPr>
          <w:rFonts w:ascii="Times New Roman" w:hAnsi="Times New Roman"/>
          <w:sz w:val="28"/>
          <w:szCs w:val="28"/>
          <w:shd w:val="clear" w:color="auto" w:fill="FFFFFF"/>
        </w:rPr>
        <w:t>2.12. Возмещение затрат по пер</w:t>
      </w:r>
      <w:r>
        <w:rPr>
          <w:rFonts w:ascii="Times New Roman" w:hAnsi="Times New Roman"/>
          <w:sz w:val="28"/>
          <w:szCs w:val="28"/>
          <w:shd w:val="clear" w:color="auto" w:fill="FFFFFF"/>
        </w:rPr>
        <w:t>еоборудованию автомобилей на га</w:t>
      </w:r>
      <w:r w:rsidRPr="00FD3358">
        <w:rPr>
          <w:rFonts w:ascii="Times New Roman" w:hAnsi="Times New Roman"/>
          <w:sz w:val="28"/>
          <w:szCs w:val="28"/>
          <w:shd w:val="clear" w:color="auto" w:fill="FFFFFF"/>
        </w:rPr>
        <w:t>зомоторное топливо юридическим л</w:t>
      </w:r>
      <w:r>
        <w:rPr>
          <w:rFonts w:ascii="Times New Roman" w:hAnsi="Times New Roman"/>
          <w:sz w:val="28"/>
          <w:szCs w:val="28"/>
          <w:shd w:val="clear" w:color="auto" w:fill="FFFFFF"/>
        </w:rPr>
        <w:t>ицам и индивидуальным предприни</w:t>
      </w:r>
      <w:r w:rsidRPr="00FD3358">
        <w:rPr>
          <w:rFonts w:ascii="Times New Roman" w:hAnsi="Times New Roman"/>
          <w:sz w:val="28"/>
          <w:szCs w:val="28"/>
          <w:shd w:val="clear" w:color="auto" w:fill="FFFFFF"/>
        </w:rPr>
        <w:t>мателям.</w:t>
      </w:r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14:paraId="58025F69" w14:textId="0FF7B703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1.5. Приложение 3.1 изложить в новой редакции согласно 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1 к настоящему </w:t>
      </w:r>
      <w:r w:rsidR="00A17569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постановлению. </w:t>
      </w:r>
    </w:p>
    <w:p w14:paraId="6E132BA3" w14:textId="1DA7B179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1.6. Приложение 3.2 изло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риложению 2 к настоящему постановлению.</w:t>
      </w:r>
    </w:p>
    <w:p w14:paraId="707E0D04" w14:textId="0DA78D09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1.7. Приложение 4.1 изложить в новой редакции согласно 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3 к настоящему </w:t>
      </w:r>
      <w:r w:rsidR="00A17569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постановлению. </w:t>
      </w:r>
    </w:p>
    <w:p w14:paraId="2EC63596" w14:textId="67AF8BD6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1.8. Приложение 4.2 изло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риложению 4 к настоящему постановлению.</w:t>
      </w:r>
    </w:p>
    <w:p w14:paraId="05027AF6" w14:textId="74A39B94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1.9. Приложение 5.1 изло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риложению 5 к настоящему постановлению.</w:t>
      </w:r>
    </w:p>
    <w:p w14:paraId="4B33DD13" w14:textId="29A7A987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1.10. Приложение 5.2 изло</w:t>
      </w:r>
      <w:r w:rsidR="00A17569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риложению 6 к настоящему постановлению.</w:t>
      </w:r>
    </w:p>
    <w:p w14:paraId="1FB4F41A" w14:textId="2A68E7B1" w:rsidR="007B7F49" w:rsidRPr="00160B36" w:rsidRDefault="007B7F49" w:rsidP="007B7F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30177D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D787A5D" w14:textId="79B6E85F" w:rsidR="008629FA" w:rsidRDefault="007B7F49" w:rsidP="007B7F49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 w:rsidR="00A77F3A"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14:paraId="79E346E6" w14:textId="77777777" w:rsidR="00A77F3A" w:rsidRDefault="00A77F3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787A5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D787A60" w14:textId="5E95100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A77F3A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A77F3A">
        <w:rPr>
          <w:rFonts w:ascii="Times New Roman" w:hAnsi="Times New Roman"/>
          <w:sz w:val="28"/>
          <w:szCs w:val="28"/>
        </w:rPr>
        <w:tab/>
      </w:r>
      <w:r w:rsidR="00A77F3A">
        <w:rPr>
          <w:rFonts w:ascii="Times New Roman" w:hAnsi="Times New Roman"/>
          <w:sz w:val="28"/>
          <w:szCs w:val="28"/>
        </w:rPr>
        <w:tab/>
      </w:r>
      <w:r w:rsidR="00A77F3A">
        <w:rPr>
          <w:rFonts w:ascii="Times New Roman" w:hAnsi="Times New Roman"/>
          <w:sz w:val="28"/>
          <w:szCs w:val="28"/>
        </w:rPr>
        <w:tab/>
      </w:r>
      <w:r w:rsidR="00A77F3A">
        <w:rPr>
          <w:rFonts w:ascii="Times New Roman" w:hAnsi="Times New Roman"/>
          <w:sz w:val="28"/>
          <w:szCs w:val="28"/>
        </w:rPr>
        <w:tab/>
      </w:r>
      <w:r w:rsidR="00A77F3A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77F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D787A6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787A6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787A6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787A6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787A6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25A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87A6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D787A6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87A6C" w14:textId="0CDD577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87A6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D787A6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2650714"/>
      <w:docPartObj>
        <w:docPartGallery w:val="Page Numbers (Top of Page)"/>
        <w:docPartUnique/>
      </w:docPartObj>
    </w:sdtPr>
    <w:sdtEndPr/>
    <w:sdtContent>
      <w:p w14:paraId="3D2F04F3" w14:textId="08CD5E7D" w:rsidR="007B25AD" w:rsidRDefault="007B25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314">
          <w:rPr>
            <w:noProof/>
          </w:rPr>
          <w:t>4</w:t>
        </w:r>
        <w:r>
          <w:fldChar w:fldCharType="end"/>
        </w:r>
      </w:p>
    </w:sdtContent>
  </w:sdt>
  <w:p w14:paraId="4F5B9DC7" w14:textId="77777777" w:rsidR="007B25AD" w:rsidRDefault="007B25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0177D"/>
    <w:rsid w:val="0033636C"/>
    <w:rsid w:val="0034335C"/>
    <w:rsid w:val="003E4257"/>
    <w:rsid w:val="00520CBF"/>
    <w:rsid w:val="007B25AD"/>
    <w:rsid w:val="007B7F49"/>
    <w:rsid w:val="008629FA"/>
    <w:rsid w:val="00987DB5"/>
    <w:rsid w:val="00A17569"/>
    <w:rsid w:val="00A77F3A"/>
    <w:rsid w:val="00AC72C8"/>
    <w:rsid w:val="00B10ED9"/>
    <w:rsid w:val="00B25688"/>
    <w:rsid w:val="00C02849"/>
    <w:rsid w:val="00D004CB"/>
    <w:rsid w:val="00D12794"/>
    <w:rsid w:val="00D258A2"/>
    <w:rsid w:val="00D416BA"/>
    <w:rsid w:val="00D67BD8"/>
    <w:rsid w:val="00DF7897"/>
    <w:rsid w:val="00E37B8A"/>
    <w:rsid w:val="00E609BC"/>
    <w:rsid w:val="00F4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7A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00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04C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F080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F080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F080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2020-10-12T01:12:00Z</cp:lastPrinted>
  <dcterms:created xsi:type="dcterms:W3CDTF">2020-04-07T04:52:00Z</dcterms:created>
  <dcterms:modified xsi:type="dcterms:W3CDTF">2020-10-12T01:15:00Z</dcterms:modified>
</cp:coreProperties>
</file>