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2EB8B34" w14:textId="77777777" w:rsidTr="00987DB5">
        <w:tc>
          <w:tcPr>
            <w:tcW w:w="9498" w:type="dxa"/>
          </w:tcPr>
          <w:p w14:paraId="62EB8B3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2EB8B4B" wp14:editId="62EB8B4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EB8B31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2EB8B3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2EB8B3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2EB8B35" w14:textId="1E175143" w:rsidR="0033636C" w:rsidRPr="008F449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F449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6"/>
            <w:szCs w:val="26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7E4579">
            <w:rPr>
              <w:rFonts w:ascii="Times New Roman" w:hAnsi="Times New Roman"/>
              <w:sz w:val="26"/>
              <w:szCs w:val="26"/>
            </w:rPr>
            <w:t>06 ноября 2020 года</w:t>
          </w:r>
        </w:sdtContent>
      </w:sdt>
      <w:r w:rsidRPr="008F449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6"/>
            <w:szCs w:val="26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7E4579">
            <w:rPr>
              <w:rFonts w:ascii="Times New Roman" w:hAnsi="Times New Roman"/>
              <w:sz w:val="26"/>
              <w:szCs w:val="26"/>
            </w:rPr>
            <w:t>543</w:t>
          </w:r>
          <w:bookmarkStart w:id="0" w:name="_GoBack"/>
          <w:bookmarkEnd w:id="0"/>
        </w:sdtContent>
      </w:sdt>
    </w:p>
    <w:p w14:paraId="62EB8B36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6E45245" w14:textId="77777777" w:rsidR="00633B17" w:rsidRPr="00633B17" w:rsidRDefault="00633B17" w:rsidP="00633B17">
      <w:pPr>
        <w:spacing w:after="0" w:line="240" w:lineRule="auto"/>
        <w:jc w:val="center"/>
        <w:rPr>
          <w:rFonts w:ascii="Times New Roman" w:eastAsia="Times New Roman" w:hAnsi="Times New Roman"/>
          <w:b/>
          <w:color w:val="332E2D"/>
          <w:spacing w:val="2"/>
          <w:sz w:val="28"/>
          <w:szCs w:val="28"/>
          <w:lang w:eastAsia="ru-RU"/>
        </w:rPr>
      </w:pPr>
      <w:r w:rsidRPr="00633B17">
        <w:rPr>
          <w:rFonts w:ascii="Times New Roman" w:eastAsia="Times New Roman" w:hAnsi="Times New Roman"/>
          <w:b/>
          <w:color w:val="332E2D"/>
          <w:spacing w:val="2"/>
          <w:sz w:val="28"/>
          <w:szCs w:val="28"/>
          <w:lang w:eastAsia="ru-RU"/>
        </w:rPr>
        <w:t xml:space="preserve">О внесении изменений в постановление администрации </w:t>
      </w:r>
      <w:r w:rsidRPr="00633B17">
        <w:rPr>
          <w:rFonts w:ascii="Times New Roman" w:eastAsia="Times New Roman" w:hAnsi="Times New Roman"/>
          <w:b/>
          <w:color w:val="332E2D"/>
          <w:spacing w:val="2"/>
          <w:sz w:val="28"/>
          <w:szCs w:val="28"/>
          <w:lang w:eastAsia="ru-RU"/>
        </w:rPr>
        <w:br/>
        <w:t>муниципального образования «Городской округ Ногликский»</w:t>
      </w:r>
    </w:p>
    <w:p w14:paraId="60350325" w14:textId="2B994090" w:rsidR="00633B17" w:rsidRPr="00633B17" w:rsidRDefault="00633B17" w:rsidP="00633B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</w:pPr>
      <w:r w:rsidRPr="00633B17">
        <w:rPr>
          <w:rFonts w:ascii="Times New Roman" w:eastAsiaTheme="minorEastAsia" w:hAnsi="Times New Roman"/>
          <w:b/>
          <w:bCs/>
          <w:color w:val="332E2D"/>
          <w:spacing w:val="2"/>
          <w:sz w:val="28"/>
          <w:szCs w:val="28"/>
          <w:lang w:eastAsia="ru-RU"/>
        </w:rPr>
        <w:t>от 26.12.2018 № 1269</w:t>
      </w:r>
      <w:r w:rsidRPr="00633B17">
        <w:rPr>
          <w:rFonts w:ascii="Times New Roman" w:eastAsiaTheme="minorEastAsia" w:hAnsi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6CC699BA" w14:textId="77777777" w:rsidR="00633B17" w:rsidRPr="00633B17" w:rsidRDefault="00633B17" w:rsidP="00633B17">
      <w:pPr>
        <w:spacing w:after="0" w:line="240" w:lineRule="auto"/>
        <w:jc w:val="center"/>
        <w:rPr>
          <w:rFonts w:ascii="Times New Roman" w:eastAsia="Times New Roman" w:hAnsi="Times New Roman"/>
          <w:b/>
          <w:color w:val="332E2D"/>
          <w:spacing w:val="2"/>
          <w:sz w:val="28"/>
          <w:szCs w:val="28"/>
          <w:lang w:eastAsia="ru-RU"/>
        </w:rPr>
      </w:pPr>
    </w:p>
    <w:p w14:paraId="1A045501" w14:textId="77777777" w:rsidR="00633B17" w:rsidRPr="00633B17" w:rsidRDefault="00633B17" w:rsidP="00633B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332E2D"/>
          <w:spacing w:val="2"/>
          <w:sz w:val="28"/>
          <w:szCs w:val="28"/>
          <w:lang w:eastAsia="ru-RU"/>
        </w:rPr>
      </w:pPr>
    </w:p>
    <w:p w14:paraId="333DD883" w14:textId="00CA4ACD" w:rsidR="00633B17" w:rsidRPr="00633B17" w:rsidRDefault="00633B17" w:rsidP="005669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B17">
        <w:rPr>
          <w:rFonts w:ascii="Times New Roman" w:eastAsia="Times New Roman" w:hAnsi="Times New Roman"/>
          <w:sz w:val="28"/>
          <w:szCs w:val="28"/>
          <w:lang w:eastAsia="ru-RU"/>
        </w:rPr>
        <w:t>В связи с кадровыми изменениями</w:t>
      </w:r>
      <w:r w:rsidR="001E6407">
        <w:rPr>
          <w:rFonts w:ascii="Times New Roman" w:eastAsia="Times New Roman" w:hAnsi="Times New Roman"/>
          <w:sz w:val="28"/>
          <w:szCs w:val="28"/>
          <w:lang w:eastAsia="ru-RU"/>
        </w:rPr>
        <w:t>, руководствуясь ст. 36 Устава муниципального образования «Городской округ Ногликский»</w:t>
      </w:r>
      <w:r w:rsidR="005770F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633B17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 муниципального образования «Городской округ Ногликский»</w:t>
      </w:r>
      <w:r w:rsidR="005669B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33B17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66A7E890" w14:textId="26BF01D1" w:rsidR="00633B17" w:rsidRPr="00633B17" w:rsidRDefault="00633B17" w:rsidP="005669B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B17">
        <w:rPr>
          <w:rFonts w:ascii="Times New Roman" w:eastAsia="Times New Roman" w:hAnsi="Times New Roman"/>
          <w:sz w:val="28"/>
          <w:szCs w:val="28"/>
          <w:lang w:eastAsia="ru-RU"/>
        </w:rPr>
        <w:t xml:space="preserve">1. Приложение 6 к Порядку предоставления субсидии на ремонт общего имущества многоквартирных домов муниципального образования «Городской округ Ногликский», утвержденному постановлением администрации муниципального образования «Городской округ Ногликский» от 26.12.2018 </w:t>
      </w:r>
      <w:r w:rsidR="005770F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33B17">
        <w:rPr>
          <w:rFonts w:ascii="Times New Roman" w:eastAsia="Times New Roman" w:hAnsi="Times New Roman"/>
          <w:sz w:val="28"/>
          <w:szCs w:val="28"/>
          <w:lang w:eastAsia="ru-RU"/>
        </w:rPr>
        <w:t>№ 1269</w:t>
      </w:r>
      <w:r w:rsidR="001E64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1900">
        <w:rPr>
          <w:rFonts w:ascii="Times New Roman" w:eastAsia="Times New Roman" w:hAnsi="Times New Roman"/>
          <w:sz w:val="28"/>
          <w:szCs w:val="28"/>
          <w:lang w:eastAsia="ru-RU"/>
        </w:rPr>
        <w:t>(в редакции от 22.10.2019 № 780)</w:t>
      </w:r>
      <w:r w:rsidR="00E129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6407" w:rsidRPr="001E6407">
        <w:rPr>
          <w:rFonts w:ascii="Times New Roman" w:eastAsia="Times New Roman" w:hAnsi="Times New Roman"/>
          <w:bCs/>
          <w:sz w:val="28"/>
          <w:szCs w:val="28"/>
          <w:lang w:eastAsia="ru-RU"/>
        </w:rPr>
        <w:t>«Об утверждении порядка предоставления субсидии на создание условий для управления многоквартирными домами»</w:t>
      </w:r>
      <w:r w:rsidR="005770FC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Pr="001E64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33B17"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 (прилагается).</w:t>
      </w:r>
    </w:p>
    <w:p w14:paraId="5291C762" w14:textId="4244107D" w:rsidR="00633B17" w:rsidRPr="00633B17" w:rsidRDefault="00633B17" w:rsidP="005669B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633B17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633B17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Контроль за исполнением настоящего </w:t>
      </w:r>
      <w:r w:rsidRPr="00633B17">
        <w:rPr>
          <w:rFonts w:ascii="Times New Roman" w:eastAsia="Times New Roman" w:hAnsi="Times New Roman"/>
          <w:sz w:val="28"/>
          <w:szCs w:val="28"/>
          <w:lang w:eastAsia="ru-RU"/>
        </w:rPr>
        <w:t>постановления</w:t>
      </w:r>
      <w:r w:rsidRPr="00633B17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оставляю </w:t>
      </w:r>
      <w:r w:rsidR="005770FC">
        <w:rPr>
          <w:rFonts w:ascii="Times New Roman" w:eastAsia="Times New Roman" w:hAnsi="Times New Roman"/>
          <w:noProof/>
          <w:sz w:val="28"/>
          <w:szCs w:val="28"/>
          <w:lang w:eastAsia="ru-RU"/>
        </w:rPr>
        <w:br/>
      </w:r>
      <w:r w:rsidRPr="00633B17">
        <w:rPr>
          <w:rFonts w:ascii="Times New Roman" w:eastAsia="Times New Roman" w:hAnsi="Times New Roman"/>
          <w:noProof/>
          <w:sz w:val="28"/>
          <w:szCs w:val="28"/>
          <w:lang w:eastAsia="ru-RU"/>
        </w:rPr>
        <w:t>за собой.</w:t>
      </w:r>
    </w:p>
    <w:p w14:paraId="3D9AEA18" w14:textId="01C526C7" w:rsidR="00633B17" w:rsidRPr="00633B17" w:rsidRDefault="00633B17" w:rsidP="005669B0">
      <w:pPr>
        <w:spacing w:after="0" w:line="240" w:lineRule="auto"/>
        <w:ind w:firstLine="709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633B17">
        <w:rPr>
          <w:rFonts w:ascii="Times New Roman" w:eastAsia="Times New Roman" w:hAnsi="Times New Roman"/>
          <w:noProof/>
          <w:sz w:val="28"/>
          <w:szCs w:val="28"/>
          <w:lang w:eastAsia="ru-RU"/>
        </w:rPr>
        <w:t>3. Опубликовать настоящее постановление в газете «Знамя труда» и разместить на официальном сайте муниципального образования</w:t>
      </w:r>
      <w:r w:rsidR="005770FC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 w:rsidR="008F4493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«Городской округ Ногликский» </w:t>
      </w:r>
      <w:r w:rsidR="005770FC">
        <w:rPr>
          <w:rFonts w:ascii="Times New Roman" w:eastAsia="Times New Roman" w:hAnsi="Times New Roman"/>
          <w:noProof/>
          <w:sz w:val="28"/>
          <w:szCs w:val="28"/>
          <w:lang w:eastAsia="ru-RU"/>
        </w:rPr>
        <w:t>в информационно-телекоммуникационной сети «Интернет»</w:t>
      </w:r>
      <w:r w:rsidRPr="00633B17">
        <w:rPr>
          <w:rFonts w:ascii="Times New Roman" w:eastAsia="Times New Roman" w:hAnsi="Times New Roman"/>
          <w:noProof/>
          <w:sz w:val="28"/>
          <w:szCs w:val="28"/>
          <w:lang w:eastAsia="ru-RU"/>
        </w:rPr>
        <w:t>.</w:t>
      </w:r>
    </w:p>
    <w:p w14:paraId="62EB8B43" w14:textId="42865B92" w:rsidR="008629FA" w:rsidRDefault="008629FA" w:rsidP="00EB190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038808" w14:textId="77777777" w:rsidR="00EB1900" w:rsidRPr="00EB1900" w:rsidRDefault="00EB1900" w:rsidP="00EB190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2EB8B44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2EB8B45" w14:textId="6E44036B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5770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62EB8B4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sectPr w:rsidR="008629FA" w:rsidRPr="00D12794" w:rsidSect="00053BD0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EB8B4F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2EB8B50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EB8B51" w14:textId="257C54B9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EB8B4D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2EB8B4E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E012B"/>
    <w:multiLevelType w:val="hybridMultilevel"/>
    <w:tmpl w:val="779613EC"/>
    <w:lvl w:ilvl="0" w:tplc="6B8EBB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1E6407"/>
    <w:rsid w:val="002003DC"/>
    <w:rsid w:val="0033636C"/>
    <w:rsid w:val="003E4257"/>
    <w:rsid w:val="00520CBF"/>
    <w:rsid w:val="005669B0"/>
    <w:rsid w:val="005770FC"/>
    <w:rsid w:val="00633B17"/>
    <w:rsid w:val="007E4579"/>
    <w:rsid w:val="008435E6"/>
    <w:rsid w:val="008629FA"/>
    <w:rsid w:val="008F4493"/>
    <w:rsid w:val="00987DB5"/>
    <w:rsid w:val="00A43FC0"/>
    <w:rsid w:val="00A70E45"/>
    <w:rsid w:val="00AC72C8"/>
    <w:rsid w:val="00B10ED9"/>
    <w:rsid w:val="00B25688"/>
    <w:rsid w:val="00C02849"/>
    <w:rsid w:val="00D12794"/>
    <w:rsid w:val="00D67BD8"/>
    <w:rsid w:val="00DF7897"/>
    <w:rsid w:val="00E1297F"/>
    <w:rsid w:val="00E37B8A"/>
    <w:rsid w:val="00E609BC"/>
    <w:rsid w:val="00EB1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B8B3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5770F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43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435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96E81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96E81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96E81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106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9</cp:revision>
  <cp:lastPrinted>2020-11-10T00:20:00Z</cp:lastPrinted>
  <dcterms:created xsi:type="dcterms:W3CDTF">2020-04-07T04:52:00Z</dcterms:created>
  <dcterms:modified xsi:type="dcterms:W3CDTF">2020-11-10T00:20:00Z</dcterms:modified>
</cp:coreProperties>
</file>