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ACB7D5" w14:textId="77777777" w:rsidTr="00987DB5">
        <w:tc>
          <w:tcPr>
            <w:tcW w:w="9498" w:type="dxa"/>
          </w:tcPr>
          <w:p w14:paraId="5AACB7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ACB7EC" wp14:editId="5AACB7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ACB7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AACB7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ACB7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ACB7D6" w14:textId="5A14D9BB" w:rsidR="0033636C" w:rsidRPr="0018270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7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551B">
            <w:rPr>
              <w:rFonts w:ascii="Times New Roman" w:hAnsi="Times New Roman"/>
              <w:sz w:val="28"/>
              <w:szCs w:val="28"/>
            </w:rPr>
            <w:t>20 ноября 2020 года</w:t>
          </w:r>
        </w:sdtContent>
      </w:sdt>
      <w:r w:rsidRPr="0018270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551B">
            <w:rPr>
              <w:rFonts w:ascii="Times New Roman" w:hAnsi="Times New Roman"/>
              <w:sz w:val="28"/>
              <w:szCs w:val="28"/>
            </w:rPr>
            <w:t>575</w:t>
          </w:r>
        </w:sdtContent>
      </w:sdt>
    </w:p>
    <w:p w14:paraId="5AACB7D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AACB7D8" w14:textId="76637E8F" w:rsidR="0033636C" w:rsidRPr="00D645F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645F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8270D">
        <w:rPr>
          <w:rFonts w:ascii="Times New Roman" w:hAnsi="Times New Roman"/>
          <w:b/>
          <w:sz w:val="28"/>
          <w:szCs w:val="28"/>
        </w:rPr>
        <w:br/>
        <w:t>муниципального образования «</w:t>
      </w:r>
      <w:r w:rsidRPr="00D645F7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18270D">
        <w:rPr>
          <w:rFonts w:ascii="Times New Roman" w:hAnsi="Times New Roman"/>
          <w:b/>
          <w:sz w:val="28"/>
          <w:szCs w:val="28"/>
        </w:rPr>
        <w:t>Ногликский»</w:t>
      </w:r>
      <w:r w:rsidRPr="00D645F7">
        <w:rPr>
          <w:rFonts w:ascii="Times New Roman" w:hAnsi="Times New Roman"/>
          <w:b/>
          <w:sz w:val="28"/>
          <w:szCs w:val="28"/>
        </w:rPr>
        <w:t xml:space="preserve"> </w:t>
      </w:r>
      <w:r w:rsidR="0018270D">
        <w:rPr>
          <w:rFonts w:ascii="Times New Roman" w:hAnsi="Times New Roman"/>
          <w:b/>
          <w:sz w:val="28"/>
          <w:szCs w:val="28"/>
        </w:rPr>
        <w:br/>
      </w:r>
      <w:r w:rsidRPr="00D645F7">
        <w:rPr>
          <w:rFonts w:ascii="Times New Roman" w:hAnsi="Times New Roman"/>
          <w:b/>
          <w:sz w:val="28"/>
          <w:szCs w:val="28"/>
        </w:rPr>
        <w:t>от 26.11.2019 № 856</w:t>
      </w:r>
    </w:p>
    <w:p w14:paraId="5AACB7D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9E9E5E" w14:textId="70281FF5" w:rsidR="00D645F7" w:rsidRPr="00F01D83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83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образования «Городской округ Ногликский» от 04.04.2018 № 340 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8270D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Pr="00F01D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2E49B4" w14:textId="77777777" w:rsidR="00D645F7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83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 от 26.11.2019 № 856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массовых информаций» следующие изменения:</w:t>
      </w:r>
    </w:p>
    <w:p w14:paraId="07CE31CC" w14:textId="205F9942" w:rsidR="00D645F7" w:rsidRPr="00F01D83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Значения </w:t>
      </w:r>
      <w:r w:rsidRPr="00F01D83">
        <w:rPr>
          <w:rFonts w:ascii="Times New Roman" w:hAnsi="Times New Roman" w:cs="Times New Roman"/>
          <w:sz w:val="28"/>
          <w:szCs w:val="28"/>
        </w:rPr>
        <w:t>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сфере средств массовой информации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1D83">
        <w:rPr>
          <w:rFonts w:ascii="Times New Roman" w:hAnsi="Times New Roman" w:cs="Times New Roman"/>
          <w:sz w:val="28"/>
          <w:szCs w:val="28"/>
        </w:rPr>
        <w:t>риложение 1)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</w:t>
      </w:r>
      <w:r>
        <w:rPr>
          <w:rFonts w:ascii="Times New Roman" w:hAnsi="Times New Roman" w:cs="Times New Roman"/>
          <w:sz w:val="28"/>
          <w:szCs w:val="28"/>
        </w:rPr>
        <w:lastRenderedPageBreak/>
        <w:t>редакции в соответствии с приложением 1 к настоящему постановлению</w:t>
      </w:r>
      <w:r w:rsidRPr="00F01D83">
        <w:rPr>
          <w:rFonts w:ascii="Times New Roman" w:hAnsi="Times New Roman" w:cs="Times New Roman"/>
          <w:sz w:val="28"/>
          <w:szCs w:val="28"/>
        </w:rPr>
        <w:t>.</w:t>
      </w:r>
    </w:p>
    <w:p w14:paraId="0C590374" w14:textId="77777777" w:rsidR="00D645F7" w:rsidRPr="00F01D83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01D8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01D83">
        <w:rPr>
          <w:rFonts w:ascii="Times New Roman" w:hAnsi="Times New Roman" w:cs="Times New Roman"/>
          <w:sz w:val="28"/>
          <w:szCs w:val="28"/>
        </w:rPr>
        <w:t>начения базовых нормативных затрат муниципальных учреждений, выполняющих муниципальные работы в сфере средств массовой информации, на 2020 год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1D83">
        <w:rPr>
          <w:rFonts w:ascii="Times New Roman" w:hAnsi="Times New Roman" w:cs="Times New Roman"/>
          <w:sz w:val="28"/>
          <w:szCs w:val="28"/>
        </w:rPr>
        <w:t>риложение 2)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в соответствии с приложением 2 к настоящему постановлению</w:t>
      </w:r>
      <w:r w:rsidRPr="00F01D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E6304A" w14:textId="77777777" w:rsidR="00D645F7" w:rsidRPr="00F01D83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01D83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01D83">
        <w:rPr>
          <w:rFonts w:ascii="Times New Roman" w:hAnsi="Times New Roman" w:cs="Times New Roman"/>
          <w:sz w:val="28"/>
          <w:szCs w:val="28"/>
        </w:rPr>
        <w:t>езультаты расчета объемов нормативных затрат муниципальных учреждений, выполняющих муниципальные работы в сфере средств массовой информации, на 2020 год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1D83">
        <w:rPr>
          <w:rFonts w:ascii="Times New Roman" w:hAnsi="Times New Roman" w:cs="Times New Roman"/>
          <w:sz w:val="28"/>
          <w:szCs w:val="28"/>
        </w:rPr>
        <w:t>риложение 3)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в соответствии с приложением 3 к настоящему постановлению</w:t>
      </w:r>
      <w:r w:rsidRPr="00F01D83">
        <w:rPr>
          <w:rFonts w:ascii="Times New Roman" w:hAnsi="Times New Roman" w:cs="Times New Roman"/>
          <w:sz w:val="28"/>
          <w:szCs w:val="28"/>
        </w:rPr>
        <w:t>.</w:t>
      </w:r>
    </w:p>
    <w:p w14:paraId="12D754BD" w14:textId="26D915E9" w:rsidR="00D645F7" w:rsidRPr="00F01D83" w:rsidRDefault="00D645F7" w:rsidP="00182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01D83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управляющ</w:t>
      </w:r>
      <w:r w:rsidR="00CB5472">
        <w:rPr>
          <w:rFonts w:ascii="Times New Roman" w:hAnsi="Times New Roman" w:cs="Times New Roman"/>
          <w:sz w:val="28"/>
          <w:szCs w:val="28"/>
        </w:rPr>
        <w:t>его</w:t>
      </w:r>
      <w:r w:rsidRPr="00F01D83">
        <w:rPr>
          <w:rFonts w:ascii="Times New Roman" w:hAnsi="Times New Roman" w:cs="Times New Roman"/>
          <w:sz w:val="28"/>
          <w:szCs w:val="28"/>
        </w:rPr>
        <w:t xml:space="preserve"> делами администрации муниципального образования «Городской округ Ногликский» А.С.</w:t>
      </w:r>
      <w:r w:rsidR="00CB5472">
        <w:rPr>
          <w:rFonts w:ascii="Times New Roman" w:hAnsi="Times New Roman" w:cs="Times New Roman"/>
          <w:sz w:val="28"/>
          <w:szCs w:val="28"/>
        </w:rPr>
        <w:t xml:space="preserve"> </w:t>
      </w:r>
      <w:r w:rsidRPr="00F01D83">
        <w:rPr>
          <w:rFonts w:ascii="Times New Roman" w:hAnsi="Times New Roman" w:cs="Times New Roman"/>
          <w:sz w:val="28"/>
          <w:szCs w:val="28"/>
        </w:rPr>
        <w:t xml:space="preserve">Фомину. </w:t>
      </w:r>
    </w:p>
    <w:p w14:paraId="5AACB7DA" w14:textId="072F55BD" w:rsidR="00E609BC" w:rsidRPr="00D12794" w:rsidRDefault="00E609BC" w:rsidP="0018270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ACB7E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ACB7E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ACB7E6" w14:textId="075A1B6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B5472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gramStart"/>
      <w:r w:rsidR="00CB5472">
        <w:rPr>
          <w:rFonts w:ascii="Times New Roman" w:hAnsi="Times New Roman"/>
          <w:sz w:val="28"/>
          <w:szCs w:val="28"/>
        </w:rPr>
        <w:t>Ногликский»</w:t>
      </w:r>
      <w:r w:rsidR="00CB5472">
        <w:rPr>
          <w:rFonts w:ascii="Times New Roman" w:hAnsi="Times New Roman"/>
          <w:sz w:val="28"/>
          <w:szCs w:val="28"/>
        </w:rPr>
        <w:tab/>
      </w:r>
      <w:proofErr w:type="gramEnd"/>
      <w:r w:rsidR="00CB5472">
        <w:rPr>
          <w:rFonts w:ascii="Times New Roman" w:hAnsi="Times New Roman"/>
          <w:sz w:val="28"/>
          <w:szCs w:val="28"/>
        </w:rPr>
        <w:tab/>
      </w:r>
      <w:r w:rsidR="00CB5472">
        <w:rPr>
          <w:rFonts w:ascii="Times New Roman" w:hAnsi="Times New Roman"/>
          <w:sz w:val="28"/>
          <w:szCs w:val="28"/>
        </w:rPr>
        <w:tab/>
      </w:r>
      <w:r w:rsidR="00CB547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B547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5AACB7E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ACB7E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ACB7E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ACB7E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ACB7EB" w14:textId="166013BB" w:rsidR="00BD551B" w:rsidRDefault="00BD5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2EBBFC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55DEAF64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7ABEFFA0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16A9DF07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1255688C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039E54C9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3BF49A65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2B419FC5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4939B2DB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26EE7A2D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7F575906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5BE40F63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460F2DBE" w14:textId="77777777" w:rsidR="00BD551B" w:rsidRP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7EE1B190" w14:textId="4F5A9F59" w:rsidR="00BD551B" w:rsidRDefault="00BD551B" w:rsidP="00BD551B">
      <w:pPr>
        <w:rPr>
          <w:rFonts w:ascii="Times New Roman" w:hAnsi="Times New Roman"/>
          <w:sz w:val="28"/>
          <w:szCs w:val="28"/>
        </w:rPr>
      </w:pPr>
    </w:p>
    <w:p w14:paraId="62A0048D" w14:textId="2FDB92A7" w:rsidR="008629FA" w:rsidRPr="00BD551B" w:rsidRDefault="00BD551B" w:rsidP="00BD551B">
      <w:pPr>
        <w:tabs>
          <w:tab w:val="left" w:pos="11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8629FA" w:rsidRPr="00BD551B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CB7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ACB7F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CB7F2" w14:textId="39B33A1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CB7E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ACB7E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270D"/>
    <w:rsid w:val="00185FEC"/>
    <w:rsid w:val="001E1F9F"/>
    <w:rsid w:val="002003DC"/>
    <w:rsid w:val="0033636C"/>
    <w:rsid w:val="003E4257"/>
    <w:rsid w:val="00520CBF"/>
    <w:rsid w:val="005E1EFD"/>
    <w:rsid w:val="008629FA"/>
    <w:rsid w:val="00987DB5"/>
    <w:rsid w:val="00AC72C8"/>
    <w:rsid w:val="00B10ED9"/>
    <w:rsid w:val="00B25688"/>
    <w:rsid w:val="00BD551B"/>
    <w:rsid w:val="00C02849"/>
    <w:rsid w:val="00CB5472"/>
    <w:rsid w:val="00D12794"/>
    <w:rsid w:val="00D645F7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ACB7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645F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5423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5423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5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2020-11-25T23:39:00Z</dcterms:created>
  <dcterms:modified xsi:type="dcterms:W3CDTF">2020-11-25T23:39:00Z</dcterms:modified>
</cp:coreProperties>
</file>