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53E0C5" w14:textId="77777777" w:rsidTr="00987DB5">
        <w:tc>
          <w:tcPr>
            <w:tcW w:w="9498" w:type="dxa"/>
          </w:tcPr>
          <w:p w14:paraId="3B53E0C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53E0DC" wp14:editId="3B53E0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53E0C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53E0C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53E0C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53E0C6" w14:textId="16949B70" w:rsidR="0033636C" w:rsidRPr="00850C9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81027">
            <w:rPr>
              <w:rFonts w:ascii="Times New Roman" w:hAnsi="Times New Roman"/>
              <w:sz w:val="28"/>
              <w:szCs w:val="28"/>
            </w:rPr>
            <w:t>10 февраля 2021 года</w:t>
          </w:r>
        </w:sdtContent>
      </w:sdt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81027" w:rsidRPr="00681027">
            <w:rPr>
              <w:rFonts w:ascii="Times New Roman" w:hAnsi="Times New Roman"/>
              <w:sz w:val="28"/>
              <w:szCs w:val="28"/>
            </w:rPr>
            <w:t>62</w:t>
          </w:r>
        </w:sdtContent>
      </w:sdt>
    </w:p>
    <w:p w14:paraId="3B53E0C7" w14:textId="77777777" w:rsidR="0033636C" w:rsidRPr="00850C93" w:rsidRDefault="0033636C" w:rsidP="00C10F06">
      <w:pPr>
        <w:tabs>
          <w:tab w:val="left" w:pos="2835"/>
        </w:tabs>
        <w:spacing w:after="0" w:line="240" w:lineRule="auto"/>
        <w:ind w:left="-57" w:right="-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0C93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E028708" w14:textId="77777777" w:rsidR="00C10F06" w:rsidRPr="00C10F06" w:rsidRDefault="00C10F06" w:rsidP="00C10F06">
      <w:pPr>
        <w:tabs>
          <w:tab w:val="left" w:pos="2835"/>
        </w:tabs>
        <w:spacing w:after="0" w:line="240" w:lineRule="auto"/>
        <w:ind w:left="-57" w:right="-5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53E0C8" w14:textId="015F752F" w:rsidR="0033636C" w:rsidRPr="00C10F06" w:rsidRDefault="0033636C" w:rsidP="00C10F06">
      <w:pPr>
        <w:spacing w:after="0" w:line="240" w:lineRule="auto"/>
        <w:ind w:left="-57" w:right="-57"/>
        <w:jc w:val="center"/>
        <w:rPr>
          <w:rFonts w:ascii="Times New Roman" w:hAnsi="Times New Roman"/>
          <w:b/>
          <w:bCs/>
          <w:sz w:val="28"/>
          <w:szCs w:val="28"/>
        </w:rPr>
      </w:pPr>
      <w:r w:rsidRPr="00C10F06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муниципальную программу </w:t>
      </w:r>
      <w:r w:rsidR="00C10F06">
        <w:rPr>
          <w:rFonts w:ascii="Times New Roman" w:hAnsi="Times New Roman"/>
          <w:b/>
          <w:bCs/>
          <w:sz w:val="28"/>
          <w:szCs w:val="28"/>
        </w:rPr>
        <w:br/>
      </w:r>
      <w:r w:rsidRPr="00C10F06">
        <w:rPr>
          <w:rFonts w:ascii="Times New Roman" w:hAnsi="Times New Roman"/>
          <w:b/>
          <w:bCs/>
          <w:sz w:val="28"/>
          <w:szCs w:val="28"/>
        </w:rPr>
        <w:t xml:space="preserve">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</w:t>
      </w:r>
      <w:r w:rsidR="00C10F06">
        <w:rPr>
          <w:rFonts w:ascii="Times New Roman" w:hAnsi="Times New Roman"/>
          <w:b/>
          <w:bCs/>
          <w:sz w:val="28"/>
          <w:szCs w:val="28"/>
        </w:rPr>
        <w:br/>
      </w:r>
      <w:r w:rsidRPr="00C10F06">
        <w:rPr>
          <w:rFonts w:ascii="Times New Roman" w:hAnsi="Times New Roman"/>
          <w:b/>
          <w:bCs/>
          <w:sz w:val="28"/>
          <w:szCs w:val="28"/>
        </w:rPr>
        <w:t>от 09.07.2015 № 466</w:t>
      </w:r>
    </w:p>
    <w:p w14:paraId="3B53E0C9" w14:textId="77777777" w:rsidR="00185FEC" w:rsidRPr="00C10F06" w:rsidRDefault="00185FEC" w:rsidP="00C10F06">
      <w:pPr>
        <w:spacing w:after="0" w:line="240" w:lineRule="auto"/>
        <w:ind w:left="-57" w:right="-57" w:firstLine="709"/>
        <w:jc w:val="both"/>
        <w:rPr>
          <w:rFonts w:ascii="Times New Roman" w:hAnsi="Times New Roman"/>
          <w:sz w:val="28"/>
          <w:szCs w:val="28"/>
        </w:rPr>
      </w:pPr>
    </w:p>
    <w:p w14:paraId="5AC5B840" w14:textId="6BC2B268" w:rsidR="00603694" w:rsidRPr="00C10F06" w:rsidRDefault="00603694" w:rsidP="00850C93">
      <w:pPr>
        <w:spacing w:after="0" w:line="240" w:lineRule="auto"/>
        <w:ind w:right="-57" w:firstLine="709"/>
        <w:jc w:val="both"/>
        <w:rPr>
          <w:rFonts w:ascii="Times New Roman" w:hAnsi="Times New Roman"/>
          <w:bCs/>
          <w:sz w:val="28"/>
          <w:szCs w:val="28"/>
        </w:rPr>
      </w:pPr>
      <w:r w:rsidRPr="00C10F06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«Доступная среда в муниципальном образовании «Городской округ Ногликский» в соответстви</w:t>
      </w:r>
      <w:r w:rsidR="006F767C" w:rsidRPr="00C10F06">
        <w:rPr>
          <w:rFonts w:ascii="Times New Roman" w:hAnsi="Times New Roman"/>
          <w:sz w:val="28"/>
          <w:szCs w:val="28"/>
        </w:rPr>
        <w:t>е</w:t>
      </w:r>
      <w:r w:rsidRPr="00C10F06">
        <w:rPr>
          <w:rFonts w:ascii="Times New Roman" w:hAnsi="Times New Roman"/>
          <w:sz w:val="28"/>
          <w:szCs w:val="28"/>
        </w:rPr>
        <w:t xml:space="preserve"> с </w:t>
      </w:r>
      <w:bookmarkStart w:id="0" w:name="_Hlk30407272"/>
      <w:r w:rsidRPr="00C10F06">
        <w:rPr>
          <w:rFonts w:ascii="Times New Roman" w:hAnsi="Times New Roman"/>
          <w:sz w:val="28"/>
          <w:szCs w:val="28"/>
        </w:rPr>
        <w:t>решени</w:t>
      </w:r>
      <w:r w:rsidR="00AF554D" w:rsidRPr="00C10F06">
        <w:rPr>
          <w:rFonts w:ascii="Times New Roman" w:hAnsi="Times New Roman"/>
          <w:sz w:val="28"/>
          <w:szCs w:val="28"/>
        </w:rPr>
        <w:t>ями</w:t>
      </w:r>
      <w:r w:rsidR="00681027">
        <w:rPr>
          <w:rFonts w:ascii="Times New Roman" w:hAnsi="Times New Roman"/>
          <w:sz w:val="28"/>
          <w:szCs w:val="28"/>
        </w:rPr>
        <w:t xml:space="preserve"> Собрания</w:t>
      </w:r>
      <w:r w:rsidRPr="00C10F06">
        <w:rPr>
          <w:rFonts w:ascii="Times New Roman" w:hAnsi="Times New Roman"/>
          <w:sz w:val="28"/>
          <w:szCs w:val="28"/>
        </w:rPr>
        <w:t xml:space="preserve"> муниципального образован</w:t>
      </w:r>
      <w:r w:rsidR="00C10F06">
        <w:rPr>
          <w:rFonts w:ascii="Times New Roman" w:hAnsi="Times New Roman"/>
          <w:sz w:val="28"/>
          <w:szCs w:val="28"/>
        </w:rPr>
        <w:t>ия «Городской округ Ногликский»</w:t>
      </w:r>
      <w:r w:rsidRPr="00C10F06">
        <w:rPr>
          <w:rFonts w:ascii="Times New Roman" w:hAnsi="Times New Roman"/>
          <w:sz w:val="28"/>
          <w:szCs w:val="28"/>
        </w:rPr>
        <w:t xml:space="preserve"> от 1</w:t>
      </w:r>
      <w:r w:rsidR="000D3527" w:rsidRPr="00C10F06">
        <w:rPr>
          <w:rFonts w:ascii="Times New Roman" w:hAnsi="Times New Roman"/>
          <w:sz w:val="28"/>
          <w:szCs w:val="28"/>
        </w:rPr>
        <w:t>5</w:t>
      </w:r>
      <w:r w:rsidRPr="00C10F06">
        <w:rPr>
          <w:rFonts w:ascii="Times New Roman" w:hAnsi="Times New Roman"/>
          <w:sz w:val="28"/>
          <w:szCs w:val="28"/>
        </w:rPr>
        <w:t>.12.2020</w:t>
      </w:r>
      <w:r w:rsidR="00C10F06">
        <w:rPr>
          <w:rFonts w:ascii="Times New Roman" w:hAnsi="Times New Roman"/>
          <w:sz w:val="28"/>
          <w:szCs w:val="28"/>
        </w:rPr>
        <w:t xml:space="preserve"> </w:t>
      </w:r>
      <w:r w:rsidRPr="00C10F06">
        <w:rPr>
          <w:rFonts w:ascii="Times New Roman" w:hAnsi="Times New Roman"/>
          <w:sz w:val="28"/>
          <w:szCs w:val="28"/>
        </w:rPr>
        <w:t>№</w:t>
      </w:r>
      <w:r w:rsidR="00F73328" w:rsidRPr="00C10F06">
        <w:rPr>
          <w:rFonts w:ascii="Times New Roman" w:hAnsi="Times New Roman"/>
          <w:sz w:val="28"/>
          <w:szCs w:val="28"/>
        </w:rPr>
        <w:t xml:space="preserve"> 98</w:t>
      </w:r>
      <w:r w:rsidR="00681027">
        <w:rPr>
          <w:rFonts w:ascii="Times New Roman" w:hAnsi="Times New Roman"/>
          <w:sz w:val="28"/>
          <w:szCs w:val="28"/>
        </w:rPr>
        <w:t xml:space="preserve"> </w:t>
      </w:r>
      <w:r w:rsidR="00F73328" w:rsidRPr="00C10F06">
        <w:rPr>
          <w:rFonts w:ascii="Times New Roman" w:hAnsi="Times New Roman"/>
          <w:sz w:val="28"/>
          <w:szCs w:val="28"/>
        </w:rPr>
        <w:t xml:space="preserve">«О бюджете муниципального образования «Городской округ Ногликский» на 2021 год и на плановый период 2022 и 2023 годов», от 17.12.2020 </w:t>
      </w:r>
      <w:r w:rsidR="00331928" w:rsidRPr="00C10F06">
        <w:rPr>
          <w:rFonts w:ascii="Times New Roman" w:hAnsi="Times New Roman"/>
          <w:sz w:val="28"/>
          <w:szCs w:val="28"/>
        </w:rPr>
        <w:t>№ 108 «</w:t>
      </w:r>
      <w:r w:rsidR="00F73328" w:rsidRPr="00C10F06">
        <w:rPr>
          <w:rFonts w:ascii="Times New Roman" w:hAnsi="Times New Roman"/>
          <w:sz w:val="28"/>
          <w:szCs w:val="28"/>
        </w:rPr>
        <w:t>О внесении изменений в решение Собрания муниципального образования «Городской округ Ногликский» «О бюджете муниципального образования «Городской округ Ногликский» на 2020 год и на плановый период 2021 и 2022 годов</w:t>
      </w:r>
      <w:bookmarkEnd w:id="0"/>
      <w:r w:rsidR="00F73328" w:rsidRPr="00C10F06">
        <w:rPr>
          <w:rFonts w:ascii="Times New Roman" w:hAnsi="Times New Roman"/>
          <w:sz w:val="28"/>
          <w:szCs w:val="28"/>
        </w:rPr>
        <w:t xml:space="preserve">», </w:t>
      </w:r>
      <w:r w:rsidRPr="00C10F06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C10F06">
        <w:rPr>
          <w:rFonts w:ascii="Times New Roman" w:hAnsi="Times New Roman"/>
          <w:b/>
          <w:bCs/>
          <w:sz w:val="28"/>
          <w:szCs w:val="28"/>
        </w:rPr>
        <w:t>ПОСТАНОВЛЯЕТ:</w:t>
      </w:r>
      <w:r w:rsidRPr="00C10F06">
        <w:rPr>
          <w:rFonts w:ascii="Times New Roman" w:hAnsi="Times New Roman"/>
          <w:bCs/>
          <w:sz w:val="28"/>
          <w:szCs w:val="28"/>
        </w:rPr>
        <w:t xml:space="preserve"> </w:t>
      </w:r>
    </w:p>
    <w:p w14:paraId="6E3A60D7" w14:textId="54673402" w:rsidR="00603694" w:rsidRPr="00C10F06" w:rsidRDefault="00603694" w:rsidP="00850C93">
      <w:pPr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</w:rPr>
      </w:pPr>
      <w:r w:rsidRPr="00C10F06">
        <w:rPr>
          <w:rFonts w:ascii="Times New Roman" w:hAnsi="Times New Roman"/>
          <w:sz w:val="28"/>
          <w:szCs w:val="28"/>
        </w:rPr>
        <w:t xml:space="preserve">1. Внести </w:t>
      </w:r>
      <w:r w:rsidR="00182C4E" w:rsidRPr="00C10F06">
        <w:rPr>
          <w:rFonts w:ascii="Times New Roman" w:hAnsi="Times New Roman"/>
          <w:sz w:val="28"/>
          <w:szCs w:val="28"/>
        </w:rPr>
        <w:t xml:space="preserve">следующие </w:t>
      </w:r>
      <w:r w:rsidRPr="00C10F06">
        <w:rPr>
          <w:rFonts w:ascii="Times New Roman" w:hAnsi="Times New Roman"/>
          <w:sz w:val="28"/>
          <w:szCs w:val="28"/>
        </w:rPr>
        <w:t xml:space="preserve">изменения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</w:t>
      </w:r>
      <w:r w:rsidR="00850C93">
        <w:rPr>
          <w:rFonts w:ascii="Times New Roman" w:hAnsi="Times New Roman"/>
          <w:sz w:val="28"/>
          <w:szCs w:val="28"/>
        </w:rPr>
        <w:br/>
      </w:r>
      <w:r w:rsidRPr="00C10F06">
        <w:rPr>
          <w:rFonts w:ascii="Times New Roman" w:hAnsi="Times New Roman"/>
          <w:sz w:val="28"/>
          <w:szCs w:val="28"/>
        </w:rPr>
        <w:t xml:space="preserve">№ 466 (в редакции от 11.09.2015 № 666, от 02.02.2016 № 107, от 25.05.2016 </w:t>
      </w:r>
      <w:r w:rsidR="00850C93">
        <w:rPr>
          <w:rFonts w:ascii="Times New Roman" w:hAnsi="Times New Roman"/>
          <w:sz w:val="28"/>
          <w:szCs w:val="28"/>
        </w:rPr>
        <w:br/>
      </w:r>
      <w:r w:rsidRPr="00C10F06">
        <w:rPr>
          <w:rFonts w:ascii="Times New Roman" w:hAnsi="Times New Roman"/>
          <w:sz w:val="28"/>
          <w:szCs w:val="28"/>
        </w:rPr>
        <w:t xml:space="preserve">№ 413, от 15.08.2016 № 628, от 07.02.2017 № 110, от 23.03.2017 № 197, </w:t>
      </w:r>
      <w:r w:rsidR="00850C93">
        <w:rPr>
          <w:rFonts w:ascii="Times New Roman" w:hAnsi="Times New Roman"/>
          <w:sz w:val="28"/>
          <w:szCs w:val="28"/>
        </w:rPr>
        <w:br/>
        <w:t>от 30.05.</w:t>
      </w:r>
      <w:r w:rsidRPr="00C10F06">
        <w:rPr>
          <w:rFonts w:ascii="Times New Roman" w:hAnsi="Times New Roman"/>
          <w:sz w:val="28"/>
          <w:szCs w:val="28"/>
        </w:rPr>
        <w:t>2017 № 349, от 07.09.20</w:t>
      </w:r>
      <w:r w:rsidR="00CF60B1">
        <w:rPr>
          <w:rFonts w:ascii="Times New Roman" w:hAnsi="Times New Roman"/>
          <w:sz w:val="28"/>
          <w:szCs w:val="28"/>
        </w:rPr>
        <w:t xml:space="preserve">17 № 657, от 27.02.2018 № 203, </w:t>
      </w:r>
      <w:r w:rsidRPr="00C10F06">
        <w:rPr>
          <w:rFonts w:ascii="Times New Roman" w:hAnsi="Times New Roman"/>
          <w:sz w:val="28"/>
          <w:szCs w:val="28"/>
        </w:rPr>
        <w:t xml:space="preserve">от 14.11.2018 № 1099, от 19.03.2019 №170, от 05.09.2019 № 679, </w:t>
      </w:r>
      <w:r w:rsidR="00681027">
        <w:rPr>
          <w:rFonts w:ascii="Times New Roman" w:hAnsi="Times New Roman"/>
          <w:sz w:val="28"/>
          <w:szCs w:val="28"/>
        </w:rPr>
        <w:t xml:space="preserve">от </w:t>
      </w:r>
      <w:r w:rsidRPr="00C10F06">
        <w:rPr>
          <w:rFonts w:ascii="Times New Roman" w:hAnsi="Times New Roman"/>
          <w:sz w:val="28"/>
          <w:szCs w:val="28"/>
        </w:rPr>
        <w:t>15.10.2019 № 763</w:t>
      </w:r>
      <w:r w:rsidR="002458F6" w:rsidRPr="00C10F06">
        <w:rPr>
          <w:rFonts w:ascii="Times New Roman" w:hAnsi="Times New Roman"/>
          <w:sz w:val="28"/>
          <w:szCs w:val="28"/>
        </w:rPr>
        <w:t xml:space="preserve">, </w:t>
      </w:r>
      <w:r w:rsidR="00850C93">
        <w:rPr>
          <w:rFonts w:ascii="Times New Roman" w:hAnsi="Times New Roman"/>
          <w:sz w:val="28"/>
          <w:szCs w:val="28"/>
        </w:rPr>
        <w:br/>
      </w:r>
      <w:r w:rsidR="002458F6" w:rsidRPr="00C10F06">
        <w:rPr>
          <w:rFonts w:ascii="Times New Roman" w:hAnsi="Times New Roman"/>
          <w:sz w:val="28"/>
          <w:szCs w:val="28"/>
        </w:rPr>
        <w:t>от 11.02.2020 № 77, от 10.03.2020 № 107</w:t>
      </w:r>
      <w:r w:rsidR="00182C4E" w:rsidRPr="00C10F06">
        <w:rPr>
          <w:rFonts w:ascii="Times New Roman" w:hAnsi="Times New Roman"/>
          <w:sz w:val="28"/>
          <w:szCs w:val="28"/>
        </w:rPr>
        <w:t xml:space="preserve">, от 14.10.2020 № </w:t>
      </w:r>
      <w:r w:rsidR="00182C4E" w:rsidRPr="00C10F06">
        <w:rPr>
          <w:rFonts w:ascii="Times New Roman" w:hAnsi="Times New Roman"/>
          <w:sz w:val="28"/>
          <w:szCs w:val="28"/>
        </w:rPr>
        <w:lastRenderedPageBreak/>
        <w:t>504</w:t>
      </w:r>
      <w:r w:rsidR="00CF60B1">
        <w:rPr>
          <w:rFonts w:ascii="Times New Roman" w:hAnsi="Times New Roman"/>
          <w:sz w:val="28"/>
          <w:szCs w:val="28"/>
        </w:rPr>
        <w:t xml:space="preserve">) «Об утверждении </w:t>
      </w:r>
      <w:r w:rsidRPr="00C10F06">
        <w:rPr>
          <w:rFonts w:ascii="Times New Roman" w:hAnsi="Times New Roman"/>
          <w:sz w:val="28"/>
          <w:szCs w:val="28"/>
        </w:rPr>
        <w:t>муниципальной программы «Доступная среда в муниципальном образовании «Городской округ Ногликский» (далее – Программа</w:t>
      </w:r>
      <w:r w:rsidR="00182C4E" w:rsidRPr="00C10F06">
        <w:rPr>
          <w:rFonts w:ascii="Times New Roman" w:hAnsi="Times New Roman"/>
          <w:sz w:val="28"/>
          <w:szCs w:val="28"/>
        </w:rPr>
        <w:t>):</w:t>
      </w:r>
    </w:p>
    <w:p w14:paraId="59AF19EB" w14:textId="77777777" w:rsidR="00182C4E" w:rsidRPr="00C10F06" w:rsidRDefault="00182C4E" w:rsidP="00850C93">
      <w:pPr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F06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 программы» Паспорта муниципальной программы «Доступная среда в муниципальном образовании «Городской округ Ногликский» изложить в новой редакции:</w:t>
      </w:r>
    </w:p>
    <w:tbl>
      <w:tblPr>
        <w:tblW w:w="969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2211"/>
        <w:gridCol w:w="6789"/>
        <w:gridCol w:w="339"/>
      </w:tblGrid>
      <w:tr w:rsidR="00182C4E" w:rsidRPr="00850C93" w14:paraId="2687222A" w14:textId="77777777" w:rsidTr="008530F1">
        <w:tc>
          <w:tcPr>
            <w:tcW w:w="356" w:type="dxa"/>
            <w:tcBorders>
              <w:top w:val="nil"/>
              <w:left w:val="nil"/>
              <w:bottom w:val="nil"/>
            </w:tcBorders>
          </w:tcPr>
          <w:p w14:paraId="2D822131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11" w:type="dxa"/>
          </w:tcPr>
          <w:p w14:paraId="74401FF3" w14:textId="77777777" w:rsidR="00182C4E" w:rsidRPr="00850C93" w:rsidRDefault="00182C4E" w:rsidP="0068102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789" w:type="dxa"/>
          </w:tcPr>
          <w:p w14:paraId="5B16B499" w14:textId="799EA650" w:rsidR="00574E5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Программа финансируется из средств областного </w:t>
            </w:r>
            <w:r w:rsidR="00CF60B1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местного бюджетов. Общий объем средств, направляемых на реализацию Программы</w:t>
            </w:r>
            <w:r w:rsidR="00574E5E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F60B1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составляет </w:t>
            </w:r>
          </w:p>
          <w:p w14:paraId="69F6367C" w14:textId="77C70C8F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1519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14:paraId="25951FB2" w14:textId="2702ED8F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бюджет-71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4EDB1AD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8023,9 тыс. руб.</w:t>
            </w:r>
          </w:p>
          <w:p w14:paraId="0DC614AA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14:paraId="031376EF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– 2168, 8 тыс. руб.</w:t>
            </w:r>
          </w:p>
          <w:p w14:paraId="1CC652A4" w14:textId="1017EADC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7F5D30AC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бюджет- 272,1 тыс. руб.</w:t>
            </w:r>
          </w:p>
          <w:p w14:paraId="35213830" w14:textId="72052DC2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1896,7 </w:t>
            </w:r>
            <w:r w:rsidR="00574E5E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56754D19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– 3460,2 тыс. руб.</w:t>
            </w:r>
          </w:p>
          <w:p w14:paraId="6D1B92BE" w14:textId="78562A4B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5D97AFC" w14:textId="71EC7E9C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бюджет- 748,5 тыс. руб.</w:t>
            </w:r>
          </w:p>
          <w:p w14:paraId="134FE80C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2711,7 тыс. руб.</w:t>
            </w:r>
          </w:p>
          <w:p w14:paraId="7B85C74F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– 2530,2 тыс. руб.</w:t>
            </w:r>
          </w:p>
          <w:p w14:paraId="563C0F51" w14:textId="5977E948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59248CBD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бюджет- 937,3 тыс. руб.</w:t>
            </w:r>
          </w:p>
          <w:p w14:paraId="6A38013B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1592,9 тыс. руб.</w:t>
            </w:r>
          </w:p>
          <w:p w14:paraId="019414B8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– 1123,6 тыс. руб.</w:t>
            </w:r>
          </w:p>
          <w:p w14:paraId="28EB99FB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717F026E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363,9 тыс. руб.</w:t>
            </w:r>
          </w:p>
          <w:p w14:paraId="308D2FE8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759,7 тыс. руб.</w:t>
            </w:r>
          </w:p>
          <w:p w14:paraId="3373B5C4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– 1368,6 тыс. руб.</w:t>
            </w:r>
          </w:p>
          <w:p w14:paraId="7910FBEA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1B9D2670" w14:textId="2433BAA6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–807,0 тыс. руб.</w:t>
            </w:r>
          </w:p>
          <w:p w14:paraId="76D855D9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561,6 тыс. руб.</w:t>
            </w:r>
          </w:p>
          <w:p w14:paraId="64626AC1" w14:textId="64C2F5AB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– 1128,4 тыс. руб.</w:t>
            </w:r>
          </w:p>
          <w:p w14:paraId="2EA650F2" w14:textId="5DC6BAF0" w:rsidR="00574E5E" w:rsidRPr="00850C93" w:rsidRDefault="00180ECF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3D7C1DCB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1128,4 тыс. руб.</w:t>
            </w:r>
          </w:p>
          <w:p w14:paraId="5D8FD254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0,0 тыс. руб.</w:t>
            </w:r>
          </w:p>
          <w:p w14:paraId="7184DBB2" w14:textId="2268486F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– 9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bookmarkStart w:id="1" w:name="_GoBack"/>
            <w:bookmarkEnd w:id="1"/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0ED2D2F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  <w:p w14:paraId="75EB1EBD" w14:textId="186BCF21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81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F49BB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807417A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167,1 тыс. руб.</w:t>
            </w:r>
          </w:p>
          <w:p w14:paraId="2967D93C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– 570,9 тыс. руб.</w:t>
            </w:r>
          </w:p>
          <w:p w14:paraId="1005AC90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4B9DB04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403,8 тыс. руб. </w:t>
            </w:r>
          </w:p>
          <w:p w14:paraId="291405F7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167,1 тыс. руб.</w:t>
            </w:r>
          </w:p>
          <w:p w14:paraId="0035A296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– 590,6 тыс. руб.</w:t>
            </w:r>
          </w:p>
          <w:p w14:paraId="24AAFD68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EC83900" w14:textId="77777777" w:rsidR="00574E5E" w:rsidRPr="00850C93" w:rsidRDefault="00574E5E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423,5 тыс. руб.</w:t>
            </w:r>
          </w:p>
          <w:p w14:paraId="723FA264" w14:textId="6510242E" w:rsidR="00574E5E" w:rsidRPr="00850C93" w:rsidRDefault="00180ECF" w:rsidP="00C10F0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574E5E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167,1 тыс. руб.</w:t>
            </w:r>
          </w:p>
          <w:p w14:paraId="0E45DE07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– 627,3 тыс. руб.</w:t>
            </w:r>
          </w:p>
          <w:p w14:paraId="29636439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6508A297" w14:textId="002F77FC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180ECF"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естный бюджет – 627,3 тыс. руб.</w:t>
            </w:r>
          </w:p>
          <w:p w14:paraId="17526A6D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0,0 тыс. руб.</w:t>
            </w:r>
          </w:p>
          <w:p w14:paraId="4FC99CD5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– 643,9 тыс. руб.</w:t>
            </w:r>
          </w:p>
          <w:p w14:paraId="04926AEE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01CCDE2" w14:textId="77777777" w:rsidR="00574E5E" w:rsidRPr="00850C93" w:rsidRDefault="00574E5E" w:rsidP="00C10F06">
            <w:pPr>
              <w:tabs>
                <w:tab w:val="left" w:pos="411"/>
              </w:tabs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 643,9 тыс. руб.</w:t>
            </w:r>
          </w:p>
          <w:p w14:paraId="21DB4E55" w14:textId="019CD1F3" w:rsidR="00182C4E" w:rsidRPr="00850C93" w:rsidRDefault="00574E5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 0,0 тыс. руб.</w:t>
            </w:r>
          </w:p>
        </w:tc>
        <w:tc>
          <w:tcPr>
            <w:tcW w:w="339" w:type="dxa"/>
            <w:tcBorders>
              <w:top w:val="nil"/>
              <w:bottom w:val="nil"/>
              <w:right w:val="nil"/>
            </w:tcBorders>
          </w:tcPr>
          <w:p w14:paraId="7558CCDF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8777A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C75E3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D354E3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6C76FC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1D7850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9D7BF1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A88F16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862438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86165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2D2C7F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10BE94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6C27A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3B265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3B83D8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3DC8F0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52865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97C32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E5EE8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2BD4D5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90AE3E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796992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D3F933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0C20C7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22087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B6914B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0B135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CB0943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2EFBFF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86495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B96BE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6E0F61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50E37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3417CB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17101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D91E49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6BB813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819DED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944B96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24A610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039538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806448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3D6F4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AA1C58" w14:textId="7777777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4A5C0" w14:textId="77777777" w:rsidR="00850C93" w:rsidRDefault="00850C93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92ED2" w14:textId="77777777" w:rsidR="00850C93" w:rsidRDefault="00850C93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AEF23E" w14:textId="77777777" w:rsidR="00850C93" w:rsidRDefault="00850C93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FF33E" w14:textId="77777777" w:rsidR="00850C93" w:rsidRDefault="00850C93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7354AA" w14:textId="77777777" w:rsidR="00850C93" w:rsidRDefault="00850C93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3A7A5" w14:textId="77777777" w:rsidR="00850C93" w:rsidRDefault="00850C93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0E1D4E" w14:textId="00462967" w:rsidR="00182C4E" w:rsidRPr="00850C93" w:rsidRDefault="00182C4E" w:rsidP="00C10F0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0C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9365D28" w14:textId="77777777" w:rsidR="00182C4E" w:rsidRPr="00850C93" w:rsidRDefault="00182C4E" w:rsidP="00850C93">
      <w:pPr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Раздел 6 «Ресурсное обеспечение муниципальной программы» изложить в новой редакции: </w:t>
      </w:r>
    </w:p>
    <w:p w14:paraId="25A08E57" w14:textId="77777777" w:rsidR="00182C4E" w:rsidRPr="00850C93" w:rsidRDefault="00182C4E" w:rsidP="00850C93">
      <w:pPr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«6. Ресурсное обеспечение муниципальной программы </w:t>
      </w:r>
    </w:p>
    <w:p w14:paraId="58CFFBD0" w14:textId="736F7EC5" w:rsidR="00574E5E" w:rsidRPr="00850C93" w:rsidRDefault="00182C4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мероприятий Программы необходимо предусмотреть финансирование в размере 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>1519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них:</w:t>
      </w:r>
    </w:p>
    <w:p w14:paraId="3DFC3A19" w14:textId="7A3C5E28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бюджет-71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73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14:paraId="104D9B44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8023,9 тыс. руб.</w:t>
      </w:r>
    </w:p>
    <w:p w14:paraId="0C4A2C7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по годам:</w:t>
      </w:r>
    </w:p>
    <w:p w14:paraId="14978906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2015 – 2168, 8 тыс. руб.</w:t>
      </w:r>
    </w:p>
    <w:p w14:paraId="147077D6" w14:textId="79A41294" w:rsidR="00574E5E" w:rsidRPr="00850C93" w:rsidRDefault="00CF60B1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39B1F94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бюджет- 272,1 тыс. руб.</w:t>
      </w:r>
    </w:p>
    <w:p w14:paraId="7BB3E20A" w14:textId="7614C900" w:rsidR="00574E5E" w:rsidRPr="00850C93" w:rsidRDefault="00CF60B1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областной бюджет – 1896,7 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3EF39903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2016 – 3460,2 тыс. руб.</w:t>
      </w:r>
    </w:p>
    <w:p w14:paraId="2241D9D7" w14:textId="322A1D83" w:rsidR="00574E5E" w:rsidRPr="00850C93" w:rsidRDefault="00CF60B1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534EC719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местный бюджет- 748,5 тыс. руб. </w:t>
      </w:r>
    </w:p>
    <w:p w14:paraId="1038FA8D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2711,7 тыс. руб.</w:t>
      </w:r>
    </w:p>
    <w:p w14:paraId="74F0BF59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2017 – 2530,2 тыс. руб.</w:t>
      </w:r>
    </w:p>
    <w:p w14:paraId="52E9A826" w14:textId="1640A8AF" w:rsidR="00574E5E" w:rsidRPr="00850C93" w:rsidRDefault="00CF60B1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68E4AC85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бюджет- 937,3 тыс. руб.</w:t>
      </w:r>
    </w:p>
    <w:p w14:paraId="27BB47AE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1592,9 тыс. руб.</w:t>
      </w:r>
    </w:p>
    <w:p w14:paraId="56B99E2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2018 – 1123,6 тыс. руб.</w:t>
      </w:r>
    </w:p>
    <w:p w14:paraId="29F40925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120F89EA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363,9 тыс. руб.</w:t>
      </w:r>
    </w:p>
    <w:p w14:paraId="792A95B2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759,7 тыс. руб.</w:t>
      </w:r>
    </w:p>
    <w:p w14:paraId="71BDB6A3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2019 – 1368,6 тыс. руб.</w:t>
      </w:r>
    </w:p>
    <w:p w14:paraId="1614777D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2A38BC05" w14:textId="4DF60498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местный бюджет – 807,0 тыс. руб. </w:t>
      </w:r>
    </w:p>
    <w:p w14:paraId="5D91DBD7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561,6 тыс. руб.</w:t>
      </w:r>
    </w:p>
    <w:p w14:paraId="3FABA0A5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2020 – 1128,4 тыс. руб. </w:t>
      </w:r>
    </w:p>
    <w:p w14:paraId="363EB61B" w14:textId="64720AE6" w:rsidR="00574E5E" w:rsidRPr="00850C93" w:rsidRDefault="00CF60B1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1EDCED52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1128,4 тыс. руб.</w:t>
      </w:r>
    </w:p>
    <w:p w14:paraId="1C892F85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55F0B4CB" w14:textId="4FF17E5B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2021 – 9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85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0E54A16C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5FC15F42" w14:textId="1D89EE6C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81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F49BB" w:rsidRPr="00850C9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14:paraId="18705B91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167,1 тыс. руб.</w:t>
      </w:r>
    </w:p>
    <w:p w14:paraId="2975956E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2022 – 570,9 тыс. руб.</w:t>
      </w:r>
    </w:p>
    <w:p w14:paraId="1EF268F1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54B0A012" w14:textId="71DE2E7A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80ECF" w:rsidRPr="00850C93">
        <w:rPr>
          <w:rFonts w:ascii="Times New Roman" w:eastAsia="Times New Roman" w:hAnsi="Times New Roman"/>
          <w:sz w:val="28"/>
          <w:szCs w:val="28"/>
          <w:lang w:eastAsia="ru-RU"/>
        </w:rPr>
        <w:t>естный бюджет – 403,8 тыс. руб.</w:t>
      </w:r>
    </w:p>
    <w:p w14:paraId="16F9A71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167,1 тыс. руб.</w:t>
      </w:r>
    </w:p>
    <w:p w14:paraId="028AC019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2023 – 590,6 тыс. руб.</w:t>
      </w:r>
    </w:p>
    <w:p w14:paraId="1FF823CD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0D82231B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423,5 тыс. руб.</w:t>
      </w:r>
    </w:p>
    <w:p w14:paraId="54896CB1" w14:textId="6F9E1850" w:rsidR="00574E5E" w:rsidRPr="00850C93" w:rsidRDefault="00CF60B1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областной бюджет – 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>167,1 тыс. руб.</w:t>
      </w:r>
    </w:p>
    <w:p w14:paraId="371BB0BF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2024 – 627,3 тыс. руб.</w:t>
      </w:r>
    </w:p>
    <w:p w14:paraId="3C585F3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25487913" w14:textId="04B8A90B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80ECF" w:rsidRPr="00850C93">
        <w:rPr>
          <w:rFonts w:ascii="Times New Roman" w:eastAsia="Times New Roman" w:hAnsi="Times New Roman"/>
          <w:sz w:val="28"/>
          <w:szCs w:val="28"/>
          <w:lang w:eastAsia="ru-RU"/>
        </w:rPr>
        <w:t>естный бюджет – 627,3 тыс. руб.</w:t>
      </w:r>
    </w:p>
    <w:p w14:paraId="6859901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4EF89E90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2025 – 643,9 тыс. руб.</w:t>
      </w:r>
    </w:p>
    <w:p w14:paraId="32E7D19B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0260F23E" w14:textId="77777777" w:rsidR="00574E5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местный бюджет – 643,9 тыс. руб.</w:t>
      </w:r>
    </w:p>
    <w:p w14:paraId="51B9BD81" w14:textId="23F9E5CB" w:rsidR="00182C4E" w:rsidRPr="00850C93" w:rsidRDefault="00574E5E" w:rsidP="00850C93">
      <w:pPr>
        <w:tabs>
          <w:tab w:val="left" w:pos="411"/>
        </w:tabs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областной бюджет – 0,0 тыс. руб.</w:t>
      </w:r>
    </w:p>
    <w:p w14:paraId="5DA7D1B5" w14:textId="77777777" w:rsidR="00182C4E" w:rsidRPr="00850C93" w:rsidRDefault="00182C4E" w:rsidP="00850C93">
      <w:pPr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мероприятий корректируется с учетом финансовых возможностей местного бюджета.</w:t>
      </w:r>
    </w:p>
    <w:p w14:paraId="0A24F06A" w14:textId="1F179ABE" w:rsidR="00182C4E" w:rsidRPr="00850C93" w:rsidRDefault="00182C4E" w:rsidP="00850C93">
      <w:pPr>
        <w:autoSpaceDE w:val="0"/>
        <w:autoSpaceDN w:val="0"/>
        <w:adjustRightInd w:val="0"/>
        <w:spacing w:after="0" w:line="240" w:lineRule="auto"/>
        <w:ind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с распределением объемов финансирования по годам реализации муниципальной программы приводится в приложении 3 </w:t>
      </w:r>
      <w:r w:rsidR="00CF60B1" w:rsidRPr="00850C9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к настоящей программе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74E5E" w:rsidRPr="00850C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C18EE94" w14:textId="55FDAC0F" w:rsidR="00182C4E" w:rsidRPr="00850C93" w:rsidRDefault="00182C4E" w:rsidP="00850C93">
      <w:pPr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</w:rPr>
      </w:pP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3 «Ресурсное обеспечение реализации муниципальной программы «Доступная среда в муниципальном образовании «Городской округ Ногликский» к Программе изложить в новой редакции </w:t>
      </w:r>
      <w:r w:rsidR="00850C93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постановлению</w:t>
      </w:r>
      <w:r w:rsidRPr="00850C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B187E1" w14:textId="332C5B75" w:rsidR="00603694" w:rsidRPr="00850C93" w:rsidRDefault="00574E5E" w:rsidP="00850C93">
      <w:pPr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</w:rPr>
      </w:pPr>
      <w:r w:rsidRPr="00850C93">
        <w:rPr>
          <w:rFonts w:ascii="Times New Roman" w:hAnsi="Times New Roman"/>
          <w:sz w:val="28"/>
          <w:szCs w:val="28"/>
        </w:rPr>
        <w:t>2</w:t>
      </w:r>
      <w:r w:rsidR="00603694" w:rsidRPr="00850C93">
        <w:rPr>
          <w:rFonts w:ascii="Times New Roman" w:hAnsi="Times New Roman"/>
          <w:sz w:val="28"/>
          <w:szCs w:val="28"/>
        </w:rPr>
        <w:t xml:space="preserve">. Опубликовать </w:t>
      </w:r>
      <w:r w:rsidR="00850C93">
        <w:rPr>
          <w:rFonts w:ascii="Times New Roman" w:hAnsi="Times New Roman"/>
          <w:sz w:val="28"/>
          <w:szCs w:val="28"/>
        </w:rPr>
        <w:t xml:space="preserve">настоящее </w:t>
      </w:r>
      <w:r w:rsidR="00603694" w:rsidRPr="00850C93">
        <w:rPr>
          <w:rFonts w:ascii="Times New Roman" w:hAnsi="Times New Roman"/>
          <w:sz w:val="28"/>
          <w:szCs w:val="28"/>
        </w:rPr>
        <w:t xml:space="preserve">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DE566F" w:rsidRPr="00850C93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603694" w:rsidRPr="00850C93">
        <w:rPr>
          <w:rFonts w:ascii="Times New Roman" w:hAnsi="Times New Roman"/>
          <w:sz w:val="28"/>
          <w:szCs w:val="28"/>
        </w:rPr>
        <w:t>сети «Интернет».</w:t>
      </w:r>
    </w:p>
    <w:p w14:paraId="3B53E0D3" w14:textId="69338C40" w:rsidR="008629FA" w:rsidRPr="00850C93" w:rsidRDefault="00574E5E" w:rsidP="00850C93">
      <w:pPr>
        <w:spacing w:after="0" w:line="240" w:lineRule="auto"/>
        <w:ind w:right="-57" w:firstLine="709"/>
        <w:jc w:val="both"/>
        <w:rPr>
          <w:rFonts w:ascii="Times New Roman" w:hAnsi="Times New Roman"/>
          <w:sz w:val="28"/>
          <w:szCs w:val="28"/>
        </w:rPr>
      </w:pPr>
      <w:r w:rsidRPr="00850C93">
        <w:rPr>
          <w:rFonts w:ascii="Times New Roman" w:hAnsi="Times New Roman"/>
          <w:sz w:val="28"/>
          <w:szCs w:val="28"/>
        </w:rPr>
        <w:t>3</w:t>
      </w:r>
      <w:r w:rsidR="00603694" w:rsidRPr="00850C93">
        <w:rPr>
          <w:rFonts w:ascii="Times New Roman" w:hAnsi="Times New Roman"/>
          <w:sz w:val="28"/>
          <w:szCs w:val="28"/>
        </w:rPr>
        <w:t xml:space="preserve">. Контроль </w:t>
      </w:r>
      <w:r w:rsidR="00850C93">
        <w:rPr>
          <w:rFonts w:ascii="Times New Roman" w:hAnsi="Times New Roman"/>
          <w:sz w:val="28"/>
          <w:szCs w:val="28"/>
        </w:rPr>
        <w:t xml:space="preserve">за </w:t>
      </w:r>
      <w:r w:rsidR="00603694" w:rsidRPr="00850C93">
        <w:rPr>
          <w:rFonts w:ascii="Times New Roman" w:hAnsi="Times New Roman"/>
          <w:sz w:val="28"/>
          <w:szCs w:val="28"/>
        </w:rPr>
        <w:t>исполнени</w:t>
      </w:r>
      <w:r w:rsidR="00850C93">
        <w:rPr>
          <w:rFonts w:ascii="Times New Roman" w:hAnsi="Times New Roman"/>
          <w:sz w:val="28"/>
          <w:szCs w:val="28"/>
        </w:rPr>
        <w:t>ем</w:t>
      </w:r>
      <w:r w:rsidR="00603694" w:rsidRPr="00850C93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 w:rsidR="00180ECF" w:rsidRPr="00850C93">
        <w:rPr>
          <w:rFonts w:ascii="Times New Roman" w:hAnsi="Times New Roman"/>
          <w:sz w:val="28"/>
          <w:szCs w:val="28"/>
        </w:rPr>
        <w:br/>
      </w:r>
      <w:r w:rsidR="00603694" w:rsidRPr="00850C93"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Миков</w:t>
      </w:r>
      <w:r w:rsidR="00F73328" w:rsidRPr="00850C93">
        <w:rPr>
          <w:rFonts w:ascii="Times New Roman" w:hAnsi="Times New Roman"/>
          <w:sz w:val="28"/>
          <w:szCs w:val="28"/>
        </w:rPr>
        <w:t>у</w:t>
      </w:r>
      <w:r w:rsidR="00603694" w:rsidRPr="00850C93">
        <w:rPr>
          <w:rFonts w:ascii="Times New Roman" w:hAnsi="Times New Roman"/>
          <w:sz w:val="28"/>
          <w:szCs w:val="28"/>
        </w:rPr>
        <w:t xml:space="preserve"> И.А.</w:t>
      </w:r>
    </w:p>
    <w:p w14:paraId="31324531" w14:textId="77777777" w:rsidR="00331928" w:rsidRPr="00850C93" w:rsidRDefault="00331928" w:rsidP="0033192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53E0D4" w14:textId="77777777" w:rsidR="008629FA" w:rsidRPr="00850C93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53E0D5" w14:textId="77777777" w:rsidR="008629FA" w:rsidRPr="00850C93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9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B53E0D6" w14:textId="248563E6" w:rsidR="008629FA" w:rsidRPr="00850C93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0C93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850C93">
        <w:rPr>
          <w:rFonts w:ascii="Times New Roman" w:hAnsi="Times New Roman"/>
          <w:sz w:val="28"/>
          <w:szCs w:val="28"/>
        </w:rPr>
        <w:tab/>
      </w:r>
      <w:r w:rsidRPr="00850C93">
        <w:rPr>
          <w:rFonts w:ascii="Times New Roman" w:hAnsi="Times New Roman"/>
          <w:sz w:val="28"/>
          <w:szCs w:val="28"/>
        </w:rPr>
        <w:tab/>
      </w:r>
      <w:r w:rsidRPr="00850C93">
        <w:rPr>
          <w:rFonts w:ascii="Times New Roman" w:hAnsi="Times New Roman"/>
          <w:sz w:val="28"/>
          <w:szCs w:val="28"/>
        </w:rPr>
        <w:tab/>
      </w:r>
      <w:r w:rsidRPr="00850C93">
        <w:rPr>
          <w:rFonts w:ascii="Times New Roman" w:hAnsi="Times New Roman"/>
          <w:sz w:val="28"/>
          <w:szCs w:val="28"/>
        </w:rPr>
        <w:tab/>
      </w:r>
      <w:r w:rsidRPr="00850C93">
        <w:rPr>
          <w:rFonts w:ascii="Times New Roman" w:hAnsi="Times New Roman"/>
          <w:sz w:val="28"/>
          <w:szCs w:val="28"/>
        </w:rPr>
        <w:tab/>
      </w:r>
      <w:r w:rsidR="00180ECF" w:rsidRPr="00850C93">
        <w:rPr>
          <w:rFonts w:ascii="Times New Roman" w:hAnsi="Times New Roman"/>
          <w:sz w:val="28"/>
          <w:szCs w:val="28"/>
        </w:rPr>
        <w:t xml:space="preserve">     </w:t>
      </w:r>
      <w:r w:rsidR="00B10ED9" w:rsidRPr="00850C93">
        <w:rPr>
          <w:rFonts w:ascii="Times New Roman" w:hAnsi="Times New Roman"/>
          <w:sz w:val="28"/>
          <w:szCs w:val="28"/>
        </w:rPr>
        <w:t xml:space="preserve"> </w:t>
      </w:r>
      <w:r w:rsidRPr="00850C93">
        <w:rPr>
          <w:rFonts w:ascii="Times New Roman" w:hAnsi="Times New Roman"/>
          <w:sz w:val="28"/>
          <w:szCs w:val="28"/>
        </w:rPr>
        <w:t>С.В.</w:t>
      </w:r>
      <w:r w:rsidR="00574E5E" w:rsidRPr="00850C93">
        <w:rPr>
          <w:rFonts w:ascii="Times New Roman" w:hAnsi="Times New Roman"/>
          <w:sz w:val="28"/>
          <w:szCs w:val="28"/>
        </w:rPr>
        <w:t xml:space="preserve"> </w:t>
      </w:r>
      <w:r w:rsidRPr="00850C93">
        <w:rPr>
          <w:rFonts w:ascii="Times New Roman" w:hAnsi="Times New Roman"/>
          <w:sz w:val="28"/>
          <w:szCs w:val="28"/>
        </w:rPr>
        <w:t>Камелин</w:t>
      </w:r>
    </w:p>
    <w:sectPr w:rsidR="008629FA" w:rsidRPr="00850C93" w:rsidSect="00850C9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3E0E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B53E0E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E0E2" w14:textId="6D7514C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3E0D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B53E0D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0827007"/>
      <w:docPartObj>
        <w:docPartGallery w:val="Page Numbers (Top of Page)"/>
        <w:docPartUnique/>
      </w:docPartObj>
    </w:sdtPr>
    <w:sdtEndPr/>
    <w:sdtContent>
      <w:p w14:paraId="3FA87ABF" w14:textId="06678B5F" w:rsidR="00850C93" w:rsidRDefault="00850C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027">
          <w:rPr>
            <w:noProof/>
          </w:rPr>
          <w:t>2</w:t>
        </w:r>
        <w:r>
          <w:fldChar w:fldCharType="end"/>
        </w:r>
      </w:p>
    </w:sdtContent>
  </w:sdt>
  <w:p w14:paraId="2EB3E2A7" w14:textId="77777777" w:rsidR="00850C93" w:rsidRDefault="00850C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16F2"/>
    <w:rsid w:val="00053BD0"/>
    <w:rsid w:val="000D3527"/>
    <w:rsid w:val="00180ECF"/>
    <w:rsid w:val="00182C4E"/>
    <w:rsid w:val="00185FEC"/>
    <w:rsid w:val="001E1F9F"/>
    <w:rsid w:val="002003DC"/>
    <w:rsid w:val="002458F6"/>
    <w:rsid w:val="00331928"/>
    <w:rsid w:val="0033636C"/>
    <w:rsid w:val="003E4257"/>
    <w:rsid w:val="00520CBF"/>
    <w:rsid w:val="00574E5E"/>
    <w:rsid w:val="00603694"/>
    <w:rsid w:val="00681027"/>
    <w:rsid w:val="006F49BB"/>
    <w:rsid w:val="006F767C"/>
    <w:rsid w:val="00850C93"/>
    <w:rsid w:val="008629FA"/>
    <w:rsid w:val="00987DB5"/>
    <w:rsid w:val="00AC72C8"/>
    <w:rsid w:val="00AF554D"/>
    <w:rsid w:val="00B10ED9"/>
    <w:rsid w:val="00B25688"/>
    <w:rsid w:val="00B40489"/>
    <w:rsid w:val="00C02849"/>
    <w:rsid w:val="00C10F06"/>
    <w:rsid w:val="00CF60B1"/>
    <w:rsid w:val="00D12794"/>
    <w:rsid w:val="00D67BD8"/>
    <w:rsid w:val="00DE566F"/>
    <w:rsid w:val="00DF7897"/>
    <w:rsid w:val="00E37B8A"/>
    <w:rsid w:val="00E609BC"/>
    <w:rsid w:val="00F7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E0C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1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19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418B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418B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418B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111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16</cp:revision>
  <cp:lastPrinted>2021-01-14T23:53:00Z</cp:lastPrinted>
  <dcterms:created xsi:type="dcterms:W3CDTF">2020-04-07T04:52:00Z</dcterms:created>
  <dcterms:modified xsi:type="dcterms:W3CDTF">2021-02-24T01:54:00Z</dcterms:modified>
</cp:coreProperties>
</file>