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9D17B14" w14:textId="77777777" w:rsidTr="00987DB5">
        <w:tc>
          <w:tcPr>
            <w:tcW w:w="9498" w:type="dxa"/>
          </w:tcPr>
          <w:p w14:paraId="5EAE19A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DACCDD" wp14:editId="54F2064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1A516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B2292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E06D6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46BA1BB" w14:textId="0A5A1CA3" w:rsidR="0033636C" w:rsidRPr="00980FD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80FD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442A2">
            <w:rPr>
              <w:rFonts w:ascii="Times New Roman" w:hAnsi="Times New Roman"/>
              <w:sz w:val="28"/>
              <w:szCs w:val="28"/>
            </w:rPr>
            <w:t>11 февраля 2021 года</w:t>
          </w:r>
        </w:sdtContent>
      </w:sdt>
      <w:r w:rsidRPr="00980FD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442A2" w:rsidRPr="00E442A2">
            <w:rPr>
              <w:rFonts w:ascii="Times New Roman" w:hAnsi="Times New Roman"/>
              <w:sz w:val="28"/>
              <w:szCs w:val="28"/>
            </w:rPr>
            <w:t>72</w:t>
          </w:r>
        </w:sdtContent>
      </w:sdt>
    </w:p>
    <w:p w14:paraId="4028594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D02179" w14:textId="0FF8A485" w:rsidR="00185FEC" w:rsidRDefault="003276DC" w:rsidP="00E442A2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80FDD">
        <w:rPr>
          <w:rFonts w:ascii="Times New Roman" w:hAnsi="Times New Roman"/>
          <w:b/>
          <w:bCs/>
          <w:color w:val="000000" w:themeColor="text1"/>
          <w:spacing w:val="2"/>
          <w:sz w:val="28"/>
          <w:szCs w:val="28"/>
          <w:shd w:val="clear" w:color="auto" w:fill="FFFFFF"/>
        </w:rPr>
        <w:t xml:space="preserve">Об утверждении Положения </w:t>
      </w:r>
      <w:r w:rsidR="00094C03">
        <w:rPr>
          <w:rFonts w:ascii="Times New Roman" w:hAnsi="Times New Roman"/>
          <w:b/>
          <w:bCs/>
          <w:color w:val="000000" w:themeColor="text1"/>
          <w:spacing w:val="2"/>
          <w:sz w:val="28"/>
          <w:szCs w:val="28"/>
          <w:shd w:val="clear" w:color="auto" w:fill="FFFFFF"/>
        </w:rPr>
        <w:br/>
      </w:r>
      <w:r w:rsidRPr="00980FD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персонифицированном дополнительном образовании детей </w:t>
      </w:r>
      <w:r w:rsidR="00094C03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980FDD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 территории муниципального образования </w:t>
      </w:r>
      <w:r w:rsidR="00094C03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980FDD">
        <w:rPr>
          <w:rFonts w:ascii="Times New Roman" w:hAnsi="Times New Roman"/>
          <w:b/>
          <w:bCs/>
          <w:color w:val="000000" w:themeColor="text1"/>
          <w:sz w:val="28"/>
          <w:szCs w:val="28"/>
        </w:rPr>
        <w:t>«Городской округ Ногликский»</w:t>
      </w:r>
    </w:p>
    <w:p w14:paraId="7A0150E0" w14:textId="77777777" w:rsidR="00980FDD" w:rsidRPr="00980FDD" w:rsidRDefault="00980FDD" w:rsidP="00980FD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66A5B1D3" w14:textId="3713C2A0" w:rsidR="00E84BC3" w:rsidRPr="00980FDD" w:rsidRDefault="00E84BC3" w:rsidP="00980FD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980FDD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Сахалинской области </w:t>
      </w:r>
      <w:r w:rsidR="00161D48">
        <w:rPr>
          <w:rFonts w:ascii="Times New Roman" w:hAnsi="Times New Roman"/>
          <w:sz w:val="28"/>
          <w:szCs w:val="28"/>
        </w:rPr>
        <w:t xml:space="preserve">от 05 июля 2019 </w:t>
      </w:r>
      <w:r w:rsidR="00775223" w:rsidRPr="00980FDD">
        <w:rPr>
          <w:rFonts w:ascii="Times New Roman" w:hAnsi="Times New Roman"/>
          <w:sz w:val="28"/>
          <w:szCs w:val="28"/>
        </w:rPr>
        <w:t xml:space="preserve">года № 291 </w:t>
      </w:r>
      <w:r w:rsidRPr="00980FDD">
        <w:rPr>
          <w:rFonts w:ascii="Times New Roman" w:hAnsi="Times New Roman"/>
          <w:sz w:val="28"/>
          <w:szCs w:val="28"/>
        </w:rPr>
        <w:t>«О мероприят</w:t>
      </w:r>
      <w:r w:rsidR="00161D48">
        <w:rPr>
          <w:rFonts w:ascii="Times New Roman" w:hAnsi="Times New Roman"/>
          <w:sz w:val="28"/>
          <w:szCs w:val="28"/>
        </w:rPr>
        <w:t>иях по формированию современных</w:t>
      </w:r>
      <w:r w:rsidRPr="00980FDD">
        <w:rPr>
          <w:rFonts w:ascii="Times New Roman" w:hAnsi="Times New Roman"/>
          <w:sz w:val="28"/>
          <w:szCs w:val="28"/>
        </w:rPr>
        <w:t xml:space="preserve"> управленческих и организационно</w:t>
      </w:r>
      <w:r w:rsidR="00632DA1" w:rsidRPr="00980FDD">
        <w:rPr>
          <w:rFonts w:ascii="Times New Roman" w:hAnsi="Times New Roman"/>
          <w:sz w:val="28"/>
          <w:szCs w:val="28"/>
        </w:rPr>
        <w:t xml:space="preserve"> </w:t>
      </w:r>
      <w:r w:rsidR="00161D48">
        <w:rPr>
          <w:rFonts w:ascii="Times New Roman" w:hAnsi="Times New Roman"/>
          <w:sz w:val="28"/>
          <w:szCs w:val="28"/>
        </w:rPr>
        <w:t xml:space="preserve">- экономических </w:t>
      </w:r>
      <w:r w:rsidRPr="00980FDD">
        <w:rPr>
          <w:rFonts w:ascii="Times New Roman" w:hAnsi="Times New Roman"/>
          <w:sz w:val="28"/>
          <w:szCs w:val="28"/>
        </w:rPr>
        <w:t>механизмов в систе</w:t>
      </w:r>
      <w:r w:rsidR="00161D48">
        <w:rPr>
          <w:rFonts w:ascii="Times New Roman" w:hAnsi="Times New Roman"/>
          <w:sz w:val="28"/>
          <w:szCs w:val="28"/>
        </w:rPr>
        <w:t xml:space="preserve">ме дополнительного образования детей в рамках </w:t>
      </w:r>
      <w:bookmarkStart w:id="0" w:name="_GoBack"/>
      <w:bookmarkEnd w:id="0"/>
      <w:r w:rsidR="00161D48">
        <w:rPr>
          <w:rFonts w:ascii="Times New Roman" w:hAnsi="Times New Roman"/>
          <w:sz w:val="28"/>
          <w:szCs w:val="28"/>
        </w:rPr>
        <w:t>федерального проекта</w:t>
      </w:r>
      <w:r w:rsidRPr="00980FDD">
        <w:rPr>
          <w:rFonts w:ascii="Times New Roman" w:hAnsi="Times New Roman"/>
          <w:sz w:val="28"/>
          <w:szCs w:val="28"/>
        </w:rPr>
        <w:t xml:space="preserve"> «Успех каждого ребенка» национального проекта «Образование», в целях реализации системы персонифицированного дополнительного образования детей, администрация муниципального образования «Городской округ Ногликский» </w:t>
      </w:r>
      <w:r w:rsidRPr="00980FDD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7DA3E2A3" w14:textId="37AA2F82" w:rsidR="00E84BC3" w:rsidRPr="00161D48" w:rsidRDefault="00161D48" w:rsidP="00161D48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161D48">
        <w:rPr>
          <w:rFonts w:ascii="Times New Roman" w:eastAsiaTheme="minorEastAsia" w:hAnsi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lastRenderedPageBreak/>
        <w:t>1.</w:t>
      </w:r>
      <w:r>
        <w:rPr>
          <w:spacing w:val="2"/>
          <w:shd w:val="clear" w:color="auto" w:fill="FFFFFF"/>
        </w:rPr>
        <w:t xml:space="preserve"> </w:t>
      </w:r>
      <w:r w:rsidR="00E84BC3" w:rsidRPr="00161D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Утвердить Положение </w:t>
      </w:r>
      <w:r w:rsidR="00E84BC3" w:rsidRPr="00161D48">
        <w:rPr>
          <w:rFonts w:ascii="Times New Roman" w:hAnsi="Times New Roman"/>
          <w:color w:val="000000" w:themeColor="text1"/>
          <w:sz w:val="28"/>
          <w:szCs w:val="28"/>
        </w:rPr>
        <w:t>о персонифицированном дополнительном образовании детей на территории муниципального образования «Городской округ Н</w:t>
      </w:r>
      <w:r w:rsidR="00632DA1" w:rsidRPr="00161D48">
        <w:rPr>
          <w:rFonts w:ascii="Times New Roman" w:hAnsi="Times New Roman"/>
          <w:color w:val="000000" w:themeColor="text1"/>
          <w:sz w:val="28"/>
          <w:szCs w:val="28"/>
        </w:rPr>
        <w:t xml:space="preserve">огликский» </w:t>
      </w:r>
      <w:r w:rsidR="00094C03">
        <w:rPr>
          <w:rFonts w:ascii="Times New Roman" w:hAnsi="Times New Roman"/>
          <w:color w:val="000000" w:themeColor="text1"/>
          <w:sz w:val="28"/>
          <w:szCs w:val="28"/>
        </w:rPr>
        <w:t>(прилагается)</w:t>
      </w:r>
      <w:r w:rsidR="009847B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33A7224" w14:textId="7418407D" w:rsidR="00E84BC3" w:rsidRPr="00980FDD" w:rsidRDefault="00161D48" w:rsidP="00161D4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2. </w:t>
      </w:r>
      <w:r w:rsidR="00E84BC3" w:rsidRPr="00980FD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Определить Департамент социальной политики администрации муниципального образования «Городской округ Ногликский» уполномоченн</w:t>
      </w:r>
      <w:r w:rsidR="00775223" w:rsidRPr="00980FD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ым</w:t>
      </w:r>
      <w:r w:rsidR="00E84BC3" w:rsidRPr="00980FD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орган</w:t>
      </w:r>
      <w:r w:rsidR="00775223" w:rsidRPr="00980FD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ом</w:t>
      </w:r>
      <w:r w:rsidR="00E84BC3" w:rsidRPr="00980FD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по реализации персонифицированного дополнительного образования.</w:t>
      </w:r>
    </w:p>
    <w:p w14:paraId="4C51C7B2" w14:textId="77777777" w:rsidR="00094C03" w:rsidRDefault="00161D48" w:rsidP="00161D4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94C03" w:rsidRPr="00980FDD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подписания и подлежит обязательному опубликованию в газете «Знамя труда» и размещению на официальном сайте муниципального образования «Городской округ Ногликский» </w:t>
      </w:r>
      <w:r w:rsidR="00094C03" w:rsidRPr="00980FDD">
        <w:rPr>
          <w:rFonts w:ascii="Times New Roman" w:eastAsia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44398A59" w14:textId="1DD5F8A3" w:rsidR="00E84BC3" w:rsidRPr="00980FDD" w:rsidRDefault="00094C03" w:rsidP="00161D4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 w:rsidR="00E84BC3" w:rsidRPr="00980FDD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84BC3" w:rsidRPr="00980FDD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84BC3" w:rsidRPr="00980FDD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вице-мэра муниципального образования «Городской округ Ногликский» Микову</w:t>
      </w:r>
      <w:r w:rsidR="009847BD" w:rsidRPr="009847BD">
        <w:rPr>
          <w:rFonts w:ascii="Times New Roman" w:hAnsi="Times New Roman" w:cs="Times New Roman"/>
          <w:sz w:val="28"/>
          <w:szCs w:val="28"/>
        </w:rPr>
        <w:t xml:space="preserve"> </w:t>
      </w:r>
      <w:r w:rsidR="009847BD">
        <w:rPr>
          <w:rFonts w:ascii="Times New Roman" w:hAnsi="Times New Roman" w:cs="Times New Roman"/>
          <w:sz w:val="28"/>
          <w:szCs w:val="28"/>
        </w:rPr>
        <w:t>И.А.</w:t>
      </w:r>
    </w:p>
    <w:p w14:paraId="762D830F" w14:textId="77777777" w:rsidR="00161D48" w:rsidRDefault="00161D48" w:rsidP="007215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26C108D" w14:textId="77777777" w:rsidR="00094C03" w:rsidRPr="00980FDD" w:rsidRDefault="00094C03" w:rsidP="007215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47E3148" w14:textId="77777777" w:rsidR="008629FA" w:rsidRDefault="008629FA" w:rsidP="007215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4CEF5CA" w14:textId="1F8539EF" w:rsidR="008629FA" w:rsidRPr="00D12794" w:rsidRDefault="008629FA" w:rsidP="006830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</w:t>
      </w:r>
      <w:r w:rsidR="00980FDD">
        <w:rPr>
          <w:rFonts w:ascii="Times New Roman" w:hAnsi="Times New Roman"/>
          <w:sz w:val="28"/>
          <w:szCs w:val="28"/>
        </w:rPr>
        <w:t>ородской округ Ногликский»</w:t>
      </w:r>
      <w:r w:rsidR="00980FDD">
        <w:rPr>
          <w:rFonts w:ascii="Times New Roman" w:hAnsi="Times New Roman"/>
          <w:sz w:val="28"/>
          <w:szCs w:val="28"/>
        </w:rPr>
        <w:tab/>
      </w:r>
      <w:r w:rsidR="00980FDD">
        <w:rPr>
          <w:rFonts w:ascii="Times New Roman" w:hAnsi="Times New Roman"/>
          <w:sz w:val="28"/>
          <w:szCs w:val="28"/>
        </w:rPr>
        <w:tab/>
      </w:r>
      <w:r w:rsidR="00980FDD">
        <w:rPr>
          <w:rFonts w:ascii="Times New Roman" w:hAnsi="Times New Roman"/>
          <w:sz w:val="28"/>
          <w:szCs w:val="28"/>
        </w:rPr>
        <w:tab/>
      </w:r>
      <w:r w:rsidR="00980FDD">
        <w:rPr>
          <w:rFonts w:ascii="Times New Roman" w:hAnsi="Times New Roman"/>
          <w:sz w:val="28"/>
          <w:szCs w:val="28"/>
        </w:rPr>
        <w:tab/>
      </w:r>
      <w:r w:rsidR="00980FD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80F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094C03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9BCF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7ADBD4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7193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2DAAAB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0063793"/>
    <w:multiLevelType w:val="hybridMultilevel"/>
    <w:tmpl w:val="9EAE2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01ABD"/>
    <w:multiLevelType w:val="hybridMultilevel"/>
    <w:tmpl w:val="7DA81FB0"/>
    <w:lvl w:ilvl="0" w:tplc="FC82B3DA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4C03"/>
    <w:rsid w:val="00161D48"/>
    <w:rsid w:val="00185FEC"/>
    <w:rsid w:val="001E1F9F"/>
    <w:rsid w:val="002003DC"/>
    <w:rsid w:val="003276DC"/>
    <w:rsid w:val="0033636C"/>
    <w:rsid w:val="003E4257"/>
    <w:rsid w:val="00520CBF"/>
    <w:rsid w:val="00532540"/>
    <w:rsid w:val="005A78A0"/>
    <w:rsid w:val="00632DA1"/>
    <w:rsid w:val="006830CF"/>
    <w:rsid w:val="00721538"/>
    <w:rsid w:val="00771AB5"/>
    <w:rsid w:val="00775223"/>
    <w:rsid w:val="00815300"/>
    <w:rsid w:val="008629FA"/>
    <w:rsid w:val="00980FDD"/>
    <w:rsid w:val="009847BD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442A2"/>
    <w:rsid w:val="00E609BC"/>
    <w:rsid w:val="00E84BC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49A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A78A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Normal">
    <w:name w:val="ConsPlusNormal"/>
    <w:rsid w:val="005A78A0"/>
    <w:pPr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1301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1301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13016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15</cp:revision>
  <dcterms:created xsi:type="dcterms:W3CDTF">2020-08-17T23:26:00Z</dcterms:created>
  <dcterms:modified xsi:type="dcterms:W3CDTF">2021-02-25T22:20:00Z</dcterms:modified>
</cp:coreProperties>
</file>