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8CEE2A" w14:textId="77777777" w:rsidTr="00987DB5">
        <w:tc>
          <w:tcPr>
            <w:tcW w:w="9498" w:type="dxa"/>
          </w:tcPr>
          <w:p w14:paraId="078CEE2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8CEE3C" wp14:editId="078CEE3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8CEE2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8CEE2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78CEE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8CEE2B" w14:textId="31955B92" w:rsidR="0033636C" w:rsidRPr="002B63B2" w:rsidRDefault="0033636C" w:rsidP="000D1505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B63B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30514">
            <w:rPr>
              <w:rFonts w:ascii="Times New Roman" w:hAnsi="Times New Roman"/>
              <w:sz w:val="28"/>
              <w:szCs w:val="28"/>
            </w:rPr>
            <w:t>30 марта 2021 года</w:t>
          </w:r>
        </w:sdtContent>
      </w:sdt>
      <w:r w:rsidRPr="002B63B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30514" w:rsidRPr="00A30514">
            <w:rPr>
              <w:rFonts w:ascii="Times New Roman" w:hAnsi="Times New Roman"/>
              <w:sz w:val="28"/>
              <w:szCs w:val="28"/>
            </w:rPr>
            <w:t>176</w:t>
          </w:r>
        </w:sdtContent>
      </w:sdt>
    </w:p>
    <w:p w14:paraId="078CEE2C" w14:textId="77777777" w:rsidR="0033636C" w:rsidRPr="00053BD0" w:rsidRDefault="0033636C" w:rsidP="000D1505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78CEE2D" w14:textId="548EEC7C" w:rsidR="0033636C" w:rsidRDefault="00790270" w:rsidP="000D15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63B2"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33636C" w:rsidRPr="002B63B2">
        <w:rPr>
          <w:rFonts w:ascii="Times New Roman" w:hAnsi="Times New Roman"/>
          <w:b/>
          <w:sz w:val="28"/>
          <w:szCs w:val="28"/>
        </w:rPr>
        <w:t>измен</w:t>
      </w:r>
      <w:r w:rsidRPr="002B63B2">
        <w:rPr>
          <w:rFonts w:ascii="Times New Roman" w:hAnsi="Times New Roman"/>
          <w:b/>
          <w:sz w:val="28"/>
          <w:szCs w:val="28"/>
        </w:rPr>
        <w:t xml:space="preserve">ений в муниципальную программу </w:t>
      </w:r>
      <w:r w:rsidR="002B63B2">
        <w:rPr>
          <w:rFonts w:ascii="Times New Roman" w:hAnsi="Times New Roman"/>
          <w:b/>
          <w:sz w:val="28"/>
          <w:szCs w:val="28"/>
        </w:rPr>
        <w:br/>
      </w:r>
      <w:r w:rsidRPr="002B63B2">
        <w:rPr>
          <w:rFonts w:ascii="Times New Roman" w:hAnsi="Times New Roman"/>
          <w:b/>
          <w:sz w:val="28"/>
          <w:szCs w:val="28"/>
        </w:rPr>
        <w:t xml:space="preserve">«Развитие образования </w:t>
      </w:r>
      <w:r w:rsidR="0033636C" w:rsidRPr="002B63B2">
        <w:rPr>
          <w:rFonts w:ascii="Times New Roman" w:hAnsi="Times New Roman"/>
          <w:b/>
          <w:sz w:val="28"/>
          <w:szCs w:val="28"/>
        </w:rPr>
        <w:t xml:space="preserve">в муниципальном </w:t>
      </w:r>
      <w:r w:rsidRPr="002B63B2">
        <w:rPr>
          <w:rFonts w:ascii="Times New Roman" w:hAnsi="Times New Roman"/>
          <w:b/>
          <w:sz w:val="28"/>
          <w:szCs w:val="28"/>
        </w:rPr>
        <w:t xml:space="preserve">образовании </w:t>
      </w:r>
      <w:r w:rsidR="002B63B2">
        <w:rPr>
          <w:rFonts w:ascii="Times New Roman" w:hAnsi="Times New Roman"/>
          <w:b/>
          <w:sz w:val="28"/>
          <w:szCs w:val="28"/>
        </w:rPr>
        <w:br/>
      </w:r>
      <w:r w:rsidR="0033636C" w:rsidRPr="002B63B2">
        <w:rPr>
          <w:rFonts w:ascii="Times New Roman" w:hAnsi="Times New Roman"/>
          <w:b/>
          <w:sz w:val="28"/>
          <w:szCs w:val="28"/>
        </w:rPr>
        <w:t>«Городской округ Ногликский</w:t>
      </w:r>
      <w:r w:rsidRPr="002B63B2">
        <w:rPr>
          <w:rFonts w:ascii="Times New Roman" w:hAnsi="Times New Roman"/>
          <w:b/>
          <w:sz w:val="28"/>
          <w:szCs w:val="28"/>
        </w:rPr>
        <w:t xml:space="preserve">», утвержденную постановлением администрации муниципального образования </w:t>
      </w:r>
      <w:r w:rsidR="002B63B2">
        <w:rPr>
          <w:rFonts w:ascii="Times New Roman" w:hAnsi="Times New Roman"/>
          <w:b/>
          <w:sz w:val="28"/>
          <w:szCs w:val="28"/>
        </w:rPr>
        <w:br/>
      </w:r>
      <w:r w:rsidRPr="002B63B2">
        <w:rPr>
          <w:rFonts w:ascii="Times New Roman" w:hAnsi="Times New Roman"/>
          <w:b/>
          <w:sz w:val="28"/>
          <w:szCs w:val="28"/>
        </w:rPr>
        <w:t xml:space="preserve">«Городской округ Ногликский» от 13.04.2015 </w:t>
      </w:r>
      <w:r w:rsidR="0033636C" w:rsidRPr="002B63B2">
        <w:rPr>
          <w:rFonts w:ascii="Times New Roman" w:hAnsi="Times New Roman"/>
          <w:b/>
          <w:sz w:val="28"/>
          <w:szCs w:val="28"/>
        </w:rPr>
        <w:t>№</w:t>
      </w:r>
      <w:r w:rsidRPr="002B63B2">
        <w:rPr>
          <w:rFonts w:ascii="Times New Roman" w:hAnsi="Times New Roman"/>
          <w:b/>
          <w:sz w:val="28"/>
          <w:szCs w:val="28"/>
        </w:rPr>
        <w:t xml:space="preserve"> 253</w:t>
      </w:r>
    </w:p>
    <w:p w14:paraId="2E5D839D" w14:textId="77777777" w:rsidR="000D1505" w:rsidRPr="002B63B2" w:rsidRDefault="000D1505" w:rsidP="000D15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19173" w14:textId="648A9CBC" w:rsidR="00CE0C74" w:rsidRPr="002B63B2" w:rsidRDefault="00CE0C74" w:rsidP="002B63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образования в муниципальном образовании «Городской округ Ногликский» в соответствие с уточненными бюджетными показателями по состоянию на 31 декабря 2020 года, с решением Собрания муниципального образования «Городской округ Ногликский» от 15.12.2020 № 98 </w:t>
      </w:r>
      <w:r w:rsidR="002B63B2">
        <w:rPr>
          <w:rFonts w:ascii="Times New Roman" w:hAnsi="Times New Roman"/>
          <w:sz w:val="28"/>
          <w:szCs w:val="28"/>
        </w:rPr>
        <w:t>«</w:t>
      </w:r>
      <w:r w:rsidRPr="002B63B2">
        <w:rPr>
          <w:rFonts w:ascii="Times New Roman" w:hAnsi="Times New Roman"/>
          <w:sz w:val="28"/>
          <w:szCs w:val="28"/>
        </w:rPr>
        <w:t xml:space="preserve">О бюджете муниципального образования </w:t>
      </w:r>
      <w:r w:rsidR="002B63B2">
        <w:rPr>
          <w:rFonts w:ascii="Times New Roman" w:hAnsi="Times New Roman"/>
          <w:sz w:val="28"/>
          <w:szCs w:val="28"/>
        </w:rPr>
        <w:t>«</w:t>
      </w:r>
      <w:r w:rsidRPr="002B63B2">
        <w:rPr>
          <w:rFonts w:ascii="Times New Roman" w:hAnsi="Times New Roman"/>
          <w:sz w:val="28"/>
          <w:szCs w:val="28"/>
        </w:rPr>
        <w:t>Городской округ Ногликский</w:t>
      </w:r>
      <w:r w:rsidR="002B63B2">
        <w:rPr>
          <w:rFonts w:ascii="Times New Roman" w:hAnsi="Times New Roman"/>
          <w:sz w:val="28"/>
          <w:szCs w:val="28"/>
        </w:rPr>
        <w:t>»</w:t>
      </w:r>
      <w:r w:rsidRPr="002B63B2">
        <w:rPr>
          <w:rFonts w:ascii="Times New Roman" w:hAnsi="Times New Roman"/>
          <w:sz w:val="28"/>
          <w:szCs w:val="28"/>
        </w:rPr>
        <w:t xml:space="preserve"> на 2021 год и на плановый период 2022 и 2023 годов</w:t>
      </w:r>
      <w:r w:rsidR="002B63B2">
        <w:rPr>
          <w:rFonts w:ascii="Times New Roman" w:hAnsi="Times New Roman"/>
          <w:sz w:val="28"/>
          <w:szCs w:val="28"/>
        </w:rPr>
        <w:t>»</w:t>
      </w:r>
      <w:r w:rsidRPr="002B63B2">
        <w:rPr>
          <w:rFonts w:ascii="Times New Roman" w:hAnsi="Times New Roman"/>
          <w:sz w:val="28"/>
          <w:szCs w:val="28"/>
        </w:rPr>
        <w:t>,</w:t>
      </w:r>
      <w:r w:rsidRPr="002B63B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B63B2">
        <w:rPr>
          <w:rFonts w:ascii="Times New Roman" w:hAnsi="Times New Roman"/>
          <w:sz w:val="28"/>
          <w:szCs w:val="28"/>
        </w:rPr>
        <w:t xml:space="preserve">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</w:t>
      </w:r>
      <w:r w:rsidRPr="002B63B2">
        <w:rPr>
          <w:rFonts w:ascii="Times New Roman" w:hAnsi="Times New Roman"/>
          <w:sz w:val="28"/>
          <w:szCs w:val="28"/>
        </w:rPr>
        <w:lastRenderedPageBreak/>
        <w:t xml:space="preserve">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Ногликский», </w:t>
      </w:r>
      <w:r w:rsidRPr="002B63B2">
        <w:rPr>
          <w:rFonts w:ascii="Times New Roman" w:hAnsi="Times New Roman"/>
          <w:b/>
          <w:sz w:val="28"/>
          <w:szCs w:val="28"/>
        </w:rPr>
        <w:t>ПОСТАНОВЛЯЕТ:</w:t>
      </w:r>
    </w:p>
    <w:p w14:paraId="77359954" w14:textId="77777777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>1. Внести в муниципальную программу «</w:t>
      </w:r>
      <w:bookmarkStart w:id="0" w:name="_Hlk526846311"/>
      <w:r w:rsidRPr="002B63B2">
        <w:rPr>
          <w:rFonts w:ascii="Times New Roman" w:hAnsi="Times New Roman"/>
          <w:sz w:val="28"/>
          <w:szCs w:val="28"/>
          <w:lang w:eastAsia="ru-RU"/>
        </w:rPr>
        <w:t>Развитие образования в муниципальном образовании «Городской округ Ногликский»</w:t>
      </w:r>
      <w:bookmarkEnd w:id="0"/>
      <w:r w:rsidRPr="002B63B2">
        <w:rPr>
          <w:rFonts w:ascii="Times New Roman" w:hAnsi="Times New Roman"/>
          <w:sz w:val="28"/>
          <w:szCs w:val="28"/>
          <w:lang w:eastAsia="ru-RU"/>
        </w:rPr>
        <w:t xml:space="preserve">, утвержденную постановлением администрации муниципального образования «Городской округ Ногликский» от </w:t>
      </w:r>
      <w:r w:rsidRPr="002B63B2">
        <w:rPr>
          <w:rFonts w:ascii="Times New Roman" w:hAnsi="Times New Roman"/>
          <w:bCs/>
          <w:sz w:val="28"/>
          <w:szCs w:val="28"/>
          <w:lang w:eastAsia="ru-RU"/>
        </w:rPr>
        <w:t xml:space="preserve">13.04.2015 № 253 </w:t>
      </w:r>
      <w:r w:rsidRPr="002B63B2">
        <w:rPr>
          <w:rFonts w:ascii="Times New Roman" w:hAnsi="Times New Roman"/>
          <w:sz w:val="28"/>
          <w:szCs w:val="28"/>
          <w:lang w:eastAsia="ru-RU"/>
        </w:rPr>
        <w:t xml:space="preserve">(в редакции от 09.07.2015 № 461,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от 27.08.2015 </w:t>
      </w:r>
      <w:hyperlink r:id="rId8" w:tgtFrame="_top" w:history="1">
        <w:r w:rsidRPr="002B63B2">
          <w:rPr>
            <w:rFonts w:ascii="Times New Roman" w:hAnsi="Times New Roman"/>
            <w:sz w:val="28"/>
            <w:szCs w:val="28"/>
            <w:lang w:eastAsia="ru-RU"/>
          </w:rPr>
          <w:t xml:space="preserve">№ 623, </w:t>
        </w:r>
      </w:hyperlink>
      <w:r w:rsidRPr="002B63B2">
        <w:rPr>
          <w:rFonts w:ascii="Times New Roman" w:hAnsi="Times New Roman"/>
          <w:sz w:val="28"/>
          <w:szCs w:val="28"/>
          <w:lang w:eastAsia="ru-RU"/>
        </w:rPr>
        <w:t xml:space="preserve">от 25.01.2016 № 22, от 31.08.2016 № 665, от 21.02.2019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№ 137, от 27.07.2019 № 494, от 27.09.2017 № 702, от 31.10.2017 № 844,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20.11.2017 № 941, от 06.12.2017 № 1029, от 27.02.2018 № 206,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от 25.04.2018 № 422, от 23.05.2018 № 486, от 03.07.2018 № 630, от 12.09.2018 № 843, от 22.11.2018 № 1133, от 25.12.2018 № 1255, от 19.04.2019 № 256,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 xml:space="preserve">от 16.05.2019 № 335, от 19.06.2019 № 463, от 11.09.2019 № 691, от 28.11.2019 № 862, от 13.12.2019 № 896, от 11.02.2020 № 76, от 10.03.2020 № 111, </w:t>
      </w:r>
      <w:r w:rsidRPr="002B63B2">
        <w:rPr>
          <w:rFonts w:ascii="Times New Roman" w:hAnsi="Times New Roman"/>
          <w:sz w:val="28"/>
          <w:szCs w:val="28"/>
          <w:lang w:eastAsia="ru-RU"/>
        </w:rPr>
        <w:br/>
        <w:t>от 27.04.2020 № 207, от 24.09.2020 № 469), следующие изменения:</w:t>
      </w:r>
    </w:p>
    <w:p w14:paraId="5E482054" w14:textId="77777777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CE0C74" w:rsidRPr="002B63B2" w14:paraId="577DC655" w14:textId="77777777" w:rsidTr="00A3051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00D1740" w14:textId="77777777" w:rsidR="00CE0C74" w:rsidRPr="002B63B2" w:rsidRDefault="00CE0C74" w:rsidP="00A30514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B8D5" w14:textId="77777777" w:rsidR="00CE0C74" w:rsidRPr="002B63B2" w:rsidRDefault="00CE0C74" w:rsidP="002B6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A14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49A3780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10 181 501,9 тыс. рублей, в том числе:</w:t>
            </w:r>
          </w:p>
          <w:p w14:paraId="1F40ABF1" w14:textId="5A7FC632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0F10F8A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191F9F5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6D30BEC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02146B0F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645BD4E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32043D9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</w:p>
          <w:p w14:paraId="67BBFB9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1 065 868,3</w:t>
            </w:r>
          </w:p>
          <w:p w14:paraId="31AF7DA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725 128,9</w:t>
            </w:r>
          </w:p>
          <w:p w14:paraId="3473AF6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733 362,5</w:t>
            </w:r>
          </w:p>
          <w:p w14:paraId="551BFBE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1 499 036,2</w:t>
            </w:r>
          </w:p>
          <w:p w14:paraId="2D9C64D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1 569 379,2</w:t>
            </w:r>
          </w:p>
          <w:p w14:paraId="63D5CA0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B519CF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DABDFD0" w14:textId="365716F4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15B5D83A" w14:textId="67CC2228" w:rsidR="00CE0C74" w:rsidRPr="002B63B2" w:rsidRDefault="00E31592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78 626,8</w:t>
            </w:r>
            <w:r w:rsidR="00CE0C74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7C34DC3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12F2390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71836B6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59BB694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05C2277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0470472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6265D3D1" w14:textId="0EC346A5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E3159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1 865,6</w:t>
            </w:r>
          </w:p>
          <w:p w14:paraId="777BEB6A" w14:textId="15FC4CBF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3159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2 673,0</w:t>
            </w:r>
          </w:p>
          <w:p w14:paraId="6803305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</w:t>
            </w:r>
          </w:p>
          <w:p w14:paraId="5D61D2D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</w:t>
            </w:r>
          </w:p>
          <w:p w14:paraId="0CE36C0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</w:t>
            </w:r>
          </w:p>
          <w:p w14:paraId="0BB36F0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650E0" w14:textId="66E4D472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5649A792" w14:textId="53B3AD7D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254 310,0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62AE722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595EA53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</w:p>
          <w:p w14:paraId="1EF47D9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2483624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528 041,3</w:t>
            </w:r>
          </w:p>
          <w:p w14:paraId="5F5CFAE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0D125EF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</w:p>
          <w:p w14:paraId="14D1E48D" w14:textId="7E0F985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835 936,0</w:t>
            </w:r>
          </w:p>
          <w:p w14:paraId="5339BF40" w14:textId="4C55CD54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3159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530 049,1</w:t>
            </w:r>
          </w:p>
          <w:p w14:paraId="696AE5C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540 266,3</w:t>
            </w:r>
          </w:p>
          <w:p w14:paraId="44FDA98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1 055 683,4</w:t>
            </w:r>
          </w:p>
          <w:p w14:paraId="525CAC2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1 101 723,0</w:t>
            </w:r>
          </w:p>
          <w:p w14:paraId="484447E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87418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25EAE038" w14:textId="5628978C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848 565,1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3EA8931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641FD5E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345D3AF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77ABAC8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1005D97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4B743C7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453F73D9" w14:textId="7BD7EF6D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6F6332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228 066,7</w:t>
            </w:r>
          </w:p>
          <w:p w14:paraId="2E4C198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192 406,8</w:t>
            </w:r>
          </w:p>
          <w:p w14:paraId="387C5E1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193 096,2</w:t>
            </w:r>
          </w:p>
          <w:p w14:paraId="16331AA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443 352,8</w:t>
            </w:r>
          </w:p>
          <w:p w14:paraId="4191971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467 656,2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5EFA5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B6CE6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8DD0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E3EAFA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BA2A5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F774A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42AF6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4F53E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20D0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CA65B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ABE7D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EA8B0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3AC6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59119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043CC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C41E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85FA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9A80B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49517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6F94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6EC3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B0F3B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8379DF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E71C2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0E51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D11E7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B5C4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60ED56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7DBD4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D3401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4F3A8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861EE5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5C11C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22F04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68F71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DAF2C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0D7EB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8368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A1938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A5160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4BEE8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0A89E9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597374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AF11B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86F61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E5AF6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71A7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E766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E067D0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FB8B13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3430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0019D2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EB6DCD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00327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E5B30E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FF1FC8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2E9BC" w14:textId="77777777" w:rsidR="00CE0C74" w:rsidRPr="002B63B2" w:rsidRDefault="00CE0C74" w:rsidP="002B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F2EA072" w14:textId="77777777" w:rsidR="00CE0C74" w:rsidRPr="002B63B2" w:rsidRDefault="00CE0C74" w:rsidP="000D150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1.2. Раздел 6 «Ресурсное обеспечение муниципальной Программы» изложить в следующей редакции:</w:t>
      </w:r>
    </w:p>
    <w:p w14:paraId="0ACDE8AB" w14:textId="77777777" w:rsidR="00CE0C74" w:rsidRPr="002B63B2" w:rsidRDefault="00CE0C74" w:rsidP="000D150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1863A4E4" w14:textId="5CE24016" w:rsidR="00CE0C74" w:rsidRPr="002B63B2" w:rsidRDefault="00CE0C74" w:rsidP="000D150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</w:t>
      </w:r>
      <w:r w:rsidR="002B63B2">
        <w:rPr>
          <w:rFonts w:ascii="Times New Roman" w:hAnsi="Times New Roman"/>
          <w:sz w:val="28"/>
          <w:szCs w:val="28"/>
          <w:lang w:eastAsia="ru-RU"/>
        </w:rPr>
        <w:t>ой области и других источников.</w:t>
      </w:r>
    </w:p>
    <w:p w14:paraId="41B97E38" w14:textId="77777777" w:rsidR="00CE0C74" w:rsidRPr="002B63B2" w:rsidRDefault="00CE0C74" w:rsidP="002B63B2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63B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tbl>
      <w:tblPr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929"/>
        <w:gridCol w:w="626"/>
        <w:gridCol w:w="560"/>
        <w:gridCol w:w="654"/>
        <w:gridCol w:w="708"/>
        <w:gridCol w:w="709"/>
        <w:gridCol w:w="708"/>
        <w:gridCol w:w="709"/>
        <w:gridCol w:w="709"/>
        <w:gridCol w:w="708"/>
        <w:gridCol w:w="709"/>
        <w:gridCol w:w="709"/>
        <w:gridCol w:w="700"/>
        <w:gridCol w:w="792"/>
      </w:tblGrid>
      <w:tr w:rsidR="00CE0C74" w:rsidRPr="00A30514" w14:paraId="445DC60C" w14:textId="77777777" w:rsidTr="002B63B2">
        <w:trPr>
          <w:trHeight w:val="433"/>
          <w:jc w:val="center"/>
        </w:trPr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2BF773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C0A6BC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3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9375C" w14:textId="77777777" w:rsidR="00CE0C74" w:rsidRPr="00A30514" w:rsidRDefault="00CE0C74" w:rsidP="002B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финансирования </w:t>
            </w:r>
          </w:p>
        </w:tc>
      </w:tr>
      <w:tr w:rsidR="00CE0C74" w:rsidRPr="00A30514" w14:paraId="545FC11F" w14:textId="77777777" w:rsidTr="002B63B2">
        <w:trPr>
          <w:trHeight w:val="479"/>
          <w:jc w:val="center"/>
        </w:trPr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39D7D" w14:textId="77777777" w:rsidR="00CE0C74" w:rsidRPr="00A30514" w:rsidRDefault="00CE0C74" w:rsidP="00A30514">
            <w:pPr>
              <w:spacing w:after="0" w:line="240" w:lineRule="auto"/>
              <w:ind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DAA2A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B5DA5D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386D1B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6292317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334049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DA20461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B8ED50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1904F6E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8440488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46E9985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2043B10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75AB40C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DBA0508" w14:textId="77777777" w:rsidR="00CE0C74" w:rsidRPr="00A30514" w:rsidRDefault="00CE0C74" w:rsidP="002B63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CE0C74" w:rsidRPr="00A30514" w14:paraId="37058113" w14:textId="77777777" w:rsidTr="002B63B2">
        <w:trPr>
          <w:trHeight w:val="557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80AB75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бюджет*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EA89A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DD71AF3" w14:textId="68D660C8" w:rsidR="00CE0C74" w:rsidRPr="00A30514" w:rsidRDefault="00CE0C74" w:rsidP="00A305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r w:rsidR="002B63B2"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31B19F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145249,6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77F654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165401,9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31DEFC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226941,2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446E1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252907,3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40750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263660,1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D53227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269826,3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F1E200" w14:textId="15DC427A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228066,7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78000D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192406,8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A6DBB3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193096,2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4727F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443352,8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D3E7B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467656,2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6D6D43" w14:textId="1ACFB396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2848565,1</w:t>
            </w:r>
          </w:p>
        </w:tc>
      </w:tr>
      <w:tr w:rsidR="00CE0C74" w:rsidRPr="00A30514" w14:paraId="7662586F" w14:textId="77777777" w:rsidTr="002B63B2">
        <w:trPr>
          <w:trHeight w:val="691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3598A8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E4E4E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7EE80B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402119,8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98C271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450656,2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837BA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453532,3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2EA9C5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528041,3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33C42E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671012,1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F9FBD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685290,5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3F4CDC" w14:textId="5451350B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835936,0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746106" w14:textId="66327552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530049,1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BAF97F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540266,3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026092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1055683,4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3F75F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1101723,0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9C5B2B" w14:textId="41B08AEB" w:rsidR="00CE0C74" w:rsidRPr="00A30514" w:rsidRDefault="006F633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7254310,0</w:t>
            </w:r>
          </w:p>
        </w:tc>
      </w:tr>
      <w:tr w:rsidR="00CE0C74" w:rsidRPr="00A30514" w14:paraId="2CECCD20" w14:textId="77777777" w:rsidTr="002B63B2">
        <w:trPr>
          <w:trHeight w:val="700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E79608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3868D" w14:textId="77777777" w:rsidR="00CE0C74" w:rsidRPr="00A30514" w:rsidRDefault="00CE0C74" w:rsidP="00A30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FD9A4D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1555F7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8F9DFB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C50F8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AB0911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7BC41" w14:textId="77777777" w:rsidR="00CE0C74" w:rsidRPr="00A30514" w:rsidRDefault="00CE0C74" w:rsidP="00A30514">
            <w:pPr>
              <w:spacing w:after="0" w:line="240" w:lineRule="auto"/>
              <w:ind w:right="-29"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74088,2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4DAC61" w14:textId="158477EC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DAE9DE" w14:textId="72076CFA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4AC152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E707D6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245430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BE9F29" w14:textId="4846ED50" w:rsidR="00CE0C74" w:rsidRPr="00A30514" w:rsidRDefault="00E31592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78626,8</w:t>
            </w:r>
          </w:p>
        </w:tc>
      </w:tr>
      <w:tr w:rsidR="00CE0C74" w:rsidRPr="00A30514" w14:paraId="15BDA637" w14:textId="77777777" w:rsidTr="002B63B2">
        <w:trPr>
          <w:trHeight w:val="503"/>
          <w:jc w:val="center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860764" w14:textId="77777777" w:rsidR="00CE0C74" w:rsidRPr="00A30514" w:rsidRDefault="00CE0C74" w:rsidP="00A30514">
            <w:pPr>
              <w:spacing w:after="0" w:line="240" w:lineRule="auto"/>
              <w:ind w:left="-39" w:right="-25" w:hanging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634BD" w14:textId="77777777" w:rsidR="00CE0C74" w:rsidRPr="00A30514" w:rsidRDefault="00CE0C74" w:rsidP="00A3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B1ECFD" w14:textId="77777777" w:rsidR="00CE0C74" w:rsidRPr="00A30514" w:rsidRDefault="00CE0C74" w:rsidP="00A3051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547369,4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DD4D79" w14:textId="77777777" w:rsidR="00CE0C74" w:rsidRPr="00A30514" w:rsidRDefault="00CE0C74" w:rsidP="00A30514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616058,1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F1F133" w14:textId="77777777" w:rsidR="00CE0C74" w:rsidRPr="00A30514" w:rsidRDefault="00CE0C74" w:rsidP="00A3051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680473,5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BF0DFD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780948,6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88824C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934672,2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B59DA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1029205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B2DB89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1065868,3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9CDA5A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725128,9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71A8C1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733362,5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63C9D5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1499036,2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42C26E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1569379,2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29A577" w14:textId="77777777" w:rsidR="00CE0C74" w:rsidRPr="00A30514" w:rsidRDefault="00CE0C74" w:rsidP="00A30514">
            <w:pPr>
              <w:spacing w:after="0" w:line="240" w:lineRule="auto"/>
              <w:ind w:hanging="4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05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10181501,9</w:t>
            </w:r>
          </w:p>
        </w:tc>
      </w:tr>
    </w:tbl>
    <w:p w14:paraId="279E599C" w14:textId="77777777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Потребность в финансовых ресурсах, необходимых для реализации муниципальной программы, указана в приложении 3 части 1 и часть 2 к Программе.».</w:t>
      </w:r>
    </w:p>
    <w:p w14:paraId="00E0700C" w14:textId="755F316A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1.3. Приложение 2 </w:t>
      </w:r>
      <w:r w:rsidR="00902F1E" w:rsidRPr="002B63B2">
        <w:rPr>
          <w:rFonts w:ascii="Times New Roman" w:hAnsi="Times New Roman"/>
          <w:sz w:val="28"/>
          <w:szCs w:val="28"/>
        </w:rPr>
        <w:t xml:space="preserve">часть 1 и часть 2 </w:t>
      </w:r>
      <w:r w:rsidRPr="002B63B2">
        <w:rPr>
          <w:rFonts w:ascii="Times New Roman" w:hAnsi="Times New Roman"/>
          <w:sz w:val="28"/>
          <w:szCs w:val="28"/>
        </w:rPr>
        <w:t>«Перечень программных мероприятий муниципальной программы «Развитие образования в муниципальном образовании «Городской округ Ногликский» к муниципальной программе изложить в новой редакции (прил</w:t>
      </w:r>
      <w:r w:rsidR="00A30514">
        <w:rPr>
          <w:rFonts w:ascii="Times New Roman" w:hAnsi="Times New Roman"/>
          <w:sz w:val="28"/>
          <w:szCs w:val="28"/>
        </w:rPr>
        <w:t>ожение 1 к настоящему постановлению</w:t>
      </w:r>
      <w:r w:rsidRPr="002B63B2">
        <w:rPr>
          <w:rFonts w:ascii="Times New Roman" w:hAnsi="Times New Roman"/>
          <w:sz w:val="28"/>
          <w:szCs w:val="28"/>
        </w:rPr>
        <w:t>).</w:t>
      </w:r>
    </w:p>
    <w:p w14:paraId="3D371C94" w14:textId="4C2ADCC3" w:rsidR="00CE0C74" w:rsidRPr="002B63B2" w:rsidRDefault="00CE0C74" w:rsidP="002B63B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1.4. Приложение 3 часть 1 и часть 2 «Ресурсное обеспечение реализации муниципальной программы «Развитие образования в муниципальном образовании «Городской округ Ногликский» изложить в новой редакции (прил</w:t>
      </w:r>
      <w:r w:rsidR="00A30514">
        <w:rPr>
          <w:rFonts w:ascii="Times New Roman" w:hAnsi="Times New Roman"/>
          <w:sz w:val="28"/>
          <w:szCs w:val="28"/>
        </w:rPr>
        <w:t>ожение 2 к настоящему постановлению</w:t>
      </w:r>
      <w:bookmarkStart w:id="1" w:name="_GoBack"/>
      <w:bookmarkEnd w:id="1"/>
      <w:r w:rsidRPr="002B63B2">
        <w:rPr>
          <w:rFonts w:ascii="Times New Roman" w:hAnsi="Times New Roman"/>
          <w:sz w:val="28"/>
          <w:szCs w:val="28"/>
        </w:rPr>
        <w:t>).</w:t>
      </w:r>
    </w:p>
    <w:p w14:paraId="065037A8" w14:textId="5FD3B175" w:rsidR="00CE0C74" w:rsidRPr="002B63B2" w:rsidRDefault="00CE0C74" w:rsidP="000D1505">
      <w:pPr>
        <w:tabs>
          <w:tab w:val="left" w:pos="1276"/>
        </w:tabs>
        <w:suppressAutoHyphens/>
        <w:spacing w:after="0" w:line="240" w:lineRule="auto"/>
        <w:ind w:right="51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0D1505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информационно-телекоммуникационной</w:t>
      </w:r>
      <w:r w:rsidR="000D1505">
        <w:rPr>
          <w:rFonts w:ascii="Times New Roman" w:hAnsi="Times New Roman"/>
          <w:sz w:val="28"/>
          <w:szCs w:val="28"/>
        </w:rPr>
        <w:t xml:space="preserve"> </w:t>
      </w:r>
      <w:r w:rsidRPr="002B63B2">
        <w:rPr>
          <w:rFonts w:ascii="Times New Roman" w:hAnsi="Times New Roman"/>
          <w:sz w:val="28"/>
          <w:szCs w:val="28"/>
        </w:rPr>
        <w:t>сети «Интернет».</w:t>
      </w:r>
    </w:p>
    <w:p w14:paraId="4E73D776" w14:textId="2E83D80B" w:rsidR="00CE0C74" w:rsidRPr="002B63B2" w:rsidRDefault="00CE0C74" w:rsidP="002B63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вице-мэра муниципа</w:t>
      </w:r>
      <w:r w:rsidR="002B63B2">
        <w:rPr>
          <w:rFonts w:ascii="Times New Roman" w:hAnsi="Times New Roman"/>
          <w:sz w:val="28"/>
          <w:szCs w:val="28"/>
        </w:rPr>
        <w:t xml:space="preserve">льного образования «Городской </w:t>
      </w:r>
      <w:r w:rsidRPr="002B63B2">
        <w:rPr>
          <w:rFonts w:ascii="Times New Roman" w:hAnsi="Times New Roman"/>
          <w:sz w:val="28"/>
          <w:szCs w:val="28"/>
        </w:rPr>
        <w:t xml:space="preserve">округ Ногликский» </w:t>
      </w:r>
      <w:r w:rsidR="002B63B2">
        <w:rPr>
          <w:rFonts w:ascii="Times New Roman" w:hAnsi="Times New Roman"/>
          <w:sz w:val="28"/>
          <w:szCs w:val="28"/>
        </w:rPr>
        <w:t>Микову И.А.</w:t>
      </w:r>
    </w:p>
    <w:p w14:paraId="07CADF6D" w14:textId="77777777" w:rsidR="002B63B2" w:rsidRDefault="002B63B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E5A3AC" w14:textId="77777777" w:rsidR="002B63B2" w:rsidRDefault="002B63B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8CEE3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078CEE36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C2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B63B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CEE4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78CEE4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CEE3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78CEE3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1672429"/>
      <w:docPartObj>
        <w:docPartGallery w:val="Page Numbers (Top of Page)"/>
        <w:docPartUnique/>
      </w:docPartObj>
    </w:sdtPr>
    <w:sdtEndPr/>
    <w:sdtContent>
      <w:p w14:paraId="4C3A2F41" w14:textId="2A530A82" w:rsidR="002B63B2" w:rsidRDefault="002B63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532">
          <w:rPr>
            <w:noProof/>
          </w:rPr>
          <w:t>2</w:t>
        </w:r>
        <w:r>
          <w:fldChar w:fldCharType="end"/>
        </w:r>
      </w:p>
    </w:sdtContent>
  </w:sdt>
  <w:p w14:paraId="161333F2" w14:textId="77777777" w:rsidR="002B63B2" w:rsidRDefault="002B63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10B3"/>
    <w:rsid w:val="000D1505"/>
    <w:rsid w:val="00185FEC"/>
    <w:rsid w:val="001B4D8E"/>
    <w:rsid w:val="001E1F9F"/>
    <w:rsid w:val="002003DC"/>
    <w:rsid w:val="002A367F"/>
    <w:rsid w:val="002B63B2"/>
    <w:rsid w:val="0033636C"/>
    <w:rsid w:val="00395E24"/>
    <w:rsid w:val="003E4257"/>
    <w:rsid w:val="003F1879"/>
    <w:rsid w:val="004F78F4"/>
    <w:rsid w:val="00520CBF"/>
    <w:rsid w:val="00540D6A"/>
    <w:rsid w:val="006F6332"/>
    <w:rsid w:val="0076667C"/>
    <w:rsid w:val="00790270"/>
    <w:rsid w:val="00806E17"/>
    <w:rsid w:val="008629FA"/>
    <w:rsid w:val="00902F1E"/>
    <w:rsid w:val="00947CE0"/>
    <w:rsid w:val="00987DB5"/>
    <w:rsid w:val="009F05E6"/>
    <w:rsid w:val="00A30514"/>
    <w:rsid w:val="00A85216"/>
    <w:rsid w:val="00AC2AE7"/>
    <w:rsid w:val="00AC72C8"/>
    <w:rsid w:val="00B10ED9"/>
    <w:rsid w:val="00B25688"/>
    <w:rsid w:val="00B83B7C"/>
    <w:rsid w:val="00BE4D6A"/>
    <w:rsid w:val="00C02849"/>
    <w:rsid w:val="00C441A1"/>
    <w:rsid w:val="00CA1586"/>
    <w:rsid w:val="00CC1F64"/>
    <w:rsid w:val="00CE0C74"/>
    <w:rsid w:val="00D12794"/>
    <w:rsid w:val="00D22175"/>
    <w:rsid w:val="00D46532"/>
    <w:rsid w:val="00D67BD8"/>
    <w:rsid w:val="00DE27AF"/>
    <w:rsid w:val="00DF7897"/>
    <w:rsid w:val="00E14AAA"/>
    <w:rsid w:val="00E31592"/>
    <w:rsid w:val="00E37B8A"/>
    <w:rsid w:val="00E609BC"/>
    <w:rsid w:val="00EA4315"/>
    <w:rsid w:val="00EC1C49"/>
    <w:rsid w:val="00F7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EE26"/>
  <w15:docId w15:val="{196736BD-2ECE-4668-A68C-F39E3798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1A1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A36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C2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2AE7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qFormat/>
    <w:rsid w:val="00AC2AE7"/>
    <w:pPr>
      <w:spacing w:line="256" w:lineRule="auto"/>
      <w:ind w:left="720"/>
      <w:contextualSpacing/>
    </w:pPr>
    <w:rPr>
      <w:rFonts w:eastAsia="Times New Roman"/>
    </w:rPr>
  </w:style>
  <w:style w:type="character" w:styleId="ab">
    <w:name w:val="Hyperlink"/>
    <w:basedOn w:val="a0"/>
    <w:uiPriority w:val="99"/>
    <w:semiHidden/>
    <w:unhideWhenUsed/>
    <w:rsid w:val="009F05E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A367F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eks.noglikiadmin/spd?d&amp;nd=620247498&amp;prevDoc=620247498&amp;spack=110listid%3D010000000500%26listpos%3D1%26lsz%3D16%26nd%3D620243296%26nh%3D4%2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1507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1507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31507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2021-02-03T01:55:00Z</cp:lastPrinted>
  <dcterms:created xsi:type="dcterms:W3CDTF">2021-03-31T07:27:00Z</dcterms:created>
  <dcterms:modified xsi:type="dcterms:W3CDTF">2021-03-31T07:27:00Z</dcterms:modified>
</cp:coreProperties>
</file>