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Pr="00307FA5">
        <w:rPr>
          <w:sz w:val="26"/>
          <w:szCs w:val="26"/>
        </w:rPr>
        <w:t xml:space="preserve"> 1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к муниципальной программе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«Развитие инфраструктуры и 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благоустройство населенных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 пунктов муниципального образования 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«Городской округ Ногликский» </w:t>
      </w:r>
    </w:p>
    <w:p w:rsidR="0025436D" w:rsidRPr="00307FA5" w:rsidRDefault="0025436D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на 2015-2020 годы»,</w:t>
      </w:r>
    </w:p>
    <w:p w:rsidR="0025436D" w:rsidRPr="00307FA5" w:rsidRDefault="0025436D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25436D" w:rsidRPr="00307FA5" w:rsidRDefault="0025436D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25436D" w:rsidRDefault="0025436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10.08.2015 № 565</w:t>
      </w:r>
    </w:p>
    <w:p w:rsidR="0025436D" w:rsidRPr="00307FA5" w:rsidRDefault="0025436D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(в редакции от 16.05.2017 № 320)</w:t>
      </w:r>
    </w:p>
    <w:p w:rsidR="0025436D" w:rsidRDefault="0025436D" w:rsidP="00D7299A">
      <w:pPr>
        <w:jc w:val="right"/>
        <w:rPr>
          <w:bCs/>
          <w:sz w:val="18"/>
          <w:szCs w:val="18"/>
        </w:rPr>
      </w:pPr>
    </w:p>
    <w:p w:rsidR="0025436D" w:rsidRDefault="0025436D" w:rsidP="00D7299A">
      <w:pPr>
        <w:jc w:val="right"/>
        <w:rPr>
          <w:bCs/>
          <w:sz w:val="18"/>
          <w:szCs w:val="18"/>
        </w:rPr>
      </w:pPr>
    </w:p>
    <w:p w:rsidR="0025436D" w:rsidRPr="00307FA5" w:rsidRDefault="0025436D" w:rsidP="00D7299A">
      <w:pPr>
        <w:jc w:val="center"/>
        <w:rPr>
          <w:sz w:val="26"/>
          <w:szCs w:val="26"/>
        </w:rPr>
      </w:pPr>
      <w:r w:rsidRPr="00307FA5">
        <w:rPr>
          <w:sz w:val="26"/>
          <w:szCs w:val="26"/>
        </w:rPr>
        <w:t>ИНДИКАТОРЫ</w:t>
      </w:r>
    </w:p>
    <w:p w:rsidR="0025436D" w:rsidRPr="00307FA5" w:rsidRDefault="0025436D" w:rsidP="00D7299A">
      <w:pPr>
        <w:jc w:val="center"/>
        <w:rPr>
          <w:sz w:val="26"/>
          <w:szCs w:val="26"/>
        </w:rPr>
      </w:pPr>
    </w:p>
    <w:p w:rsidR="0025436D" w:rsidRPr="00307FA5" w:rsidRDefault="0025436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муниципальной программы </w:t>
      </w:r>
      <w:r w:rsidRPr="00307FA5">
        <w:rPr>
          <w:b/>
          <w:sz w:val="26"/>
          <w:szCs w:val="26"/>
        </w:rPr>
        <w:t>«</w:t>
      </w:r>
      <w:r w:rsidRPr="00307FA5">
        <w:rPr>
          <w:sz w:val="26"/>
          <w:szCs w:val="26"/>
        </w:rPr>
        <w:t xml:space="preserve">Развитие инфраструктуры и благоустройство населенных пунктов муниципального образования «Городской округ Ногликский» </w:t>
      </w:r>
    </w:p>
    <w:p w:rsidR="0025436D" w:rsidRDefault="0025436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 на 2015-2020 годы» </w:t>
      </w:r>
    </w:p>
    <w:p w:rsidR="0025436D" w:rsidRPr="00307FA5" w:rsidRDefault="0025436D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CellSpacing w:w="5" w:type="nil"/>
        <w:tblInd w:w="-492" w:type="dxa"/>
        <w:tblCellMar>
          <w:left w:w="75" w:type="dxa"/>
          <w:right w:w="75" w:type="dxa"/>
        </w:tblCellMar>
        <w:tblLook w:val="0000"/>
      </w:tblPr>
      <w:tblGrid>
        <w:gridCol w:w="502"/>
        <w:gridCol w:w="3904"/>
        <w:gridCol w:w="630"/>
        <w:gridCol w:w="1084"/>
        <w:gridCol w:w="670"/>
        <w:gridCol w:w="670"/>
        <w:gridCol w:w="670"/>
        <w:gridCol w:w="670"/>
        <w:gridCol w:w="670"/>
        <w:gridCol w:w="670"/>
      </w:tblGrid>
      <w:tr w:rsidR="0025436D" w:rsidRPr="00B53059" w:rsidTr="007B3876">
        <w:trPr>
          <w:trHeight w:val="360"/>
          <w:tblHeader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 xml:space="preserve">N   </w:t>
            </w:r>
            <w:r w:rsidRPr="00E64737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1D120D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Наименование</w:t>
            </w:r>
            <w:r w:rsidRPr="00E64737">
              <w:rPr>
                <w:sz w:val="26"/>
                <w:szCs w:val="26"/>
              </w:rPr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 </w:t>
            </w:r>
            <w:r>
              <w:rPr>
                <w:sz w:val="26"/>
                <w:szCs w:val="26"/>
              </w:rPr>
              <w:br/>
            </w:r>
            <w:r w:rsidRPr="00E64737">
              <w:rPr>
                <w:sz w:val="26"/>
                <w:szCs w:val="26"/>
              </w:rPr>
              <w:t>изм.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Базовый год 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Значение индикаторов</w:t>
            </w:r>
            <w:r>
              <w:rPr>
                <w:sz w:val="26"/>
                <w:szCs w:val="26"/>
              </w:rPr>
              <w:t xml:space="preserve"> по годам</w:t>
            </w:r>
          </w:p>
        </w:tc>
      </w:tr>
      <w:tr w:rsidR="0025436D" w:rsidRPr="00B53059" w:rsidTr="00D7299A">
        <w:trPr>
          <w:trHeight w:val="360"/>
          <w:tblHeader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2020</w:t>
            </w:r>
          </w:p>
        </w:tc>
      </w:tr>
      <w:tr w:rsidR="0025436D" w:rsidRPr="00B53059" w:rsidTr="00D7299A">
        <w:trPr>
          <w:tblHeader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625846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</w:t>
            </w:r>
          </w:p>
        </w:tc>
      </w:tr>
      <w:tr w:rsidR="0025436D" w:rsidRPr="00701E70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7B3876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F76AEA" w:rsidRDefault="0025436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F76AEA" w:rsidRDefault="0025436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F76AEA" w:rsidRDefault="0025436D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9</w:t>
            </w:r>
          </w:p>
        </w:tc>
      </w:tr>
      <w:tr w:rsidR="0025436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7B3876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5436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7B3876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5436D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дворовых территорий многоквартирных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21433E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Default="0025436D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</w:tr>
      <w:tr w:rsidR="0025436D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7B3876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</w:tr>
      <w:tr w:rsidR="0025436D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36D" w:rsidRPr="00E64737" w:rsidRDefault="0025436D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7B3876" w:rsidRDefault="0025436D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 xml:space="preserve">Трудоустройство безработных и незанятых граждан на оплачиваемые общественные работы.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6D" w:rsidRPr="00E64737" w:rsidRDefault="0025436D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</w:tbl>
    <w:p w:rsidR="0025436D" w:rsidRDefault="0025436D" w:rsidP="0070517F">
      <w:pPr>
        <w:ind w:left="360"/>
      </w:pPr>
      <w:r>
        <w:t>* за счет ведомственной программы «Организация оплачиваемых общественных работ на территории муниципального образования на 2013-2015 гг.»</w:t>
      </w:r>
    </w:p>
    <w:sectPr w:rsidR="0025436D" w:rsidSect="007F6BA7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567" w:right="708" w:bottom="851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6D" w:rsidRDefault="0025436D" w:rsidP="00913983">
      <w:r>
        <w:separator/>
      </w:r>
    </w:p>
  </w:endnote>
  <w:endnote w:type="continuationSeparator" w:id="0">
    <w:p w:rsidR="0025436D" w:rsidRDefault="0025436D" w:rsidP="0091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6D" w:rsidRDefault="0025436D" w:rsidP="00592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436D" w:rsidRDefault="0025436D" w:rsidP="009847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6D" w:rsidRDefault="0025436D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25436D" w:rsidRDefault="00254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6D" w:rsidRDefault="0025436D" w:rsidP="00913983">
      <w:r>
        <w:separator/>
      </w:r>
    </w:p>
  </w:footnote>
  <w:footnote w:type="continuationSeparator" w:id="0">
    <w:p w:rsidR="0025436D" w:rsidRDefault="0025436D" w:rsidP="00913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6D" w:rsidRDefault="0025436D" w:rsidP="007F6B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436D" w:rsidRDefault="00254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6D" w:rsidRDefault="0025436D" w:rsidP="008A6C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5436D" w:rsidRDefault="00254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99A"/>
    <w:rsid w:val="00031E84"/>
    <w:rsid w:val="0006304F"/>
    <w:rsid w:val="00091369"/>
    <w:rsid w:val="00096855"/>
    <w:rsid w:val="00121251"/>
    <w:rsid w:val="00144222"/>
    <w:rsid w:val="001D120D"/>
    <w:rsid w:val="001E4636"/>
    <w:rsid w:val="0021433E"/>
    <w:rsid w:val="0025436D"/>
    <w:rsid w:val="002C2AD6"/>
    <w:rsid w:val="002E434F"/>
    <w:rsid w:val="003068FE"/>
    <w:rsid w:val="003074E1"/>
    <w:rsid w:val="00307FA5"/>
    <w:rsid w:val="00374358"/>
    <w:rsid w:val="003C1748"/>
    <w:rsid w:val="003D7DC6"/>
    <w:rsid w:val="004C333F"/>
    <w:rsid w:val="005028BC"/>
    <w:rsid w:val="00592335"/>
    <w:rsid w:val="005A0EF0"/>
    <w:rsid w:val="006179C9"/>
    <w:rsid w:val="00625846"/>
    <w:rsid w:val="00637A14"/>
    <w:rsid w:val="00660A11"/>
    <w:rsid w:val="00701E70"/>
    <w:rsid w:val="0070517F"/>
    <w:rsid w:val="0075531F"/>
    <w:rsid w:val="007B3876"/>
    <w:rsid w:val="007F6BA7"/>
    <w:rsid w:val="008A6C7C"/>
    <w:rsid w:val="008D7681"/>
    <w:rsid w:val="00913983"/>
    <w:rsid w:val="00945C28"/>
    <w:rsid w:val="00951D8B"/>
    <w:rsid w:val="00972836"/>
    <w:rsid w:val="0098477F"/>
    <w:rsid w:val="009C6E52"/>
    <w:rsid w:val="009E0B61"/>
    <w:rsid w:val="009E4630"/>
    <w:rsid w:val="00A06F93"/>
    <w:rsid w:val="00A154A7"/>
    <w:rsid w:val="00A330B4"/>
    <w:rsid w:val="00A670CA"/>
    <w:rsid w:val="00A73EF3"/>
    <w:rsid w:val="00B53059"/>
    <w:rsid w:val="00B55D34"/>
    <w:rsid w:val="00B811A6"/>
    <w:rsid w:val="00CE0459"/>
    <w:rsid w:val="00D7299A"/>
    <w:rsid w:val="00DE6D6B"/>
    <w:rsid w:val="00E216BA"/>
    <w:rsid w:val="00E64737"/>
    <w:rsid w:val="00EB6102"/>
    <w:rsid w:val="00F67AA9"/>
    <w:rsid w:val="00F76AEA"/>
    <w:rsid w:val="00F97618"/>
    <w:rsid w:val="00FB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729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0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11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258</Words>
  <Characters>1476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6</cp:revision>
  <cp:lastPrinted>2017-05-17T06:09:00Z</cp:lastPrinted>
  <dcterms:created xsi:type="dcterms:W3CDTF">2017-05-09T23:34:00Z</dcterms:created>
  <dcterms:modified xsi:type="dcterms:W3CDTF">2017-05-17T06:09:00Z</dcterms:modified>
</cp:coreProperties>
</file>