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F2" w:rsidRPr="00544666" w:rsidRDefault="00BB5FF2" w:rsidP="00C95C8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BB5FF2" w:rsidRPr="00544666" w:rsidRDefault="00BB5FF2" w:rsidP="00C95C8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544666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</w:p>
    <w:p w:rsidR="00BB5FF2" w:rsidRPr="00544666" w:rsidRDefault="00BB5FF2" w:rsidP="00C95C8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54466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09.07.2015 № 466</w:t>
      </w:r>
    </w:p>
    <w:p w:rsidR="00BB5FF2" w:rsidRDefault="00BB5FF2"/>
    <w:p w:rsidR="00BB5FF2" w:rsidRDefault="00BB5FF2"/>
    <w:p w:rsidR="00BB5FF2" w:rsidRDefault="00BB5FF2"/>
    <w:p w:rsidR="00BB5FF2" w:rsidRDefault="00BB5FF2"/>
    <w:p w:rsidR="00BB5FF2" w:rsidRDefault="00BB5FF2"/>
    <w:p w:rsidR="00BB5FF2" w:rsidRDefault="00BB5FF2"/>
    <w:p w:rsidR="00BB5FF2" w:rsidRDefault="00BB5FF2"/>
    <w:p w:rsidR="00BB5FF2" w:rsidRDefault="00BB5FF2"/>
    <w:p w:rsidR="00BB5FF2" w:rsidRPr="00544666" w:rsidRDefault="00BB5FF2" w:rsidP="00C95C88">
      <w:pPr>
        <w:jc w:val="center"/>
        <w:rPr>
          <w:rFonts w:ascii="Times New Roman" w:hAnsi="Times New Roman" w:cs="Times New Roman"/>
          <w:sz w:val="36"/>
          <w:szCs w:val="36"/>
        </w:rPr>
      </w:pPr>
      <w:r w:rsidRPr="00544666"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BB5FF2" w:rsidRDefault="00BB5FF2" w:rsidP="00C95C88">
      <w:pPr>
        <w:jc w:val="center"/>
        <w:rPr>
          <w:rFonts w:ascii="Times New Roman" w:hAnsi="Times New Roman" w:cs="Times New Roman"/>
          <w:sz w:val="36"/>
          <w:szCs w:val="36"/>
        </w:rPr>
      </w:pPr>
      <w:r w:rsidRPr="00544666">
        <w:rPr>
          <w:rFonts w:ascii="Times New Roman" w:hAnsi="Times New Roman" w:cs="Times New Roman"/>
          <w:sz w:val="36"/>
          <w:szCs w:val="36"/>
        </w:rPr>
        <w:t>«Доступная среда в муниципальном образовании «Городской округ Ногликский» на 2015-2020 годы»</w:t>
      </w:r>
      <w:r>
        <w:rPr>
          <w:rFonts w:ascii="Times New Roman" w:hAnsi="Times New Roman" w:cs="Times New Roman"/>
          <w:sz w:val="36"/>
          <w:szCs w:val="36"/>
        </w:rPr>
        <w:t>,</w:t>
      </w:r>
    </w:p>
    <w:p w:rsidR="00BB5FF2" w:rsidRPr="00544666" w:rsidRDefault="00BB5FF2" w:rsidP="00C95C8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новой редакции</w:t>
      </w:r>
    </w:p>
    <w:sectPr w:rsidR="00BB5FF2" w:rsidRPr="00544666" w:rsidSect="00413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C88"/>
    <w:rsid w:val="001F56F0"/>
    <w:rsid w:val="002C14FA"/>
    <w:rsid w:val="00413FC3"/>
    <w:rsid w:val="004F7554"/>
    <w:rsid w:val="00544666"/>
    <w:rsid w:val="00603120"/>
    <w:rsid w:val="007419BF"/>
    <w:rsid w:val="007647ED"/>
    <w:rsid w:val="008F0E2A"/>
    <w:rsid w:val="00B24001"/>
    <w:rsid w:val="00BB5FF2"/>
    <w:rsid w:val="00BF7758"/>
    <w:rsid w:val="00C20B97"/>
    <w:rsid w:val="00C95C88"/>
    <w:rsid w:val="00E6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C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419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0E2A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30</Words>
  <Characters>173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ashapovalova</dc:creator>
  <cp:keywords/>
  <dc:description/>
  <cp:lastModifiedBy>org3</cp:lastModifiedBy>
  <cp:revision>2</cp:revision>
  <cp:lastPrinted>2015-07-13T07:23:00Z</cp:lastPrinted>
  <dcterms:created xsi:type="dcterms:W3CDTF">2015-07-13T07:24:00Z</dcterms:created>
  <dcterms:modified xsi:type="dcterms:W3CDTF">2015-07-13T07:24:00Z</dcterms:modified>
</cp:coreProperties>
</file>