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72A2757" w14:textId="77777777" w:rsidTr="00987DB5">
        <w:tc>
          <w:tcPr>
            <w:tcW w:w="9498" w:type="dxa"/>
          </w:tcPr>
          <w:p w14:paraId="672A275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2A276E" wp14:editId="672A276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2A275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72A275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72A275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72A2758" w14:textId="224ABEAB" w:rsidR="0033636C" w:rsidRPr="00E57EE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EE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57EEB" w:rsidRPr="00E57EEB">
            <w:rPr>
              <w:rFonts w:ascii="Times New Roman" w:hAnsi="Times New Roman"/>
              <w:sz w:val="28"/>
              <w:szCs w:val="28"/>
            </w:rPr>
            <w:t>27 декабря 2021 года</w:t>
          </w:r>
        </w:sdtContent>
      </w:sdt>
      <w:r w:rsidRPr="00E57EE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57EEB" w:rsidRPr="00E57EEB">
            <w:rPr>
              <w:rFonts w:ascii="Times New Roman" w:hAnsi="Times New Roman"/>
              <w:sz w:val="28"/>
              <w:szCs w:val="28"/>
            </w:rPr>
            <w:t>737</w:t>
          </w:r>
        </w:sdtContent>
      </w:sdt>
    </w:p>
    <w:p w14:paraId="672A275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72A275A" w14:textId="0DDE7E2A" w:rsidR="0033636C" w:rsidRPr="001120C9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1120C9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1120C9">
        <w:rPr>
          <w:rFonts w:ascii="Times New Roman" w:hAnsi="Times New Roman"/>
          <w:b/>
          <w:sz w:val="28"/>
          <w:szCs w:val="28"/>
        </w:rPr>
        <w:br/>
      </w:r>
      <w:r w:rsidR="00FD70D1" w:rsidRPr="001120C9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1120C9">
        <w:rPr>
          <w:rFonts w:ascii="Times New Roman" w:hAnsi="Times New Roman"/>
          <w:b/>
          <w:sz w:val="28"/>
          <w:szCs w:val="28"/>
        </w:rPr>
        <w:t>«</w:t>
      </w:r>
      <w:r w:rsidRPr="001120C9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1120C9">
        <w:rPr>
          <w:rFonts w:ascii="Times New Roman" w:hAnsi="Times New Roman"/>
          <w:b/>
          <w:sz w:val="28"/>
          <w:szCs w:val="28"/>
        </w:rPr>
        <w:t>»</w:t>
      </w:r>
      <w:r w:rsidR="001120C9">
        <w:rPr>
          <w:rFonts w:ascii="Times New Roman" w:hAnsi="Times New Roman"/>
          <w:b/>
          <w:sz w:val="28"/>
          <w:szCs w:val="28"/>
        </w:rPr>
        <w:br/>
      </w:r>
      <w:r w:rsidRPr="001120C9">
        <w:rPr>
          <w:rFonts w:ascii="Times New Roman" w:hAnsi="Times New Roman"/>
          <w:b/>
          <w:sz w:val="28"/>
          <w:szCs w:val="28"/>
        </w:rPr>
        <w:t>от 28.08.2015 № 631</w:t>
      </w:r>
    </w:p>
    <w:p w14:paraId="672A275B" w14:textId="77777777" w:rsidR="00185FEC" w:rsidRPr="00FD70D1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674B01" w14:textId="2596A329" w:rsidR="00FD70D1" w:rsidRPr="00FD70D1" w:rsidRDefault="00FD70D1" w:rsidP="00FD7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В соответствии с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D70D1">
        <w:rPr>
          <w:rFonts w:ascii="Times New Roman" w:hAnsi="Times New Roman"/>
          <w:b/>
          <w:sz w:val="28"/>
          <w:szCs w:val="28"/>
        </w:rPr>
        <w:t>ПОСТАНОВЛЯЕТ:</w:t>
      </w:r>
    </w:p>
    <w:p w14:paraId="65B525A6" w14:textId="2B9ADA51" w:rsidR="00FD70D1" w:rsidRPr="00FD70D1" w:rsidRDefault="00FD70D1" w:rsidP="00FD7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«Городской округ Ногликский» от 28.08.2015 № 631 (в редакции от 31.03.2016 № 267, от 27.02.2018 № 190, от 11.12.2018 № 1196, от 26.12.2018 № 1270, </w:t>
      </w:r>
      <w:r w:rsidR="001120C9">
        <w:rPr>
          <w:rFonts w:ascii="Times New Roman" w:hAnsi="Times New Roman"/>
          <w:sz w:val="28"/>
          <w:szCs w:val="28"/>
        </w:rPr>
        <w:br/>
      </w:r>
      <w:r w:rsidRPr="00FD70D1">
        <w:rPr>
          <w:rFonts w:ascii="Times New Roman" w:hAnsi="Times New Roman"/>
          <w:sz w:val="28"/>
          <w:szCs w:val="28"/>
        </w:rPr>
        <w:t>от 29.07.2019 № 570, от 05.02.2020 № 67</w:t>
      </w:r>
      <w:r w:rsidR="00B2112C">
        <w:rPr>
          <w:rFonts w:ascii="Times New Roman" w:hAnsi="Times New Roman"/>
          <w:sz w:val="28"/>
          <w:szCs w:val="28"/>
        </w:rPr>
        <w:t>, от 12.01.2021</w:t>
      </w:r>
      <w:r w:rsidR="00830B04">
        <w:rPr>
          <w:rFonts w:ascii="Times New Roman" w:hAnsi="Times New Roman"/>
          <w:sz w:val="28"/>
          <w:szCs w:val="28"/>
        </w:rPr>
        <w:t xml:space="preserve"> № 1</w:t>
      </w:r>
      <w:r w:rsidRPr="00FD70D1">
        <w:rPr>
          <w:rFonts w:ascii="Times New Roman" w:hAnsi="Times New Roman"/>
          <w:sz w:val="28"/>
          <w:szCs w:val="28"/>
        </w:rPr>
        <w:t xml:space="preserve">) «Об утверждении муниципальной программы «Развитие инвестиционного потенциала </w:t>
      </w:r>
      <w:r w:rsidRPr="00FD70D1">
        <w:rPr>
          <w:rFonts w:ascii="Times New Roman" w:hAnsi="Times New Roman"/>
          <w:sz w:val="28"/>
          <w:szCs w:val="28"/>
        </w:rPr>
        <w:lastRenderedPageBreak/>
        <w:t>муниципального образования «Городской округ Ногликский» следующие изменения:</w:t>
      </w:r>
    </w:p>
    <w:p w14:paraId="71724BA9" w14:textId="77777777" w:rsidR="00FD70D1" w:rsidRDefault="00FD70D1" w:rsidP="00FD7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>1.1. В Паспорте программы «Развитие инвестиционного потенциала муниципального образования «Городской округ Ногликский» раздел «Ожидаемые результаты реализации программы» изложить в новой редакции:</w:t>
      </w:r>
    </w:p>
    <w:p w14:paraId="042F9F36" w14:textId="77777777" w:rsidR="000B07CA" w:rsidRPr="00FD70D1" w:rsidRDefault="000B07CA" w:rsidP="00FD7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9570" w:type="dxa"/>
        <w:tblInd w:w="-147" w:type="dxa"/>
        <w:tblLook w:val="04A0" w:firstRow="1" w:lastRow="0" w:firstColumn="1" w:lastColumn="0" w:noHBand="0" w:noVBand="1"/>
      </w:tblPr>
      <w:tblGrid>
        <w:gridCol w:w="426"/>
        <w:gridCol w:w="3111"/>
        <w:gridCol w:w="5677"/>
        <w:gridCol w:w="356"/>
      </w:tblGrid>
      <w:tr w:rsidR="001120C9" w:rsidRPr="00FD70D1" w14:paraId="1A730413" w14:textId="0051E6BC" w:rsidTr="001120C9">
        <w:tc>
          <w:tcPr>
            <w:tcW w:w="42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8669C0C" w14:textId="251326A6" w:rsidR="001120C9" w:rsidRPr="001120C9" w:rsidRDefault="001120C9" w:rsidP="001120C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3111" w:type="dxa"/>
          </w:tcPr>
          <w:p w14:paraId="48CD83FC" w14:textId="58D61814" w:rsidR="00FD70D1" w:rsidRPr="001120C9" w:rsidRDefault="00FD70D1" w:rsidP="00FD7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20C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677" w:type="dxa"/>
          </w:tcPr>
          <w:p w14:paraId="0F4D427A" w14:textId="77777777" w:rsidR="00FD70D1" w:rsidRPr="001120C9" w:rsidRDefault="00FD70D1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20C9">
              <w:rPr>
                <w:rFonts w:ascii="Times New Roman" w:hAnsi="Times New Roman"/>
                <w:sz w:val="28"/>
                <w:szCs w:val="28"/>
              </w:rPr>
              <w:t>На дату окончания реализации программы:</w:t>
            </w:r>
          </w:p>
          <w:p w14:paraId="21FBF353" w14:textId="336B71A6" w:rsidR="00FD70D1" w:rsidRPr="001120C9" w:rsidRDefault="00FD70D1" w:rsidP="001120C9">
            <w:pPr>
              <w:pStyle w:val="a9"/>
              <w:widowControl w:val="0"/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20C9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 за счет всех источников финансирования составит</w:t>
            </w:r>
            <w:r w:rsidR="001120C9">
              <w:rPr>
                <w:rFonts w:ascii="Times New Roman" w:hAnsi="Times New Roman"/>
                <w:sz w:val="28"/>
                <w:szCs w:val="28"/>
              </w:rPr>
              <w:t xml:space="preserve"> 156 200,0 млн. рублей,</w:t>
            </w:r>
            <w:r w:rsidRPr="001120C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9B2890C" w14:textId="77777777" w:rsidR="00FD70D1" w:rsidRPr="001120C9" w:rsidRDefault="00FD70D1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20C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31407FA8" w14:textId="4C320EF7" w:rsidR="00FD70D1" w:rsidRPr="001120C9" w:rsidRDefault="00FD70D1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20C9">
              <w:rPr>
                <w:rFonts w:ascii="Times New Roman" w:hAnsi="Times New Roman"/>
                <w:sz w:val="28"/>
                <w:szCs w:val="28"/>
              </w:rPr>
              <w:t>- на душу населения</w:t>
            </w:r>
            <w:r w:rsidR="001120C9">
              <w:rPr>
                <w:rFonts w:ascii="Times New Roman" w:hAnsi="Times New Roman"/>
                <w:sz w:val="28"/>
                <w:szCs w:val="28"/>
              </w:rPr>
              <w:t xml:space="preserve"> 12,83 млн. рублей/чел.</w:t>
            </w:r>
          </w:p>
          <w:p w14:paraId="126E11E5" w14:textId="77777777" w:rsidR="00FD70D1" w:rsidRPr="001120C9" w:rsidRDefault="00FD70D1" w:rsidP="00FD70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20C9">
              <w:rPr>
                <w:rFonts w:ascii="Times New Roman" w:hAnsi="Times New Roman"/>
                <w:sz w:val="28"/>
                <w:szCs w:val="28"/>
              </w:rPr>
              <w:t>2. Количество получателей муниципальной поддержки составит не менее 3 единиц.</w:t>
            </w:r>
          </w:p>
          <w:p w14:paraId="23B14B12" w14:textId="77777777" w:rsidR="00FD70D1" w:rsidRPr="001120C9" w:rsidRDefault="00FD70D1" w:rsidP="00FD7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20C9">
              <w:rPr>
                <w:rFonts w:ascii="Times New Roman" w:hAnsi="Times New Roman"/>
                <w:sz w:val="28"/>
                <w:szCs w:val="28"/>
              </w:rPr>
              <w:t>3. Объем инвестиций по проектам, реализуемым при муниципальной поддержке,</w:t>
            </w:r>
            <w:r w:rsidRPr="001120C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120C9">
              <w:rPr>
                <w:rFonts w:ascii="Times New Roman" w:hAnsi="Times New Roman"/>
                <w:sz w:val="28"/>
                <w:szCs w:val="28"/>
              </w:rPr>
              <w:t>составит не менее 6,0 млн. рублей.</w:t>
            </w:r>
          </w:p>
          <w:p w14:paraId="6399B2F3" w14:textId="77777777" w:rsidR="00FD70D1" w:rsidRPr="001120C9" w:rsidRDefault="00FD70D1" w:rsidP="00FD7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20C9">
              <w:rPr>
                <w:rFonts w:ascii="Times New Roman" w:hAnsi="Times New Roman"/>
                <w:sz w:val="28"/>
                <w:szCs w:val="28"/>
              </w:rPr>
              <w:t>4. Ежегодное количество участников обучающих мероприятий по вопросам инвестиционной деятельности не менее 10 человек (в период 2020 – 2025 гг.).</w:t>
            </w:r>
          </w:p>
        </w:tc>
        <w:tc>
          <w:tcPr>
            <w:tcW w:w="35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E2DA0B7" w14:textId="77777777" w:rsidR="001120C9" w:rsidRDefault="001120C9">
            <w:pPr>
              <w:spacing w:after="0" w:line="240" w:lineRule="auto"/>
            </w:pPr>
          </w:p>
          <w:p w14:paraId="6472E510" w14:textId="77777777" w:rsidR="001120C9" w:rsidRDefault="001120C9">
            <w:pPr>
              <w:spacing w:after="0" w:line="240" w:lineRule="auto"/>
            </w:pPr>
          </w:p>
          <w:p w14:paraId="26CA7D8B" w14:textId="77777777" w:rsidR="001120C9" w:rsidRDefault="001120C9">
            <w:pPr>
              <w:spacing w:after="0" w:line="240" w:lineRule="auto"/>
            </w:pPr>
          </w:p>
          <w:p w14:paraId="413EF219" w14:textId="77777777" w:rsidR="001120C9" w:rsidRDefault="001120C9">
            <w:pPr>
              <w:spacing w:after="0" w:line="240" w:lineRule="auto"/>
            </w:pPr>
          </w:p>
          <w:p w14:paraId="26DA7031" w14:textId="77777777" w:rsidR="001120C9" w:rsidRDefault="001120C9">
            <w:pPr>
              <w:spacing w:after="0" w:line="240" w:lineRule="auto"/>
            </w:pPr>
          </w:p>
          <w:p w14:paraId="250EC9BD" w14:textId="77777777" w:rsidR="001120C9" w:rsidRDefault="001120C9">
            <w:pPr>
              <w:spacing w:after="0" w:line="240" w:lineRule="auto"/>
            </w:pPr>
          </w:p>
          <w:p w14:paraId="435E2B81" w14:textId="77777777" w:rsidR="001120C9" w:rsidRDefault="001120C9">
            <w:pPr>
              <w:spacing w:after="0" w:line="240" w:lineRule="auto"/>
            </w:pPr>
          </w:p>
          <w:p w14:paraId="0EB7D785" w14:textId="77777777" w:rsidR="001120C9" w:rsidRDefault="001120C9">
            <w:pPr>
              <w:spacing w:after="0" w:line="240" w:lineRule="auto"/>
            </w:pPr>
          </w:p>
          <w:p w14:paraId="3DD3D31F" w14:textId="77777777" w:rsidR="001120C9" w:rsidRDefault="001120C9">
            <w:pPr>
              <w:spacing w:after="0" w:line="240" w:lineRule="auto"/>
            </w:pPr>
          </w:p>
          <w:p w14:paraId="025722E2" w14:textId="77777777" w:rsidR="001120C9" w:rsidRDefault="001120C9">
            <w:pPr>
              <w:spacing w:after="0" w:line="240" w:lineRule="auto"/>
            </w:pPr>
          </w:p>
          <w:p w14:paraId="63E1EAAD" w14:textId="77777777" w:rsidR="001120C9" w:rsidRDefault="001120C9">
            <w:pPr>
              <w:spacing w:after="0" w:line="240" w:lineRule="auto"/>
            </w:pPr>
          </w:p>
          <w:p w14:paraId="6CF4DFFD" w14:textId="77777777" w:rsidR="001120C9" w:rsidRDefault="001120C9">
            <w:pPr>
              <w:spacing w:after="0" w:line="240" w:lineRule="auto"/>
            </w:pPr>
          </w:p>
          <w:p w14:paraId="0941E865" w14:textId="77777777" w:rsidR="001120C9" w:rsidRDefault="001120C9">
            <w:pPr>
              <w:spacing w:after="0" w:line="240" w:lineRule="auto"/>
            </w:pPr>
          </w:p>
          <w:p w14:paraId="407D2B5B" w14:textId="77777777" w:rsidR="001120C9" w:rsidRDefault="001120C9">
            <w:pPr>
              <w:spacing w:after="0" w:line="240" w:lineRule="auto"/>
            </w:pPr>
          </w:p>
          <w:p w14:paraId="1CF51289" w14:textId="77777777" w:rsidR="001120C9" w:rsidRDefault="001120C9">
            <w:pPr>
              <w:spacing w:after="0" w:line="240" w:lineRule="auto"/>
            </w:pPr>
          </w:p>
          <w:p w14:paraId="00D4C865" w14:textId="77777777" w:rsidR="001120C9" w:rsidRDefault="001120C9">
            <w:pPr>
              <w:spacing w:after="0" w:line="240" w:lineRule="auto"/>
            </w:pPr>
          </w:p>
          <w:p w14:paraId="61CBBC22" w14:textId="77777777" w:rsidR="00E57EEB" w:rsidRDefault="00E57E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542F4D4" w14:textId="77777777" w:rsidR="00E57EEB" w:rsidRDefault="00E57E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10D76C3" w14:textId="44B72FAC" w:rsidR="001120C9" w:rsidRPr="00FD70D1" w:rsidRDefault="001120C9">
            <w:pPr>
              <w:spacing w:after="0" w:line="240" w:lineRule="auto"/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14:paraId="4D7DB425" w14:textId="77777777" w:rsidR="000B07CA" w:rsidRDefault="000B07CA" w:rsidP="00FD70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97000AD" w14:textId="77777777" w:rsidR="00FD70D1" w:rsidRPr="00FD70D1" w:rsidRDefault="00FD70D1" w:rsidP="00FD70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>1.2. Пункты 1, 2, 3 раздела 8 «Конечные результаты реализации программы» изложить в новой редакции:</w:t>
      </w:r>
    </w:p>
    <w:p w14:paraId="68D6DA64" w14:textId="218638C1" w:rsidR="00FD70D1" w:rsidRPr="00365403" w:rsidRDefault="00FD70D1" w:rsidP="00FD7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403">
        <w:rPr>
          <w:rFonts w:ascii="Times New Roman" w:hAnsi="Times New Roman"/>
          <w:sz w:val="28"/>
          <w:szCs w:val="28"/>
        </w:rPr>
        <w:t>«1. Объем инвестиций в основной капитал за счет всех источников финансирования составит</w:t>
      </w:r>
      <w:r w:rsidR="001120C9">
        <w:rPr>
          <w:rFonts w:ascii="Times New Roman" w:hAnsi="Times New Roman"/>
          <w:sz w:val="28"/>
          <w:szCs w:val="28"/>
        </w:rPr>
        <w:t xml:space="preserve"> 156 200,0 млн. рублей,</w:t>
      </w:r>
      <w:r w:rsidR="001120C9" w:rsidRPr="001120C9">
        <w:rPr>
          <w:rFonts w:ascii="Times New Roman" w:eastAsia="Times New Roman" w:hAnsi="Times New Roman"/>
          <w:sz w:val="28"/>
          <w:szCs w:val="28"/>
        </w:rPr>
        <w:t xml:space="preserve"> </w:t>
      </w:r>
      <w:r w:rsidRPr="00365403">
        <w:rPr>
          <w:rFonts w:ascii="Times New Roman" w:hAnsi="Times New Roman"/>
          <w:sz w:val="28"/>
          <w:szCs w:val="28"/>
        </w:rPr>
        <w:t>в том числе на душу населения</w:t>
      </w:r>
      <w:r w:rsidR="001120C9">
        <w:rPr>
          <w:rFonts w:ascii="Times New Roman" w:hAnsi="Times New Roman"/>
          <w:sz w:val="28"/>
          <w:szCs w:val="28"/>
        </w:rPr>
        <w:t xml:space="preserve"> 12,83 млн. рублей/чел</w:t>
      </w:r>
      <w:r w:rsidR="000B07CA">
        <w:rPr>
          <w:rFonts w:ascii="Times New Roman" w:hAnsi="Times New Roman"/>
          <w:sz w:val="28"/>
          <w:szCs w:val="28"/>
        </w:rPr>
        <w:t>овек</w:t>
      </w:r>
      <w:r w:rsidR="001120C9">
        <w:rPr>
          <w:rFonts w:ascii="Times New Roman" w:hAnsi="Times New Roman"/>
          <w:sz w:val="28"/>
          <w:szCs w:val="28"/>
        </w:rPr>
        <w:t xml:space="preserve">. </w:t>
      </w:r>
    </w:p>
    <w:p w14:paraId="15851D99" w14:textId="77777777" w:rsidR="00FD70D1" w:rsidRPr="00365403" w:rsidRDefault="00FD70D1" w:rsidP="00FD7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403">
        <w:rPr>
          <w:rFonts w:ascii="Times New Roman" w:hAnsi="Times New Roman"/>
          <w:sz w:val="28"/>
          <w:szCs w:val="28"/>
        </w:rPr>
        <w:t>2. Количество получателей муниципальной поддержки составит не менее 3 единиц;</w:t>
      </w:r>
    </w:p>
    <w:p w14:paraId="2ECD464F" w14:textId="77777777" w:rsidR="00FD70D1" w:rsidRPr="00365403" w:rsidRDefault="00FD70D1" w:rsidP="00FD70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403">
        <w:rPr>
          <w:rFonts w:ascii="Times New Roman" w:hAnsi="Times New Roman"/>
          <w:sz w:val="28"/>
          <w:szCs w:val="28"/>
        </w:rPr>
        <w:t>3. Объем инвестиций по проектам, реализуемым при муниципальной поддержке, составит не менее 6,0 млн. рублей.».</w:t>
      </w:r>
    </w:p>
    <w:p w14:paraId="140F025E" w14:textId="05D96451" w:rsidR="00FD70D1" w:rsidRPr="00365403" w:rsidRDefault="00FD70D1" w:rsidP="00FD70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5403">
        <w:rPr>
          <w:rFonts w:ascii="Times New Roman" w:hAnsi="Times New Roman"/>
          <w:sz w:val="28"/>
          <w:szCs w:val="28"/>
        </w:rPr>
        <w:t xml:space="preserve">1.3. Приложение 1 к программе «Сведения о показателях (индикаторах) и их значениях муниципальной программы «Развитие инвестиционного </w:t>
      </w:r>
      <w:r w:rsidRPr="00365403">
        <w:rPr>
          <w:rFonts w:ascii="Times New Roman" w:hAnsi="Times New Roman"/>
          <w:sz w:val="28"/>
          <w:szCs w:val="28"/>
        </w:rPr>
        <w:br/>
        <w:t xml:space="preserve">потенциала муниципального образования «Городской округ Ногликский» </w:t>
      </w:r>
      <w:r w:rsidRPr="00365403">
        <w:rPr>
          <w:rFonts w:ascii="Times New Roman" w:hAnsi="Times New Roman"/>
          <w:sz w:val="28"/>
          <w:szCs w:val="28"/>
        </w:rPr>
        <w:lastRenderedPageBreak/>
        <w:t>изложить в нов</w:t>
      </w:r>
      <w:r w:rsidR="000B07CA">
        <w:rPr>
          <w:rFonts w:ascii="Times New Roman" w:hAnsi="Times New Roman"/>
          <w:sz w:val="28"/>
          <w:szCs w:val="28"/>
        </w:rPr>
        <w:t>ой редакции, согласно приложения</w:t>
      </w:r>
      <w:r w:rsidRPr="00365403">
        <w:rPr>
          <w:rFonts w:ascii="Times New Roman" w:hAnsi="Times New Roman"/>
          <w:sz w:val="28"/>
          <w:szCs w:val="28"/>
        </w:rPr>
        <w:t xml:space="preserve"> к настоящему постановлению (прилагается).</w:t>
      </w:r>
    </w:p>
    <w:p w14:paraId="1EDA966F" w14:textId="77777777" w:rsidR="00FD70D1" w:rsidRPr="00FD70D1" w:rsidRDefault="00FD70D1" w:rsidP="00FD70D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ab/>
        <w:t xml:space="preserve">2. Опубликовать настоящее постановление в газете «Знамя труда» и </w:t>
      </w:r>
      <w:r w:rsidRPr="00FD70D1">
        <w:rPr>
          <w:rFonts w:ascii="Times New Roman" w:hAnsi="Times New Roman"/>
          <w:sz w:val="28"/>
          <w:szCs w:val="28"/>
        </w:rPr>
        <w:br/>
        <w:t xml:space="preserve">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Pr="00FD70D1">
        <w:rPr>
          <w:rFonts w:ascii="Times New Roman" w:hAnsi="Times New Roman"/>
          <w:sz w:val="28"/>
          <w:szCs w:val="28"/>
        </w:rPr>
        <w:br/>
        <w:t>«Интернет».</w:t>
      </w:r>
    </w:p>
    <w:p w14:paraId="42C9E256" w14:textId="77777777" w:rsidR="00FD70D1" w:rsidRPr="00FD70D1" w:rsidRDefault="00FD70D1" w:rsidP="00FD70D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70D1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оставляю за </w:t>
      </w:r>
      <w:r w:rsidRPr="00FD70D1">
        <w:rPr>
          <w:rFonts w:ascii="Times New Roman" w:hAnsi="Times New Roman"/>
          <w:sz w:val="28"/>
          <w:szCs w:val="28"/>
        </w:rPr>
        <w:br/>
        <w:t>собой.</w:t>
      </w:r>
    </w:p>
    <w:p w14:paraId="55FCD80E" w14:textId="77777777" w:rsidR="00FD70D1" w:rsidRPr="00FD70D1" w:rsidRDefault="00FD70D1" w:rsidP="00FD70D1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14:paraId="672A276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72A276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72A2768" w14:textId="6B13161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6C19A4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6C19A4">
        <w:rPr>
          <w:rFonts w:ascii="Times New Roman" w:hAnsi="Times New Roman"/>
          <w:sz w:val="28"/>
          <w:szCs w:val="28"/>
        </w:rPr>
        <w:tab/>
      </w:r>
      <w:r w:rsidR="006C19A4">
        <w:rPr>
          <w:rFonts w:ascii="Times New Roman" w:hAnsi="Times New Roman"/>
          <w:sz w:val="28"/>
          <w:szCs w:val="28"/>
        </w:rPr>
        <w:tab/>
      </w:r>
      <w:r w:rsidR="006C19A4">
        <w:rPr>
          <w:rFonts w:ascii="Times New Roman" w:hAnsi="Times New Roman"/>
          <w:sz w:val="28"/>
          <w:szCs w:val="28"/>
        </w:rPr>
        <w:tab/>
      </w:r>
      <w:r w:rsidR="006C19A4">
        <w:rPr>
          <w:rFonts w:ascii="Times New Roman" w:hAnsi="Times New Roman"/>
          <w:sz w:val="28"/>
          <w:szCs w:val="28"/>
        </w:rPr>
        <w:tab/>
      </w:r>
      <w:r w:rsidR="006C19A4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C19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72A276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72A276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72A276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72A276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72A276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E57EEB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A277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72A277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A2774" w14:textId="488A7E4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2A277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72A277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0321078"/>
      <w:docPartObj>
        <w:docPartGallery w:val="Page Numbers (Top of Page)"/>
        <w:docPartUnique/>
      </w:docPartObj>
    </w:sdtPr>
    <w:sdtContent>
      <w:p w14:paraId="41EA5CA0" w14:textId="5A934FBC" w:rsidR="00E57EEB" w:rsidRDefault="00E57E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0641787" w14:textId="77777777" w:rsidR="00E57EEB" w:rsidRDefault="00E57E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DC788A"/>
    <w:multiLevelType w:val="hybridMultilevel"/>
    <w:tmpl w:val="3404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07CA"/>
    <w:rsid w:val="001120C9"/>
    <w:rsid w:val="00185FEC"/>
    <w:rsid w:val="001E1F9F"/>
    <w:rsid w:val="002003DC"/>
    <w:rsid w:val="0033636C"/>
    <w:rsid w:val="00365403"/>
    <w:rsid w:val="003E4257"/>
    <w:rsid w:val="00520CBF"/>
    <w:rsid w:val="005B01A7"/>
    <w:rsid w:val="006C19A4"/>
    <w:rsid w:val="006E4D55"/>
    <w:rsid w:val="00830B04"/>
    <w:rsid w:val="008629FA"/>
    <w:rsid w:val="008B0F3A"/>
    <w:rsid w:val="00987DB5"/>
    <w:rsid w:val="00AC72C8"/>
    <w:rsid w:val="00B10ED9"/>
    <w:rsid w:val="00B2112C"/>
    <w:rsid w:val="00B25688"/>
    <w:rsid w:val="00C02849"/>
    <w:rsid w:val="00D12794"/>
    <w:rsid w:val="00D67BD8"/>
    <w:rsid w:val="00DF7897"/>
    <w:rsid w:val="00E37B8A"/>
    <w:rsid w:val="00E57EEB"/>
    <w:rsid w:val="00E609BC"/>
    <w:rsid w:val="00FD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A275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table" w:styleId="a8">
    <w:name w:val="Table Grid"/>
    <w:basedOn w:val="a1"/>
    <w:uiPriority w:val="39"/>
    <w:rsid w:val="00FD70D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120C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57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57EE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6042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6042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6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54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cp:lastPrinted>2021-12-26T23:41:00Z</cp:lastPrinted>
  <dcterms:created xsi:type="dcterms:W3CDTF">2021-12-13T00:29:00Z</dcterms:created>
  <dcterms:modified xsi:type="dcterms:W3CDTF">2021-12-26T23:41:00Z</dcterms:modified>
</cp:coreProperties>
</file>