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4D" w:rsidRDefault="0020734D" w:rsidP="006C3EE3">
      <w:pPr>
        <w:tabs>
          <w:tab w:val="left" w:pos="5760"/>
          <w:tab w:val="left" w:pos="6946"/>
        </w:tabs>
        <w:jc w:val="right"/>
        <w:rPr>
          <w:sz w:val="18"/>
          <w:szCs w:val="18"/>
        </w:rPr>
      </w:pPr>
      <w:bookmarkStart w:id="0" w:name="_GoBack"/>
      <w:bookmarkEnd w:id="0"/>
    </w:p>
    <w:p w:rsidR="0020734D" w:rsidRDefault="0020734D" w:rsidP="001A27F5">
      <w:pPr>
        <w:tabs>
          <w:tab w:val="left" w:pos="5760"/>
        </w:tabs>
        <w:jc w:val="right"/>
        <w:rPr>
          <w:sz w:val="18"/>
          <w:szCs w:val="18"/>
        </w:rPr>
      </w:pPr>
    </w:p>
    <w:p w:rsidR="0020734D" w:rsidRPr="00BB4B5A" w:rsidRDefault="0020734D" w:rsidP="001A27F5">
      <w:pPr>
        <w:tabs>
          <w:tab w:val="left" w:pos="5760"/>
        </w:tabs>
        <w:jc w:val="right"/>
        <w:rPr>
          <w:sz w:val="26"/>
          <w:szCs w:val="26"/>
        </w:rPr>
      </w:pPr>
      <w:r w:rsidRPr="00BB4B5A">
        <w:rPr>
          <w:sz w:val="26"/>
          <w:szCs w:val="26"/>
        </w:rPr>
        <w:t>Приложение № 1</w:t>
      </w:r>
    </w:p>
    <w:p w:rsidR="0020734D" w:rsidRPr="00BB4B5A" w:rsidRDefault="0020734D" w:rsidP="001A27F5">
      <w:pPr>
        <w:tabs>
          <w:tab w:val="left" w:pos="5760"/>
        </w:tabs>
        <w:jc w:val="right"/>
        <w:rPr>
          <w:sz w:val="26"/>
          <w:szCs w:val="26"/>
        </w:rPr>
      </w:pPr>
      <w:r w:rsidRPr="00BB4B5A">
        <w:rPr>
          <w:sz w:val="26"/>
          <w:szCs w:val="26"/>
        </w:rPr>
        <w:t>к муниципальной программе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«Обеспечение населения муниципального 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образования «Городской округ Ногликский» 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качественными услугами жилищно-коммунального 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>хозяйства на 2015-2020 годы»,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20734D" w:rsidRDefault="0020734D" w:rsidP="001A27F5">
      <w:pPr>
        <w:jc w:val="right"/>
        <w:rPr>
          <w:bCs/>
          <w:sz w:val="26"/>
          <w:szCs w:val="26"/>
        </w:rPr>
      </w:pPr>
      <w:r w:rsidRPr="00BB4B5A">
        <w:rPr>
          <w:bCs/>
          <w:sz w:val="26"/>
          <w:szCs w:val="26"/>
        </w:rPr>
        <w:t>от 04.08.2015 № 551</w:t>
      </w:r>
      <w:r>
        <w:rPr>
          <w:bCs/>
          <w:sz w:val="26"/>
          <w:szCs w:val="26"/>
        </w:rPr>
        <w:t xml:space="preserve"> </w:t>
      </w:r>
    </w:p>
    <w:p w:rsidR="0020734D" w:rsidRDefault="0020734D" w:rsidP="001A27F5">
      <w:pPr>
        <w:jc w:val="right"/>
        <w:rPr>
          <w:sz w:val="26"/>
          <w:szCs w:val="26"/>
        </w:rPr>
      </w:pPr>
      <w:r w:rsidRPr="00153393">
        <w:rPr>
          <w:sz w:val="26"/>
          <w:szCs w:val="26"/>
        </w:rPr>
        <w:t xml:space="preserve">(в ред. 13.11.2015 № 779, от 05.04.2016 № 273, </w:t>
      </w:r>
    </w:p>
    <w:p w:rsidR="0020734D" w:rsidRDefault="0020734D" w:rsidP="001A27F5">
      <w:pPr>
        <w:jc w:val="right"/>
        <w:rPr>
          <w:sz w:val="26"/>
          <w:szCs w:val="26"/>
        </w:rPr>
      </w:pPr>
      <w:r w:rsidRPr="00153393">
        <w:rPr>
          <w:sz w:val="26"/>
          <w:szCs w:val="26"/>
        </w:rPr>
        <w:t xml:space="preserve">от 01.06.2016 № 459, от 06.07.2016 № 539, </w:t>
      </w:r>
    </w:p>
    <w:p w:rsidR="0020734D" w:rsidRDefault="0020734D" w:rsidP="001A27F5">
      <w:pPr>
        <w:jc w:val="right"/>
        <w:rPr>
          <w:sz w:val="26"/>
          <w:szCs w:val="26"/>
        </w:rPr>
      </w:pPr>
      <w:r w:rsidRPr="00153393">
        <w:rPr>
          <w:sz w:val="26"/>
          <w:szCs w:val="26"/>
        </w:rPr>
        <w:t xml:space="preserve">от 10.08.2016 № 614, от 09.06.2017 № 376, </w:t>
      </w: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  <w:r w:rsidRPr="00153393">
        <w:rPr>
          <w:sz w:val="26"/>
          <w:szCs w:val="26"/>
        </w:rPr>
        <w:t>от 11.07.2017 № 458</w:t>
      </w:r>
      <w:r>
        <w:rPr>
          <w:sz w:val="26"/>
          <w:szCs w:val="26"/>
        </w:rPr>
        <w:t>, от 12.10.2017№ 771)</w:t>
      </w:r>
    </w:p>
    <w:p w:rsidR="0020734D" w:rsidRDefault="0020734D" w:rsidP="001A27F5">
      <w:pPr>
        <w:jc w:val="right"/>
        <w:rPr>
          <w:bCs/>
          <w:sz w:val="26"/>
          <w:szCs w:val="26"/>
        </w:rPr>
      </w:pPr>
    </w:p>
    <w:p w:rsidR="0020734D" w:rsidRPr="00BB4B5A" w:rsidRDefault="0020734D" w:rsidP="001A27F5">
      <w:pPr>
        <w:jc w:val="right"/>
        <w:rPr>
          <w:bCs/>
          <w:sz w:val="26"/>
          <w:szCs w:val="26"/>
        </w:rPr>
      </w:pPr>
    </w:p>
    <w:p w:rsidR="0020734D" w:rsidRPr="00462028" w:rsidRDefault="0020734D" w:rsidP="001A27F5">
      <w:pPr>
        <w:jc w:val="center"/>
        <w:rPr>
          <w:sz w:val="26"/>
          <w:szCs w:val="26"/>
        </w:rPr>
      </w:pPr>
      <w:r w:rsidRPr="00462028">
        <w:rPr>
          <w:sz w:val="26"/>
          <w:szCs w:val="26"/>
        </w:rPr>
        <w:t>СВЕДЕНИЯ О ИНДИКАТОРАХ (ПОКАЗАТЕЛЯХ)</w:t>
      </w:r>
    </w:p>
    <w:p w:rsidR="0020734D" w:rsidRPr="00BB4B5A" w:rsidRDefault="0020734D" w:rsidP="001A27F5">
      <w:pPr>
        <w:tabs>
          <w:tab w:val="left" w:pos="5760"/>
        </w:tabs>
        <w:jc w:val="center"/>
        <w:rPr>
          <w:bCs/>
          <w:sz w:val="26"/>
          <w:szCs w:val="26"/>
        </w:rPr>
      </w:pPr>
      <w:r w:rsidRPr="00BB4B5A">
        <w:rPr>
          <w:sz w:val="26"/>
          <w:szCs w:val="26"/>
        </w:rPr>
        <w:t xml:space="preserve">муниципальной Программы </w:t>
      </w:r>
      <w:r w:rsidRPr="00BB4B5A">
        <w:rPr>
          <w:bCs/>
          <w:sz w:val="26"/>
          <w:szCs w:val="26"/>
        </w:rPr>
        <w:t>«Обеспечение населения муниципального</w:t>
      </w:r>
      <w:r w:rsidRPr="00BB4B5A">
        <w:rPr>
          <w:sz w:val="26"/>
          <w:szCs w:val="26"/>
        </w:rPr>
        <w:t xml:space="preserve"> </w:t>
      </w:r>
      <w:r w:rsidRPr="00BB4B5A">
        <w:rPr>
          <w:bCs/>
          <w:sz w:val="26"/>
          <w:szCs w:val="26"/>
        </w:rPr>
        <w:t>образования «Городской округ Ногликский»</w:t>
      </w:r>
      <w:r w:rsidRPr="00BB4B5A">
        <w:rPr>
          <w:sz w:val="26"/>
          <w:szCs w:val="26"/>
        </w:rPr>
        <w:t xml:space="preserve"> </w:t>
      </w:r>
      <w:r w:rsidRPr="00BB4B5A">
        <w:rPr>
          <w:bCs/>
          <w:sz w:val="26"/>
          <w:szCs w:val="26"/>
        </w:rPr>
        <w:t xml:space="preserve">качественными услугами жилищно-коммунального </w:t>
      </w:r>
    </w:p>
    <w:p w:rsidR="0020734D" w:rsidRPr="00BB4B5A" w:rsidRDefault="0020734D" w:rsidP="001A27F5">
      <w:pPr>
        <w:tabs>
          <w:tab w:val="left" w:pos="5760"/>
        </w:tabs>
        <w:jc w:val="center"/>
        <w:rPr>
          <w:sz w:val="26"/>
          <w:szCs w:val="26"/>
        </w:rPr>
      </w:pPr>
      <w:r w:rsidRPr="00BB4B5A">
        <w:rPr>
          <w:bCs/>
          <w:sz w:val="26"/>
          <w:szCs w:val="26"/>
        </w:rPr>
        <w:t>хозяйства на 2015-2020 годы» и их значения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70"/>
        <w:gridCol w:w="1723"/>
        <w:gridCol w:w="720"/>
        <w:gridCol w:w="900"/>
        <w:gridCol w:w="720"/>
        <w:gridCol w:w="720"/>
        <w:gridCol w:w="720"/>
        <w:gridCol w:w="720"/>
        <w:gridCol w:w="720"/>
        <w:gridCol w:w="900"/>
      </w:tblGrid>
      <w:tr w:rsidR="0020734D" w:rsidRPr="00BB4B5A" w:rsidTr="00BB4B5A">
        <w:trPr>
          <w:trHeight w:val="360"/>
        </w:trPr>
        <w:tc>
          <w:tcPr>
            <w:tcW w:w="675" w:type="dxa"/>
            <w:vMerge w:val="restart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93" w:type="dxa"/>
            <w:gridSpan w:val="2"/>
            <w:vMerge w:val="restart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индикаторов</w:t>
            </w:r>
          </w:p>
        </w:tc>
        <w:tc>
          <w:tcPr>
            <w:tcW w:w="720" w:type="dxa"/>
            <w:vMerge w:val="restart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Ед. 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изм.</w:t>
            </w:r>
          </w:p>
        </w:tc>
        <w:tc>
          <w:tcPr>
            <w:tcW w:w="90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Базовый год</w:t>
            </w:r>
          </w:p>
        </w:tc>
        <w:tc>
          <w:tcPr>
            <w:tcW w:w="4500" w:type="dxa"/>
            <w:gridSpan w:val="6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 по годам</w:t>
            </w:r>
          </w:p>
        </w:tc>
      </w:tr>
      <w:tr w:rsidR="0020734D" w:rsidRPr="00BB4B5A" w:rsidTr="00BB4B5A">
        <w:trPr>
          <w:trHeight w:val="360"/>
        </w:trPr>
        <w:tc>
          <w:tcPr>
            <w:tcW w:w="675" w:type="dxa"/>
            <w:vMerge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2"/>
            <w:vMerge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0734D" w:rsidRPr="00BB4B5A" w:rsidTr="00BB4B5A">
        <w:trPr>
          <w:trHeight w:val="1608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 Доля многоквартирных домов, в которых заменены внутридомовые инженерные сети от общего количества многоквартирных домов муниципального образования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20734D" w:rsidRPr="00BB4B5A" w:rsidTr="00BB4B5A">
        <w:trPr>
          <w:trHeight w:val="1743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4B5A">
              <w:t xml:space="preserve"> 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отремонтированы кровли и утеплены фасады от общего количества многоквартирных домов муниципального образования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20734D" w:rsidRPr="00BB4B5A" w:rsidTr="00047A49">
        <w:trPr>
          <w:trHeight w:val="1409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047A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0734D" w:rsidRPr="00BB4B5A" w:rsidTr="00BB4B5A">
        <w:trPr>
          <w:trHeight w:val="1349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/>
                <w:sz w:val="24"/>
                <w:szCs w:val="24"/>
              </w:rPr>
              <w:t>Уровень собираемости платы за жилое помещение и коммунальные услуги в муниципальном образовании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%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93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93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94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95</w:t>
            </w:r>
          </w:p>
        </w:tc>
      </w:tr>
      <w:tr w:rsidR="0020734D" w:rsidRPr="00BB4B5A" w:rsidTr="00BB4B5A">
        <w:trPr>
          <w:trHeight w:val="582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 xml:space="preserve">- Уровень износа коммунальной инфраструктуры 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3B0F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23,4                                                      </w:t>
            </w:r>
          </w:p>
        </w:tc>
      </w:tr>
      <w:tr w:rsidR="0020734D" w:rsidRPr="00BB4B5A" w:rsidTr="00BB4B5A">
        <w:trPr>
          <w:trHeight w:val="1004"/>
        </w:trPr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>- Доля обновленной базы спецтехники в общем объеме спецтехники муниципального образования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>-Доля потерь энергоресурсов в общем объеме производимых энергоресурсов муниципального образования:</w:t>
            </w:r>
          </w:p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>- тепловая энергия</w:t>
            </w:r>
          </w:p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>- вода</w:t>
            </w:r>
          </w:p>
          <w:p w:rsidR="0020734D" w:rsidRPr="00BB4B5A" w:rsidRDefault="0020734D" w:rsidP="00D624AD">
            <w:pPr>
              <w:autoSpaceDE w:val="0"/>
              <w:autoSpaceDN w:val="0"/>
              <w:adjustRightInd w:val="0"/>
            </w:pPr>
            <w:r w:rsidRPr="00BB4B5A">
              <w:t>- электроэнергия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4D" w:rsidRPr="00BB4B5A" w:rsidRDefault="0020734D" w:rsidP="00D624AD">
            <w:pPr>
              <w:jc w:val="center"/>
            </w:pPr>
          </w:p>
          <w:p w:rsidR="0020734D" w:rsidRPr="00BB4B5A" w:rsidRDefault="0020734D" w:rsidP="00D624AD">
            <w:pPr>
              <w:jc w:val="center"/>
            </w:pPr>
          </w:p>
          <w:p w:rsidR="0020734D" w:rsidRPr="00BB4B5A" w:rsidRDefault="0020734D" w:rsidP="00D624AD">
            <w:pPr>
              <w:jc w:val="center"/>
            </w:pPr>
          </w:p>
          <w:p w:rsidR="0020734D" w:rsidRPr="00BB4B5A" w:rsidRDefault="0020734D" w:rsidP="00D624AD">
            <w:pPr>
              <w:jc w:val="center"/>
            </w:pPr>
          </w:p>
          <w:p w:rsidR="0020734D" w:rsidRPr="00BB4B5A" w:rsidRDefault="0020734D" w:rsidP="00D624AD">
            <w:pPr>
              <w:jc w:val="center"/>
            </w:pPr>
          </w:p>
          <w:p w:rsidR="0020734D" w:rsidRPr="00BB4B5A" w:rsidRDefault="0020734D" w:rsidP="00D624AD">
            <w:pPr>
              <w:jc w:val="center"/>
            </w:pPr>
            <w:r w:rsidRPr="00BB4B5A">
              <w:t>19,3</w:t>
            </w:r>
          </w:p>
          <w:p w:rsidR="0020734D" w:rsidRPr="00BB4B5A" w:rsidRDefault="0020734D" w:rsidP="00D624AD">
            <w:pPr>
              <w:jc w:val="center"/>
            </w:pPr>
            <w:r w:rsidRPr="00BB4B5A">
              <w:t>37</w:t>
            </w:r>
          </w:p>
          <w:p w:rsidR="0020734D" w:rsidRPr="00BB4B5A" w:rsidRDefault="0020734D" w:rsidP="00D624AD">
            <w:pPr>
              <w:jc w:val="center"/>
            </w:pPr>
            <w:r w:rsidRPr="00BB4B5A">
              <w:t>18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-Доля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42,9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42,9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42,9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A301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безнадзорных животных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jc w:val="center"/>
            </w:pPr>
            <w:r w:rsidRPr="00BB4B5A">
              <w:t>400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A301FB">
            <w:pPr>
              <w:jc w:val="center"/>
            </w:pPr>
            <w:r w:rsidRPr="00BB4B5A">
              <w:t>300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A301FB">
            <w:pPr>
              <w:jc w:val="center"/>
            </w:pPr>
            <w:r w:rsidRPr="00BB4B5A">
              <w:t>200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строящихся и реконструируемых объектов 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капитально отремонтированных многоквартирных домов в общем количестве многоквартирных домов, построенных до 2000 года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FD5A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3C7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3B0F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общей площади капитально отремонтированных многоквартирных домов, построенных до 2000 года нарастающим итогом с 2013 года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FD5A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3C75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26,25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B44F18">
            <w:pPr>
              <w:ind w:left="-108"/>
              <w:jc w:val="center"/>
            </w:pPr>
            <w:r w:rsidRPr="00BB4B5A">
              <w:t>27,73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28,51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B44F18">
            <w:pPr>
              <w:ind w:left="-108"/>
              <w:jc w:val="center"/>
            </w:pPr>
            <w:r w:rsidRPr="00BB4B5A">
              <w:t>28,51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уличной водопроводной сети, нуждающейся в замене, в суммарной протяженности уличной водопроводной сети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16,45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12,45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10,45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4B5A">
              <w:rPr>
                <w:rFonts w:ascii="Times New Roman" w:hAnsi="Times New Roman" w:cs="Times New Roman"/>
                <w:sz w:val="22"/>
                <w:szCs w:val="22"/>
              </w:rPr>
              <w:t>7,45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rPr>
                <w:sz w:val="22"/>
                <w:szCs w:val="22"/>
              </w:rPr>
              <w:t>4,45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rPr>
                <w:sz w:val="22"/>
                <w:szCs w:val="22"/>
              </w:rPr>
              <w:t>1,45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3C75A2">
            <w:pPr>
              <w:jc w:val="center"/>
            </w:pPr>
            <w:r w:rsidRPr="00BB4B5A">
              <w:rPr>
                <w:sz w:val="22"/>
                <w:szCs w:val="22"/>
              </w:rPr>
              <w:t>0</w:t>
            </w:r>
          </w:p>
        </w:tc>
      </w:tr>
      <w:tr w:rsidR="0020734D" w:rsidRPr="00BB4B5A" w:rsidTr="00BB4B5A">
        <w:trPr>
          <w:trHeight w:val="1712"/>
        </w:trPr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уличной канализационной сети, нуждающейся в замене, в суммарной протяженности уличной канализационной сети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30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2,1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2,2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2,3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убыточных предприятий жилищно-коммунального хозяйства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0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инженерных сетях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единиц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317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7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6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6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D624AD">
            <w:pPr>
              <w:pStyle w:val="ConsPlusCell"/>
              <w:jc w:val="center"/>
              <w:rPr>
                <w:rStyle w:val="Emphasis"/>
                <w:rFonts w:cs="Arial"/>
                <w:i w:val="0"/>
              </w:rPr>
            </w:pPr>
          </w:p>
        </w:tc>
        <w:tc>
          <w:tcPr>
            <w:tcW w:w="770" w:type="dxa"/>
          </w:tcPr>
          <w:p w:rsidR="0020734D" w:rsidRPr="00BB4B5A" w:rsidRDefault="0020734D" w:rsidP="00D624AD">
            <w:pPr>
              <w:jc w:val="center"/>
              <w:rPr>
                <w:rStyle w:val="Emphasis"/>
                <w:i w:val="0"/>
              </w:rPr>
            </w:pPr>
          </w:p>
        </w:tc>
        <w:tc>
          <w:tcPr>
            <w:tcW w:w="7843" w:type="dxa"/>
            <w:gridSpan w:val="9"/>
          </w:tcPr>
          <w:p w:rsidR="0020734D" w:rsidRPr="00BB4B5A" w:rsidRDefault="0020734D" w:rsidP="00D624AD">
            <w:pPr>
              <w:jc w:val="center"/>
            </w:pPr>
            <w:r w:rsidRPr="00BB4B5A">
              <w:rPr>
                <w:rStyle w:val="Emphasis"/>
                <w:i w:val="0"/>
              </w:rPr>
              <w:t>В рамках реализации подпрограммы "Чистая вода" государственной программы Сахалинской области "Обеспечение населения Сахалинской области качественными услугами жилищно-коммунального хозяйства на 2014 - 2020 годы"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износа коммунальной инфраструктуры 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7,6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1,5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  <w:rPr>
                <w:color w:val="000000"/>
              </w:rPr>
            </w:pPr>
            <w:r w:rsidRPr="00BB4B5A">
              <w:rPr>
                <w:color w:val="000000"/>
              </w:rPr>
              <w:t>х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инженерных сетях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х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Default="0020734D" w:rsidP="00575C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воды, пропущенной через очистные сооружения, в общем количестве воды,  поданной в сеть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>
              <w:t>84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>
              <w:t>84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>
              <w:t>84</w:t>
            </w:r>
          </w:p>
        </w:tc>
      </w:tr>
      <w:tr w:rsidR="0020734D" w:rsidRPr="00BB4B5A" w:rsidTr="00BB4B5A">
        <w:tc>
          <w:tcPr>
            <w:tcW w:w="675" w:type="dxa"/>
          </w:tcPr>
          <w:p w:rsidR="0020734D" w:rsidRPr="00BB4B5A" w:rsidRDefault="0020734D" w:rsidP="00FB78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3" w:type="dxa"/>
            <w:gridSpan w:val="2"/>
          </w:tcPr>
          <w:p w:rsidR="0020734D" w:rsidRPr="00BB4B5A" w:rsidRDefault="0020734D" w:rsidP="00D624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100</w:t>
            </w:r>
          </w:p>
        </w:tc>
        <w:tc>
          <w:tcPr>
            <w:tcW w:w="72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100</w:t>
            </w:r>
          </w:p>
        </w:tc>
        <w:tc>
          <w:tcPr>
            <w:tcW w:w="900" w:type="dxa"/>
            <w:vAlign w:val="center"/>
          </w:tcPr>
          <w:p w:rsidR="0020734D" w:rsidRPr="00BB4B5A" w:rsidRDefault="0020734D" w:rsidP="00D624AD">
            <w:pPr>
              <w:jc w:val="center"/>
            </w:pPr>
            <w:r w:rsidRPr="00BB4B5A">
              <w:t>100</w:t>
            </w:r>
          </w:p>
        </w:tc>
      </w:tr>
    </w:tbl>
    <w:p w:rsidR="0020734D" w:rsidRDefault="0020734D" w:rsidP="001A27F5"/>
    <w:sectPr w:rsidR="0020734D" w:rsidSect="00BB4B5A">
      <w:headerReference w:type="even" r:id="rId6"/>
      <w:headerReference w:type="default" r:id="rId7"/>
      <w:footerReference w:type="even" r:id="rId8"/>
      <w:pgSz w:w="11907" w:h="16840"/>
      <w:pgMar w:top="426" w:right="850" w:bottom="426" w:left="1701" w:header="720" w:footer="26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34D" w:rsidRDefault="0020734D" w:rsidP="001A27F5">
      <w:r>
        <w:separator/>
      </w:r>
    </w:p>
  </w:endnote>
  <w:endnote w:type="continuationSeparator" w:id="0">
    <w:p w:rsidR="0020734D" w:rsidRDefault="0020734D" w:rsidP="001A2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4D" w:rsidRDefault="0020734D" w:rsidP="00047F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34D" w:rsidRDefault="0020734D" w:rsidP="009847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34D" w:rsidRDefault="0020734D" w:rsidP="001A27F5">
      <w:r>
        <w:separator/>
      </w:r>
    </w:p>
  </w:footnote>
  <w:footnote w:type="continuationSeparator" w:id="0">
    <w:p w:rsidR="0020734D" w:rsidRDefault="0020734D" w:rsidP="001A2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4D" w:rsidRDefault="0020734D" w:rsidP="00BB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34D" w:rsidRDefault="002073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34D" w:rsidRDefault="0020734D" w:rsidP="00BB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0734D" w:rsidRDefault="0020734D" w:rsidP="001A27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7F5"/>
    <w:rsid w:val="000001A9"/>
    <w:rsid w:val="00006567"/>
    <w:rsid w:val="00042656"/>
    <w:rsid w:val="00047A49"/>
    <w:rsid w:val="00047FEF"/>
    <w:rsid w:val="0007127A"/>
    <w:rsid w:val="00081F6A"/>
    <w:rsid w:val="000C3801"/>
    <w:rsid w:val="00105DE6"/>
    <w:rsid w:val="00153393"/>
    <w:rsid w:val="00154495"/>
    <w:rsid w:val="0017093F"/>
    <w:rsid w:val="00180386"/>
    <w:rsid w:val="001A27F5"/>
    <w:rsid w:val="0020734D"/>
    <w:rsid w:val="00212EFE"/>
    <w:rsid w:val="002B18BB"/>
    <w:rsid w:val="002D2AA1"/>
    <w:rsid w:val="002E2046"/>
    <w:rsid w:val="002F4D94"/>
    <w:rsid w:val="00332ED5"/>
    <w:rsid w:val="00340ED0"/>
    <w:rsid w:val="00360859"/>
    <w:rsid w:val="00361ABB"/>
    <w:rsid w:val="003B0F75"/>
    <w:rsid w:val="003B3262"/>
    <w:rsid w:val="003B6743"/>
    <w:rsid w:val="003C1748"/>
    <w:rsid w:val="003C75A2"/>
    <w:rsid w:val="00405C55"/>
    <w:rsid w:val="00427B78"/>
    <w:rsid w:val="00462028"/>
    <w:rsid w:val="0048154F"/>
    <w:rsid w:val="00535CDE"/>
    <w:rsid w:val="005538D6"/>
    <w:rsid w:val="00565758"/>
    <w:rsid w:val="00575C97"/>
    <w:rsid w:val="005A0EF0"/>
    <w:rsid w:val="005A2E01"/>
    <w:rsid w:val="005B372B"/>
    <w:rsid w:val="005C5A59"/>
    <w:rsid w:val="005E1F02"/>
    <w:rsid w:val="005E64B2"/>
    <w:rsid w:val="006336A0"/>
    <w:rsid w:val="00660A11"/>
    <w:rsid w:val="006707A9"/>
    <w:rsid w:val="006A5886"/>
    <w:rsid w:val="006C3EE3"/>
    <w:rsid w:val="006D1174"/>
    <w:rsid w:val="00746A36"/>
    <w:rsid w:val="0075531F"/>
    <w:rsid w:val="00791A06"/>
    <w:rsid w:val="008038EB"/>
    <w:rsid w:val="00810923"/>
    <w:rsid w:val="008522DF"/>
    <w:rsid w:val="00890D0B"/>
    <w:rsid w:val="008F1690"/>
    <w:rsid w:val="00901866"/>
    <w:rsid w:val="00951D8B"/>
    <w:rsid w:val="00960D02"/>
    <w:rsid w:val="0098477F"/>
    <w:rsid w:val="009E0B61"/>
    <w:rsid w:val="009F6475"/>
    <w:rsid w:val="00A06F93"/>
    <w:rsid w:val="00A301FB"/>
    <w:rsid w:val="00A330B4"/>
    <w:rsid w:val="00A5196A"/>
    <w:rsid w:val="00A670CA"/>
    <w:rsid w:val="00A73EF3"/>
    <w:rsid w:val="00AB691E"/>
    <w:rsid w:val="00AD7235"/>
    <w:rsid w:val="00AF1865"/>
    <w:rsid w:val="00B26372"/>
    <w:rsid w:val="00B43F97"/>
    <w:rsid w:val="00B44F18"/>
    <w:rsid w:val="00B466AB"/>
    <w:rsid w:val="00B5027C"/>
    <w:rsid w:val="00B661F7"/>
    <w:rsid w:val="00B811A6"/>
    <w:rsid w:val="00BB4B5A"/>
    <w:rsid w:val="00BC540E"/>
    <w:rsid w:val="00BE37A2"/>
    <w:rsid w:val="00C65BBD"/>
    <w:rsid w:val="00C71943"/>
    <w:rsid w:val="00CA1C7F"/>
    <w:rsid w:val="00CB121A"/>
    <w:rsid w:val="00CE0459"/>
    <w:rsid w:val="00D624AD"/>
    <w:rsid w:val="00DB2764"/>
    <w:rsid w:val="00DB3307"/>
    <w:rsid w:val="00DB6B3C"/>
    <w:rsid w:val="00E0604D"/>
    <w:rsid w:val="00E10AA1"/>
    <w:rsid w:val="00E52460"/>
    <w:rsid w:val="00E74EB3"/>
    <w:rsid w:val="00E861CF"/>
    <w:rsid w:val="00EA5265"/>
    <w:rsid w:val="00EB091A"/>
    <w:rsid w:val="00F646AE"/>
    <w:rsid w:val="00F72A80"/>
    <w:rsid w:val="00FB14BF"/>
    <w:rsid w:val="00FB787B"/>
    <w:rsid w:val="00FC2C3A"/>
    <w:rsid w:val="00FD08BD"/>
    <w:rsid w:val="00FD5A79"/>
    <w:rsid w:val="00FF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27F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A27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A27F5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1A27F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27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27F5"/>
    <w:rPr>
      <w:rFonts w:ascii="Times New Roman" w:hAnsi="Times New Roman" w:cs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1A27F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628</Words>
  <Characters>3582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nizova</cp:lastModifiedBy>
  <cp:revision>13</cp:revision>
  <cp:lastPrinted>2017-10-13T00:27:00Z</cp:lastPrinted>
  <dcterms:created xsi:type="dcterms:W3CDTF">2017-09-14T01:11:00Z</dcterms:created>
  <dcterms:modified xsi:type="dcterms:W3CDTF">2017-10-13T00:27:00Z</dcterms:modified>
</cp:coreProperties>
</file>