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D1" w:rsidRPr="0063260F" w:rsidRDefault="007603D1" w:rsidP="00EE6D7F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7603D1" w:rsidRPr="0063260F" w:rsidRDefault="007603D1" w:rsidP="00EE6D7F">
      <w:pPr>
        <w:tabs>
          <w:tab w:val="left" w:pos="5760"/>
        </w:tabs>
        <w:jc w:val="right"/>
        <w:rPr>
          <w:sz w:val="26"/>
          <w:szCs w:val="26"/>
        </w:rPr>
      </w:pPr>
      <w:r w:rsidRPr="0063260F">
        <w:rPr>
          <w:sz w:val="26"/>
          <w:szCs w:val="26"/>
        </w:rPr>
        <w:t>к муниципальной программе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 xml:space="preserve">«Обеспечение населения муниципального 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 xml:space="preserve">образования «Городской округ Ногликский» 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 xml:space="preserve">качественными услугами жилищно-коммунального 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>хозяйства на 2015-2020 годы»,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bCs/>
          <w:sz w:val="26"/>
          <w:szCs w:val="26"/>
        </w:rPr>
        <w:t xml:space="preserve">от 04.08.2015 № 551 </w:t>
      </w:r>
    </w:p>
    <w:p w:rsidR="007603D1" w:rsidRPr="0063260F" w:rsidRDefault="007603D1" w:rsidP="00EE6D7F">
      <w:pPr>
        <w:jc w:val="right"/>
        <w:rPr>
          <w:sz w:val="26"/>
          <w:szCs w:val="26"/>
        </w:rPr>
      </w:pPr>
      <w:r>
        <w:rPr>
          <w:sz w:val="26"/>
          <w:szCs w:val="26"/>
        </w:rPr>
        <w:t>(в редакции от</w:t>
      </w:r>
      <w:r w:rsidRPr="0063260F">
        <w:rPr>
          <w:sz w:val="26"/>
          <w:szCs w:val="26"/>
        </w:rPr>
        <w:t xml:space="preserve"> 13.11.2015 № 779, от 05.04.2016 № 273, </w:t>
      </w:r>
    </w:p>
    <w:p w:rsidR="007603D1" w:rsidRPr="0063260F" w:rsidRDefault="007603D1" w:rsidP="00EE6D7F">
      <w:pPr>
        <w:jc w:val="right"/>
        <w:rPr>
          <w:sz w:val="26"/>
          <w:szCs w:val="26"/>
        </w:rPr>
      </w:pPr>
      <w:r w:rsidRPr="0063260F">
        <w:rPr>
          <w:sz w:val="26"/>
          <w:szCs w:val="26"/>
        </w:rPr>
        <w:t xml:space="preserve">от 01.06.2016 № 459, от 06.07.2016 № 539, </w:t>
      </w:r>
    </w:p>
    <w:p w:rsidR="007603D1" w:rsidRPr="0063260F" w:rsidRDefault="007603D1" w:rsidP="00EE6D7F">
      <w:pPr>
        <w:jc w:val="right"/>
        <w:rPr>
          <w:sz w:val="26"/>
          <w:szCs w:val="26"/>
        </w:rPr>
      </w:pPr>
      <w:r w:rsidRPr="0063260F">
        <w:rPr>
          <w:sz w:val="26"/>
          <w:szCs w:val="26"/>
        </w:rPr>
        <w:t xml:space="preserve">от 10.08.2016 № 614, от 09.06.2017 № 376, </w:t>
      </w:r>
    </w:p>
    <w:p w:rsidR="007603D1" w:rsidRPr="0063260F" w:rsidRDefault="007603D1" w:rsidP="00EE6D7F">
      <w:pPr>
        <w:jc w:val="right"/>
        <w:rPr>
          <w:bCs/>
          <w:sz w:val="26"/>
          <w:szCs w:val="26"/>
        </w:rPr>
      </w:pPr>
      <w:r w:rsidRPr="0063260F">
        <w:rPr>
          <w:sz w:val="26"/>
          <w:szCs w:val="26"/>
        </w:rPr>
        <w:t>от 11.07.2017 № 458, от 12.10.2017№ 771</w:t>
      </w:r>
      <w:r>
        <w:rPr>
          <w:sz w:val="26"/>
          <w:szCs w:val="26"/>
        </w:rPr>
        <w:t>, от 19.03.2018 № 273</w:t>
      </w:r>
      <w:r w:rsidRPr="0063260F">
        <w:rPr>
          <w:sz w:val="26"/>
          <w:szCs w:val="26"/>
        </w:rPr>
        <w:t>)</w:t>
      </w:r>
    </w:p>
    <w:p w:rsidR="007603D1" w:rsidRPr="008F5D94" w:rsidRDefault="007603D1" w:rsidP="00B74BBB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</w:p>
    <w:p w:rsidR="007603D1" w:rsidRPr="008F5D94" w:rsidRDefault="007603D1" w:rsidP="0094285D">
      <w:pPr>
        <w:autoSpaceDE w:val="0"/>
        <w:autoSpaceDN w:val="0"/>
        <w:adjustRightInd w:val="0"/>
        <w:jc w:val="right"/>
        <w:outlineLvl w:val="2"/>
        <w:rPr>
          <w:sz w:val="26"/>
          <w:szCs w:val="26"/>
        </w:rPr>
      </w:pPr>
      <w:r w:rsidRPr="008F5D94">
        <w:rPr>
          <w:sz w:val="26"/>
          <w:szCs w:val="26"/>
        </w:rPr>
        <w:t>Приложение № 2</w:t>
      </w:r>
    </w:p>
    <w:p w:rsidR="007603D1" w:rsidRPr="008F5D94" w:rsidRDefault="007603D1" w:rsidP="0094285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F5D94">
        <w:rPr>
          <w:sz w:val="26"/>
          <w:szCs w:val="26"/>
        </w:rPr>
        <w:t>к подпрограмме 2</w:t>
      </w:r>
    </w:p>
    <w:p w:rsidR="007603D1" w:rsidRPr="008F5D94" w:rsidRDefault="007603D1" w:rsidP="0094285D">
      <w:pPr>
        <w:autoSpaceDE w:val="0"/>
        <w:autoSpaceDN w:val="0"/>
        <w:adjustRightInd w:val="0"/>
        <w:jc w:val="center"/>
        <w:rPr>
          <w:rFonts w:ascii="Calibri" w:hAnsi="Calibri" w:cs="Calibri"/>
          <w:sz w:val="26"/>
          <w:szCs w:val="26"/>
        </w:rPr>
      </w:pPr>
    </w:p>
    <w:p w:rsidR="007603D1" w:rsidRDefault="007603D1" w:rsidP="009428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2134C">
        <w:rPr>
          <w:rFonts w:ascii="Times New Roman" w:hAnsi="Times New Roman" w:cs="Times New Roman"/>
          <w:b w:val="0"/>
          <w:sz w:val="24"/>
          <w:szCs w:val="24"/>
        </w:rPr>
        <w:t>ПЕРЕЧЕНЬ МЕРОПРИЯТИЙ И ИСТОЧНИКИ ФИНАНСИРОВАНИЯ ПОДПРОГРАММЫ 2</w:t>
      </w:r>
    </w:p>
    <w:p w:rsidR="007603D1" w:rsidRDefault="007603D1" w:rsidP="009428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«Модернизация объектов коммунальной инфраструктуры»</w:t>
      </w:r>
    </w:p>
    <w:p w:rsidR="007603D1" w:rsidRPr="00BC6996" w:rsidRDefault="007603D1" w:rsidP="0094285D">
      <w:pPr>
        <w:autoSpaceDE w:val="0"/>
        <w:autoSpaceDN w:val="0"/>
        <w:adjustRightInd w:val="0"/>
        <w:jc w:val="center"/>
      </w:pPr>
      <w:bookmarkStart w:id="0" w:name="_GoBack"/>
      <w:bookmarkEnd w:id="0"/>
      <w:r w:rsidRPr="00BC6996">
        <w:t xml:space="preserve">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pPr w:leftFromText="180" w:rightFromText="180" w:vertAnchor="text" w:tblpY="1"/>
        <w:tblOverlap w:val="never"/>
        <w:tblW w:w="15251" w:type="dxa"/>
        <w:tblLook w:val="00A0"/>
      </w:tblPr>
      <w:tblGrid>
        <w:gridCol w:w="542"/>
        <w:gridCol w:w="6106"/>
        <w:gridCol w:w="1394"/>
        <w:gridCol w:w="1210"/>
        <w:gridCol w:w="1276"/>
        <w:gridCol w:w="1074"/>
        <w:gridCol w:w="1173"/>
        <w:gridCol w:w="1180"/>
        <w:gridCol w:w="1296"/>
      </w:tblGrid>
      <w:tr w:rsidR="007603D1" w:rsidRPr="006D7C56" w:rsidTr="00193385">
        <w:trPr>
          <w:trHeight w:val="30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N п/п</w:t>
            </w:r>
          </w:p>
        </w:tc>
        <w:tc>
          <w:tcPr>
            <w:tcW w:w="6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Источник финансирования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Всего за период 2015-2020</w:t>
            </w:r>
          </w:p>
        </w:tc>
        <w:tc>
          <w:tcPr>
            <w:tcW w:w="7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в том числе</w:t>
            </w:r>
          </w:p>
        </w:tc>
      </w:tr>
      <w:tr w:rsidR="007603D1" w:rsidRPr="00BC6996" w:rsidTr="00193385">
        <w:trPr>
          <w:trHeight w:val="87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</w:p>
        </w:tc>
        <w:tc>
          <w:tcPr>
            <w:tcW w:w="6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</w:p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2015</w:t>
            </w:r>
          </w:p>
          <w:p w:rsidR="007603D1" w:rsidRPr="006D7C56" w:rsidRDefault="007603D1" w:rsidP="00BC699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color w:val="000000"/>
              </w:rPr>
            </w:pPr>
            <w:r w:rsidRPr="006D7C56">
              <w:rPr>
                <w:color w:val="000000"/>
              </w:rPr>
              <w:t>2020</w:t>
            </w:r>
          </w:p>
        </w:tc>
      </w:tr>
      <w:tr w:rsidR="007603D1" w:rsidRPr="00B30BF8" w:rsidTr="00193385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> 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Всего расходы по Подпрограмме 2         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458 892,0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57 565,4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557,7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38 790,2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134 022,3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bCs/>
                <w:color w:val="000000"/>
              </w:rPr>
            </w:pPr>
            <w:r w:rsidRPr="00B30BF8">
              <w:rPr>
                <w:bCs/>
                <w:color w:val="000000"/>
              </w:rPr>
              <w:t>227 956,4</w:t>
            </w:r>
          </w:p>
        </w:tc>
      </w:tr>
      <w:tr w:rsidR="007603D1" w:rsidRPr="00B30BF8" w:rsidTr="00193385">
        <w:trPr>
          <w:cantSplit/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> </w:t>
            </w: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в том числе: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</w:p>
        </w:tc>
      </w:tr>
      <w:tr w:rsidR="007603D1" w:rsidRPr="00B30BF8" w:rsidTr="00193385">
        <w:trPr>
          <w:cantSplit/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453 733,4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56 972,2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38 402,3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132 682,1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225 676,8</w:t>
            </w:r>
          </w:p>
        </w:tc>
      </w:tr>
      <w:tr w:rsidR="007603D1" w:rsidRPr="00B30BF8" w:rsidTr="00193385">
        <w:trPr>
          <w:cantSplit/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5 158,6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557,7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387,9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1 340,2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2 279,6</w:t>
            </w:r>
          </w:p>
        </w:tc>
      </w:tr>
      <w:tr w:rsidR="007603D1" w:rsidRPr="00B30BF8" w:rsidTr="00193385">
        <w:trPr>
          <w:cantSplit/>
          <w:trHeight w:val="87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коммерческие кредиты (займы), инвестиции)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</w:pPr>
            <w:r w:rsidRPr="00B30BF8">
              <w:rPr>
                <w:iCs/>
                <w:color w:val="000000"/>
              </w:rPr>
              <w:t>0,0</w:t>
            </w:r>
          </w:p>
        </w:tc>
      </w:tr>
      <w:tr w:rsidR="007603D1" w:rsidRPr="00B30BF8" w:rsidTr="00193385">
        <w:trPr>
          <w:cantSplit/>
          <w:trHeight w:val="59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color w:val="000000"/>
              </w:rPr>
            </w:pPr>
            <w:r w:rsidRPr="00B30BF8">
              <w:rPr>
                <w:color w:val="000000"/>
              </w:rPr>
              <w:t>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B30BF8">
              <w:rPr>
                <w:color w:val="000000"/>
              </w:rPr>
              <w:t xml:space="preserve">Реконструкция системы водоотведения пгт. Ноглики, </w:t>
            </w:r>
          </w:p>
          <w:p w:rsidR="007603D1" w:rsidRPr="00B30BF8" w:rsidRDefault="007603D1" w:rsidP="006D7C56">
            <w:pPr>
              <w:rPr>
                <w:color w:val="000000"/>
              </w:rPr>
            </w:pPr>
            <w:r>
              <w:rPr>
                <w:color w:val="000000"/>
              </w:rPr>
              <w:t>в том числе ПСД»</w:t>
            </w:r>
            <w:r w:rsidRPr="00B30BF8">
              <w:rPr>
                <w:color w:val="000000"/>
              </w:rPr>
              <w:t xml:space="preserve">    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400 968,9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200,0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38 790,2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134 022,3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227 956,4</w:t>
            </w:r>
          </w:p>
        </w:tc>
      </w:tr>
      <w:tr w:rsidR="007603D1" w:rsidRPr="00B30BF8" w:rsidTr="00193385">
        <w:trPr>
          <w:cantSplit/>
          <w:trHeight w:val="23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color w:val="00000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396 761,2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38 402,3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132 682,1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225 676,8</w:t>
            </w:r>
          </w:p>
        </w:tc>
      </w:tr>
      <w:tr w:rsidR="007603D1" w:rsidRPr="00B30BF8" w:rsidTr="00193385">
        <w:trPr>
          <w:cantSplit/>
          <w:trHeight w:val="2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color w:val="00000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4 207,7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200,0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387,9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1 340,2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6D7C5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2 279,6</w:t>
            </w:r>
          </w:p>
        </w:tc>
      </w:tr>
      <w:tr w:rsidR="007603D1" w:rsidRPr="00B30BF8" w:rsidTr="00193385">
        <w:trPr>
          <w:cantSplit/>
          <w:trHeight w:val="2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color w:val="00000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>Средства внебюджетных источников (включая собственные и привлеченные средства предприятий, коммерческие кредиты</w:t>
            </w:r>
            <w:r>
              <w:rPr>
                <w:color w:val="000000"/>
              </w:rPr>
              <w:t xml:space="preserve"> </w:t>
            </w:r>
            <w:r w:rsidRPr="00B30BF8">
              <w:rPr>
                <w:color w:val="000000"/>
              </w:rPr>
              <w:t>(займы), инвестиции)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</w:tr>
      <w:tr w:rsidR="007603D1" w:rsidRPr="00B30BF8" w:rsidTr="00193385">
        <w:trPr>
          <w:cantSplit/>
          <w:trHeight w:val="54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color w:val="000000"/>
              </w:rPr>
            </w:pPr>
            <w:r w:rsidRPr="00B30BF8">
              <w:rPr>
                <w:color w:val="000000"/>
              </w:rPr>
              <w:t>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B30BF8">
              <w:rPr>
                <w:color w:val="000000"/>
              </w:rPr>
              <w:t>Техническое перевооружение системы</w:t>
            </w:r>
            <w:r>
              <w:rPr>
                <w:color w:val="000000"/>
              </w:rPr>
              <w:t xml:space="preserve"> теплоснабжения     котельной № </w:t>
            </w:r>
            <w:r w:rsidRPr="00B30BF8">
              <w:rPr>
                <w:color w:val="000000"/>
              </w:rPr>
              <w:t>1 в п</w:t>
            </w:r>
            <w:r>
              <w:rPr>
                <w:color w:val="000000"/>
              </w:rPr>
              <w:t>гт. Ноглики Сахалинской области»</w:t>
            </w:r>
            <w:r w:rsidRPr="00B30BF8">
              <w:rPr>
                <w:color w:val="000000"/>
              </w:rPr>
              <w:t xml:space="preserve">         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57 923,1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57 565,4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357,7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</w:tr>
      <w:tr w:rsidR="007603D1" w:rsidRPr="00B30BF8" w:rsidTr="00193385">
        <w:trPr>
          <w:cantSplit/>
          <w:trHeight w:val="33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56 972,2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56 972,2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</w:tr>
      <w:tr w:rsidR="007603D1" w:rsidRPr="00B30BF8" w:rsidTr="00193385">
        <w:trPr>
          <w:cantSplit/>
          <w:trHeight w:val="3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950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593,2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357,0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</w:tr>
      <w:tr w:rsidR="007603D1" w:rsidRPr="00BC6996" w:rsidTr="00193385">
        <w:trPr>
          <w:cantSplit/>
          <w:trHeight w:val="20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rPr>
                <w:color w:val="000000"/>
              </w:rPr>
            </w:pPr>
            <w:r w:rsidRPr="00B30BF8">
              <w:rPr>
                <w:color w:val="000000"/>
              </w:rPr>
              <w:t>Средства внебюджетных источников (включая собственные и привлеченные средства предприятий, коммерческие кредиты</w:t>
            </w:r>
            <w:r>
              <w:rPr>
                <w:color w:val="000000"/>
              </w:rPr>
              <w:t xml:space="preserve"> </w:t>
            </w:r>
            <w:r w:rsidRPr="00B30BF8">
              <w:rPr>
                <w:color w:val="000000"/>
              </w:rPr>
              <w:t>(займы), инвестиции)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B30BF8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3D1" w:rsidRPr="006D7C56" w:rsidRDefault="007603D1" w:rsidP="00BC6996">
            <w:pPr>
              <w:jc w:val="center"/>
              <w:rPr>
                <w:iCs/>
                <w:color w:val="000000"/>
              </w:rPr>
            </w:pPr>
            <w:r w:rsidRPr="00B30BF8">
              <w:rPr>
                <w:iCs/>
                <w:color w:val="000000"/>
              </w:rPr>
              <w:t>0,0</w:t>
            </w:r>
          </w:p>
        </w:tc>
      </w:tr>
    </w:tbl>
    <w:p w:rsidR="007603D1" w:rsidRPr="00E6535F" w:rsidRDefault="007603D1">
      <w:r w:rsidRPr="00E6535F">
        <w:br w:type="textWrapping" w:clear="all"/>
      </w:r>
    </w:p>
    <w:sectPr w:rsidR="007603D1" w:rsidRPr="00E6535F" w:rsidSect="00E6535F">
      <w:pgSz w:w="16838" w:h="11906" w:orient="landscape"/>
      <w:pgMar w:top="709" w:right="1134" w:bottom="709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85D"/>
    <w:rsid w:val="001765AE"/>
    <w:rsid w:val="00193385"/>
    <w:rsid w:val="00272D3F"/>
    <w:rsid w:val="0032134C"/>
    <w:rsid w:val="00362B2B"/>
    <w:rsid w:val="0041439E"/>
    <w:rsid w:val="0042073B"/>
    <w:rsid w:val="00442A54"/>
    <w:rsid w:val="004D6B83"/>
    <w:rsid w:val="005A5E02"/>
    <w:rsid w:val="00602640"/>
    <w:rsid w:val="0063260F"/>
    <w:rsid w:val="00657BDF"/>
    <w:rsid w:val="006D7C56"/>
    <w:rsid w:val="0071283F"/>
    <w:rsid w:val="007603D1"/>
    <w:rsid w:val="007B5D7A"/>
    <w:rsid w:val="008143C3"/>
    <w:rsid w:val="008B3CFB"/>
    <w:rsid w:val="008E0B40"/>
    <w:rsid w:val="008F5D94"/>
    <w:rsid w:val="00901CED"/>
    <w:rsid w:val="00933771"/>
    <w:rsid w:val="0094285D"/>
    <w:rsid w:val="009C62AF"/>
    <w:rsid w:val="009D1DFC"/>
    <w:rsid w:val="009E2C29"/>
    <w:rsid w:val="00A53442"/>
    <w:rsid w:val="00A554F4"/>
    <w:rsid w:val="00AD7560"/>
    <w:rsid w:val="00AE1EB6"/>
    <w:rsid w:val="00B2708C"/>
    <w:rsid w:val="00B30BF8"/>
    <w:rsid w:val="00B40D4D"/>
    <w:rsid w:val="00B74BBB"/>
    <w:rsid w:val="00B81368"/>
    <w:rsid w:val="00BA3B96"/>
    <w:rsid w:val="00BB1019"/>
    <w:rsid w:val="00BC6996"/>
    <w:rsid w:val="00C10A6A"/>
    <w:rsid w:val="00C3315F"/>
    <w:rsid w:val="00C63343"/>
    <w:rsid w:val="00C76CEF"/>
    <w:rsid w:val="00C94D3C"/>
    <w:rsid w:val="00D53675"/>
    <w:rsid w:val="00D97E2F"/>
    <w:rsid w:val="00E41B8C"/>
    <w:rsid w:val="00E6535F"/>
    <w:rsid w:val="00EC6F88"/>
    <w:rsid w:val="00EE6D7F"/>
    <w:rsid w:val="00F70994"/>
    <w:rsid w:val="00FB0C5E"/>
    <w:rsid w:val="00FC2503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285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0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01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2</Pages>
  <Words>350</Words>
  <Characters>1996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постановлению администрации</dc:title>
  <dc:subject/>
  <dc:creator>Admin</dc:creator>
  <cp:keywords/>
  <dc:description/>
  <cp:lastModifiedBy>nizova</cp:lastModifiedBy>
  <cp:revision>10</cp:revision>
  <cp:lastPrinted>2015-11-26T05:36:00Z</cp:lastPrinted>
  <dcterms:created xsi:type="dcterms:W3CDTF">2018-02-07T03:40:00Z</dcterms:created>
  <dcterms:modified xsi:type="dcterms:W3CDTF">2018-03-19T05:38:00Z</dcterms:modified>
</cp:coreProperties>
</file>