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9C2" w:rsidRPr="003A4606" w:rsidRDefault="00AB79C2" w:rsidP="003A4606">
      <w:pPr>
        <w:jc w:val="right"/>
        <w:rPr>
          <w:sz w:val="26"/>
          <w:szCs w:val="26"/>
        </w:rPr>
      </w:pPr>
      <w:r w:rsidRPr="003A4606">
        <w:rPr>
          <w:sz w:val="26"/>
          <w:szCs w:val="26"/>
        </w:rPr>
        <w:t xml:space="preserve">Приложение  </w:t>
      </w:r>
      <w:r>
        <w:rPr>
          <w:sz w:val="26"/>
          <w:szCs w:val="26"/>
        </w:rPr>
        <w:t>2</w:t>
      </w:r>
    </w:p>
    <w:p w:rsidR="00AB79C2" w:rsidRPr="003A4606" w:rsidRDefault="00AB79C2" w:rsidP="003A4606">
      <w:pPr>
        <w:jc w:val="right"/>
        <w:rPr>
          <w:sz w:val="26"/>
          <w:szCs w:val="26"/>
        </w:rPr>
      </w:pPr>
      <w:r w:rsidRPr="003A4606">
        <w:rPr>
          <w:sz w:val="26"/>
          <w:szCs w:val="26"/>
        </w:rPr>
        <w:t>к постановлению администрации</w:t>
      </w:r>
    </w:p>
    <w:p w:rsidR="00AB79C2" w:rsidRDefault="00AB79C2" w:rsidP="003A4606">
      <w:pPr>
        <w:jc w:val="right"/>
        <w:rPr>
          <w:sz w:val="26"/>
          <w:szCs w:val="26"/>
        </w:rPr>
      </w:pPr>
      <w:r w:rsidRPr="003A4606">
        <w:rPr>
          <w:sz w:val="26"/>
          <w:szCs w:val="26"/>
        </w:rPr>
        <w:t xml:space="preserve">от </w:t>
      </w:r>
      <w:r>
        <w:rPr>
          <w:sz w:val="26"/>
          <w:szCs w:val="26"/>
        </w:rPr>
        <w:t>26.05.2015</w:t>
      </w:r>
      <w:r w:rsidRPr="003A4606">
        <w:rPr>
          <w:sz w:val="26"/>
          <w:szCs w:val="26"/>
        </w:rPr>
        <w:t xml:space="preserve"> №</w:t>
      </w:r>
      <w:r>
        <w:rPr>
          <w:sz w:val="26"/>
          <w:szCs w:val="26"/>
        </w:rPr>
        <w:t xml:space="preserve"> 348</w:t>
      </w:r>
    </w:p>
    <w:p w:rsidR="00AB79C2" w:rsidRDefault="00AB79C2" w:rsidP="003A4606">
      <w:pPr>
        <w:jc w:val="right"/>
        <w:rPr>
          <w:sz w:val="26"/>
          <w:szCs w:val="26"/>
        </w:rPr>
      </w:pPr>
    </w:p>
    <w:p w:rsidR="00AB79C2" w:rsidRPr="00720A00" w:rsidRDefault="00AB79C2" w:rsidP="003A4606">
      <w:pPr>
        <w:jc w:val="right"/>
        <w:rPr>
          <w:sz w:val="26"/>
          <w:szCs w:val="26"/>
        </w:rPr>
      </w:pPr>
      <w:r w:rsidRPr="00720A00">
        <w:rPr>
          <w:sz w:val="26"/>
          <w:szCs w:val="26"/>
        </w:rPr>
        <w:t>Приложение 1</w:t>
      </w:r>
      <w:r>
        <w:rPr>
          <w:sz w:val="26"/>
          <w:szCs w:val="26"/>
        </w:rPr>
        <w:t xml:space="preserve"> </w:t>
      </w:r>
      <w:r w:rsidRPr="00720A00">
        <w:rPr>
          <w:sz w:val="26"/>
          <w:szCs w:val="26"/>
        </w:rPr>
        <w:t>А</w:t>
      </w:r>
    </w:p>
    <w:p w:rsidR="00AB79C2" w:rsidRPr="00720A00" w:rsidRDefault="00AB79C2" w:rsidP="003A4606">
      <w:pPr>
        <w:widowControl w:val="0"/>
        <w:autoSpaceDE w:val="0"/>
        <w:autoSpaceDN w:val="0"/>
        <w:adjustRightInd w:val="0"/>
        <w:jc w:val="right"/>
        <w:outlineLvl w:val="0"/>
        <w:rPr>
          <w:sz w:val="26"/>
          <w:szCs w:val="26"/>
        </w:rPr>
      </w:pPr>
      <w:r w:rsidRPr="00720A00">
        <w:rPr>
          <w:sz w:val="26"/>
          <w:szCs w:val="26"/>
        </w:rPr>
        <w:t>к Подпрограмме 3</w:t>
      </w:r>
    </w:p>
    <w:p w:rsidR="00AB79C2" w:rsidRPr="00720A00" w:rsidRDefault="00AB79C2" w:rsidP="003A4606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720A00">
        <w:rPr>
          <w:sz w:val="26"/>
          <w:szCs w:val="26"/>
        </w:rPr>
        <w:t>муниципальной программы</w:t>
      </w:r>
    </w:p>
    <w:p w:rsidR="00AB79C2" w:rsidRPr="00720A00" w:rsidRDefault="00AB79C2" w:rsidP="003A4606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720A00">
        <w:rPr>
          <w:sz w:val="26"/>
          <w:szCs w:val="26"/>
        </w:rPr>
        <w:t xml:space="preserve"> «Обеспечение населения</w:t>
      </w:r>
    </w:p>
    <w:p w:rsidR="00AB79C2" w:rsidRPr="00720A00" w:rsidRDefault="00AB79C2" w:rsidP="003A4606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720A00">
        <w:rPr>
          <w:sz w:val="26"/>
          <w:szCs w:val="26"/>
        </w:rPr>
        <w:t>муниципального образования</w:t>
      </w:r>
    </w:p>
    <w:p w:rsidR="00AB79C2" w:rsidRPr="00720A00" w:rsidRDefault="00AB79C2" w:rsidP="003A4606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720A00">
        <w:rPr>
          <w:sz w:val="26"/>
          <w:szCs w:val="26"/>
        </w:rPr>
        <w:t>«Городской округ Ногликский»</w:t>
      </w:r>
    </w:p>
    <w:p w:rsidR="00AB79C2" w:rsidRPr="00720A00" w:rsidRDefault="00AB79C2" w:rsidP="003A4606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720A00">
        <w:rPr>
          <w:sz w:val="26"/>
          <w:szCs w:val="26"/>
        </w:rPr>
        <w:t>качественным жильем</w:t>
      </w:r>
    </w:p>
    <w:p w:rsidR="00AB79C2" w:rsidRDefault="00AB79C2" w:rsidP="003A4606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>на 2015 – 2020 годы"</w:t>
      </w:r>
    </w:p>
    <w:p w:rsidR="00AB79C2" w:rsidRPr="00720A00" w:rsidRDefault="00AB79C2" w:rsidP="00080154">
      <w:pPr>
        <w:jc w:val="center"/>
        <w:rPr>
          <w:sz w:val="26"/>
          <w:szCs w:val="26"/>
        </w:rPr>
      </w:pPr>
      <w:r w:rsidRPr="00720A00">
        <w:rPr>
          <w:sz w:val="26"/>
          <w:szCs w:val="26"/>
        </w:rPr>
        <w:t>ПЕРЕЧЕНЬ</w:t>
      </w:r>
    </w:p>
    <w:p w:rsidR="00AB79C2" w:rsidRDefault="00AB79C2" w:rsidP="00080154">
      <w:pPr>
        <w:jc w:val="center"/>
        <w:rPr>
          <w:sz w:val="26"/>
          <w:szCs w:val="26"/>
        </w:rPr>
      </w:pPr>
      <w:r w:rsidRPr="00720A00">
        <w:rPr>
          <w:sz w:val="26"/>
          <w:szCs w:val="26"/>
        </w:rPr>
        <w:t>основных объектов и систем жизнеобеспечения, подлежащих сейсмоусилению на территории муниципального образования «Городской округ Ногликский»</w:t>
      </w:r>
    </w:p>
    <w:p w:rsidR="00AB79C2" w:rsidRPr="00720A00" w:rsidRDefault="00AB79C2" w:rsidP="003A4606">
      <w:pPr>
        <w:jc w:val="right"/>
        <w:rPr>
          <w:sz w:val="26"/>
          <w:szCs w:val="26"/>
        </w:rPr>
      </w:pPr>
    </w:p>
    <w:tbl>
      <w:tblPr>
        <w:tblW w:w="10116" w:type="dxa"/>
        <w:tblInd w:w="-45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/>
      </w:tblPr>
      <w:tblGrid>
        <w:gridCol w:w="392"/>
        <w:gridCol w:w="1176"/>
        <w:gridCol w:w="1801"/>
        <w:gridCol w:w="1843"/>
        <w:gridCol w:w="1417"/>
        <w:gridCol w:w="1135"/>
        <w:gridCol w:w="1176"/>
        <w:gridCol w:w="1176"/>
      </w:tblGrid>
      <w:tr w:rsidR="00AB79C2" w:rsidRPr="00720A00" w:rsidTr="00EB6277">
        <w:trPr>
          <w:tblHeader/>
        </w:trPr>
        <w:tc>
          <w:tcPr>
            <w:tcW w:w="392" w:type="dxa"/>
            <w:vMerge w:val="restart"/>
            <w:vAlign w:val="center"/>
          </w:tcPr>
          <w:p w:rsidR="00AB79C2" w:rsidRPr="00720A00" w:rsidRDefault="00AB79C2" w:rsidP="000D6ED1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№</w:t>
            </w:r>
          </w:p>
          <w:p w:rsidR="00AB79C2" w:rsidRPr="00720A00" w:rsidRDefault="00AB79C2" w:rsidP="00EB6277">
            <w:pPr>
              <w:ind w:left="-142" w:right="-108"/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п/п</w:t>
            </w:r>
          </w:p>
        </w:tc>
        <w:tc>
          <w:tcPr>
            <w:tcW w:w="2977" w:type="dxa"/>
            <w:gridSpan w:val="2"/>
            <w:vMerge w:val="restart"/>
            <w:vAlign w:val="center"/>
          </w:tcPr>
          <w:p w:rsidR="00AB79C2" w:rsidRPr="00720A00" w:rsidRDefault="00AB79C2" w:rsidP="000D6ED1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Наименование</w:t>
            </w:r>
          </w:p>
          <w:p w:rsidR="00AB79C2" w:rsidRPr="00720A00" w:rsidRDefault="00AB79C2" w:rsidP="000D6ED1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объекта</w:t>
            </w:r>
          </w:p>
        </w:tc>
        <w:tc>
          <w:tcPr>
            <w:tcW w:w="1843" w:type="dxa"/>
            <w:vMerge w:val="restart"/>
            <w:vAlign w:val="center"/>
          </w:tcPr>
          <w:p w:rsidR="00AB79C2" w:rsidRPr="00720A00" w:rsidRDefault="00AB79C2" w:rsidP="000D6ED1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Адрес объекта</w:t>
            </w:r>
          </w:p>
        </w:tc>
        <w:tc>
          <w:tcPr>
            <w:tcW w:w="4904" w:type="dxa"/>
            <w:gridSpan w:val="4"/>
          </w:tcPr>
          <w:p w:rsidR="00AB79C2" w:rsidRPr="00720A00" w:rsidRDefault="00AB79C2" w:rsidP="000D6ED1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Наименование вида работ/год реализации мероприятия</w:t>
            </w:r>
          </w:p>
        </w:tc>
      </w:tr>
      <w:tr w:rsidR="00AB79C2" w:rsidRPr="00720A00" w:rsidTr="00EB6277">
        <w:trPr>
          <w:tblHeader/>
        </w:trPr>
        <w:tc>
          <w:tcPr>
            <w:tcW w:w="392" w:type="dxa"/>
            <w:vMerge/>
            <w:vAlign w:val="center"/>
          </w:tcPr>
          <w:p w:rsidR="00AB79C2" w:rsidRPr="00720A00" w:rsidRDefault="00AB79C2" w:rsidP="000D6E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vAlign w:val="center"/>
          </w:tcPr>
          <w:p w:rsidR="00AB79C2" w:rsidRPr="00720A00" w:rsidRDefault="00AB79C2" w:rsidP="000D6E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:rsidR="00AB79C2" w:rsidRPr="00720A00" w:rsidRDefault="00AB79C2" w:rsidP="000D6E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AB79C2" w:rsidRPr="00720A00" w:rsidRDefault="00AB79C2" w:rsidP="000D6ED1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 xml:space="preserve">Инженерно-сейсмическое   </w:t>
            </w:r>
            <w:r w:rsidRPr="00720A00">
              <w:rPr>
                <w:sz w:val="18"/>
                <w:szCs w:val="18"/>
              </w:rPr>
              <w:br/>
              <w:t>обследование основных объектов</w:t>
            </w:r>
            <w:r>
              <w:rPr>
                <w:sz w:val="18"/>
                <w:szCs w:val="18"/>
              </w:rPr>
              <w:t xml:space="preserve"> </w:t>
            </w:r>
            <w:r w:rsidRPr="00720A00">
              <w:rPr>
                <w:sz w:val="18"/>
                <w:szCs w:val="18"/>
              </w:rPr>
              <w:t>и систем жизнеобеспечения</w:t>
            </w:r>
          </w:p>
        </w:tc>
        <w:tc>
          <w:tcPr>
            <w:tcW w:w="1135" w:type="dxa"/>
            <w:vAlign w:val="center"/>
          </w:tcPr>
          <w:p w:rsidR="00AB79C2" w:rsidRPr="00720A00" w:rsidRDefault="00AB79C2" w:rsidP="00EB62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Проведение инженер-ных изысканий</w:t>
            </w:r>
          </w:p>
        </w:tc>
        <w:tc>
          <w:tcPr>
            <w:tcW w:w="1176" w:type="dxa"/>
          </w:tcPr>
          <w:p w:rsidR="00AB79C2" w:rsidRPr="00720A00" w:rsidRDefault="00AB79C2" w:rsidP="000D6E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</w:t>
            </w:r>
            <w:r w:rsidRPr="00720A00">
              <w:rPr>
                <w:sz w:val="18"/>
                <w:szCs w:val="18"/>
              </w:rPr>
              <w:t>азработка ПСД на сейсмоусиление (строительство) основных объектов и систем жизнеобеспечения</w:t>
            </w:r>
            <w:r>
              <w:rPr>
                <w:sz w:val="18"/>
                <w:szCs w:val="18"/>
              </w:rPr>
              <w:t xml:space="preserve"> </w:t>
            </w:r>
            <w:r w:rsidRPr="00720A00">
              <w:rPr>
                <w:sz w:val="18"/>
                <w:szCs w:val="18"/>
              </w:rPr>
              <w:t>(в том числе приобретение</w:t>
            </w:r>
            <w:r w:rsidRPr="00720A00">
              <w:rPr>
                <w:sz w:val="18"/>
                <w:szCs w:val="18"/>
              </w:rPr>
              <w:br/>
              <w:t>типовых проектов)</w:t>
            </w:r>
          </w:p>
        </w:tc>
        <w:tc>
          <w:tcPr>
            <w:tcW w:w="1176" w:type="dxa"/>
            <w:vAlign w:val="center"/>
          </w:tcPr>
          <w:p w:rsidR="00AB79C2" w:rsidRPr="00720A00" w:rsidRDefault="00AB79C2" w:rsidP="000D6ED1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Проведение первоочередных</w:t>
            </w:r>
            <w:r>
              <w:rPr>
                <w:sz w:val="18"/>
                <w:szCs w:val="18"/>
              </w:rPr>
              <w:t xml:space="preserve"> </w:t>
            </w:r>
            <w:r w:rsidRPr="00720A00">
              <w:rPr>
                <w:sz w:val="18"/>
                <w:szCs w:val="18"/>
              </w:rPr>
              <w:t>работ по сейсмоусилению</w:t>
            </w:r>
            <w:r>
              <w:rPr>
                <w:sz w:val="18"/>
                <w:szCs w:val="18"/>
              </w:rPr>
              <w:t xml:space="preserve"> </w:t>
            </w:r>
            <w:r w:rsidRPr="00720A00">
              <w:rPr>
                <w:sz w:val="18"/>
                <w:szCs w:val="18"/>
              </w:rPr>
              <w:t>(строительству) основных объектов и систем жизнеобеспечения</w:t>
            </w:r>
          </w:p>
        </w:tc>
      </w:tr>
      <w:tr w:rsidR="00AB79C2" w:rsidRPr="00720A00" w:rsidTr="00EB6277">
        <w:trPr>
          <w:trHeight w:val="287"/>
        </w:trPr>
        <w:tc>
          <w:tcPr>
            <w:tcW w:w="392" w:type="dxa"/>
            <w:vAlign w:val="center"/>
          </w:tcPr>
          <w:p w:rsidR="00AB79C2" w:rsidRPr="00720A00" w:rsidRDefault="00AB79C2" w:rsidP="00EB6277">
            <w:pPr>
              <w:numPr>
                <w:ilvl w:val="0"/>
                <w:numId w:val="1"/>
              </w:num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AB79C2" w:rsidRPr="00720A00" w:rsidRDefault="00AB79C2" w:rsidP="000D6ED1">
            <w:pPr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Котельная № 5</w:t>
            </w:r>
          </w:p>
        </w:tc>
        <w:tc>
          <w:tcPr>
            <w:tcW w:w="1843" w:type="dxa"/>
            <w:vAlign w:val="center"/>
          </w:tcPr>
          <w:p w:rsidR="00AB79C2" w:rsidRPr="00720A00" w:rsidRDefault="00AB79C2" w:rsidP="000D6ED1">
            <w:pPr>
              <w:ind w:right="72"/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пгт. Ноглики,</w:t>
            </w:r>
          </w:p>
          <w:p w:rsidR="00AB79C2" w:rsidRPr="00720A00" w:rsidRDefault="00AB79C2" w:rsidP="000D6ED1">
            <w:pPr>
              <w:ind w:right="72"/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ул. Советская</w:t>
            </w:r>
          </w:p>
        </w:tc>
        <w:tc>
          <w:tcPr>
            <w:tcW w:w="1417" w:type="dxa"/>
            <w:vAlign w:val="center"/>
          </w:tcPr>
          <w:p w:rsidR="00AB79C2" w:rsidRPr="00720A00" w:rsidRDefault="00AB79C2" w:rsidP="00EB6277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2019</w:t>
            </w:r>
          </w:p>
        </w:tc>
        <w:tc>
          <w:tcPr>
            <w:tcW w:w="1135" w:type="dxa"/>
            <w:vAlign w:val="center"/>
          </w:tcPr>
          <w:p w:rsidR="00AB79C2" w:rsidRPr="00720A00" w:rsidRDefault="00AB79C2" w:rsidP="00EB6277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2019</w:t>
            </w:r>
          </w:p>
        </w:tc>
        <w:tc>
          <w:tcPr>
            <w:tcW w:w="1176" w:type="dxa"/>
            <w:vAlign w:val="center"/>
          </w:tcPr>
          <w:p w:rsidR="00AB79C2" w:rsidRPr="00720A00" w:rsidRDefault="00AB79C2" w:rsidP="00EB62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</w:t>
            </w:r>
          </w:p>
        </w:tc>
        <w:tc>
          <w:tcPr>
            <w:tcW w:w="1176" w:type="dxa"/>
            <w:vAlign w:val="center"/>
          </w:tcPr>
          <w:p w:rsidR="00AB79C2" w:rsidRPr="00720A00" w:rsidRDefault="00AB79C2" w:rsidP="00EB6277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2020</w:t>
            </w:r>
          </w:p>
        </w:tc>
      </w:tr>
      <w:tr w:rsidR="00AB79C2" w:rsidRPr="00720A00" w:rsidTr="00EB6277">
        <w:trPr>
          <w:trHeight w:val="287"/>
        </w:trPr>
        <w:tc>
          <w:tcPr>
            <w:tcW w:w="10116" w:type="dxa"/>
            <w:gridSpan w:val="8"/>
          </w:tcPr>
          <w:p w:rsidR="00AB79C2" w:rsidRPr="00720A00" w:rsidRDefault="00AB79C2" w:rsidP="00EB6277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Станция обезжелезивания</w:t>
            </w:r>
          </w:p>
        </w:tc>
      </w:tr>
      <w:tr w:rsidR="00AB79C2" w:rsidRPr="00720A00" w:rsidTr="00EB6277">
        <w:trPr>
          <w:trHeight w:val="287"/>
        </w:trPr>
        <w:tc>
          <w:tcPr>
            <w:tcW w:w="392" w:type="dxa"/>
            <w:vAlign w:val="center"/>
          </w:tcPr>
          <w:p w:rsidR="00AB79C2" w:rsidRPr="00720A00" w:rsidRDefault="00AB79C2" w:rsidP="00EB6277">
            <w:pPr>
              <w:numPr>
                <w:ilvl w:val="0"/>
                <w:numId w:val="1"/>
              </w:num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AB79C2" w:rsidRPr="00720A00" w:rsidRDefault="00AB79C2" w:rsidP="000D6ED1">
            <w:pPr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Здание дизельной</w:t>
            </w:r>
          </w:p>
        </w:tc>
        <w:tc>
          <w:tcPr>
            <w:tcW w:w="1843" w:type="dxa"/>
            <w:vMerge w:val="restart"/>
            <w:vAlign w:val="center"/>
          </w:tcPr>
          <w:p w:rsidR="00AB79C2" w:rsidRPr="00720A00" w:rsidRDefault="00AB79C2" w:rsidP="000D6ED1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пгт. Ноглики, в ста метрах по направлению на юго-запад от ориентира аэропорт</w:t>
            </w:r>
          </w:p>
        </w:tc>
        <w:tc>
          <w:tcPr>
            <w:tcW w:w="1417" w:type="dxa"/>
            <w:vAlign w:val="center"/>
          </w:tcPr>
          <w:p w:rsidR="00AB79C2" w:rsidRPr="00720A00" w:rsidRDefault="00AB79C2" w:rsidP="000D6ED1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про</w:t>
            </w:r>
            <w:r>
              <w:rPr>
                <w:sz w:val="18"/>
                <w:szCs w:val="18"/>
              </w:rPr>
              <w:t>в</w:t>
            </w:r>
            <w:r w:rsidRPr="00720A00">
              <w:rPr>
                <w:sz w:val="18"/>
                <w:szCs w:val="18"/>
              </w:rPr>
              <w:t>едено</w:t>
            </w:r>
          </w:p>
        </w:tc>
        <w:tc>
          <w:tcPr>
            <w:tcW w:w="1135" w:type="dxa"/>
            <w:vAlign w:val="center"/>
          </w:tcPr>
          <w:p w:rsidR="00AB79C2" w:rsidRPr="00720A00" w:rsidRDefault="00AB79C2" w:rsidP="000D6ED1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про</w:t>
            </w:r>
            <w:r>
              <w:rPr>
                <w:sz w:val="18"/>
                <w:szCs w:val="18"/>
              </w:rPr>
              <w:t>в</w:t>
            </w:r>
            <w:r w:rsidRPr="00720A00">
              <w:rPr>
                <w:sz w:val="18"/>
                <w:szCs w:val="18"/>
              </w:rPr>
              <w:t>едено</w:t>
            </w:r>
          </w:p>
        </w:tc>
        <w:tc>
          <w:tcPr>
            <w:tcW w:w="1176" w:type="dxa"/>
            <w:vAlign w:val="center"/>
          </w:tcPr>
          <w:p w:rsidR="00AB79C2" w:rsidRPr="00720A00" w:rsidRDefault="00AB79C2" w:rsidP="000D6ED1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про</w:t>
            </w:r>
            <w:r>
              <w:rPr>
                <w:sz w:val="18"/>
                <w:szCs w:val="18"/>
              </w:rPr>
              <w:t>в</w:t>
            </w:r>
            <w:r w:rsidRPr="00720A00">
              <w:rPr>
                <w:sz w:val="18"/>
                <w:szCs w:val="18"/>
              </w:rPr>
              <w:t>едено</w:t>
            </w:r>
          </w:p>
        </w:tc>
        <w:tc>
          <w:tcPr>
            <w:tcW w:w="1176" w:type="dxa"/>
            <w:vAlign w:val="center"/>
          </w:tcPr>
          <w:p w:rsidR="00AB79C2" w:rsidRPr="00720A00" w:rsidRDefault="00AB79C2" w:rsidP="000D6E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2015</w:t>
            </w:r>
          </w:p>
        </w:tc>
      </w:tr>
      <w:tr w:rsidR="00AB79C2" w:rsidRPr="00720A00" w:rsidTr="00EB6277">
        <w:trPr>
          <w:trHeight w:val="287"/>
        </w:trPr>
        <w:tc>
          <w:tcPr>
            <w:tcW w:w="392" w:type="dxa"/>
            <w:vAlign w:val="center"/>
          </w:tcPr>
          <w:p w:rsidR="00AB79C2" w:rsidRPr="00720A00" w:rsidRDefault="00AB79C2" w:rsidP="00EB6277">
            <w:pPr>
              <w:numPr>
                <w:ilvl w:val="0"/>
                <w:numId w:val="1"/>
              </w:num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AB79C2" w:rsidRPr="00720A00" w:rsidRDefault="00AB79C2" w:rsidP="000D6ED1">
            <w:pPr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Водонапорная башня</w:t>
            </w:r>
          </w:p>
        </w:tc>
        <w:tc>
          <w:tcPr>
            <w:tcW w:w="1843" w:type="dxa"/>
            <w:vMerge/>
            <w:vAlign w:val="center"/>
          </w:tcPr>
          <w:p w:rsidR="00AB79C2" w:rsidRPr="00720A00" w:rsidRDefault="00AB79C2" w:rsidP="000D6E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AB79C2" w:rsidRPr="00720A00" w:rsidRDefault="00AB79C2" w:rsidP="000D6ED1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про</w:t>
            </w:r>
            <w:r>
              <w:rPr>
                <w:sz w:val="18"/>
                <w:szCs w:val="18"/>
              </w:rPr>
              <w:t>в</w:t>
            </w:r>
            <w:r w:rsidRPr="00720A00">
              <w:rPr>
                <w:sz w:val="18"/>
                <w:szCs w:val="18"/>
              </w:rPr>
              <w:t>едено</w:t>
            </w:r>
          </w:p>
        </w:tc>
        <w:tc>
          <w:tcPr>
            <w:tcW w:w="1135" w:type="dxa"/>
            <w:vAlign w:val="center"/>
          </w:tcPr>
          <w:p w:rsidR="00AB79C2" w:rsidRPr="00720A00" w:rsidRDefault="00AB79C2" w:rsidP="000D6ED1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про</w:t>
            </w:r>
            <w:r>
              <w:rPr>
                <w:sz w:val="18"/>
                <w:szCs w:val="18"/>
              </w:rPr>
              <w:t>в</w:t>
            </w:r>
            <w:r w:rsidRPr="00720A00">
              <w:rPr>
                <w:sz w:val="18"/>
                <w:szCs w:val="18"/>
              </w:rPr>
              <w:t>едено</w:t>
            </w:r>
          </w:p>
        </w:tc>
        <w:tc>
          <w:tcPr>
            <w:tcW w:w="1176" w:type="dxa"/>
            <w:vAlign w:val="center"/>
          </w:tcPr>
          <w:p w:rsidR="00AB79C2" w:rsidRPr="00720A00" w:rsidRDefault="00AB79C2" w:rsidP="000D6ED1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про</w:t>
            </w:r>
            <w:r>
              <w:rPr>
                <w:sz w:val="18"/>
                <w:szCs w:val="18"/>
              </w:rPr>
              <w:t>в</w:t>
            </w:r>
            <w:r w:rsidRPr="00720A00">
              <w:rPr>
                <w:sz w:val="18"/>
                <w:szCs w:val="18"/>
              </w:rPr>
              <w:t>едено</w:t>
            </w:r>
          </w:p>
        </w:tc>
        <w:tc>
          <w:tcPr>
            <w:tcW w:w="1176" w:type="dxa"/>
            <w:vAlign w:val="center"/>
          </w:tcPr>
          <w:p w:rsidR="00AB79C2" w:rsidRPr="00720A00" w:rsidRDefault="00AB79C2" w:rsidP="000D6ED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2015</w:t>
            </w:r>
          </w:p>
        </w:tc>
      </w:tr>
      <w:tr w:rsidR="00AB79C2" w:rsidRPr="00720A00" w:rsidTr="00EB6277">
        <w:trPr>
          <w:trHeight w:val="287"/>
        </w:trPr>
        <w:tc>
          <w:tcPr>
            <w:tcW w:w="10116" w:type="dxa"/>
            <w:gridSpan w:val="8"/>
          </w:tcPr>
          <w:p w:rsidR="00AB79C2" w:rsidRPr="00720A00" w:rsidRDefault="00AB79C2" w:rsidP="00EB6277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Станция обезжелезиванияНоглики-2</w:t>
            </w:r>
          </w:p>
        </w:tc>
      </w:tr>
      <w:tr w:rsidR="00AB79C2" w:rsidRPr="00720A00" w:rsidTr="00EB6277">
        <w:trPr>
          <w:trHeight w:val="287"/>
        </w:trPr>
        <w:tc>
          <w:tcPr>
            <w:tcW w:w="392" w:type="dxa"/>
            <w:vAlign w:val="center"/>
          </w:tcPr>
          <w:p w:rsidR="00AB79C2" w:rsidRPr="00720A00" w:rsidRDefault="00AB79C2" w:rsidP="00EB6277">
            <w:pPr>
              <w:numPr>
                <w:ilvl w:val="0"/>
                <w:numId w:val="1"/>
              </w:num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AB79C2" w:rsidRPr="00720A00" w:rsidRDefault="00AB79C2" w:rsidP="000D6ED1">
            <w:pPr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Здание станции обезжелезивания (главный корпус)</w:t>
            </w:r>
          </w:p>
        </w:tc>
        <w:tc>
          <w:tcPr>
            <w:tcW w:w="1843" w:type="dxa"/>
            <w:vMerge w:val="restart"/>
            <w:vAlign w:val="center"/>
          </w:tcPr>
          <w:p w:rsidR="00AB79C2" w:rsidRPr="00720A00" w:rsidRDefault="00AB79C2" w:rsidP="000D6ED1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пгт. Ноглики,</w:t>
            </w:r>
          </w:p>
          <w:p w:rsidR="00AB79C2" w:rsidRPr="00720A00" w:rsidRDefault="00AB79C2" w:rsidP="000D6ED1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мкр. Ноглики-2</w:t>
            </w:r>
          </w:p>
        </w:tc>
        <w:tc>
          <w:tcPr>
            <w:tcW w:w="1417" w:type="dxa"/>
            <w:vAlign w:val="center"/>
          </w:tcPr>
          <w:p w:rsidR="00AB79C2" w:rsidRPr="00720A00" w:rsidRDefault="00AB79C2" w:rsidP="000D6ED1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2016</w:t>
            </w:r>
          </w:p>
        </w:tc>
        <w:tc>
          <w:tcPr>
            <w:tcW w:w="1135" w:type="dxa"/>
            <w:vAlign w:val="center"/>
          </w:tcPr>
          <w:p w:rsidR="00AB79C2" w:rsidRPr="00720A00" w:rsidRDefault="00AB79C2" w:rsidP="000D6ED1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1176" w:type="dxa"/>
            <w:vAlign w:val="center"/>
          </w:tcPr>
          <w:p w:rsidR="00AB79C2" w:rsidRPr="00720A00" w:rsidRDefault="00AB79C2" w:rsidP="000D6ED1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1176" w:type="dxa"/>
            <w:vAlign w:val="center"/>
          </w:tcPr>
          <w:p w:rsidR="00AB79C2" w:rsidRPr="00720A00" w:rsidRDefault="00AB79C2" w:rsidP="000D6ED1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8</w:t>
            </w:r>
          </w:p>
        </w:tc>
      </w:tr>
      <w:tr w:rsidR="00AB79C2" w:rsidRPr="00720A00" w:rsidTr="00EB6277">
        <w:trPr>
          <w:trHeight w:val="287"/>
        </w:trPr>
        <w:tc>
          <w:tcPr>
            <w:tcW w:w="392" w:type="dxa"/>
            <w:vAlign w:val="center"/>
          </w:tcPr>
          <w:p w:rsidR="00AB79C2" w:rsidRPr="00720A00" w:rsidRDefault="00AB79C2" w:rsidP="00EB6277">
            <w:pPr>
              <w:numPr>
                <w:ilvl w:val="0"/>
                <w:numId w:val="1"/>
              </w:num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AB79C2" w:rsidRPr="00720A00" w:rsidRDefault="00AB79C2" w:rsidP="000D6ED1">
            <w:pPr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Водонапорная башня</w:t>
            </w:r>
          </w:p>
        </w:tc>
        <w:tc>
          <w:tcPr>
            <w:tcW w:w="1843" w:type="dxa"/>
            <w:vMerge/>
            <w:vAlign w:val="center"/>
          </w:tcPr>
          <w:p w:rsidR="00AB79C2" w:rsidRPr="00720A00" w:rsidRDefault="00AB79C2" w:rsidP="000D6E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AB79C2" w:rsidRPr="00720A00" w:rsidRDefault="00AB79C2" w:rsidP="000D6ED1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2016</w:t>
            </w:r>
          </w:p>
        </w:tc>
        <w:tc>
          <w:tcPr>
            <w:tcW w:w="1135" w:type="dxa"/>
            <w:vAlign w:val="center"/>
          </w:tcPr>
          <w:p w:rsidR="00AB79C2" w:rsidRPr="00720A00" w:rsidRDefault="00AB79C2" w:rsidP="000D6ED1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1176" w:type="dxa"/>
            <w:vAlign w:val="center"/>
          </w:tcPr>
          <w:p w:rsidR="00AB79C2" w:rsidRPr="00720A00" w:rsidRDefault="00AB79C2" w:rsidP="000D6ED1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1176" w:type="dxa"/>
            <w:vAlign w:val="center"/>
          </w:tcPr>
          <w:p w:rsidR="00AB79C2" w:rsidRPr="00720A00" w:rsidRDefault="00AB79C2" w:rsidP="000D6ED1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8</w:t>
            </w:r>
          </w:p>
        </w:tc>
      </w:tr>
      <w:tr w:rsidR="00AB79C2" w:rsidRPr="00720A00" w:rsidTr="00EB6277">
        <w:trPr>
          <w:trHeight w:val="287"/>
        </w:trPr>
        <w:tc>
          <w:tcPr>
            <w:tcW w:w="392" w:type="dxa"/>
            <w:vAlign w:val="center"/>
          </w:tcPr>
          <w:p w:rsidR="00AB79C2" w:rsidRPr="00720A00" w:rsidRDefault="00AB79C2" w:rsidP="00EB6277">
            <w:pPr>
              <w:numPr>
                <w:ilvl w:val="0"/>
                <w:numId w:val="1"/>
              </w:num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AB79C2" w:rsidRPr="00720A00" w:rsidRDefault="00AB79C2" w:rsidP="000D6ED1">
            <w:pPr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Скважины (3 шт.)</w:t>
            </w:r>
          </w:p>
        </w:tc>
        <w:tc>
          <w:tcPr>
            <w:tcW w:w="1843" w:type="dxa"/>
            <w:vMerge/>
            <w:vAlign w:val="center"/>
          </w:tcPr>
          <w:p w:rsidR="00AB79C2" w:rsidRPr="00720A00" w:rsidRDefault="00AB79C2" w:rsidP="000D6ED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:rsidR="00AB79C2" w:rsidRPr="00720A00" w:rsidRDefault="00AB79C2" w:rsidP="000D6ED1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2016</w:t>
            </w:r>
          </w:p>
        </w:tc>
        <w:tc>
          <w:tcPr>
            <w:tcW w:w="1135" w:type="dxa"/>
            <w:vAlign w:val="center"/>
          </w:tcPr>
          <w:p w:rsidR="00AB79C2" w:rsidRPr="00720A00" w:rsidRDefault="00AB79C2" w:rsidP="000D6ED1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1176" w:type="dxa"/>
            <w:vAlign w:val="center"/>
          </w:tcPr>
          <w:p w:rsidR="00AB79C2" w:rsidRPr="00720A00" w:rsidRDefault="00AB79C2" w:rsidP="000D6ED1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1176" w:type="dxa"/>
            <w:vAlign w:val="center"/>
          </w:tcPr>
          <w:p w:rsidR="00AB79C2" w:rsidRPr="00720A00" w:rsidRDefault="00AB79C2" w:rsidP="000D6ED1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8</w:t>
            </w:r>
          </w:p>
        </w:tc>
      </w:tr>
      <w:tr w:rsidR="00AB79C2" w:rsidRPr="00720A00" w:rsidTr="00EB6277">
        <w:tc>
          <w:tcPr>
            <w:tcW w:w="392" w:type="dxa"/>
            <w:vAlign w:val="center"/>
          </w:tcPr>
          <w:p w:rsidR="00AB79C2" w:rsidRPr="00720A00" w:rsidRDefault="00AB79C2" w:rsidP="00EB6277">
            <w:pPr>
              <w:ind w:left="288" w:right="-108"/>
              <w:jc w:val="center"/>
              <w:rPr>
                <w:sz w:val="18"/>
                <w:szCs w:val="18"/>
              </w:rPr>
            </w:pPr>
          </w:p>
        </w:tc>
        <w:tc>
          <w:tcPr>
            <w:tcW w:w="1176" w:type="dxa"/>
          </w:tcPr>
          <w:p w:rsidR="00AB79C2" w:rsidRPr="00720A00" w:rsidRDefault="00AB79C2" w:rsidP="00EB627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8" w:type="dxa"/>
            <w:gridSpan w:val="6"/>
            <w:vAlign w:val="center"/>
          </w:tcPr>
          <w:p w:rsidR="00AB79C2" w:rsidRPr="00720A00" w:rsidRDefault="00AB79C2" w:rsidP="00EB6277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Социальные объекты</w:t>
            </w:r>
          </w:p>
        </w:tc>
      </w:tr>
      <w:tr w:rsidR="00AB79C2" w:rsidRPr="00720A00" w:rsidTr="00EB6277">
        <w:tc>
          <w:tcPr>
            <w:tcW w:w="392" w:type="dxa"/>
            <w:vAlign w:val="center"/>
          </w:tcPr>
          <w:p w:rsidR="00AB79C2" w:rsidRPr="00720A00" w:rsidRDefault="00AB79C2" w:rsidP="00EB6277">
            <w:pPr>
              <w:numPr>
                <w:ilvl w:val="0"/>
                <w:numId w:val="1"/>
              </w:numPr>
              <w:ind w:right="-108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AB79C2" w:rsidRPr="00720A00" w:rsidRDefault="00AB79C2" w:rsidP="000D6ED1">
            <w:pPr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МОУ средняя общеобразовательная школа № 1 (1176 мест)</w:t>
            </w:r>
          </w:p>
        </w:tc>
        <w:tc>
          <w:tcPr>
            <w:tcW w:w="1843" w:type="dxa"/>
            <w:vAlign w:val="center"/>
          </w:tcPr>
          <w:p w:rsidR="00AB79C2" w:rsidRPr="00720A00" w:rsidRDefault="00AB79C2" w:rsidP="000D6ED1">
            <w:pPr>
              <w:ind w:left="-108" w:right="-108" w:hanging="3"/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пгт. Ноглики, ул. Советская, 16</w:t>
            </w:r>
          </w:p>
        </w:tc>
        <w:tc>
          <w:tcPr>
            <w:tcW w:w="1417" w:type="dxa"/>
            <w:vAlign w:val="center"/>
          </w:tcPr>
          <w:p w:rsidR="00AB79C2" w:rsidRPr="00720A00" w:rsidRDefault="00AB79C2" w:rsidP="00EB627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проведено</w:t>
            </w:r>
          </w:p>
        </w:tc>
        <w:tc>
          <w:tcPr>
            <w:tcW w:w="1135" w:type="dxa"/>
            <w:vAlign w:val="center"/>
          </w:tcPr>
          <w:p w:rsidR="00AB79C2" w:rsidRPr="00720A00" w:rsidRDefault="00AB79C2" w:rsidP="00EB627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проведено</w:t>
            </w:r>
          </w:p>
        </w:tc>
        <w:tc>
          <w:tcPr>
            <w:tcW w:w="1176" w:type="dxa"/>
            <w:vAlign w:val="center"/>
          </w:tcPr>
          <w:p w:rsidR="00AB79C2" w:rsidRPr="00720A00" w:rsidRDefault="00AB79C2" w:rsidP="00EB6277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2015</w:t>
            </w:r>
          </w:p>
        </w:tc>
        <w:tc>
          <w:tcPr>
            <w:tcW w:w="1176" w:type="dxa"/>
            <w:vAlign w:val="center"/>
          </w:tcPr>
          <w:p w:rsidR="00AB79C2" w:rsidRPr="00720A00" w:rsidRDefault="00AB79C2" w:rsidP="00EB627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7</w:t>
            </w:r>
          </w:p>
        </w:tc>
      </w:tr>
      <w:tr w:rsidR="00AB79C2" w:rsidRPr="00720A00" w:rsidTr="00EB6277">
        <w:trPr>
          <w:trHeight w:val="287"/>
        </w:trPr>
        <w:tc>
          <w:tcPr>
            <w:tcW w:w="392" w:type="dxa"/>
            <w:vAlign w:val="center"/>
          </w:tcPr>
          <w:p w:rsidR="00AB79C2" w:rsidRPr="00720A00" w:rsidRDefault="00AB79C2" w:rsidP="00EB6277">
            <w:pPr>
              <w:numPr>
                <w:ilvl w:val="0"/>
                <w:numId w:val="1"/>
              </w:numPr>
              <w:ind w:right="-108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AB79C2" w:rsidRPr="00720A00" w:rsidRDefault="00AB79C2" w:rsidP="000D6ED1">
            <w:pPr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МОУ средняя общеобразовательная школа</w:t>
            </w:r>
          </w:p>
        </w:tc>
        <w:tc>
          <w:tcPr>
            <w:tcW w:w="1843" w:type="dxa"/>
            <w:vAlign w:val="center"/>
          </w:tcPr>
          <w:p w:rsidR="00AB79C2" w:rsidRPr="00720A00" w:rsidRDefault="00AB79C2" w:rsidP="000D6ED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с. Ныш</w:t>
            </w:r>
          </w:p>
          <w:p w:rsidR="00AB79C2" w:rsidRPr="00720A00" w:rsidRDefault="00AB79C2" w:rsidP="000D6ED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ул. Советская, 27</w:t>
            </w:r>
          </w:p>
        </w:tc>
        <w:tc>
          <w:tcPr>
            <w:tcW w:w="1417" w:type="dxa"/>
            <w:vAlign w:val="center"/>
          </w:tcPr>
          <w:p w:rsidR="00AB79C2" w:rsidRPr="00720A00" w:rsidRDefault="00AB79C2" w:rsidP="00EB627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проведено</w:t>
            </w:r>
          </w:p>
        </w:tc>
        <w:tc>
          <w:tcPr>
            <w:tcW w:w="1135" w:type="dxa"/>
            <w:vAlign w:val="center"/>
          </w:tcPr>
          <w:p w:rsidR="00AB79C2" w:rsidRPr="00720A00" w:rsidRDefault="00AB79C2" w:rsidP="00EB627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1176" w:type="dxa"/>
            <w:vAlign w:val="center"/>
          </w:tcPr>
          <w:p w:rsidR="00AB79C2" w:rsidRPr="00720A00" w:rsidRDefault="00AB79C2" w:rsidP="00EB62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</w:t>
            </w:r>
          </w:p>
        </w:tc>
        <w:tc>
          <w:tcPr>
            <w:tcW w:w="1176" w:type="dxa"/>
            <w:vAlign w:val="center"/>
          </w:tcPr>
          <w:p w:rsidR="00AB79C2" w:rsidRPr="00720A00" w:rsidRDefault="00AB79C2" w:rsidP="00EB6277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9</w:t>
            </w:r>
          </w:p>
        </w:tc>
      </w:tr>
      <w:tr w:rsidR="00AB79C2" w:rsidRPr="00720A00" w:rsidTr="00EB6277">
        <w:trPr>
          <w:trHeight w:val="287"/>
        </w:trPr>
        <w:tc>
          <w:tcPr>
            <w:tcW w:w="392" w:type="dxa"/>
            <w:vAlign w:val="center"/>
          </w:tcPr>
          <w:p w:rsidR="00AB79C2" w:rsidRPr="00720A00" w:rsidRDefault="00AB79C2" w:rsidP="00EB6277">
            <w:pPr>
              <w:numPr>
                <w:ilvl w:val="0"/>
                <w:numId w:val="1"/>
              </w:numPr>
              <w:ind w:right="-108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AB79C2" w:rsidRPr="00720A00" w:rsidRDefault="00AB79C2" w:rsidP="000D6ED1">
            <w:pPr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МДОУ № 11 «Сказка»</w:t>
            </w:r>
          </w:p>
        </w:tc>
        <w:tc>
          <w:tcPr>
            <w:tcW w:w="1843" w:type="dxa"/>
            <w:vAlign w:val="center"/>
          </w:tcPr>
          <w:p w:rsidR="00AB79C2" w:rsidRPr="00720A00" w:rsidRDefault="00AB79C2" w:rsidP="000D6ED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ул. Невельского, 9</w:t>
            </w:r>
          </w:p>
        </w:tc>
        <w:tc>
          <w:tcPr>
            <w:tcW w:w="1417" w:type="dxa"/>
            <w:vAlign w:val="center"/>
          </w:tcPr>
          <w:p w:rsidR="00AB79C2" w:rsidRPr="00720A00" w:rsidRDefault="00AB79C2" w:rsidP="00EB627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проведено</w:t>
            </w:r>
          </w:p>
        </w:tc>
        <w:tc>
          <w:tcPr>
            <w:tcW w:w="1135" w:type="dxa"/>
            <w:vAlign w:val="center"/>
          </w:tcPr>
          <w:p w:rsidR="00AB79C2" w:rsidRPr="00720A00" w:rsidRDefault="00AB79C2" w:rsidP="00EB627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1176" w:type="dxa"/>
            <w:vAlign w:val="center"/>
          </w:tcPr>
          <w:p w:rsidR="00AB79C2" w:rsidRPr="00720A00" w:rsidRDefault="00AB79C2" w:rsidP="00EB62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</w:t>
            </w:r>
          </w:p>
        </w:tc>
        <w:tc>
          <w:tcPr>
            <w:tcW w:w="1176" w:type="dxa"/>
            <w:vAlign w:val="center"/>
          </w:tcPr>
          <w:p w:rsidR="00AB79C2" w:rsidRPr="00720A00" w:rsidRDefault="00AB79C2" w:rsidP="00EB6277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9</w:t>
            </w:r>
          </w:p>
        </w:tc>
      </w:tr>
      <w:tr w:rsidR="00AB79C2" w:rsidRPr="00720A00" w:rsidTr="00EB6277">
        <w:trPr>
          <w:trHeight w:val="287"/>
        </w:trPr>
        <w:tc>
          <w:tcPr>
            <w:tcW w:w="392" w:type="dxa"/>
            <w:vAlign w:val="center"/>
          </w:tcPr>
          <w:p w:rsidR="00AB79C2" w:rsidRPr="00720A00" w:rsidRDefault="00AB79C2" w:rsidP="00EB6277">
            <w:pPr>
              <w:numPr>
                <w:ilvl w:val="0"/>
                <w:numId w:val="1"/>
              </w:numPr>
              <w:ind w:right="-108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AB79C2" w:rsidRPr="00720A00" w:rsidRDefault="00AB79C2" w:rsidP="000D6ED1">
            <w:pPr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Здание администрации муниципального образования «Городской округ Ногликский</w:t>
            </w:r>
          </w:p>
        </w:tc>
        <w:tc>
          <w:tcPr>
            <w:tcW w:w="1843" w:type="dxa"/>
            <w:vAlign w:val="center"/>
          </w:tcPr>
          <w:p w:rsidR="00AB79C2" w:rsidRPr="00720A00" w:rsidRDefault="00AB79C2" w:rsidP="000D6ED1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ул. Советская, 15</w:t>
            </w:r>
          </w:p>
        </w:tc>
        <w:tc>
          <w:tcPr>
            <w:tcW w:w="1417" w:type="dxa"/>
            <w:vAlign w:val="center"/>
          </w:tcPr>
          <w:p w:rsidR="00AB79C2" w:rsidRPr="00720A00" w:rsidRDefault="00AB79C2" w:rsidP="00EB627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проведено</w:t>
            </w:r>
          </w:p>
        </w:tc>
        <w:tc>
          <w:tcPr>
            <w:tcW w:w="1135" w:type="dxa"/>
            <w:vAlign w:val="center"/>
          </w:tcPr>
          <w:p w:rsidR="00AB79C2" w:rsidRPr="00720A00" w:rsidRDefault="00AB79C2" w:rsidP="00EB627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проведено</w:t>
            </w:r>
          </w:p>
        </w:tc>
        <w:tc>
          <w:tcPr>
            <w:tcW w:w="1176" w:type="dxa"/>
            <w:vAlign w:val="center"/>
          </w:tcPr>
          <w:p w:rsidR="00AB79C2" w:rsidRPr="00720A00" w:rsidRDefault="00AB79C2" w:rsidP="00EB627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2015</w:t>
            </w:r>
          </w:p>
        </w:tc>
        <w:tc>
          <w:tcPr>
            <w:tcW w:w="1176" w:type="dxa"/>
            <w:vAlign w:val="center"/>
          </w:tcPr>
          <w:p w:rsidR="00AB79C2" w:rsidRPr="00720A00" w:rsidRDefault="00AB79C2" w:rsidP="00EB6277">
            <w:pPr>
              <w:jc w:val="center"/>
              <w:rPr>
                <w:sz w:val="18"/>
                <w:szCs w:val="18"/>
              </w:rPr>
            </w:pPr>
            <w:r w:rsidRPr="00720A00">
              <w:rPr>
                <w:sz w:val="18"/>
                <w:szCs w:val="18"/>
              </w:rPr>
              <w:t>201</w:t>
            </w:r>
            <w:r>
              <w:rPr>
                <w:sz w:val="18"/>
                <w:szCs w:val="18"/>
              </w:rPr>
              <w:t>7</w:t>
            </w:r>
          </w:p>
        </w:tc>
      </w:tr>
    </w:tbl>
    <w:p w:rsidR="00AB79C2" w:rsidRDefault="00AB79C2" w:rsidP="00EB6277"/>
    <w:sectPr w:rsidR="00AB79C2" w:rsidSect="000F11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37654"/>
    <w:multiLevelType w:val="hybridMultilevel"/>
    <w:tmpl w:val="2F321E48"/>
    <w:lvl w:ilvl="0" w:tplc="F2BCA982">
      <w:start w:val="1"/>
      <w:numFmt w:val="decimal"/>
      <w:lvlText w:val="%1."/>
      <w:lvlJc w:val="center"/>
      <w:pPr>
        <w:tabs>
          <w:tab w:val="num" w:pos="0"/>
        </w:tabs>
        <w:ind w:firstLine="28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4606"/>
    <w:rsid w:val="00080154"/>
    <w:rsid w:val="0009218A"/>
    <w:rsid w:val="00092C3C"/>
    <w:rsid w:val="000D6ED1"/>
    <w:rsid w:val="000E47E6"/>
    <w:rsid w:val="000F11DF"/>
    <w:rsid w:val="00205401"/>
    <w:rsid w:val="00270352"/>
    <w:rsid w:val="002E3605"/>
    <w:rsid w:val="00336C45"/>
    <w:rsid w:val="003A4606"/>
    <w:rsid w:val="00464BCA"/>
    <w:rsid w:val="004A4814"/>
    <w:rsid w:val="005725E2"/>
    <w:rsid w:val="00621281"/>
    <w:rsid w:val="006A0AE0"/>
    <w:rsid w:val="00720A00"/>
    <w:rsid w:val="00804740"/>
    <w:rsid w:val="009E7010"/>
    <w:rsid w:val="00AB79C2"/>
    <w:rsid w:val="00B54DF0"/>
    <w:rsid w:val="00BF025C"/>
    <w:rsid w:val="00CE04C1"/>
    <w:rsid w:val="00CF370B"/>
    <w:rsid w:val="00D37628"/>
    <w:rsid w:val="00DE4EC0"/>
    <w:rsid w:val="00E74FE0"/>
    <w:rsid w:val="00EB62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4606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D37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1A1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263</Words>
  <Characters>1504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2</dc:title>
  <dc:subject/>
  <dc:creator>pyatakova</dc:creator>
  <cp:keywords/>
  <dc:description/>
  <cp:lastModifiedBy>Администрация</cp:lastModifiedBy>
  <cp:revision>2</cp:revision>
  <cp:lastPrinted>2015-05-29T08:16:00Z</cp:lastPrinted>
  <dcterms:created xsi:type="dcterms:W3CDTF">2015-05-29T08:18:00Z</dcterms:created>
  <dcterms:modified xsi:type="dcterms:W3CDTF">2015-05-29T08:18:00Z</dcterms:modified>
</cp:coreProperties>
</file>