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F4FA0A3" w14:textId="77777777" w:rsidTr="00987DB5">
        <w:tc>
          <w:tcPr>
            <w:tcW w:w="9498" w:type="dxa"/>
          </w:tcPr>
          <w:p w14:paraId="7F4FA09E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F4FA0B9" wp14:editId="7F4FA0BA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4FA09F" w14:textId="6795FBE1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АДМИНИСТР</w:t>
            </w:r>
            <w:r w:rsidR="00E575A8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АЦИЯ МУНИЦИПАЛЬНОГО ОБРАЗОВАНИЯ</w:t>
            </w:r>
          </w:p>
          <w:p w14:paraId="7F4FA0A0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7F4FA0A1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F4FA0A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F4FA0A4" w14:textId="22496E2C" w:rsidR="0033636C" w:rsidRPr="00EC33E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C33E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257E5">
            <w:rPr>
              <w:rFonts w:ascii="Times New Roman" w:hAnsi="Times New Roman"/>
              <w:sz w:val="28"/>
              <w:szCs w:val="28"/>
            </w:rPr>
            <w:t>04 марта 2025 года</w:t>
          </w:r>
        </w:sdtContent>
      </w:sdt>
      <w:r w:rsidRPr="00EC33E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257E5" w:rsidRPr="004257E5">
            <w:rPr>
              <w:rFonts w:ascii="Times New Roman" w:hAnsi="Times New Roman"/>
              <w:sz w:val="28"/>
              <w:szCs w:val="28"/>
            </w:rPr>
            <w:t>107</w:t>
          </w:r>
        </w:sdtContent>
      </w:sdt>
    </w:p>
    <w:p w14:paraId="7F4FA0A5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3AAEDCA" w14:textId="77777777" w:rsidR="00E575A8" w:rsidRDefault="00086AEB" w:rsidP="00EC3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6AEB">
        <w:rPr>
          <w:rFonts w:ascii="Times New Roman" w:hAnsi="Times New Roman"/>
          <w:b/>
          <w:sz w:val="28"/>
          <w:szCs w:val="28"/>
        </w:rPr>
        <w:t>Об у</w:t>
      </w:r>
      <w:r w:rsidR="00E575A8">
        <w:rPr>
          <w:rFonts w:ascii="Times New Roman" w:hAnsi="Times New Roman"/>
          <w:b/>
          <w:sz w:val="28"/>
          <w:szCs w:val="28"/>
        </w:rPr>
        <w:t>тверждении Положения о комиссии</w:t>
      </w:r>
    </w:p>
    <w:p w14:paraId="11D19496" w14:textId="77777777" w:rsidR="00E575A8" w:rsidRDefault="00086AEB" w:rsidP="00EC3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6AEB">
        <w:rPr>
          <w:rFonts w:ascii="Times New Roman" w:hAnsi="Times New Roman"/>
          <w:b/>
          <w:sz w:val="28"/>
          <w:szCs w:val="28"/>
        </w:rPr>
        <w:t>по прин</w:t>
      </w:r>
      <w:bookmarkStart w:id="0" w:name="_GoBack"/>
      <w:bookmarkEnd w:id="0"/>
      <w:r w:rsidRPr="00086AEB">
        <w:rPr>
          <w:rFonts w:ascii="Times New Roman" w:hAnsi="Times New Roman"/>
          <w:b/>
          <w:sz w:val="28"/>
          <w:szCs w:val="28"/>
        </w:rPr>
        <w:t xml:space="preserve">ятию решений о предоставлении </w:t>
      </w:r>
      <w:r w:rsidR="00E575A8">
        <w:rPr>
          <w:rFonts w:ascii="Times New Roman" w:hAnsi="Times New Roman"/>
          <w:b/>
          <w:sz w:val="28"/>
          <w:szCs w:val="28"/>
        </w:rPr>
        <w:t>выплаты</w:t>
      </w:r>
    </w:p>
    <w:p w14:paraId="67C9FF3B" w14:textId="77777777" w:rsidR="00E575A8" w:rsidRDefault="00086AEB" w:rsidP="00EC3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6AEB">
        <w:rPr>
          <w:rFonts w:ascii="Times New Roman" w:hAnsi="Times New Roman"/>
          <w:b/>
          <w:sz w:val="28"/>
          <w:szCs w:val="28"/>
        </w:rPr>
        <w:t>на приобретение бл</w:t>
      </w:r>
      <w:r w:rsidR="00E575A8">
        <w:rPr>
          <w:rFonts w:ascii="Times New Roman" w:hAnsi="Times New Roman"/>
          <w:b/>
          <w:sz w:val="28"/>
          <w:szCs w:val="28"/>
        </w:rPr>
        <w:t>агоустроенного жилого помещения</w:t>
      </w:r>
    </w:p>
    <w:p w14:paraId="312411D6" w14:textId="78F483CC" w:rsidR="00E575A8" w:rsidRDefault="00086AEB" w:rsidP="00EC3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6AEB">
        <w:rPr>
          <w:rFonts w:ascii="Times New Roman" w:hAnsi="Times New Roman"/>
          <w:b/>
          <w:sz w:val="28"/>
          <w:szCs w:val="28"/>
        </w:rPr>
        <w:t>в собствен</w:t>
      </w:r>
      <w:r w:rsidR="00E575A8">
        <w:rPr>
          <w:rFonts w:ascii="Times New Roman" w:hAnsi="Times New Roman"/>
          <w:b/>
          <w:sz w:val="28"/>
          <w:szCs w:val="28"/>
        </w:rPr>
        <w:t>ность или для полного погашения</w:t>
      </w:r>
      <w:r w:rsidR="005F7989">
        <w:rPr>
          <w:rFonts w:ascii="Times New Roman" w:hAnsi="Times New Roman"/>
          <w:b/>
          <w:sz w:val="28"/>
          <w:szCs w:val="28"/>
        </w:rPr>
        <w:t>,</w:t>
      </w:r>
    </w:p>
    <w:p w14:paraId="235F7B9E" w14:textId="77777777" w:rsidR="00E575A8" w:rsidRDefault="00086AEB" w:rsidP="00EC3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6AEB">
        <w:rPr>
          <w:rFonts w:ascii="Times New Roman" w:hAnsi="Times New Roman"/>
          <w:b/>
          <w:sz w:val="28"/>
          <w:szCs w:val="28"/>
        </w:rPr>
        <w:t>предоставленного н</w:t>
      </w:r>
      <w:r w:rsidR="00E575A8">
        <w:rPr>
          <w:rFonts w:ascii="Times New Roman" w:hAnsi="Times New Roman"/>
          <w:b/>
          <w:sz w:val="28"/>
          <w:szCs w:val="28"/>
        </w:rPr>
        <w:t>а приобретение жилого помещения</w:t>
      </w:r>
    </w:p>
    <w:p w14:paraId="3F7AA0EE" w14:textId="77777777" w:rsidR="00E575A8" w:rsidRDefault="00086AEB" w:rsidP="00EC3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6AEB">
        <w:rPr>
          <w:rFonts w:ascii="Times New Roman" w:hAnsi="Times New Roman"/>
          <w:b/>
          <w:sz w:val="28"/>
          <w:szCs w:val="28"/>
        </w:rPr>
        <w:t>кредита (займа) по д</w:t>
      </w:r>
      <w:r w:rsidR="00E575A8">
        <w:rPr>
          <w:rFonts w:ascii="Times New Roman" w:hAnsi="Times New Roman"/>
          <w:b/>
          <w:sz w:val="28"/>
          <w:szCs w:val="28"/>
        </w:rPr>
        <w:t>оговору, обязательства заемщика</w:t>
      </w:r>
    </w:p>
    <w:p w14:paraId="5B11F587" w14:textId="77777777" w:rsidR="00E575A8" w:rsidRDefault="00086AEB" w:rsidP="00EC3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6AEB">
        <w:rPr>
          <w:rFonts w:ascii="Times New Roman" w:hAnsi="Times New Roman"/>
          <w:b/>
          <w:sz w:val="28"/>
          <w:szCs w:val="28"/>
        </w:rPr>
        <w:t>по которому обеспечены ипотекой, лицам, которые относи</w:t>
      </w:r>
      <w:r w:rsidR="00E575A8">
        <w:rPr>
          <w:rFonts w:ascii="Times New Roman" w:hAnsi="Times New Roman"/>
          <w:b/>
          <w:sz w:val="28"/>
          <w:szCs w:val="28"/>
        </w:rPr>
        <w:t>лись</w:t>
      </w:r>
    </w:p>
    <w:p w14:paraId="77F80684" w14:textId="2A1545CC" w:rsidR="001D3074" w:rsidRDefault="00086AEB" w:rsidP="00EC3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6AEB">
        <w:rPr>
          <w:rFonts w:ascii="Times New Roman" w:hAnsi="Times New Roman"/>
          <w:b/>
          <w:sz w:val="28"/>
          <w:szCs w:val="28"/>
        </w:rPr>
        <w:t xml:space="preserve">к категории детей-сирот и </w:t>
      </w:r>
      <w:r w:rsidR="001D3074">
        <w:rPr>
          <w:rFonts w:ascii="Times New Roman" w:hAnsi="Times New Roman"/>
          <w:b/>
          <w:sz w:val="28"/>
          <w:szCs w:val="28"/>
        </w:rPr>
        <w:t>детей, оставшихся</w:t>
      </w:r>
    </w:p>
    <w:p w14:paraId="19BE2792" w14:textId="264460C7" w:rsidR="00E575A8" w:rsidRDefault="00E575A8" w:rsidP="00EC3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без попечения</w:t>
      </w:r>
      <w:r w:rsidR="001D3074">
        <w:rPr>
          <w:rFonts w:ascii="Times New Roman" w:hAnsi="Times New Roman"/>
          <w:b/>
          <w:sz w:val="28"/>
          <w:szCs w:val="28"/>
        </w:rPr>
        <w:t xml:space="preserve"> </w:t>
      </w:r>
      <w:r w:rsidR="00086AEB" w:rsidRPr="00086AEB">
        <w:rPr>
          <w:rFonts w:ascii="Times New Roman" w:hAnsi="Times New Roman"/>
          <w:b/>
          <w:sz w:val="28"/>
          <w:szCs w:val="28"/>
        </w:rPr>
        <w:t>родителей, ли</w:t>
      </w:r>
      <w:r>
        <w:rPr>
          <w:rFonts w:ascii="Times New Roman" w:hAnsi="Times New Roman"/>
          <w:b/>
          <w:sz w:val="28"/>
          <w:szCs w:val="28"/>
        </w:rPr>
        <w:t>ц из числа детей-сирот и детей,</w:t>
      </w:r>
    </w:p>
    <w:p w14:paraId="2C774DD8" w14:textId="77777777" w:rsidR="00E575A8" w:rsidRDefault="00086AEB" w:rsidP="00EC3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6AEB">
        <w:rPr>
          <w:rFonts w:ascii="Times New Roman" w:hAnsi="Times New Roman"/>
          <w:b/>
          <w:sz w:val="28"/>
          <w:szCs w:val="28"/>
        </w:rPr>
        <w:t>оставшихся без попечения родител</w:t>
      </w:r>
      <w:r w:rsidR="00E575A8">
        <w:rPr>
          <w:rFonts w:ascii="Times New Roman" w:hAnsi="Times New Roman"/>
          <w:b/>
          <w:sz w:val="28"/>
          <w:szCs w:val="28"/>
        </w:rPr>
        <w:t>ей, и достигли возраста 23 лет,</w:t>
      </w:r>
    </w:p>
    <w:p w14:paraId="215F9E50" w14:textId="77F21EF2" w:rsidR="00086AEB" w:rsidRPr="00086AEB" w:rsidRDefault="00086AEB" w:rsidP="00EC33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6AEB">
        <w:rPr>
          <w:rFonts w:ascii="Times New Roman" w:hAnsi="Times New Roman"/>
          <w:b/>
          <w:sz w:val="28"/>
          <w:szCs w:val="28"/>
        </w:rPr>
        <w:t>или об отказе в ее предоставлении</w:t>
      </w:r>
    </w:p>
    <w:p w14:paraId="7F4FA0A7" w14:textId="77777777" w:rsidR="00185FEC" w:rsidRDefault="00185FEC" w:rsidP="00EC33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BB1B3CA" w14:textId="76F2C4DE" w:rsidR="00EC33E2" w:rsidRPr="00EC33E2" w:rsidRDefault="00086AEB" w:rsidP="00EC33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086AEB">
        <w:rPr>
          <w:rFonts w:ascii="Times New Roman" w:hAnsi="Times New Roman"/>
          <w:sz w:val="28"/>
          <w:szCs w:val="28"/>
        </w:rPr>
        <w:t>В соответствии с п. 10 ст. 8.1 Федерального закон</w:t>
      </w:r>
      <w:r w:rsidR="00EC33E2">
        <w:rPr>
          <w:rFonts w:ascii="Times New Roman" w:hAnsi="Times New Roman"/>
          <w:sz w:val="28"/>
          <w:szCs w:val="28"/>
        </w:rPr>
        <w:t xml:space="preserve">а от 21.12.1996 </w:t>
      </w:r>
      <w:r w:rsidR="00EC33E2">
        <w:rPr>
          <w:rFonts w:ascii="Times New Roman" w:hAnsi="Times New Roman"/>
          <w:sz w:val="28"/>
          <w:szCs w:val="28"/>
        </w:rPr>
        <w:br/>
      </w:r>
      <w:r w:rsidRPr="00086AEB">
        <w:rPr>
          <w:rFonts w:ascii="Times New Roman" w:hAnsi="Times New Roman"/>
          <w:sz w:val="28"/>
          <w:szCs w:val="28"/>
        </w:rPr>
        <w:t xml:space="preserve">№ 159-ФЗ «О дополнительных гарантиях по социальной поддержке </w:t>
      </w:r>
      <w:r w:rsidR="00864B22">
        <w:rPr>
          <w:rFonts w:ascii="Times New Roman" w:hAnsi="Times New Roman"/>
          <w:sz w:val="28"/>
          <w:szCs w:val="28"/>
        </w:rPr>
        <w:br/>
      </w:r>
      <w:r w:rsidRPr="00086AEB">
        <w:rPr>
          <w:rFonts w:ascii="Times New Roman" w:hAnsi="Times New Roman"/>
          <w:sz w:val="28"/>
          <w:szCs w:val="28"/>
        </w:rPr>
        <w:t xml:space="preserve">детей-сирот и детей, оставшихся без попечения родителей», </w:t>
      </w:r>
      <w:bookmarkStart w:id="1" w:name="_Hlk189459949"/>
      <w:r w:rsidRPr="00086AEB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21.12.2023 № 2227 «Об отдельных вопросах предоставления лицам, указанным в пункте 1 статьи 8.1 Федерального Закона «О дополнительных гарантиях по социальной поддержке детей-сирот и детей, оставшихся без попечения родителей», выплаты на</w:t>
      </w:r>
      <w:r w:rsidR="00EC33E2">
        <w:rPr>
          <w:rFonts w:ascii="Times New Roman" w:hAnsi="Times New Roman"/>
          <w:sz w:val="28"/>
          <w:szCs w:val="28"/>
        </w:rPr>
        <w:t xml:space="preserve"> приобретение благоустроенного </w:t>
      </w:r>
      <w:r w:rsidRPr="00086AEB">
        <w:rPr>
          <w:rFonts w:ascii="Times New Roman" w:hAnsi="Times New Roman"/>
          <w:sz w:val="28"/>
          <w:szCs w:val="28"/>
        </w:rPr>
        <w:t xml:space="preserve">жилого помещения </w:t>
      </w:r>
      <w:r w:rsidR="00EC33E2">
        <w:rPr>
          <w:rFonts w:ascii="Times New Roman" w:hAnsi="Times New Roman"/>
          <w:sz w:val="28"/>
          <w:szCs w:val="28"/>
        </w:rPr>
        <w:br/>
      </w:r>
      <w:r w:rsidRPr="00086AEB">
        <w:rPr>
          <w:rFonts w:ascii="Times New Roman" w:hAnsi="Times New Roman"/>
          <w:sz w:val="28"/>
          <w:szCs w:val="28"/>
        </w:rPr>
        <w:t>в собственность или для полного погашения кредита (займа) по договору, обязательства заемщика по которому обеспечены ипотекой»</w:t>
      </w:r>
      <w:bookmarkEnd w:id="1"/>
      <w:r w:rsidRPr="00086AEB">
        <w:rPr>
          <w:rFonts w:ascii="Times New Roman" w:hAnsi="Times New Roman"/>
          <w:sz w:val="28"/>
          <w:szCs w:val="28"/>
        </w:rPr>
        <w:t xml:space="preserve">, </w:t>
      </w:r>
      <w:r w:rsidRPr="00086AEB">
        <w:rPr>
          <w:rFonts w:ascii="Times New Roman" w:hAnsi="Times New Roman"/>
          <w:snapToGrid w:val="0"/>
          <w:sz w:val="28"/>
          <w:szCs w:val="28"/>
        </w:rPr>
        <w:t xml:space="preserve">приказом министерства просвещения Российской Федерации от 22.11.2023 № 883 </w:t>
      </w:r>
      <w:r w:rsidR="00864B22">
        <w:rPr>
          <w:rFonts w:ascii="Times New Roman" w:hAnsi="Times New Roman"/>
          <w:snapToGrid w:val="0"/>
          <w:sz w:val="28"/>
          <w:szCs w:val="28"/>
        </w:rPr>
        <w:br/>
      </w:r>
      <w:r w:rsidRPr="00086AEB">
        <w:rPr>
          <w:rFonts w:ascii="Times New Roman" w:hAnsi="Times New Roman"/>
          <w:snapToGrid w:val="0"/>
          <w:sz w:val="28"/>
          <w:szCs w:val="28"/>
        </w:rPr>
        <w:t xml:space="preserve">«Об утверждении Положения о </w:t>
      </w:r>
      <w:r w:rsidRPr="00086AEB">
        <w:rPr>
          <w:rFonts w:ascii="Times New Roman" w:hAnsi="Times New Roman"/>
          <w:sz w:val="28"/>
          <w:szCs w:val="28"/>
        </w:rPr>
        <w:t xml:space="preserve">комиссии по принятию решений </w:t>
      </w:r>
      <w:r w:rsidR="00864B22">
        <w:rPr>
          <w:rFonts w:ascii="Times New Roman" w:hAnsi="Times New Roman"/>
          <w:sz w:val="28"/>
          <w:szCs w:val="28"/>
        </w:rPr>
        <w:br/>
      </w:r>
      <w:r w:rsidRPr="00086AEB">
        <w:rPr>
          <w:rFonts w:ascii="Times New Roman" w:hAnsi="Times New Roman"/>
          <w:sz w:val="28"/>
          <w:szCs w:val="28"/>
        </w:rPr>
        <w:t>о предоставлении выплаты на приобретение благоустроенного жилого помещения в собственн</w:t>
      </w:r>
      <w:r w:rsidR="00864B22">
        <w:rPr>
          <w:rFonts w:ascii="Times New Roman" w:hAnsi="Times New Roman"/>
          <w:sz w:val="28"/>
          <w:szCs w:val="28"/>
        </w:rPr>
        <w:t>ость или для полного погашения</w:t>
      </w:r>
      <w:r w:rsidR="005F7989">
        <w:rPr>
          <w:rFonts w:ascii="Times New Roman" w:hAnsi="Times New Roman"/>
          <w:sz w:val="28"/>
          <w:szCs w:val="28"/>
        </w:rPr>
        <w:t>,</w:t>
      </w:r>
      <w:r w:rsidR="00864B22">
        <w:rPr>
          <w:rFonts w:ascii="Times New Roman" w:hAnsi="Times New Roman"/>
          <w:sz w:val="28"/>
          <w:szCs w:val="28"/>
        </w:rPr>
        <w:t xml:space="preserve"> </w:t>
      </w:r>
      <w:r w:rsidRPr="00086AEB">
        <w:rPr>
          <w:rFonts w:ascii="Times New Roman" w:hAnsi="Times New Roman"/>
          <w:sz w:val="28"/>
          <w:szCs w:val="28"/>
        </w:rPr>
        <w:t xml:space="preserve">предоставленного </w:t>
      </w:r>
      <w:r w:rsidR="00864B22">
        <w:rPr>
          <w:rFonts w:ascii="Times New Roman" w:hAnsi="Times New Roman"/>
          <w:sz w:val="28"/>
          <w:szCs w:val="28"/>
        </w:rPr>
        <w:br/>
      </w:r>
      <w:r w:rsidRPr="00086AEB">
        <w:rPr>
          <w:rFonts w:ascii="Times New Roman" w:hAnsi="Times New Roman"/>
          <w:sz w:val="28"/>
          <w:szCs w:val="28"/>
        </w:rPr>
        <w:t xml:space="preserve">на приобретение жилого помещения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</w:t>
      </w:r>
      <w:r w:rsidRPr="00086AEB">
        <w:rPr>
          <w:rFonts w:ascii="Times New Roman" w:hAnsi="Times New Roman"/>
          <w:sz w:val="28"/>
          <w:szCs w:val="28"/>
        </w:rPr>
        <w:lastRenderedPageBreak/>
        <w:t>родителей, лиц из числа детей-сирот и детей, оставшихся без попечения родителей, и достигли возраста 23 лет, или об отказе в ее предоставлении», Законом Сахалинской области от 03.08.2009 № 80-ЗО «О наделении органов местного самоуправления государственными полномочиями Сахалинской области по опеке и попечительству», руководствуясь 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</w:t>
      </w:r>
      <w:r w:rsidR="005F7989">
        <w:rPr>
          <w:rFonts w:ascii="Times New Roman" w:hAnsi="Times New Roman"/>
          <w:sz w:val="28"/>
          <w:szCs w:val="28"/>
        </w:rPr>
        <w:t xml:space="preserve">ьный округ Сахалинской области </w:t>
      </w:r>
      <w:r w:rsidRPr="00EC33E2">
        <w:rPr>
          <w:rFonts w:ascii="Times New Roman" w:hAnsi="Times New Roman"/>
          <w:b/>
          <w:sz w:val="28"/>
          <w:szCs w:val="28"/>
        </w:rPr>
        <w:t>ПОСТАНОВЛЯЕТ:</w:t>
      </w:r>
    </w:p>
    <w:p w14:paraId="48885E1C" w14:textId="401D8635" w:rsidR="00EC33E2" w:rsidRDefault="00086AEB" w:rsidP="00EC33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6AEB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Положение о комиссии по принятию решений </w:t>
      </w:r>
      <w:r w:rsidR="00864B2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86AEB">
        <w:rPr>
          <w:rFonts w:ascii="Times New Roman" w:eastAsia="Times New Roman" w:hAnsi="Times New Roman"/>
          <w:sz w:val="28"/>
          <w:szCs w:val="28"/>
          <w:lang w:eastAsia="ru-RU"/>
        </w:rPr>
        <w:t>о предоставлении выплаты на приобретение благоустроенного жилого помещения в собственность или для полного погашения</w:t>
      </w:r>
      <w:r w:rsidR="005F798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86AE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предоставленного </w:t>
      </w:r>
      <w:r w:rsidR="00864B2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86AEB">
        <w:rPr>
          <w:rFonts w:ascii="Times New Roman" w:eastAsia="Times New Roman" w:hAnsi="Times New Roman"/>
          <w:sz w:val="28"/>
          <w:szCs w:val="28"/>
          <w:lang w:eastAsia="ru-RU"/>
        </w:rPr>
        <w:t>на приобретение жилого помещения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или об отказе в ее предоставлении (прилагается).</w:t>
      </w:r>
    </w:p>
    <w:p w14:paraId="287C9FFA" w14:textId="0DADDF78" w:rsidR="00086AEB" w:rsidRPr="00EC33E2" w:rsidRDefault="00A35088" w:rsidP="00EC33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086AEB" w:rsidRPr="00086AEB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настоящее постановление в газете «Знамя труда» </w:t>
      </w:r>
      <w:r w:rsidR="00864B2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86AEB" w:rsidRPr="00086AEB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администрации муниципального образования Ногликский муниципальный округ Сахалинской области </w:t>
      </w:r>
      <w:r w:rsidR="00864B2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86AEB" w:rsidRPr="00086AEB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50120B31" w14:textId="678F1E94" w:rsidR="00086AEB" w:rsidRDefault="00A35088" w:rsidP="00EC33E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86AEB" w:rsidRPr="00086AEB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</w:t>
      </w:r>
      <w:r w:rsidR="00864B2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86AEB" w:rsidRPr="00086AEB">
        <w:rPr>
          <w:rFonts w:ascii="Times New Roman" w:eastAsia="Times New Roman" w:hAnsi="Times New Roman"/>
          <w:sz w:val="28"/>
          <w:szCs w:val="28"/>
          <w:lang w:eastAsia="ru-RU"/>
        </w:rPr>
        <w:t xml:space="preserve">на вице-мэра муниципального образования Ногликский муниципальный округ Сахалинской области </w:t>
      </w:r>
      <w:proofErr w:type="spellStart"/>
      <w:r w:rsidR="00086AEB" w:rsidRPr="00086AEB"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 w:rsidR="00086AEB" w:rsidRPr="00086AEB">
        <w:rPr>
          <w:rFonts w:ascii="Times New Roman" w:eastAsia="Times New Roman" w:hAnsi="Times New Roman"/>
          <w:sz w:val="28"/>
          <w:szCs w:val="28"/>
          <w:lang w:eastAsia="ru-RU"/>
        </w:rPr>
        <w:t xml:space="preserve"> Я.С.</w:t>
      </w:r>
    </w:p>
    <w:p w14:paraId="6AEEB87D" w14:textId="6BA28896" w:rsidR="00EC33E2" w:rsidRDefault="00EC33E2" w:rsidP="00EC33E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8C7649" w14:textId="77777777" w:rsidR="00EC33E2" w:rsidRDefault="00EC33E2" w:rsidP="00EC33E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D84E523" w14:textId="77777777" w:rsidR="00EC33E2" w:rsidRPr="00086AEB" w:rsidRDefault="00EC33E2" w:rsidP="00EC33E2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443AAE" w14:textId="77777777" w:rsidR="00086AEB" w:rsidRPr="00086AEB" w:rsidRDefault="00086AEB" w:rsidP="00EC3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6AEB">
        <w:rPr>
          <w:rFonts w:ascii="Times New Roman" w:eastAsia="Times New Roman" w:hAnsi="Times New Roman"/>
          <w:sz w:val="28"/>
          <w:szCs w:val="28"/>
          <w:lang w:eastAsia="ru-RU"/>
        </w:rPr>
        <w:t>Мэр муниципального образования</w:t>
      </w:r>
    </w:p>
    <w:p w14:paraId="578C03EB" w14:textId="77777777" w:rsidR="00086AEB" w:rsidRPr="00086AEB" w:rsidRDefault="00086AEB" w:rsidP="00EC3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6AEB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</w:t>
      </w:r>
    </w:p>
    <w:p w14:paraId="317F3EFD" w14:textId="77777777" w:rsidR="00086AEB" w:rsidRPr="00086AEB" w:rsidRDefault="00086AEB" w:rsidP="00EC33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86AEB">
        <w:rPr>
          <w:rFonts w:ascii="Times New Roman" w:eastAsia="Times New Roman" w:hAnsi="Times New Roman"/>
          <w:sz w:val="28"/>
          <w:szCs w:val="28"/>
          <w:lang w:eastAsia="ru-RU"/>
        </w:rPr>
        <w:t>Сахалинской области                                                                           С.В. Гурьянов</w:t>
      </w:r>
    </w:p>
    <w:sectPr w:rsidR="00086AEB" w:rsidRPr="00086AEB" w:rsidSect="00EC33E2">
      <w:headerReference w:type="default" r:id="rId7"/>
      <w:foot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FA0BD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7F4FA0BE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4F48" w14:textId="007C89CA" w:rsidR="00E575A8" w:rsidRDefault="00E575A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FA0BB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7F4FA0BC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7946108"/>
      <w:docPartObj>
        <w:docPartGallery w:val="Page Numbers (Top of Page)"/>
        <w:docPartUnique/>
      </w:docPartObj>
    </w:sdtPr>
    <w:sdtEndPr/>
    <w:sdtContent>
      <w:p w14:paraId="52736D3D" w14:textId="30FF74DD" w:rsidR="00EC33E2" w:rsidRDefault="00EC33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7E5">
          <w:rPr>
            <w:noProof/>
          </w:rPr>
          <w:t>2</w:t>
        </w:r>
        <w:r>
          <w:fldChar w:fldCharType="end"/>
        </w:r>
      </w:p>
    </w:sdtContent>
  </w:sdt>
  <w:p w14:paraId="4E9DA5AE" w14:textId="652BE278" w:rsidR="00E575A8" w:rsidRDefault="00E575A8" w:rsidP="00E575A8">
    <w:pPr>
      <w:pStyle w:val="a4"/>
      <w:tabs>
        <w:tab w:val="clear" w:pos="4677"/>
        <w:tab w:val="clear" w:pos="9355"/>
        <w:tab w:val="left" w:pos="40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8358402"/>
      <w:docPartObj>
        <w:docPartGallery w:val="Page Numbers (Top of Page)"/>
        <w:docPartUnique/>
      </w:docPartObj>
    </w:sdtPr>
    <w:sdtEndPr/>
    <w:sdtContent>
      <w:p w14:paraId="0106F39B" w14:textId="3C979B95" w:rsidR="00E575A8" w:rsidRDefault="004257E5">
        <w:pPr>
          <w:pStyle w:val="a4"/>
          <w:jc w:val="center"/>
        </w:pPr>
      </w:p>
    </w:sdtContent>
  </w:sdt>
  <w:p w14:paraId="169A42CC" w14:textId="77777777" w:rsidR="00E575A8" w:rsidRDefault="00E575A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6AEB"/>
    <w:rsid w:val="00185FEC"/>
    <w:rsid w:val="001D3074"/>
    <w:rsid w:val="001E1F9F"/>
    <w:rsid w:val="002003DC"/>
    <w:rsid w:val="002B5CAC"/>
    <w:rsid w:val="0033636C"/>
    <w:rsid w:val="003E4257"/>
    <w:rsid w:val="004257E5"/>
    <w:rsid w:val="00520CBF"/>
    <w:rsid w:val="005F7989"/>
    <w:rsid w:val="008629FA"/>
    <w:rsid w:val="00864B22"/>
    <w:rsid w:val="00987DB5"/>
    <w:rsid w:val="00A30AF1"/>
    <w:rsid w:val="00A35088"/>
    <w:rsid w:val="00A970E0"/>
    <w:rsid w:val="00AC72C8"/>
    <w:rsid w:val="00AE3DD2"/>
    <w:rsid w:val="00B10ED9"/>
    <w:rsid w:val="00B25688"/>
    <w:rsid w:val="00C02849"/>
    <w:rsid w:val="00D12794"/>
    <w:rsid w:val="00D66830"/>
    <w:rsid w:val="00D67BD8"/>
    <w:rsid w:val="00DF7897"/>
    <w:rsid w:val="00E37B8A"/>
    <w:rsid w:val="00E575A8"/>
    <w:rsid w:val="00E609BC"/>
    <w:rsid w:val="00EC33E2"/>
    <w:rsid w:val="00EC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FA09E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4257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57E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02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66830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47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cp:lastPrinted>2025-03-04T07:52:00Z</cp:lastPrinted>
  <dcterms:created xsi:type="dcterms:W3CDTF">2020-04-07T04:52:00Z</dcterms:created>
  <dcterms:modified xsi:type="dcterms:W3CDTF">2025-03-04T07:52:00Z</dcterms:modified>
</cp:coreProperties>
</file>