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E0D8485" w14:textId="77777777" w:rsidTr="00987DB5">
        <w:tc>
          <w:tcPr>
            <w:tcW w:w="9498" w:type="dxa"/>
          </w:tcPr>
          <w:p w14:paraId="2E0D848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E0D849C" wp14:editId="2E0D849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0D8482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E0D8483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E0D848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E0D8486" w14:textId="5700D368" w:rsidR="0033636C" w:rsidRPr="001035C6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1035C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1035C6" w:rsidRPr="001035C6">
            <w:rPr>
              <w:rFonts w:ascii="Times New Roman" w:hAnsi="Times New Roman"/>
              <w:sz w:val="28"/>
              <w:szCs w:val="28"/>
            </w:rPr>
            <w:t>17 марта 2022 года</w:t>
          </w:r>
        </w:sdtContent>
      </w:sdt>
      <w:r w:rsidRPr="001035C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1035C6" w:rsidRPr="001035C6">
            <w:rPr>
              <w:rFonts w:ascii="Times New Roman" w:hAnsi="Times New Roman"/>
              <w:sz w:val="28"/>
              <w:szCs w:val="28"/>
            </w:rPr>
            <w:t>109</w:t>
          </w:r>
        </w:sdtContent>
      </w:sdt>
    </w:p>
    <w:p w14:paraId="2E0D8487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E0D8488" w14:textId="6AADC16C" w:rsidR="0033636C" w:rsidRPr="00FC2B52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FC2B52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AF7566">
        <w:rPr>
          <w:rFonts w:ascii="Times New Roman" w:hAnsi="Times New Roman"/>
          <w:b/>
          <w:sz w:val="28"/>
          <w:szCs w:val="28"/>
        </w:rPr>
        <w:br/>
      </w:r>
      <w:r w:rsidRPr="00FC2B52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1C3640">
        <w:rPr>
          <w:rFonts w:ascii="Times New Roman" w:hAnsi="Times New Roman"/>
          <w:b/>
          <w:sz w:val="28"/>
          <w:szCs w:val="28"/>
        </w:rPr>
        <w:t>«</w:t>
      </w:r>
      <w:r w:rsidRPr="00FC2B52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1C3640">
        <w:rPr>
          <w:rFonts w:ascii="Times New Roman" w:hAnsi="Times New Roman"/>
          <w:b/>
          <w:sz w:val="28"/>
          <w:szCs w:val="28"/>
        </w:rPr>
        <w:t>»</w:t>
      </w:r>
      <w:r w:rsidRPr="00FC2B52">
        <w:rPr>
          <w:rFonts w:ascii="Times New Roman" w:hAnsi="Times New Roman"/>
          <w:b/>
          <w:sz w:val="28"/>
          <w:szCs w:val="28"/>
        </w:rPr>
        <w:t xml:space="preserve"> </w:t>
      </w:r>
      <w:r w:rsidR="00AF7566">
        <w:rPr>
          <w:rFonts w:ascii="Times New Roman" w:hAnsi="Times New Roman"/>
          <w:b/>
          <w:sz w:val="28"/>
          <w:szCs w:val="28"/>
        </w:rPr>
        <w:br/>
      </w:r>
      <w:r w:rsidRPr="00FC2B52">
        <w:rPr>
          <w:rFonts w:ascii="Times New Roman" w:hAnsi="Times New Roman"/>
          <w:b/>
          <w:sz w:val="28"/>
          <w:szCs w:val="28"/>
        </w:rPr>
        <w:t>от 12.07.2021 № 391</w:t>
      </w:r>
    </w:p>
    <w:p w14:paraId="2E0D8489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3A89374" w14:textId="77777777" w:rsidR="00FC2B52" w:rsidRPr="00CE176C" w:rsidRDefault="00FC2B52" w:rsidP="00FC2B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статьей 78 Бюджетного кодекса Российской Федерации,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</w:t>
      </w: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>актов Правительства Российской Федерации», руководствуясь Порядком предоставления и распределения субсидий муниципальным образованиям Сахалинской области на софинансирование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</w:t>
      </w: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лями и применяющими специальный налоговый режим «Налог на профессиональный доход», организаций, образующих инфраструктуру поддержки субъектов малого и среднего предпринимательства, утвержденным постановлением Правительства Сахалинской области от 24.03.2017 № 133, в целях реализации муниципальной программы «Стимулирование экономической активности в муниципальном образовании «Городской округ </w:t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Ногликский», утвержденной постановлением администрации муниципального образования «Городской округ Ногликский»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 xml:space="preserve">16.12.2016 № 876,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FC1B75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6938BF36" w14:textId="2F1004A6" w:rsidR="00FC2B52" w:rsidRDefault="00FC2B52" w:rsidP="00FC2B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изменени</w:t>
      </w:r>
      <w:r w:rsidR="00AF756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преамбулу постановления администрации муниципального образования «Городской округ Ногликский» от 12.07.2021 </w:t>
      </w:r>
      <w:r w:rsidR="00AF7566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№ 391 «Об утверждении Порядка предоставления субсидии на финансовое обеспечение затрат или возмещение затрат физическим лицам, не являющимся индивидуальными предпринимателями и применяющими специальный налоговый режим «Н</w:t>
      </w:r>
      <w:r w:rsidR="00AF7566">
        <w:rPr>
          <w:rFonts w:ascii="Times New Roman" w:eastAsia="Times New Roman" w:hAnsi="Times New Roman"/>
          <w:sz w:val="28"/>
          <w:szCs w:val="28"/>
          <w:lang w:eastAsia="ru-RU"/>
        </w:rPr>
        <w:t>алог на профессиональный доход», дополнив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осле слова «предпринимательства,» словами «физических лиц, не являющихся индивидуальными предпринимателями и применяющими специальный налоговый режим «Налог на профессиональный доход»,».</w:t>
      </w:r>
    </w:p>
    <w:p w14:paraId="410C787F" w14:textId="77777777" w:rsidR="00FC2B52" w:rsidRDefault="00FC2B52" w:rsidP="00FC2B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Внести следующие изменения в </w:t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Порядок предоставления субсидии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финансовое обеспечение затрат или возмещение затрат физическим лицам, не являющимся индивидуальными предпринимателями и применяющими специальный налоговый режим «Налог на профессиональный доход»</w:t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утвержденный постановлением администрации муниципального образования «Городской округ Ногликский»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21 № 391</w:t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Порядка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субсидии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финансовое обеспечение затрат или возмещение затрат физическим лицам, не являющимся индивидуальными предпринимателями и применяющими специальный налоговый режим «Налог на профессиональный доход» (далее – Порядок):</w:t>
      </w:r>
    </w:p>
    <w:p w14:paraId="16777FF9" w14:textId="148F1CC3" w:rsidR="00FC2B52" w:rsidRDefault="00FC2B52" w:rsidP="00FC2B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2.1. Пункт 1.3.7 изложить в новой редакции:</w:t>
      </w:r>
    </w:p>
    <w:p w14:paraId="01753326" w14:textId="77777777" w:rsidR="00FC2B52" w:rsidRPr="00B76E0D" w:rsidRDefault="00FC2B52" w:rsidP="00FC2B5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6E0D">
        <w:rPr>
          <w:rFonts w:ascii="Times New Roman" w:eastAsia="Times New Roman" w:hAnsi="Times New Roman"/>
          <w:sz w:val="28"/>
          <w:szCs w:val="28"/>
          <w:lang w:eastAsia="ru-RU"/>
        </w:rPr>
        <w:t>«1.3.7. Приоритетная группа Заявителей - получатели земельных участков на территории Сахалинской области, предоставленных в рамках проекта «О Дальневосточном гектаре» в соответствии с Федеральным законом от 01.05.2016 № 119-ФЗ «Об особенностях предоставления гражданам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законодательные акты Российской Федерации» (далее – Федеральный закон № 119-ФЗ).».</w:t>
      </w:r>
    </w:p>
    <w:p w14:paraId="0837FB6B" w14:textId="6E45BCFE" w:rsidR="00FC2B52" w:rsidRPr="00D603FF" w:rsidRDefault="00FC2B52" w:rsidP="00FC2B5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>. В пункте 2.2</w:t>
      </w:r>
      <w:r w:rsidR="002A64BE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2</w:t>
      </w: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14:paraId="66B4FDB4" w14:textId="4B9888EB" w:rsidR="00FC2B52" w:rsidRPr="00D603FF" w:rsidRDefault="00FC2B52" w:rsidP="00FC2B5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F7566">
        <w:rPr>
          <w:rFonts w:ascii="Times New Roman" w:eastAsia="Times New Roman" w:hAnsi="Times New Roman"/>
          <w:sz w:val="28"/>
          <w:szCs w:val="28"/>
          <w:lang w:eastAsia="ru-RU"/>
        </w:rPr>
        <w:t xml:space="preserve">.1. </w:t>
      </w: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>Абзац</w:t>
      </w:r>
      <w:r w:rsidR="00F6430E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7566">
        <w:rPr>
          <w:rFonts w:ascii="Times New Roman" w:eastAsia="Times New Roman" w:hAnsi="Times New Roman"/>
          <w:sz w:val="28"/>
          <w:szCs w:val="28"/>
          <w:lang w:eastAsia="ru-RU"/>
        </w:rPr>
        <w:t>первый, второй</w:t>
      </w: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новой редакции:</w:t>
      </w:r>
    </w:p>
    <w:p w14:paraId="4875D2D2" w14:textId="2C167327" w:rsidR="00FC2B52" w:rsidRPr="00D603FF" w:rsidRDefault="00FC2B52" w:rsidP="00FC2B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D603FF">
        <w:rPr>
          <w:rFonts w:ascii="Times New Roman" w:hAnsi="Times New Roman"/>
          <w:sz w:val="28"/>
          <w:szCs w:val="28"/>
        </w:rPr>
        <w:t xml:space="preserve">2.2. Объявление о проведении отбора размещается на официальном сайте муниципального образования «Городской округ Ногликский» в информационно-телекоммуникационной сети «Интернет» </w:t>
      </w:r>
      <w:r w:rsidRPr="001035C6">
        <w:rPr>
          <w:rFonts w:ascii="Times New Roman" w:hAnsi="Times New Roman"/>
          <w:sz w:val="28"/>
          <w:szCs w:val="28"/>
        </w:rPr>
        <w:t>(</w:t>
      </w:r>
      <w:hyperlink r:id="rId7" w:history="1">
        <w:r w:rsidRPr="001035C6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http://www.nogliki-adm.ru/</w:t>
        </w:r>
      </w:hyperlink>
      <w:r w:rsidR="00F6430E">
        <w:rPr>
          <w:rFonts w:ascii="Times New Roman" w:hAnsi="Times New Roman"/>
          <w:sz w:val="28"/>
          <w:szCs w:val="28"/>
        </w:rPr>
        <w:t>) с указанием:</w:t>
      </w:r>
    </w:p>
    <w:p w14:paraId="1D310C2C" w14:textId="215DC388" w:rsidR="00FC2B52" w:rsidRPr="00D603FF" w:rsidRDefault="00FC2B52" w:rsidP="00FC2B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>- сроков проведения отбора; даты начала подачи или окончания приема заявок и документов участников отбора, которая не может быть ранее 30-го календарного дня, следующего за днем размещения объявления о проведении отбора;».</w:t>
      </w:r>
    </w:p>
    <w:p w14:paraId="7DACAAE7" w14:textId="239A29EA" w:rsidR="00FC2B52" w:rsidRPr="00D603FF" w:rsidRDefault="00FC2B52" w:rsidP="00FC2B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6430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 xml:space="preserve">. Абзац </w:t>
      </w:r>
      <w:r w:rsidR="00AF7566">
        <w:rPr>
          <w:rFonts w:ascii="Times New Roman" w:eastAsia="Times New Roman" w:hAnsi="Times New Roman"/>
          <w:sz w:val="28"/>
          <w:szCs w:val="28"/>
          <w:lang w:eastAsia="ru-RU"/>
        </w:rPr>
        <w:t>пятый</w:t>
      </w: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 xml:space="preserve"> исключить.</w:t>
      </w:r>
    </w:p>
    <w:p w14:paraId="64256597" w14:textId="30374065" w:rsidR="00FC2B52" w:rsidRDefault="00FC2B52" w:rsidP="00FC2B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6430E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 xml:space="preserve">. В абзаце </w:t>
      </w:r>
      <w:r w:rsidR="00AF7566">
        <w:rPr>
          <w:rFonts w:ascii="Times New Roman" w:eastAsia="Times New Roman" w:hAnsi="Times New Roman"/>
          <w:sz w:val="28"/>
          <w:szCs w:val="28"/>
          <w:lang w:eastAsia="ru-RU"/>
        </w:rPr>
        <w:t>тринадцатом</w:t>
      </w: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 «на едином портале и» исключить.</w:t>
      </w:r>
    </w:p>
    <w:p w14:paraId="09B72D7F" w14:textId="54EFDD86" w:rsidR="00FC2B52" w:rsidRDefault="00FC2B52" w:rsidP="00FC2B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2.3. В пункте 2.4</w:t>
      </w:r>
      <w:r w:rsidR="002A64BE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53591A3B" w14:textId="77777777" w:rsidR="00FC2B52" w:rsidRPr="00B76E0D" w:rsidRDefault="00FC2B52" w:rsidP="00FC2B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6E0D">
        <w:rPr>
          <w:rFonts w:ascii="Times New Roman" w:eastAsia="Times New Roman" w:hAnsi="Times New Roman"/>
          <w:sz w:val="28"/>
          <w:szCs w:val="28"/>
          <w:lang w:eastAsia="ru-RU"/>
        </w:rPr>
        <w:t>2.3.1. Подпункт 2.4.1.1 добавить абзацем следующего содержания:</w:t>
      </w:r>
    </w:p>
    <w:p w14:paraId="1C503303" w14:textId="77777777" w:rsidR="00FC2B52" w:rsidRPr="00B76E0D" w:rsidRDefault="00FC2B52" w:rsidP="00FC2B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6E0D">
        <w:rPr>
          <w:rFonts w:ascii="Times New Roman" w:eastAsia="Times New Roman" w:hAnsi="Times New Roman"/>
          <w:sz w:val="28"/>
          <w:szCs w:val="28"/>
          <w:lang w:eastAsia="ru-RU"/>
        </w:rPr>
        <w:t xml:space="preserve">«Обязательным условием содержания заявки является согласие Заявителя на публикацию (размещение) в информационно-телекоммуникационной сети «Интернет» информации о Заявителе, о подаваемой заявке, иной информации о Заявителе, указанной в Заявке и прилагаемых документах, связанной с отбором на предоставление субсидии и необходимой для ее </w:t>
      </w:r>
      <w:r w:rsidRPr="00B76E0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получения, в том числе на получение из уполномоченных органов государственной власти и местного самоуправления необходимых документов и информации.».</w:t>
      </w:r>
    </w:p>
    <w:p w14:paraId="4BC1AAF1" w14:textId="77777777" w:rsidR="00FC2B52" w:rsidRPr="00B76E0D" w:rsidRDefault="00FC2B52" w:rsidP="00FC2B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6E0D">
        <w:rPr>
          <w:rFonts w:ascii="Times New Roman" w:eastAsia="Times New Roman" w:hAnsi="Times New Roman"/>
          <w:sz w:val="28"/>
          <w:szCs w:val="28"/>
          <w:lang w:eastAsia="ru-RU"/>
        </w:rPr>
        <w:t>2.3.2. Подпункт 2.4.1.3 изложить в новой редакции:</w:t>
      </w:r>
    </w:p>
    <w:p w14:paraId="5FC7C9DF" w14:textId="77777777" w:rsidR="00FC2B52" w:rsidRPr="00B76E0D" w:rsidRDefault="00FC2B52" w:rsidP="00FC2B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6E0D">
        <w:rPr>
          <w:rFonts w:ascii="Times New Roman" w:eastAsia="Times New Roman" w:hAnsi="Times New Roman"/>
          <w:sz w:val="28"/>
          <w:szCs w:val="28"/>
          <w:lang w:eastAsia="ru-RU"/>
        </w:rPr>
        <w:t>«2.4.1.3. Копия нотариально заверенной доверенности, подтверждающей право представителя Заявителя представлять его законные интересы в Уполномоченном органе для целей получения субсидии, с приложением копии всех страниц паспорта гражданина Российской Федерации, законного представителя Заявителя (предоставляются в случае обращения в Уполномоченный орган законного представителя Заявителя) с предъявлением оригиналов документов для сверки.».</w:t>
      </w:r>
    </w:p>
    <w:p w14:paraId="0E98668D" w14:textId="77777777" w:rsidR="00FC2B52" w:rsidRPr="00B76E0D" w:rsidRDefault="00FC2B52" w:rsidP="00FC2B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6E0D">
        <w:rPr>
          <w:rFonts w:ascii="Times New Roman" w:eastAsia="Times New Roman" w:hAnsi="Times New Roman"/>
          <w:sz w:val="28"/>
          <w:szCs w:val="28"/>
          <w:lang w:eastAsia="ru-RU"/>
        </w:rPr>
        <w:t>2.3.3. Подпункт 2.4.1.5 дополнить словами «(при наличии).».</w:t>
      </w:r>
    </w:p>
    <w:p w14:paraId="07A2F057" w14:textId="77777777" w:rsidR="00FC2B52" w:rsidRPr="00B76E0D" w:rsidRDefault="00FC2B52" w:rsidP="00FC2B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6E0D">
        <w:rPr>
          <w:rFonts w:ascii="Times New Roman" w:eastAsia="Times New Roman" w:hAnsi="Times New Roman"/>
          <w:sz w:val="28"/>
          <w:szCs w:val="28"/>
          <w:lang w:eastAsia="ru-RU"/>
        </w:rPr>
        <w:t>2.3.4. Подпункт 2.4.1.10 исключить.</w:t>
      </w:r>
    </w:p>
    <w:p w14:paraId="10EAE72A" w14:textId="6DF29001" w:rsidR="00FC2B52" w:rsidRDefault="00FC2B52" w:rsidP="00FC2B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2.3.5. </w:t>
      </w: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 xml:space="preserve">Абзац </w:t>
      </w:r>
      <w:r w:rsidR="00AF7566">
        <w:rPr>
          <w:rFonts w:ascii="Times New Roman" w:eastAsia="Times New Roman" w:hAnsi="Times New Roman"/>
          <w:sz w:val="28"/>
          <w:szCs w:val="28"/>
          <w:lang w:eastAsia="ru-RU"/>
        </w:rPr>
        <w:t>первый</w:t>
      </w: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2.4.3 дополнить словами «в рамках одного отбора».</w:t>
      </w:r>
    </w:p>
    <w:p w14:paraId="1EB2FA85" w14:textId="77777777" w:rsidR="00FC2B52" w:rsidRDefault="00FC2B52" w:rsidP="00FC2B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2.3.6. Пункт 2.4 дополнить пунктом 2.4.4 следующего содержания:</w:t>
      </w:r>
    </w:p>
    <w:p w14:paraId="53418600" w14:textId="77777777" w:rsidR="00FC2B52" w:rsidRDefault="00FC2B52" w:rsidP="00FC2B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A54E31">
        <w:rPr>
          <w:rFonts w:ascii="Times New Roman" w:eastAsia="Times New Roman" w:hAnsi="Times New Roman"/>
          <w:sz w:val="28"/>
          <w:szCs w:val="28"/>
          <w:lang w:eastAsia="ru-RU"/>
        </w:rPr>
        <w:t>2.4.4. Заявитель вправе по собственной инициативе предоставить в Уполномоченный орган Справку о постановке физического лица на учет в качестве налогоплательщика налога на профессиональный доход (КНД 1122035). Справка должна быть сформирована с использованием мобильного приложения «Мой налог» или в веб-кабинете «Мой налог» (</w:t>
      </w:r>
      <w:hyperlink r:id="rId8" w:history="1">
        <w:r w:rsidRPr="00AF7566">
          <w:rPr>
            <w:rStyle w:val="a8"/>
            <w:rFonts w:ascii="Times New Roman" w:eastAsia="Times New Roman" w:hAnsi="Times New Roman"/>
            <w:color w:val="auto"/>
            <w:sz w:val="28"/>
            <w:szCs w:val="28"/>
            <w:u w:val="none"/>
            <w:lang w:val="en-US" w:eastAsia="ru-RU"/>
          </w:rPr>
          <w:t>http</w:t>
        </w:r>
        <w:r w:rsidRPr="00AF7566">
          <w:rPr>
            <w:rStyle w:val="a8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://</w:t>
        </w:r>
        <w:r w:rsidRPr="00AF7566">
          <w:rPr>
            <w:rStyle w:val="a8"/>
            <w:rFonts w:ascii="Times New Roman" w:eastAsia="Times New Roman" w:hAnsi="Times New Roman"/>
            <w:color w:val="auto"/>
            <w:sz w:val="28"/>
            <w:szCs w:val="28"/>
            <w:u w:val="none"/>
            <w:lang w:val="en-US" w:eastAsia="ru-RU"/>
          </w:rPr>
          <w:t>npd</w:t>
        </w:r>
        <w:r w:rsidRPr="00AF7566">
          <w:rPr>
            <w:rStyle w:val="a8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.</w:t>
        </w:r>
        <w:r w:rsidRPr="00AF7566">
          <w:rPr>
            <w:rStyle w:val="a8"/>
            <w:rFonts w:ascii="Times New Roman" w:eastAsia="Times New Roman" w:hAnsi="Times New Roman"/>
            <w:color w:val="auto"/>
            <w:sz w:val="28"/>
            <w:szCs w:val="28"/>
            <w:u w:val="none"/>
            <w:lang w:val="en-US" w:eastAsia="ru-RU"/>
          </w:rPr>
          <w:t>nalog</w:t>
        </w:r>
        <w:r w:rsidRPr="00AF7566">
          <w:rPr>
            <w:rStyle w:val="a8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.</w:t>
        </w:r>
        <w:r w:rsidRPr="00AF7566">
          <w:rPr>
            <w:rStyle w:val="a8"/>
            <w:rFonts w:ascii="Times New Roman" w:eastAsia="Times New Roman" w:hAnsi="Times New Roman"/>
            <w:color w:val="auto"/>
            <w:sz w:val="28"/>
            <w:szCs w:val="28"/>
            <w:u w:val="none"/>
            <w:lang w:val="en-US" w:eastAsia="ru-RU"/>
          </w:rPr>
          <w:t>ru</w:t>
        </w:r>
      </w:hyperlink>
      <w:r w:rsidRPr="00AF7566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A54E31">
        <w:rPr>
          <w:rFonts w:ascii="Times New Roman" w:eastAsia="Times New Roman" w:hAnsi="Times New Roman"/>
          <w:sz w:val="28"/>
          <w:szCs w:val="28"/>
          <w:lang w:eastAsia="ru-RU"/>
        </w:rPr>
        <w:t>не ранее чем за 10 календарных дней до даты подачи заявки и документов в Уполномоченный орган и заверен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 Заявителем.».</w:t>
      </w:r>
    </w:p>
    <w:p w14:paraId="13BE84FF" w14:textId="706F0B90" w:rsidR="00FC2B52" w:rsidRPr="00D603FF" w:rsidRDefault="00FC2B52" w:rsidP="00FC2B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2.4. </w:t>
      </w: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 xml:space="preserve">В абзаце </w:t>
      </w:r>
      <w:r w:rsidR="00AF7566">
        <w:rPr>
          <w:rFonts w:ascii="Times New Roman" w:eastAsia="Times New Roman" w:hAnsi="Times New Roman"/>
          <w:sz w:val="28"/>
          <w:szCs w:val="28"/>
          <w:lang w:eastAsia="ru-RU"/>
        </w:rPr>
        <w:t>первом</w:t>
      </w: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 xml:space="preserve">.6 </w:t>
      </w:r>
      <w:r w:rsidR="002A64B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раздела 2 </w:t>
      </w: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>слова «едином портале (при наличии технической возможности) и» исключить.</w:t>
      </w:r>
    </w:p>
    <w:p w14:paraId="0F00D9B2" w14:textId="4549FD30" w:rsidR="00FC2B52" w:rsidRPr="00D603FF" w:rsidRDefault="00FC2B52" w:rsidP="00FC2B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>. В пункте 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2A64BE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3</w:t>
      </w: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2EAC37D7" w14:textId="0A7C0795" w:rsidR="00FC2B52" w:rsidRPr="00D603FF" w:rsidRDefault="00FC2B52" w:rsidP="00FC2B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>.1</w:t>
      </w:r>
      <w:r w:rsidR="00AF756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 xml:space="preserve"> Абзац </w:t>
      </w:r>
      <w:r w:rsidR="00AF7566">
        <w:rPr>
          <w:rFonts w:ascii="Times New Roman" w:eastAsia="Times New Roman" w:hAnsi="Times New Roman"/>
          <w:sz w:val="28"/>
          <w:szCs w:val="28"/>
          <w:lang w:eastAsia="ru-RU"/>
        </w:rPr>
        <w:t>десятый</w:t>
      </w: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новой редакции:</w:t>
      </w:r>
    </w:p>
    <w:p w14:paraId="1FE6F319" w14:textId="77777777" w:rsidR="00FC2B52" w:rsidRPr="00D603FF" w:rsidRDefault="00FC2B52" w:rsidP="00FC2B5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>«Соглашение в отношении субсидии, предоставляемой из бюджета муниципального образования «Городской округ Ногликский», если источни</w:t>
      </w: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ком финансового обеспечения расходных обязательств муниципального образования «Городской округ Ногликский» по предоставлению субсидии являются межбюджетные трансферты, имеющие целевое назначение, из федерального бюджета бюджету Сахалинской области, с соблюдений требований о защите государственной тайны заключается в системе «Электронный бюджет» в соответствии с типовыми формами, установленными Министерством финансов Российской Федерации для указанных субсидий.».</w:t>
      </w:r>
    </w:p>
    <w:p w14:paraId="7A08BE33" w14:textId="6D8953C4" w:rsidR="00FC2B52" w:rsidRPr="00C94E6F" w:rsidRDefault="00FC2B52" w:rsidP="00FC2B5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4E6F">
        <w:rPr>
          <w:rFonts w:ascii="Times New Roman" w:eastAsia="Times New Roman" w:hAnsi="Times New Roman"/>
          <w:sz w:val="28"/>
          <w:szCs w:val="28"/>
          <w:lang w:eastAsia="ru-RU"/>
        </w:rPr>
        <w:t xml:space="preserve">2.5.2. Абзац </w:t>
      </w:r>
      <w:r w:rsidR="00AF7566">
        <w:rPr>
          <w:rFonts w:ascii="Times New Roman" w:eastAsia="Times New Roman" w:hAnsi="Times New Roman"/>
          <w:sz w:val="28"/>
          <w:szCs w:val="28"/>
          <w:lang w:eastAsia="ru-RU"/>
        </w:rPr>
        <w:t>тринадцатый</w:t>
      </w:r>
      <w:r w:rsidRPr="00C94E6F">
        <w:rPr>
          <w:rFonts w:ascii="Times New Roman" w:eastAsia="Times New Roman" w:hAnsi="Times New Roman"/>
          <w:sz w:val="28"/>
          <w:szCs w:val="28"/>
          <w:lang w:eastAsia="ru-RU"/>
        </w:rPr>
        <w:t xml:space="preserve"> дополнить словами «при условии, что субсидия предоставляется на финансовое обеспечение затрат Получателя субсидии;».</w:t>
      </w:r>
    </w:p>
    <w:p w14:paraId="3C75AC9A" w14:textId="2B88D019" w:rsidR="00FC2B52" w:rsidRPr="00C94E6F" w:rsidRDefault="00FC2B52" w:rsidP="00FC2B5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4E6F">
        <w:rPr>
          <w:rFonts w:ascii="Times New Roman" w:eastAsia="Times New Roman" w:hAnsi="Times New Roman"/>
          <w:sz w:val="28"/>
          <w:szCs w:val="28"/>
          <w:lang w:eastAsia="ru-RU"/>
        </w:rPr>
        <w:t xml:space="preserve">2.5.3. Абзац </w:t>
      </w:r>
      <w:r w:rsidR="00AF7566">
        <w:rPr>
          <w:rFonts w:ascii="Times New Roman" w:eastAsia="Times New Roman" w:hAnsi="Times New Roman"/>
          <w:sz w:val="28"/>
          <w:szCs w:val="28"/>
          <w:lang w:eastAsia="ru-RU"/>
        </w:rPr>
        <w:t>четырнадцатый</w:t>
      </w:r>
      <w:r w:rsidRPr="00C94E6F">
        <w:rPr>
          <w:rFonts w:ascii="Times New Roman" w:eastAsia="Times New Roman" w:hAnsi="Times New Roman"/>
          <w:sz w:val="28"/>
          <w:szCs w:val="28"/>
          <w:lang w:eastAsia="ru-RU"/>
        </w:rPr>
        <w:t xml:space="preserve"> дополнить словами «при условии, что субсидия предоставляется на финансовое обеспечение затрат Получателя субсидии.».</w:t>
      </w:r>
    </w:p>
    <w:p w14:paraId="096B7660" w14:textId="4282F63A" w:rsidR="00FC2B52" w:rsidRPr="00C94E6F" w:rsidRDefault="00FC2B52" w:rsidP="00FC2B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4E6F">
        <w:rPr>
          <w:rFonts w:ascii="Times New Roman" w:eastAsia="Times New Roman" w:hAnsi="Times New Roman"/>
          <w:sz w:val="28"/>
          <w:szCs w:val="28"/>
          <w:lang w:eastAsia="ru-RU"/>
        </w:rPr>
        <w:t xml:space="preserve">2.6. В пункте 3.8.4 </w:t>
      </w:r>
      <w:r w:rsidR="002A64B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раздела 3 </w:t>
      </w:r>
      <w:r w:rsidRPr="00C94E6F">
        <w:rPr>
          <w:rFonts w:ascii="Times New Roman" w:eastAsia="Times New Roman" w:hAnsi="Times New Roman"/>
          <w:sz w:val="28"/>
          <w:szCs w:val="28"/>
          <w:lang w:eastAsia="ru-RU"/>
        </w:rPr>
        <w:t>слова «</w:t>
      </w:r>
      <w:r w:rsidRPr="00C94E6F">
        <w:rPr>
          <w:rFonts w:ascii="Times New Roman" w:hAnsi="Times New Roman"/>
          <w:sz w:val="28"/>
          <w:szCs w:val="28"/>
        </w:rPr>
        <w:t xml:space="preserve">, и информацию в соответствии с заключенным Соглашением» </w:t>
      </w:r>
      <w:r w:rsidRPr="00C94E6F">
        <w:rPr>
          <w:rFonts w:ascii="Times New Roman" w:eastAsia="Times New Roman" w:hAnsi="Times New Roman"/>
          <w:sz w:val="28"/>
          <w:szCs w:val="28"/>
          <w:lang w:eastAsia="ru-RU"/>
        </w:rPr>
        <w:t>исключить.</w:t>
      </w:r>
      <w:r w:rsidR="00F6430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7AA8FFF6" w14:textId="05A10A62" w:rsidR="00FC2B52" w:rsidRPr="00C94E6F" w:rsidRDefault="00FC2B52" w:rsidP="00FC2B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4E6F">
        <w:rPr>
          <w:rFonts w:ascii="Times New Roman" w:eastAsia="Times New Roman" w:hAnsi="Times New Roman"/>
          <w:sz w:val="28"/>
          <w:szCs w:val="28"/>
          <w:lang w:eastAsia="ru-RU"/>
        </w:rPr>
        <w:t>2.7. В пункте 3.9 слова</w:t>
      </w:r>
      <w:r w:rsidR="002A64BE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3</w:t>
      </w:r>
      <w:r w:rsidRPr="00C94E6F">
        <w:rPr>
          <w:rFonts w:ascii="Times New Roman" w:eastAsia="Times New Roman" w:hAnsi="Times New Roman"/>
          <w:sz w:val="28"/>
          <w:szCs w:val="28"/>
          <w:lang w:eastAsia="ru-RU"/>
        </w:rPr>
        <w:t xml:space="preserve"> «или корреспондентские» исключить. </w:t>
      </w:r>
    </w:p>
    <w:p w14:paraId="40707E52" w14:textId="175A5F14" w:rsidR="00FC2B52" w:rsidRPr="00C94E6F" w:rsidRDefault="00FC2B52" w:rsidP="00FC2B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4E6F">
        <w:rPr>
          <w:rFonts w:ascii="Times New Roman" w:eastAsia="Times New Roman" w:hAnsi="Times New Roman"/>
          <w:sz w:val="28"/>
          <w:szCs w:val="28"/>
          <w:lang w:eastAsia="ru-RU"/>
        </w:rPr>
        <w:t>2.8. Пункт 4.1</w:t>
      </w:r>
      <w:r w:rsidR="002A64BE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4</w:t>
      </w:r>
      <w:r w:rsidRPr="00C94E6F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новой редакции: </w:t>
      </w:r>
    </w:p>
    <w:p w14:paraId="36AAF6AB" w14:textId="158347A9" w:rsidR="00FC2B52" w:rsidRDefault="00FC2B52" w:rsidP="00FC2B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4E6F">
        <w:rPr>
          <w:rFonts w:ascii="Times New Roman" w:eastAsia="Times New Roman" w:hAnsi="Times New Roman"/>
          <w:sz w:val="28"/>
          <w:szCs w:val="28"/>
          <w:lang w:eastAsia="ru-RU"/>
        </w:rPr>
        <w:t>«4.1. Получатель</w:t>
      </w:r>
      <w:r w:rsidR="00B32FA4">
        <w:rPr>
          <w:rFonts w:ascii="Times New Roman" w:eastAsia="Times New Roman" w:hAnsi="Times New Roman"/>
          <w:sz w:val="28"/>
          <w:szCs w:val="28"/>
          <w:lang w:eastAsia="ru-RU"/>
        </w:rPr>
        <w:t xml:space="preserve"> субсидии в срок к 0</w:t>
      </w:r>
      <w:r w:rsidRPr="00C94E6F">
        <w:rPr>
          <w:rFonts w:ascii="Times New Roman" w:eastAsia="Times New Roman" w:hAnsi="Times New Roman"/>
          <w:sz w:val="28"/>
          <w:szCs w:val="28"/>
          <w:lang w:eastAsia="ru-RU"/>
        </w:rPr>
        <w:t>1 февраля года, следующего за годом получения субсидии, направляет в Уполномоченный орган отчеты о достижении показателей результативности предоставления субсидии по формам, определенным типовыми формами Соглашения, установленными для соответствующего вида субсидии.»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57C5C0A8" w14:textId="4C0922C8" w:rsidR="00FC2B52" w:rsidRPr="003C796B" w:rsidRDefault="00FC2B52" w:rsidP="00FC2B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796B">
        <w:rPr>
          <w:rFonts w:ascii="Times New Roman" w:eastAsia="Times New Roman" w:hAnsi="Times New Roman"/>
          <w:sz w:val="28"/>
          <w:szCs w:val="28"/>
          <w:lang w:eastAsia="ru-RU"/>
        </w:rPr>
        <w:t xml:space="preserve">2.9. В названии </w:t>
      </w:r>
      <w:r w:rsidR="002A64BE">
        <w:rPr>
          <w:rFonts w:ascii="Times New Roman" w:eastAsia="Times New Roman" w:hAnsi="Times New Roman"/>
          <w:sz w:val="28"/>
          <w:szCs w:val="28"/>
          <w:lang w:eastAsia="ru-RU"/>
        </w:rPr>
        <w:t>раздела</w:t>
      </w:r>
      <w:r w:rsidRPr="003C796B">
        <w:rPr>
          <w:rFonts w:ascii="Times New Roman" w:eastAsia="Times New Roman" w:hAnsi="Times New Roman"/>
          <w:sz w:val="28"/>
          <w:szCs w:val="28"/>
          <w:lang w:eastAsia="ru-RU"/>
        </w:rPr>
        <w:t xml:space="preserve"> 5 после слова «контроля» добавить слово «(мониторинга)».</w:t>
      </w:r>
    </w:p>
    <w:p w14:paraId="587CD242" w14:textId="77777777" w:rsidR="00FC2B52" w:rsidRPr="003C796B" w:rsidRDefault="00FC2B52" w:rsidP="00FC2B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796B">
        <w:rPr>
          <w:rFonts w:ascii="Times New Roman" w:eastAsia="Times New Roman" w:hAnsi="Times New Roman"/>
          <w:sz w:val="28"/>
          <w:szCs w:val="28"/>
          <w:lang w:eastAsia="ru-RU"/>
        </w:rPr>
        <w:t>3. В форме № 1 к Порядку:</w:t>
      </w:r>
    </w:p>
    <w:p w14:paraId="479B1707" w14:textId="77777777" w:rsidR="00FC2B52" w:rsidRPr="003C796B" w:rsidRDefault="00FC2B52" w:rsidP="00FC2B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796B">
        <w:rPr>
          <w:rFonts w:ascii="Times New Roman" w:eastAsia="Times New Roman" w:hAnsi="Times New Roman"/>
          <w:sz w:val="28"/>
          <w:szCs w:val="28"/>
          <w:lang w:eastAsia="ru-RU"/>
        </w:rPr>
        <w:t>3.1. Пункт 4 раздела 3 дополнить абзацем следующего содержания:</w:t>
      </w:r>
    </w:p>
    <w:p w14:paraId="23CF3459" w14:textId="77777777" w:rsidR="00FC2B52" w:rsidRPr="003C796B" w:rsidRDefault="00FC2B52" w:rsidP="00FC2B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796B">
        <w:rPr>
          <w:rFonts w:ascii="Times New Roman" w:eastAsia="Times New Roman" w:hAnsi="Times New Roman"/>
          <w:sz w:val="28"/>
          <w:szCs w:val="28"/>
          <w:lang w:eastAsia="ru-RU"/>
        </w:rPr>
        <w:t xml:space="preserve">«Подтверждаю согласие на публикацию (размещение) в информационно-телекоммуникационной сети «Интернет» информации о Заявителе, о подаваемой заявке, иной информации о Заявителе, указанной в Заявке и </w:t>
      </w:r>
      <w:r w:rsidRPr="003C796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прилагаемых документах, связанной с отбором на предоставление субсидии и необходимой для ее получения.».</w:t>
      </w:r>
    </w:p>
    <w:p w14:paraId="5F17F4C6" w14:textId="77777777" w:rsidR="00FC2B52" w:rsidRPr="003C796B" w:rsidRDefault="00FC2B52" w:rsidP="00FC2B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796B">
        <w:rPr>
          <w:rFonts w:ascii="Times New Roman" w:eastAsia="Times New Roman" w:hAnsi="Times New Roman"/>
          <w:sz w:val="28"/>
          <w:szCs w:val="28"/>
          <w:lang w:eastAsia="ru-RU"/>
        </w:rPr>
        <w:t>3.2. В разделе 4:</w:t>
      </w:r>
    </w:p>
    <w:p w14:paraId="351643D8" w14:textId="3AA40F25" w:rsidR="00FC2B52" w:rsidRPr="003C796B" w:rsidRDefault="00FC2B52" w:rsidP="00FC2B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796B">
        <w:rPr>
          <w:rFonts w:ascii="Times New Roman" w:eastAsia="Times New Roman" w:hAnsi="Times New Roman"/>
          <w:sz w:val="28"/>
          <w:szCs w:val="28"/>
          <w:lang w:eastAsia="ru-RU"/>
        </w:rPr>
        <w:t>3.2.1. Пункт 2 дополнить словами</w:t>
      </w:r>
      <w:r w:rsidR="00AF7566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3C796B">
        <w:rPr>
          <w:rFonts w:ascii="Times New Roman" w:eastAsia="Times New Roman" w:hAnsi="Times New Roman"/>
          <w:sz w:val="28"/>
          <w:szCs w:val="28"/>
          <w:lang w:eastAsia="ru-RU"/>
        </w:rPr>
        <w:t xml:space="preserve"> «(при наличии)».</w:t>
      </w:r>
    </w:p>
    <w:p w14:paraId="32358F3C" w14:textId="77777777" w:rsidR="00FC2B52" w:rsidRPr="003C796B" w:rsidRDefault="00FC2B52" w:rsidP="00FC2B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796B">
        <w:rPr>
          <w:rFonts w:ascii="Times New Roman" w:eastAsia="Times New Roman" w:hAnsi="Times New Roman"/>
          <w:sz w:val="28"/>
          <w:szCs w:val="28"/>
          <w:lang w:eastAsia="ru-RU"/>
        </w:rPr>
        <w:t>3.2.2. Пункт 4 дополнить словами: «(при наличии)».</w:t>
      </w:r>
    </w:p>
    <w:p w14:paraId="4BC4BB80" w14:textId="77777777" w:rsidR="00FC2B52" w:rsidRPr="003C796B" w:rsidRDefault="00FC2B52" w:rsidP="00FC2B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796B">
        <w:rPr>
          <w:rFonts w:ascii="Times New Roman" w:eastAsia="Times New Roman" w:hAnsi="Times New Roman"/>
          <w:sz w:val="28"/>
          <w:szCs w:val="28"/>
          <w:lang w:eastAsia="ru-RU"/>
        </w:rPr>
        <w:t>4. В форме № 2 к Порядку:</w:t>
      </w:r>
    </w:p>
    <w:p w14:paraId="5559FB02" w14:textId="77777777" w:rsidR="00FC2B52" w:rsidRPr="003C796B" w:rsidRDefault="00FC2B52" w:rsidP="00FC2B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796B">
        <w:rPr>
          <w:rFonts w:ascii="Times New Roman" w:eastAsia="Times New Roman" w:hAnsi="Times New Roman"/>
          <w:sz w:val="28"/>
          <w:szCs w:val="28"/>
          <w:lang w:eastAsia="ru-RU"/>
        </w:rPr>
        <w:t>4.1. Раздел 3 изложить в новой редакции:</w:t>
      </w:r>
    </w:p>
    <w:p w14:paraId="77FF6FF0" w14:textId="77777777" w:rsidR="00FC2B52" w:rsidRPr="003C796B" w:rsidRDefault="00FC2B52" w:rsidP="00FC2B5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796B">
        <w:rPr>
          <w:rFonts w:ascii="Times New Roman" w:eastAsia="Times New Roman" w:hAnsi="Times New Roman"/>
          <w:sz w:val="28"/>
          <w:szCs w:val="28"/>
          <w:lang w:eastAsia="ru-RU"/>
        </w:rPr>
        <w:t>«3. РАСЧЕТ РАЗМЕРА СУБСИДИИ</w:t>
      </w:r>
    </w:p>
    <w:p w14:paraId="1D763FD4" w14:textId="77777777" w:rsidR="00FC2B52" w:rsidRPr="003C796B" w:rsidRDefault="00FC2B52" w:rsidP="00FC2B5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567"/>
        <w:gridCol w:w="1971"/>
        <w:gridCol w:w="2338"/>
        <w:gridCol w:w="964"/>
        <w:gridCol w:w="1565"/>
        <w:gridCol w:w="1939"/>
      </w:tblGrid>
      <w:tr w:rsidR="00FC2B52" w:rsidRPr="003C796B" w14:paraId="5E58683B" w14:textId="77777777" w:rsidTr="001C759A">
        <w:tc>
          <w:tcPr>
            <w:tcW w:w="567" w:type="dxa"/>
          </w:tcPr>
          <w:p w14:paraId="5C7B6262" w14:textId="77777777" w:rsidR="00FC2B52" w:rsidRPr="003C796B" w:rsidRDefault="00FC2B52" w:rsidP="001C759A">
            <w:pPr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3C796B">
              <w:rPr>
                <w:sz w:val="26"/>
                <w:szCs w:val="26"/>
                <w:lang w:eastAsia="ru-RU"/>
              </w:rPr>
              <w:t>№</w:t>
            </w:r>
          </w:p>
          <w:p w14:paraId="047A368D" w14:textId="77777777" w:rsidR="00FC2B52" w:rsidRPr="003C796B" w:rsidRDefault="00FC2B52" w:rsidP="001C759A">
            <w:pPr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3C796B">
              <w:rPr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2272" w:type="dxa"/>
          </w:tcPr>
          <w:p w14:paraId="5F8B76BE" w14:textId="77777777" w:rsidR="00FC2B52" w:rsidRPr="003C796B" w:rsidRDefault="00FC2B52" w:rsidP="001C759A">
            <w:pPr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3C796B">
              <w:rPr>
                <w:sz w:val="26"/>
                <w:szCs w:val="26"/>
                <w:lang w:eastAsia="ru-RU"/>
              </w:rPr>
              <w:t xml:space="preserve">Наименование статьи затрат, на финансовое обеспечение которых запрашивается субсидия </w:t>
            </w:r>
            <w:r w:rsidRPr="003C796B">
              <w:rPr>
                <w:sz w:val="24"/>
                <w:szCs w:val="24"/>
                <w:lang w:eastAsia="ru-RU"/>
              </w:rPr>
              <w:t>&lt;*&gt;</w:t>
            </w:r>
          </w:p>
        </w:tc>
        <w:tc>
          <w:tcPr>
            <w:tcW w:w="3123" w:type="dxa"/>
          </w:tcPr>
          <w:p w14:paraId="045747B8" w14:textId="77777777" w:rsidR="00FC2B52" w:rsidRPr="003C796B" w:rsidRDefault="00FC2B52" w:rsidP="001C759A">
            <w:pPr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3C796B">
              <w:rPr>
                <w:sz w:val="26"/>
                <w:szCs w:val="26"/>
                <w:lang w:eastAsia="ru-RU"/>
              </w:rPr>
              <w:t xml:space="preserve">Описание затрат </w:t>
            </w:r>
            <w:r w:rsidRPr="003C796B">
              <w:rPr>
                <w:sz w:val="26"/>
                <w:szCs w:val="26"/>
                <w:lang w:eastAsia="ru-RU"/>
              </w:rPr>
              <w:br/>
              <w:t>(основные количественные и качественные характеристики)</w:t>
            </w:r>
          </w:p>
        </w:tc>
        <w:tc>
          <w:tcPr>
            <w:tcW w:w="222" w:type="dxa"/>
          </w:tcPr>
          <w:p w14:paraId="23671884" w14:textId="77777777" w:rsidR="00FC2B52" w:rsidRPr="003C796B" w:rsidRDefault="00FC2B52" w:rsidP="001C759A">
            <w:pPr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3C796B">
              <w:rPr>
                <w:sz w:val="26"/>
                <w:szCs w:val="26"/>
                <w:lang w:eastAsia="ru-RU"/>
              </w:rPr>
              <w:t>Сумма затрат (без учета НДС), руб.</w:t>
            </w:r>
          </w:p>
        </w:tc>
        <w:tc>
          <w:tcPr>
            <w:tcW w:w="1353" w:type="dxa"/>
          </w:tcPr>
          <w:p w14:paraId="45243C0C" w14:textId="77777777" w:rsidR="00FC2B52" w:rsidRPr="003C796B" w:rsidRDefault="00FC2B52" w:rsidP="001C759A">
            <w:pPr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3C796B">
              <w:rPr>
                <w:sz w:val="26"/>
                <w:szCs w:val="26"/>
                <w:lang w:eastAsia="ru-RU"/>
              </w:rPr>
              <w:t>Процент возмещения затрат, %</w:t>
            </w:r>
          </w:p>
        </w:tc>
        <w:tc>
          <w:tcPr>
            <w:tcW w:w="1524" w:type="dxa"/>
          </w:tcPr>
          <w:p w14:paraId="1A2065C3" w14:textId="77777777" w:rsidR="00FC2B52" w:rsidRPr="003C796B" w:rsidRDefault="00FC2B52" w:rsidP="001C759A">
            <w:pPr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3C796B">
              <w:rPr>
                <w:sz w:val="26"/>
                <w:szCs w:val="26"/>
                <w:lang w:eastAsia="ru-RU"/>
              </w:rPr>
              <w:t xml:space="preserve">Запрашиваемая </w:t>
            </w:r>
          </w:p>
          <w:p w14:paraId="67ECB5AA" w14:textId="77777777" w:rsidR="00FC2B52" w:rsidRPr="003C796B" w:rsidRDefault="00FC2B52" w:rsidP="001C759A">
            <w:pPr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3C796B">
              <w:rPr>
                <w:sz w:val="26"/>
                <w:szCs w:val="26"/>
                <w:lang w:eastAsia="ru-RU"/>
              </w:rPr>
              <w:t xml:space="preserve">сумма субсидии, руб. </w:t>
            </w:r>
          </w:p>
          <w:p w14:paraId="7F023410" w14:textId="77777777" w:rsidR="00FC2B52" w:rsidRPr="003C796B" w:rsidRDefault="00FC2B52" w:rsidP="001C759A">
            <w:pPr>
              <w:spacing w:after="0" w:line="240" w:lineRule="auto"/>
              <w:jc w:val="center"/>
              <w:rPr>
                <w:lang w:eastAsia="ru-RU"/>
              </w:rPr>
            </w:pPr>
            <w:r w:rsidRPr="003C796B">
              <w:rPr>
                <w:lang w:eastAsia="ru-RU"/>
              </w:rPr>
              <w:t>(гр. 4 х гр. 5 / 100)</w:t>
            </w:r>
          </w:p>
          <w:p w14:paraId="12944CF1" w14:textId="77777777" w:rsidR="00FC2B52" w:rsidRPr="003C796B" w:rsidRDefault="00FC2B52" w:rsidP="001C759A">
            <w:pPr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FC2B52" w:rsidRPr="003C796B" w14:paraId="79ABB43D" w14:textId="77777777" w:rsidTr="001C759A">
        <w:tc>
          <w:tcPr>
            <w:tcW w:w="567" w:type="dxa"/>
          </w:tcPr>
          <w:p w14:paraId="00A37F7F" w14:textId="77777777" w:rsidR="00FC2B52" w:rsidRPr="003C796B" w:rsidRDefault="00FC2B52" w:rsidP="001C759A">
            <w:pPr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3C796B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72" w:type="dxa"/>
          </w:tcPr>
          <w:p w14:paraId="1B5ED95F" w14:textId="77777777" w:rsidR="00FC2B52" w:rsidRPr="003C796B" w:rsidRDefault="00FC2B52" w:rsidP="001C759A">
            <w:pPr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3C796B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23" w:type="dxa"/>
          </w:tcPr>
          <w:p w14:paraId="20C5C7C3" w14:textId="77777777" w:rsidR="00FC2B52" w:rsidRPr="003C796B" w:rsidRDefault="00FC2B52" w:rsidP="001C759A">
            <w:pPr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3C796B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2" w:type="dxa"/>
          </w:tcPr>
          <w:p w14:paraId="5E8D564C" w14:textId="77777777" w:rsidR="00FC2B52" w:rsidRPr="003C796B" w:rsidRDefault="00FC2B52" w:rsidP="001C759A">
            <w:pPr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3C796B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53" w:type="dxa"/>
          </w:tcPr>
          <w:p w14:paraId="6F348A9E" w14:textId="77777777" w:rsidR="00FC2B52" w:rsidRPr="003C796B" w:rsidRDefault="00FC2B52" w:rsidP="001C759A">
            <w:pPr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3C796B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4" w:type="dxa"/>
          </w:tcPr>
          <w:p w14:paraId="4DB6D239" w14:textId="77777777" w:rsidR="00FC2B52" w:rsidRPr="003C796B" w:rsidRDefault="00FC2B52" w:rsidP="001C759A">
            <w:pPr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3C796B">
              <w:rPr>
                <w:sz w:val="28"/>
                <w:szCs w:val="28"/>
                <w:lang w:eastAsia="ru-RU"/>
              </w:rPr>
              <w:t>6</w:t>
            </w:r>
          </w:p>
        </w:tc>
      </w:tr>
      <w:tr w:rsidR="00FC2B52" w:rsidRPr="003C796B" w14:paraId="5B568EDC" w14:textId="77777777" w:rsidTr="001C759A">
        <w:tc>
          <w:tcPr>
            <w:tcW w:w="567" w:type="dxa"/>
          </w:tcPr>
          <w:p w14:paraId="4B2E78B4" w14:textId="77777777" w:rsidR="00FC2B52" w:rsidRPr="003C796B" w:rsidRDefault="00FC2B52" w:rsidP="001C759A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3C796B">
              <w:rPr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272" w:type="dxa"/>
          </w:tcPr>
          <w:p w14:paraId="50D964A3" w14:textId="77777777" w:rsidR="00FC2B52" w:rsidRPr="003C796B" w:rsidRDefault="00FC2B52" w:rsidP="001C759A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3123" w:type="dxa"/>
          </w:tcPr>
          <w:p w14:paraId="3EF6937D" w14:textId="77777777" w:rsidR="00FC2B52" w:rsidRPr="003C796B" w:rsidRDefault="00FC2B52" w:rsidP="001C759A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1484E6D3" w14:textId="77777777" w:rsidR="00FC2B52" w:rsidRPr="003C796B" w:rsidRDefault="00FC2B52" w:rsidP="001C759A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</w:tcPr>
          <w:p w14:paraId="4997D9E9" w14:textId="77777777" w:rsidR="00FC2B52" w:rsidRPr="003C796B" w:rsidRDefault="00FC2B52" w:rsidP="001C759A">
            <w:pPr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3C796B">
              <w:rPr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1524" w:type="dxa"/>
          </w:tcPr>
          <w:p w14:paraId="618F8E64" w14:textId="77777777" w:rsidR="00FC2B52" w:rsidRPr="003C796B" w:rsidRDefault="00FC2B52" w:rsidP="001C759A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</w:tr>
      <w:tr w:rsidR="00FC2B52" w:rsidRPr="003C796B" w14:paraId="3D421155" w14:textId="77777777" w:rsidTr="001C759A">
        <w:tc>
          <w:tcPr>
            <w:tcW w:w="567" w:type="dxa"/>
          </w:tcPr>
          <w:p w14:paraId="22B3636B" w14:textId="77777777" w:rsidR="00FC2B52" w:rsidRPr="003C796B" w:rsidRDefault="00FC2B52" w:rsidP="001C759A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3C796B">
              <w:rPr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272" w:type="dxa"/>
          </w:tcPr>
          <w:p w14:paraId="56F9BD03" w14:textId="77777777" w:rsidR="00FC2B52" w:rsidRPr="003C796B" w:rsidRDefault="00FC2B52" w:rsidP="001C759A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3123" w:type="dxa"/>
          </w:tcPr>
          <w:p w14:paraId="45D4FE52" w14:textId="77777777" w:rsidR="00FC2B52" w:rsidRPr="003C796B" w:rsidRDefault="00FC2B52" w:rsidP="001C759A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172D6EA7" w14:textId="77777777" w:rsidR="00FC2B52" w:rsidRPr="003C796B" w:rsidRDefault="00FC2B52" w:rsidP="001C759A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</w:tcPr>
          <w:p w14:paraId="44FAAE7F" w14:textId="77777777" w:rsidR="00FC2B52" w:rsidRPr="003C796B" w:rsidRDefault="00FC2B52" w:rsidP="001C759A">
            <w:pPr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3C796B">
              <w:rPr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1524" w:type="dxa"/>
          </w:tcPr>
          <w:p w14:paraId="60050FF5" w14:textId="77777777" w:rsidR="00FC2B52" w:rsidRPr="003C796B" w:rsidRDefault="00FC2B52" w:rsidP="001C759A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</w:tr>
      <w:tr w:rsidR="00FC2B52" w:rsidRPr="003C796B" w14:paraId="0A8FD34A" w14:textId="77777777" w:rsidTr="001C759A">
        <w:tc>
          <w:tcPr>
            <w:tcW w:w="567" w:type="dxa"/>
          </w:tcPr>
          <w:p w14:paraId="2A9FAFDD" w14:textId="77777777" w:rsidR="00FC2B52" w:rsidRPr="003C796B" w:rsidRDefault="00FC2B52" w:rsidP="001C759A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3C796B">
              <w:rPr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2272" w:type="dxa"/>
          </w:tcPr>
          <w:p w14:paraId="4B2A7DC9" w14:textId="77777777" w:rsidR="00FC2B52" w:rsidRPr="003C796B" w:rsidRDefault="00FC2B52" w:rsidP="001C759A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3123" w:type="dxa"/>
          </w:tcPr>
          <w:p w14:paraId="38287351" w14:textId="77777777" w:rsidR="00FC2B52" w:rsidRPr="003C796B" w:rsidRDefault="00FC2B52" w:rsidP="001C759A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02DCC877" w14:textId="77777777" w:rsidR="00FC2B52" w:rsidRPr="003C796B" w:rsidRDefault="00FC2B52" w:rsidP="001C759A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</w:tcPr>
          <w:p w14:paraId="6B032F21" w14:textId="77777777" w:rsidR="00FC2B52" w:rsidRPr="003C796B" w:rsidRDefault="00FC2B52" w:rsidP="001C759A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24" w:type="dxa"/>
          </w:tcPr>
          <w:p w14:paraId="74340424" w14:textId="77777777" w:rsidR="00FC2B52" w:rsidRPr="003C796B" w:rsidRDefault="00FC2B52" w:rsidP="001C759A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</w:tr>
      <w:tr w:rsidR="00FC2B52" w:rsidRPr="003C796B" w14:paraId="498213AD" w14:textId="77777777" w:rsidTr="001C759A">
        <w:tc>
          <w:tcPr>
            <w:tcW w:w="7537" w:type="dxa"/>
            <w:gridSpan w:val="5"/>
          </w:tcPr>
          <w:p w14:paraId="4AA97B40" w14:textId="675EDC64" w:rsidR="00FC2B52" w:rsidRPr="003C796B" w:rsidRDefault="00FC2B52" w:rsidP="001C759A">
            <w:pPr>
              <w:spacing w:after="0"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3C796B">
              <w:rPr>
                <w:sz w:val="28"/>
                <w:szCs w:val="28"/>
                <w:lang w:eastAsia="ru-RU"/>
              </w:rPr>
              <w:t xml:space="preserve">Итого </w:t>
            </w:r>
            <w:r w:rsidR="00BB74B4">
              <w:rPr>
                <w:sz w:val="26"/>
                <w:szCs w:val="26"/>
                <w:lang w:eastAsia="ru-RU"/>
              </w:rPr>
              <w:t>(не более 50 000 рублей</w:t>
            </w:r>
            <w:r w:rsidRPr="003C796B">
              <w:rPr>
                <w:sz w:val="26"/>
                <w:szCs w:val="26"/>
                <w:lang w:eastAsia="ru-RU"/>
              </w:rPr>
              <w:t>):</w:t>
            </w:r>
            <w:r w:rsidRPr="003C796B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24" w:type="dxa"/>
          </w:tcPr>
          <w:p w14:paraId="62EA1705" w14:textId="77777777" w:rsidR="00FC2B52" w:rsidRPr="003C796B" w:rsidRDefault="00FC2B52" w:rsidP="001C759A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</w:tr>
    </w:tbl>
    <w:p w14:paraId="1E39AD2A" w14:textId="77777777" w:rsidR="00FC2B52" w:rsidRPr="003C796B" w:rsidRDefault="00FC2B52" w:rsidP="00FC2B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796B">
        <w:rPr>
          <w:rFonts w:ascii="Times New Roman" w:eastAsia="Times New Roman" w:hAnsi="Times New Roman"/>
          <w:sz w:val="24"/>
          <w:szCs w:val="24"/>
          <w:lang w:eastAsia="ru-RU"/>
        </w:rPr>
        <w:t>&lt;*&gt; Указывается вид затрат:</w:t>
      </w:r>
    </w:p>
    <w:p w14:paraId="25B4EB84" w14:textId="77777777" w:rsidR="00FC2B52" w:rsidRPr="003C796B" w:rsidRDefault="00FC2B52" w:rsidP="00FC2B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796B">
        <w:rPr>
          <w:rFonts w:ascii="Times New Roman" w:eastAsia="Times New Roman" w:hAnsi="Times New Roman"/>
          <w:sz w:val="24"/>
          <w:szCs w:val="24"/>
          <w:lang w:eastAsia="ru-RU"/>
        </w:rPr>
        <w:t>- оплата стоимости аренды помещения;</w:t>
      </w:r>
    </w:p>
    <w:p w14:paraId="28BBF6D4" w14:textId="77777777" w:rsidR="00FC2B52" w:rsidRPr="003C796B" w:rsidRDefault="00FC2B52" w:rsidP="00FC2B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796B">
        <w:rPr>
          <w:rFonts w:ascii="Times New Roman" w:eastAsia="Times New Roman" w:hAnsi="Times New Roman"/>
          <w:sz w:val="24"/>
          <w:szCs w:val="24"/>
          <w:lang w:eastAsia="ru-RU"/>
        </w:rPr>
        <w:t>- оплата стоимости основных средств;</w:t>
      </w:r>
    </w:p>
    <w:p w14:paraId="4DF8EE9E" w14:textId="77777777" w:rsidR="00FC2B52" w:rsidRPr="003C796B" w:rsidRDefault="00FC2B52" w:rsidP="00FC2B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796B">
        <w:rPr>
          <w:rFonts w:ascii="Times New Roman" w:eastAsia="Times New Roman" w:hAnsi="Times New Roman"/>
          <w:sz w:val="24"/>
          <w:szCs w:val="24"/>
          <w:lang w:eastAsia="ru-RU"/>
        </w:rPr>
        <w:t>- оплата стоимости расходных материалов;</w:t>
      </w:r>
    </w:p>
    <w:p w14:paraId="61E707CD" w14:textId="77777777" w:rsidR="00FC2B52" w:rsidRPr="003C796B" w:rsidRDefault="00FC2B52" w:rsidP="00FC2B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796B">
        <w:rPr>
          <w:rFonts w:ascii="Times New Roman" w:eastAsia="Times New Roman" w:hAnsi="Times New Roman"/>
          <w:sz w:val="24"/>
          <w:szCs w:val="24"/>
          <w:lang w:eastAsia="ru-RU"/>
        </w:rPr>
        <w:t>- оплата стоимости обучения.</w:t>
      </w:r>
      <w:r w:rsidRPr="00AF756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3C796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7232C98" w14:textId="77777777" w:rsidR="00FC2B52" w:rsidRPr="003C796B" w:rsidRDefault="00FC2B52" w:rsidP="00FC2B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796B">
        <w:rPr>
          <w:rFonts w:ascii="Times New Roman" w:eastAsia="Times New Roman" w:hAnsi="Times New Roman"/>
          <w:sz w:val="28"/>
          <w:szCs w:val="28"/>
          <w:lang w:eastAsia="ru-RU"/>
        </w:rPr>
        <w:t>4.2. Пункт 4 раздела 4 дополнить абзацем следующего содержания:</w:t>
      </w:r>
    </w:p>
    <w:p w14:paraId="1B72BD5B" w14:textId="77777777" w:rsidR="00FC2B52" w:rsidRPr="003C796B" w:rsidRDefault="00FC2B52" w:rsidP="00FC2B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796B">
        <w:rPr>
          <w:rFonts w:ascii="Times New Roman" w:eastAsia="Times New Roman" w:hAnsi="Times New Roman"/>
          <w:sz w:val="28"/>
          <w:szCs w:val="28"/>
          <w:lang w:eastAsia="ru-RU"/>
        </w:rPr>
        <w:t>«Подтверждаю согласие на публикацию (размещение) в информационно-телекоммуникационной сети «Интернет» информации о Заявителе, о подаваемой заявке, иной информации о Заявителе, указанной в Заявке и прилагаемых документах, связанной с отбором на предоставление субсидии и необходимой для ее получения.».</w:t>
      </w:r>
    </w:p>
    <w:p w14:paraId="1BD70289" w14:textId="77777777" w:rsidR="00FC2B52" w:rsidRPr="003C796B" w:rsidRDefault="00FC2B52" w:rsidP="00FC2B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796B">
        <w:rPr>
          <w:rFonts w:ascii="Times New Roman" w:eastAsia="Times New Roman" w:hAnsi="Times New Roman"/>
          <w:sz w:val="28"/>
          <w:szCs w:val="28"/>
          <w:lang w:eastAsia="ru-RU"/>
        </w:rPr>
        <w:t>4.3. В разделе 5:</w:t>
      </w:r>
    </w:p>
    <w:p w14:paraId="2288F745" w14:textId="77777777" w:rsidR="00FC2B52" w:rsidRPr="003C796B" w:rsidRDefault="00FC2B52" w:rsidP="00FC2B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796B">
        <w:rPr>
          <w:rFonts w:ascii="Times New Roman" w:eastAsia="Times New Roman" w:hAnsi="Times New Roman"/>
          <w:sz w:val="28"/>
          <w:szCs w:val="28"/>
          <w:lang w:eastAsia="ru-RU"/>
        </w:rPr>
        <w:t>4.3.1. Пункт 2 дополнить словами «(при наличии)».</w:t>
      </w:r>
    </w:p>
    <w:p w14:paraId="7B82E010" w14:textId="77777777" w:rsidR="00FC2B52" w:rsidRPr="003C796B" w:rsidRDefault="00FC2B52" w:rsidP="00FC2B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796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4.3.2. Пункт 4 дополнить словами: «(при наличии)».</w:t>
      </w:r>
    </w:p>
    <w:p w14:paraId="66DAC962" w14:textId="77777777" w:rsidR="00FC2B52" w:rsidRDefault="00FC2B52" w:rsidP="00FC2B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796B">
        <w:rPr>
          <w:rFonts w:ascii="Times New Roman" w:eastAsia="Times New Roman" w:hAnsi="Times New Roman"/>
          <w:sz w:val="28"/>
          <w:szCs w:val="28"/>
          <w:lang w:eastAsia="ru-RU"/>
        </w:rPr>
        <w:t>5. Форму № 3 изложить в новой редакции (прилагается).</w:t>
      </w:r>
    </w:p>
    <w:p w14:paraId="726CB34D" w14:textId="77777777" w:rsidR="00FC2B52" w:rsidRPr="003C796B" w:rsidRDefault="00FC2B52" w:rsidP="00FC2B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796B">
        <w:rPr>
          <w:rFonts w:ascii="Times New Roman" w:eastAsia="Times New Roman" w:hAnsi="Times New Roman"/>
          <w:sz w:val="28"/>
          <w:szCs w:val="28"/>
          <w:lang w:eastAsia="ru-RU"/>
        </w:rPr>
        <w:t>6. Форму № 5 исключить.</w:t>
      </w:r>
    </w:p>
    <w:p w14:paraId="4F279718" w14:textId="77777777" w:rsidR="00FC2B52" w:rsidRPr="003C796B" w:rsidRDefault="00FC2B52" w:rsidP="00FC2B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796B">
        <w:rPr>
          <w:rFonts w:ascii="Times New Roman" w:eastAsia="Times New Roman" w:hAnsi="Times New Roman"/>
          <w:sz w:val="28"/>
          <w:szCs w:val="28"/>
          <w:lang w:eastAsia="ru-RU"/>
        </w:rPr>
        <w:t>7.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3CDC52F4" w14:textId="77777777" w:rsidR="00FC2B52" w:rsidRPr="003C796B" w:rsidRDefault="00FC2B52" w:rsidP="00FC2B5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C796B">
        <w:rPr>
          <w:rFonts w:ascii="Times New Roman" w:eastAsia="Times New Roman" w:hAnsi="Times New Roman"/>
          <w:sz w:val="28"/>
          <w:szCs w:val="28"/>
          <w:lang w:eastAsia="ru-RU"/>
        </w:rPr>
        <w:t>8. Контроль за исполнением настоящего постановления оставляю за собой.</w:t>
      </w:r>
    </w:p>
    <w:p w14:paraId="6B672F4F" w14:textId="77777777" w:rsidR="00FC2B52" w:rsidRPr="003C796B" w:rsidRDefault="00FC2B52" w:rsidP="00FC2B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08ECD47" w14:textId="77777777" w:rsidR="00FC2B52" w:rsidRPr="003C796B" w:rsidRDefault="00FC2B52" w:rsidP="00FC2B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1660612" w14:textId="77777777" w:rsidR="00FC2B52" w:rsidRPr="003C796B" w:rsidRDefault="00FC2B52" w:rsidP="00FC2B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796B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2039BF5" w14:textId="77777777" w:rsidR="00FC2B52" w:rsidRPr="008629FA" w:rsidRDefault="00FC2B52" w:rsidP="00FC2B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796B">
        <w:rPr>
          <w:rFonts w:ascii="Times New Roman" w:hAnsi="Times New Roman"/>
          <w:sz w:val="28"/>
          <w:szCs w:val="28"/>
        </w:rPr>
        <w:t>«Городской округ Ногликский»</w:t>
      </w:r>
      <w:r w:rsidRPr="003C796B">
        <w:rPr>
          <w:rFonts w:ascii="Times New Roman" w:hAnsi="Times New Roman"/>
          <w:sz w:val="28"/>
          <w:szCs w:val="28"/>
        </w:rPr>
        <w:tab/>
      </w:r>
      <w:r w:rsidRPr="003C796B">
        <w:rPr>
          <w:rFonts w:ascii="Times New Roman" w:hAnsi="Times New Roman"/>
          <w:sz w:val="28"/>
          <w:szCs w:val="28"/>
        </w:rPr>
        <w:tab/>
      </w:r>
      <w:r w:rsidRPr="003C796B">
        <w:rPr>
          <w:rFonts w:ascii="Times New Roman" w:hAnsi="Times New Roman"/>
          <w:sz w:val="28"/>
          <w:szCs w:val="28"/>
        </w:rPr>
        <w:tab/>
      </w:r>
      <w:r w:rsidRPr="003C796B">
        <w:rPr>
          <w:rFonts w:ascii="Times New Roman" w:hAnsi="Times New Roman"/>
          <w:sz w:val="28"/>
          <w:szCs w:val="28"/>
        </w:rPr>
        <w:tab/>
      </w:r>
      <w:r w:rsidRPr="003C796B">
        <w:rPr>
          <w:rFonts w:ascii="Times New Roman" w:hAnsi="Times New Roman"/>
          <w:sz w:val="28"/>
          <w:szCs w:val="28"/>
        </w:rPr>
        <w:tab/>
        <w:t xml:space="preserve">         С.</w:t>
      </w:r>
      <w:r>
        <w:rPr>
          <w:rFonts w:ascii="Times New Roman" w:hAnsi="Times New Roman"/>
          <w:sz w:val="28"/>
          <w:szCs w:val="28"/>
        </w:rPr>
        <w:t>В. Камелин</w:t>
      </w:r>
    </w:p>
    <w:p w14:paraId="2E0D848A" w14:textId="0A80361C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E0D848B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E0D848C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E0D848D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E0D8499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E0D849A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E0D849B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FC2B52">
      <w:headerReference w:type="default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0D84A0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2E0D84A1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D84A2" w14:textId="3A35DC4B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0D849E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2E0D849F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9317537"/>
      <w:docPartObj>
        <w:docPartGallery w:val="Page Numbers (Top of Page)"/>
        <w:docPartUnique/>
      </w:docPartObj>
    </w:sdtPr>
    <w:sdtEndPr/>
    <w:sdtContent>
      <w:p w14:paraId="6265E5B5" w14:textId="4311E874" w:rsidR="00FC2B52" w:rsidRDefault="00FC2B5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35C6">
          <w:rPr>
            <w:noProof/>
          </w:rPr>
          <w:t>5</w:t>
        </w:r>
        <w:r>
          <w:fldChar w:fldCharType="end"/>
        </w:r>
      </w:p>
    </w:sdtContent>
  </w:sdt>
  <w:p w14:paraId="78A894FA" w14:textId="77777777" w:rsidR="00FC2B52" w:rsidRDefault="00FC2B5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035C6"/>
    <w:rsid w:val="00185FEC"/>
    <w:rsid w:val="001C3640"/>
    <w:rsid w:val="001E1F9F"/>
    <w:rsid w:val="002003DC"/>
    <w:rsid w:val="002A64BE"/>
    <w:rsid w:val="0033636C"/>
    <w:rsid w:val="003E4257"/>
    <w:rsid w:val="00520CBF"/>
    <w:rsid w:val="008629FA"/>
    <w:rsid w:val="00987DB5"/>
    <w:rsid w:val="00AC72C8"/>
    <w:rsid w:val="00AF7566"/>
    <w:rsid w:val="00B10ED9"/>
    <w:rsid w:val="00B25688"/>
    <w:rsid w:val="00B32FA4"/>
    <w:rsid w:val="00BB74B4"/>
    <w:rsid w:val="00C02849"/>
    <w:rsid w:val="00D12794"/>
    <w:rsid w:val="00D67BD8"/>
    <w:rsid w:val="00DF7897"/>
    <w:rsid w:val="00E37B8A"/>
    <w:rsid w:val="00E609BC"/>
    <w:rsid w:val="00F6430E"/>
    <w:rsid w:val="00FC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D848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styleId="a8">
    <w:name w:val="Hyperlink"/>
    <w:basedOn w:val="a0"/>
    <w:uiPriority w:val="99"/>
    <w:rsid w:val="00FC2B52"/>
    <w:rPr>
      <w:rFonts w:cs="Times New Roman"/>
      <w:color w:val="0563C1"/>
      <w:u w:val="single"/>
    </w:rPr>
  </w:style>
  <w:style w:type="table" w:customStyle="1" w:styleId="5">
    <w:name w:val="Сетка таблицы5"/>
    <w:basedOn w:val="a1"/>
    <w:next w:val="a9"/>
    <w:uiPriority w:val="99"/>
    <w:rsid w:val="00FC2B5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FC2B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pd.nalog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nogliki-adm.ru/" TargetMode="External"/><Relationship Id="rId12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995D85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995D85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995D85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65</TotalTime>
  <Pages>5</Pages>
  <Words>1489</Words>
  <Characters>8490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8</cp:revision>
  <dcterms:created xsi:type="dcterms:W3CDTF">2020-04-07T04:52:00Z</dcterms:created>
  <dcterms:modified xsi:type="dcterms:W3CDTF">2022-03-21T07:06:00Z</dcterms:modified>
</cp:coreProperties>
</file>