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6A8AE2C" w14:textId="77777777" w:rsidTr="00987DB5">
        <w:tc>
          <w:tcPr>
            <w:tcW w:w="9498" w:type="dxa"/>
          </w:tcPr>
          <w:p w14:paraId="26A8AE2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6A8AE43" wp14:editId="26A8AE4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A8AE29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26A8AE2A" w14:textId="717FF1BA" w:rsidR="00053BD0" w:rsidRDefault="00A5026F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682BDFF4" w14:textId="64876719" w:rsidR="00A5026F" w:rsidRPr="00053BD0" w:rsidRDefault="00A5026F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26A8AE2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6A8AE2D" w14:textId="0ABB2165" w:rsidR="0033636C" w:rsidRPr="002F0999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2F099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574311">
            <w:rPr>
              <w:rFonts w:ascii="Times New Roman" w:hAnsi="Times New Roman"/>
              <w:sz w:val="28"/>
              <w:szCs w:val="28"/>
            </w:rPr>
            <w:t>06 марта 2025 года</w:t>
          </w:r>
        </w:sdtContent>
      </w:sdt>
      <w:r w:rsidRPr="002F09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0" w:name="_GoBack"/>
      <w:r w:rsidRPr="00574311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574311" w:rsidRPr="00574311">
            <w:rPr>
              <w:rFonts w:ascii="Times New Roman" w:hAnsi="Times New Roman"/>
              <w:sz w:val="28"/>
              <w:szCs w:val="28"/>
            </w:rPr>
            <w:t>118</w:t>
          </w:r>
        </w:sdtContent>
      </w:sdt>
      <w:bookmarkEnd w:id="0"/>
    </w:p>
    <w:p w14:paraId="26A8AE2E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4801F2B6" w14:textId="77777777" w:rsidR="002F0999" w:rsidRPr="00632ED7" w:rsidRDefault="0033636C" w:rsidP="002F09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2ED7">
        <w:rPr>
          <w:rFonts w:ascii="Times New Roman" w:hAnsi="Times New Roman"/>
          <w:b/>
          <w:sz w:val="28"/>
          <w:szCs w:val="28"/>
        </w:rPr>
        <w:t>Об утвержден</w:t>
      </w:r>
      <w:r w:rsidR="002F0999" w:rsidRPr="00632ED7">
        <w:rPr>
          <w:rFonts w:ascii="Times New Roman" w:hAnsi="Times New Roman"/>
          <w:b/>
          <w:sz w:val="28"/>
          <w:szCs w:val="28"/>
        </w:rPr>
        <w:t>ии административного регламента</w:t>
      </w:r>
    </w:p>
    <w:p w14:paraId="1CFBA8DF" w14:textId="77777777" w:rsidR="002F0999" w:rsidRPr="00632ED7" w:rsidRDefault="0033636C" w:rsidP="002F09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2ED7">
        <w:rPr>
          <w:rFonts w:ascii="Times New Roman" w:hAnsi="Times New Roman"/>
          <w:b/>
          <w:sz w:val="28"/>
          <w:szCs w:val="28"/>
        </w:rPr>
        <w:t>пред</w:t>
      </w:r>
      <w:r w:rsidR="002F0999" w:rsidRPr="00632ED7">
        <w:rPr>
          <w:rFonts w:ascii="Times New Roman" w:hAnsi="Times New Roman"/>
          <w:b/>
          <w:sz w:val="28"/>
          <w:szCs w:val="28"/>
        </w:rPr>
        <w:t>оставления муниципальной услуги</w:t>
      </w:r>
    </w:p>
    <w:p w14:paraId="0CBAAEEC" w14:textId="77777777" w:rsidR="002F0999" w:rsidRPr="00632ED7" w:rsidRDefault="0033636C" w:rsidP="002F09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2ED7">
        <w:rPr>
          <w:rFonts w:ascii="Times New Roman" w:hAnsi="Times New Roman"/>
          <w:b/>
          <w:sz w:val="28"/>
          <w:szCs w:val="28"/>
        </w:rPr>
        <w:t>«Организация отдыха детей в к</w:t>
      </w:r>
      <w:r w:rsidR="002F0999" w:rsidRPr="00632ED7">
        <w:rPr>
          <w:rFonts w:ascii="Times New Roman" w:hAnsi="Times New Roman"/>
          <w:b/>
          <w:sz w:val="28"/>
          <w:szCs w:val="28"/>
        </w:rPr>
        <w:t>аникулярное время на территории</w:t>
      </w:r>
    </w:p>
    <w:p w14:paraId="30432B54" w14:textId="77777777" w:rsidR="00632ED7" w:rsidRDefault="0033636C" w:rsidP="002F09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2ED7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632ED7">
        <w:rPr>
          <w:rFonts w:ascii="Times New Roman" w:hAnsi="Times New Roman"/>
          <w:b/>
          <w:sz w:val="28"/>
          <w:szCs w:val="28"/>
        </w:rPr>
        <w:t>Ногликский муниципальный округ</w:t>
      </w:r>
    </w:p>
    <w:p w14:paraId="26A8AE2F" w14:textId="1BE20684" w:rsidR="0033636C" w:rsidRPr="00632ED7" w:rsidRDefault="00A5026F" w:rsidP="002F09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2ED7">
        <w:rPr>
          <w:rFonts w:ascii="Times New Roman" w:hAnsi="Times New Roman"/>
          <w:b/>
          <w:sz w:val="28"/>
          <w:szCs w:val="28"/>
        </w:rPr>
        <w:t>Сахалинской области»</w:t>
      </w:r>
    </w:p>
    <w:p w14:paraId="26A8AE30" w14:textId="77777777" w:rsidR="00185FEC" w:rsidRPr="00632ED7" w:rsidRDefault="00185FEC" w:rsidP="002F09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11368DA" w14:textId="4920B6FE" w:rsidR="000A0184" w:rsidRPr="00632ED7" w:rsidRDefault="000A0184" w:rsidP="002F09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32ED7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</w:t>
      </w:r>
      <w:hyperlink r:id="rId8" w:tooltip="Федеральный закон от 06.10.2003 N 131-ФЗ (ред. от 30.12.2021) &quot;Об общих принципах организации местного самоуправления в Российской Федерации&quot;{КонсультантПлюс}" w:history="1">
        <w:r w:rsidRPr="00632ED7">
          <w:rPr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ст. 16</w:t>
        </w:r>
      </w:hyperlink>
      <w:r w:rsidRPr="00632ED7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от 06.10.2003 № 131-ФЗ «Об общих принципах организации местного самоуправления в Российской Федерации», Федеральным </w:t>
      </w:r>
      <w:hyperlink r:id="rId9" w:tooltip="Федеральный закон от 27.07.2010 N 210-ФЗ (ред. от 02.07.2021) &quot;Об организации предоставления государственных и муниципальных услуг&quot; (с изм. и доп., вступ. в силу с 01.01.2022){КонсультантПлюс}" w:history="1">
        <w:r w:rsidRPr="00632ED7">
          <w:rPr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законом</w:t>
        </w:r>
      </w:hyperlink>
      <w:r w:rsidRPr="00632ED7">
        <w:rPr>
          <w:rFonts w:ascii="Times New Roman" w:eastAsia="Times New Roman" w:hAnsi="Times New Roman"/>
          <w:sz w:val="28"/>
          <w:szCs w:val="28"/>
          <w:lang w:eastAsia="ru-RU"/>
        </w:rPr>
        <w:t xml:space="preserve"> от 27.07.2010 № 210-ФЗ «Об организации предоставления государственных и муниципальных услуг», </w:t>
      </w:r>
      <w:hyperlink r:id="rId10" w:tooltip="Распоряжение Правительства Сахалинской области от 07.12.2020 N 756-р (ред. от 01.04.2022) &quot;Об утверждении Перечней государственных и муниципальных услуг, оказываемых органами исполнительной власти Сахалинской области, органами местного самоуправления муни" w:history="1">
        <w:r w:rsidRPr="00632ED7">
          <w:rPr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распоряжением</w:t>
        </w:r>
      </w:hyperlink>
      <w:r w:rsidRPr="00632ED7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Правительства Сахалинской области от 07.12.2020 № 756-р «Об утверждении Перечней государственных и муниципальных услуг, оказываемых органами исполнительной власти Сахалинской области, органами местного самоуправления муниципальных образований Сахалинской области, услуг, оказываемых государственными учреждениями Сахалинской области </w:t>
      </w:r>
      <w:r w:rsidR="00632ED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32ED7">
        <w:rPr>
          <w:rFonts w:ascii="Times New Roman" w:eastAsia="Times New Roman" w:hAnsi="Times New Roman"/>
          <w:sz w:val="28"/>
          <w:szCs w:val="28"/>
          <w:lang w:eastAsia="ru-RU"/>
        </w:rPr>
        <w:t xml:space="preserve">и другими организациями, в которых размещается государственное задание (заказ)», </w:t>
      </w:r>
      <w:r w:rsidRPr="00632ED7">
        <w:rPr>
          <w:rFonts w:ascii="Times New Roman" w:hAnsi="Times New Roman"/>
          <w:sz w:val="28"/>
          <w:szCs w:val="28"/>
        </w:rPr>
        <w:t xml:space="preserve">руководствуясь ст. 36 Устава муниципального образования </w:t>
      </w:r>
      <w:r w:rsidR="00A5026F" w:rsidRPr="00632ED7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632ED7">
        <w:rPr>
          <w:rFonts w:ascii="Times New Roman" w:hAnsi="Times New Roman"/>
          <w:sz w:val="28"/>
          <w:szCs w:val="28"/>
        </w:rPr>
        <w:t xml:space="preserve">, администрация муниципального образования </w:t>
      </w:r>
      <w:bookmarkStart w:id="1" w:name="_Hlk190964284"/>
      <w:r w:rsidR="00A5026F" w:rsidRPr="00632ED7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bookmarkEnd w:id="1"/>
      <w:r w:rsidRPr="00632ED7">
        <w:rPr>
          <w:rFonts w:ascii="Times New Roman" w:hAnsi="Times New Roman"/>
          <w:sz w:val="28"/>
          <w:szCs w:val="28"/>
        </w:rPr>
        <w:t xml:space="preserve"> </w:t>
      </w:r>
      <w:r w:rsidRPr="00632ED7">
        <w:rPr>
          <w:rFonts w:ascii="Times New Roman" w:hAnsi="Times New Roman"/>
          <w:b/>
          <w:sz w:val="28"/>
          <w:szCs w:val="28"/>
        </w:rPr>
        <w:t>ПОСТАНОВЛЯЕТ:</w:t>
      </w:r>
    </w:p>
    <w:p w14:paraId="2A56F08B" w14:textId="6D769C02" w:rsidR="000A0184" w:rsidRPr="00632ED7" w:rsidRDefault="002F0999" w:rsidP="002F0999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32ED7">
        <w:rPr>
          <w:rFonts w:ascii="Times New Roman" w:hAnsi="Times New Roman"/>
          <w:sz w:val="28"/>
          <w:szCs w:val="28"/>
        </w:rPr>
        <w:t xml:space="preserve">1. </w:t>
      </w:r>
      <w:r w:rsidR="000A0184" w:rsidRPr="00632ED7">
        <w:rPr>
          <w:rFonts w:ascii="Times New Roman" w:hAnsi="Times New Roman"/>
          <w:sz w:val="28"/>
          <w:szCs w:val="28"/>
        </w:rPr>
        <w:t xml:space="preserve">Утвердить административный регламент </w:t>
      </w:r>
      <w:r w:rsidR="000A0184" w:rsidRPr="00632ED7">
        <w:rPr>
          <w:rFonts w:ascii="Times New Roman" w:hAnsi="Times New Roman"/>
          <w:bCs/>
          <w:sz w:val="28"/>
          <w:szCs w:val="28"/>
        </w:rPr>
        <w:t>предоставления</w:t>
      </w:r>
      <w:r w:rsidR="000A0184" w:rsidRPr="00632ED7">
        <w:rPr>
          <w:rFonts w:ascii="Times New Roman" w:eastAsia="Times New Roman" w:hAnsi="Times New Roman"/>
          <w:bCs/>
          <w:sz w:val="28"/>
          <w:szCs w:val="28"/>
        </w:rPr>
        <w:t xml:space="preserve"> муниципальной услуги </w:t>
      </w:r>
      <w:r w:rsidR="000A0184" w:rsidRPr="00632ED7">
        <w:rPr>
          <w:rFonts w:ascii="Times New Roman" w:hAnsi="Times New Roman"/>
          <w:sz w:val="28"/>
          <w:szCs w:val="28"/>
        </w:rPr>
        <w:t xml:space="preserve">«Организация отдыха детей в каникулярное время </w:t>
      </w:r>
      <w:r w:rsidR="00632ED7">
        <w:rPr>
          <w:rFonts w:ascii="Times New Roman" w:hAnsi="Times New Roman"/>
          <w:sz w:val="28"/>
          <w:szCs w:val="28"/>
        </w:rPr>
        <w:br/>
      </w:r>
      <w:r w:rsidR="000A0184" w:rsidRPr="00632ED7">
        <w:rPr>
          <w:rFonts w:ascii="Times New Roman" w:hAnsi="Times New Roman"/>
          <w:sz w:val="28"/>
          <w:szCs w:val="28"/>
        </w:rPr>
        <w:t xml:space="preserve">на территории муниципального образования </w:t>
      </w:r>
      <w:r w:rsidR="00A5026F" w:rsidRPr="00632ED7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="000A0184" w:rsidRPr="00632ED7">
        <w:rPr>
          <w:rFonts w:ascii="Times New Roman" w:hAnsi="Times New Roman"/>
          <w:sz w:val="28"/>
          <w:szCs w:val="28"/>
        </w:rPr>
        <w:t xml:space="preserve"> </w:t>
      </w:r>
      <w:r w:rsidR="000A0184" w:rsidRPr="00632ED7">
        <w:rPr>
          <w:rFonts w:ascii="Times New Roman" w:hAnsi="Times New Roman"/>
          <w:bCs/>
          <w:sz w:val="28"/>
          <w:szCs w:val="28"/>
        </w:rPr>
        <w:t>(прилагается).</w:t>
      </w:r>
    </w:p>
    <w:p w14:paraId="784B46B9" w14:textId="59FC032C" w:rsidR="000A0184" w:rsidRPr="00632ED7" w:rsidRDefault="002F0999" w:rsidP="002F0999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32ED7">
        <w:rPr>
          <w:rFonts w:ascii="Times New Roman" w:hAnsi="Times New Roman"/>
          <w:sz w:val="28"/>
          <w:szCs w:val="28"/>
        </w:rPr>
        <w:t xml:space="preserve">2. </w:t>
      </w:r>
      <w:r w:rsidR="000A0184" w:rsidRPr="00632ED7">
        <w:rPr>
          <w:rFonts w:ascii="Times New Roman" w:hAnsi="Times New Roman"/>
          <w:sz w:val="28"/>
          <w:szCs w:val="28"/>
        </w:rPr>
        <w:t>Считать утратившим силу постановлени</w:t>
      </w:r>
      <w:r w:rsidR="00A5026F" w:rsidRPr="00632ED7">
        <w:rPr>
          <w:rFonts w:ascii="Times New Roman" w:hAnsi="Times New Roman"/>
          <w:sz w:val="28"/>
          <w:szCs w:val="28"/>
        </w:rPr>
        <w:t>е</w:t>
      </w:r>
      <w:r w:rsidR="000A0184" w:rsidRPr="00632ED7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</w:t>
      </w:r>
      <w:r w:rsidR="00A5026F" w:rsidRPr="00632ED7">
        <w:rPr>
          <w:rFonts w:ascii="Times New Roman" w:hAnsi="Times New Roman"/>
          <w:sz w:val="28"/>
          <w:szCs w:val="28"/>
        </w:rPr>
        <w:t xml:space="preserve"> от 11</w:t>
      </w:r>
      <w:r w:rsidR="00632ED7">
        <w:rPr>
          <w:rFonts w:ascii="Times New Roman" w:hAnsi="Times New Roman"/>
          <w:sz w:val="28"/>
          <w:szCs w:val="28"/>
        </w:rPr>
        <w:t xml:space="preserve"> ноября </w:t>
      </w:r>
      <w:r w:rsidR="00A5026F" w:rsidRPr="00632ED7">
        <w:rPr>
          <w:rFonts w:ascii="Times New Roman" w:hAnsi="Times New Roman"/>
          <w:sz w:val="28"/>
          <w:szCs w:val="28"/>
        </w:rPr>
        <w:t xml:space="preserve">2024 года № 685 «Об утверждении административного регламента предоставления муниципальной услуги «Организация отдыха детей </w:t>
      </w:r>
      <w:r w:rsidR="00632ED7">
        <w:rPr>
          <w:rFonts w:ascii="Times New Roman" w:hAnsi="Times New Roman"/>
          <w:sz w:val="28"/>
          <w:szCs w:val="28"/>
        </w:rPr>
        <w:br/>
      </w:r>
      <w:r w:rsidR="00A5026F" w:rsidRPr="00632ED7">
        <w:rPr>
          <w:rFonts w:ascii="Times New Roman" w:hAnsi="Times New Roman"/>
          <w:sz w:val="28"/>
          <w:szCs w:val="28"/>
        </w:rPr>
        <w:lastRenderedPageBreak/>
        <w:t>в каникулярное время на территории муниципального образования «Городской округ Ногликский».</w:t>
      </w:r>
    </w:p>
    <w:p w14:paraId="23F5B398" w14:textId="341289F3" w:rsidR="000A0184" w:rsidRPr="00632ED7" w:rsidRDefault="002F0999" w:rsidP="002F09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2ED7">
        <w:rPr>
          <w:rFonts w:ascii="Times New Roman" w:hAnsi="Times New Roman"/>
          <w:sz w:val="28"/>
          <w:szCs w:val="28"/>
        </w:rPr>
        <w:t xml:space="preserve">3. </w:t>
      </w:r>
      <w:r w:rsidR="000A0184" w:rsidRPr="00632ED7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</w:t>
      </w:r>
      <w:r w:rsidR="00632ED7">
        <w:rPr>
          <w:rFonts w:ascii="Times New Roman" w:hAnsi="Times New Roman"/>
          <w:sz w:val="28"/>
          <w:szCs w:val="28"/>
        </w:rPr>
        <w:br/>
      </w:r>
      <w:r w:rsidR="000A0184" w:rsidRPr="00632ED7">
        <w:rPr>
          <w:rFonts w:ascii="Times New Roman" w:hAnsi="Times New Roman"/>
          <w:sz w:val="28"/>
          <w:szCs w:val="28"/>
        </w:rPr>
        <w:t xml:space="preserve">и разместить на официальном сайте муниципального образования </w:t>
      </w:r>
      <w:r w:rsidR="00A5026F" w:rsidRPr="00632ED7">
        <w:rPr>
          <w:rFonts w:ascii="Times New Roman" w:hAnsi="Times New Roman"/>
          <w:sz w:val="28"/>
          <w:szCs w:val="28"/>
        </w:rPr>
        <w:t xml:space="preserve">Ногликский муниципальный округ Сахалинской области </w:t>
      </w:r>
      <w:r w:rsidR="000A0184" w:rsidRPr="00632ED7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«Интернет».</w:t>
      </w:r>
    </w:p>
    <w:p w14:paraId="26A8AE32" w14:textId="30D072C4" w:rsidR="00E609BC" w:rsidRPr="00632ED7" w:rsidRDefault="002F0999" w:rsidP="002F099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2ED7">
        <w:rPr>
          <w:rFonts w:ascii="Times New Roman" w:eastAsia="Times New Roman" w:hAnsi="Times New Roman"/>
          <w:sz w:val="28"/>
          <w:szCs w:val="28"/>
          <w:lang w:eastAsia="ru-RU"/>
        </w:rPr>
        <w:t xml:space="preserve">4. </w:t>
      </w:r>
      <w:r w:rsidR="000A0184" w:rsidRPr="00632ED7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исполнением настоящего постановления возложить </w:t>
      </w:r>
      <w:r w:rsidR="00632ED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0A0184" w:rsidRPr="00632ED7">
        <w:rPr>
          <w:rFonts w:ascii="Times New Roman" w:eastAsia="Times New Roman" w:hAnsi="Times New Roman"/>
          <w:sz w:val="28"/>
          <w:szCs w:val="28"/>
          <w:lang w:eastAsia="ru-RU"/>
        </w:rPr>
        <w:t xml:space="preserve">на вице-мэра муниципального образования </w:t>
      </w:r>
      <w:r w:rsidR="00A5026F" w:rsidRPr="00632ED7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="00A5026F" w:rsidRPr="00632ED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0A0184" w:rsidRPr="00632ED7">
        <w:rPr>
          <w:rFonts w:ascii="Times New Roman" w:eastAsia="Times New Roman" w:hAnsi="Times New Roman"/>
          <w:sz w:val="28"/>
          <w:szCs w:val="28"/>
          <w:lang w:eastAsia="ru-RU"/>
        </w:rPr>
        <w:t>Русанова</w:t>
      </w:r>
      <w:proofErr w:type="spellEnd"/>
      <w:r w:rsidR="00DF5C8A" w:rsidRPr="00632ED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A0184" w:rsidRPr="00632ED7">
        <w:rPr>
          <w:rFonts w:ascii="Times New Roman" w:eastAsia="Times New Roman" w:hAnsi="Times New Roman"/>
          <w:sz w:val="28"/>
          <w:szCs w:val="28"/>
          <w:lang w:eastAsia="ru-RU"/>
        </w:rPr>
        <w:t>Я.С.</w:t>
      </w:r>
    </w:p>
    <w:p w14:paraId="166D806C" w14:textId="469931C3" w:rsidR="002F0999" w:rsidRPr="00632ED7" w:rsidRDefault="002F0999" w:rsidP="002F09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D490D8A" w14:textId="77777777" w:rsidR="002F0999" w:rsidRDefault="002F0999" w:rsidP="002F09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40A4172B" w14:textId="77777777" w:rsidR="00632ED7" w:rsidRPr="00632ED7" w:rsidRDefault="00632ED7" w:rsidP="002F09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6A8AE3C" w14:textId="77777777" w:rsidR="008629FA" w:rsidRPr="00632ED7" w:rsidRDefault="008629FA" w:rsidP="002F09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32ED7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2850886" w14:textId="77777777" w:rsidR="00A5026F" w:rsidRPr="00632ED7" w:rsidRDefault="00A5026F" w:rsidP="002F09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32ED7"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26A8AE3D" w14:textId="4914FC28" w:rsidR="002F0999" w:rsidRPr="00632ED7" w:rsidRDefault="00A5026F" w:rsidP="002F09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32ED7">
        <w:rPr>
          <w:rFonts w:ascii="Times New Roman" w:hAnsi="Times New Roman"/>
          <w:sz w:val="28"/>
          <w:szCs w:val="28"/>
        </w:rPr>
        <w:t>Сахалинской области</w:t>
      </w:r>
      <w:r w:rsidR="008629FA" w:rsidRPr="00632ED7">
        <w:rPr>
          <w:rFonts w:ascii="Times New Roman" w:hAnsi="Times New Roman"/>
          <w:sz w:val="28"/>
          <w:szCs w:val="28"/>
        </w:rPr>
        <w:tab/>
      </w:r>
      <w:r w:rsidR="008629FA" w:rsidRPr="00632ED7">
        <w:rPr>
          <w:rFonts w:ascii="Times New Roman" w:hAnsi="Times New Roman"/>
          <w:sz w:val="28"/>
          <w:szCs w:val="28"/>
        </w:rPr>
        <w:tab/>
      </w:r>
      <w:r w:rsidR="008629FA" w:rsidRPr="00632ED7">
        <w:rPr>
          <w:rFonts w:ascii="Times New Roman" w:hAnsi="Times New Roman"/>
          <w:sz w:val="28"/>
          <w:szCs w:val="28"/>
        </w:rPr>
        <w:tab/>
      </w:r>
      <w:r w:rsidR="008629FA" w:rsidRPr="00632ED7">
        <w:rPr>
          <w:rFonts w:ascii="Times New Roman" w:hAnsi="Times New Roman"/>
          <w:sz w:val="28"/>
          <w:szCs w:val="28"/>
        </w:rPr>
        <w:tab/>
      </w:r>
      <w:r w:rsidR="008629FA" w:rsidRPr="00632ED7">
        <w:rPr>
          <w:rFonts w:ascii="Times New Roman" w:hAnsi="Times New Roman"/>
          <w:sz w:val="28"/>
          <w:szCs w:val="28"/>
        </w:rPr>
        <w:tab/>
        <w:t xml:space="preserve">        </w:t>
      </w:r>
      <w:r w:rsidR="00B10ED9" w:rsidRPr="00632ED7">
        <w:rPr>
          <w:rFonts w:ascii="Times New Roman" w:hAnsi="Times New Roman"/>
          <w:sz w:val="28"/>
          <w:szCs w:val="28"/>
        </w:rPr>
        <w:t xml:space="preserve"> </w:t>
      </w:r>
      <w:r w:rsidRPr="00632ED7">
        <w:rPr>
          <w:rFonts w:ascii="Times New Roman" w:hAnsi="Times New Roman"/>
          <w:sz w:val="28"/>
          <w:szCs w:val="28"/>
        </w:rPr>
        <w:t xml:space="preserve">                   </w:t>
      </w:r>
      <w:r w:rsidR="008629FA" w:rsidRPr="00632ED7">
        <w:rPr>
          <w:rFonts w:ascii="Times New Roman" w:hAnsi="Times New Roman"/>
          <w:sz w:val="28"/>
          <w:szCs w:val="28"/>
        </w:rPr>
        <w:t>С.В.</w:t>
      </w:r>
      <w:r w:rsidR="000A0184" w:rsidRPr="00632ED7">
        <w:rPr>
          <w:rFonts w:ascii="Times New Roman" w:hAnsi="Times New Roman"/>
          <w:sz w:val="28"/>
          <w:szCs w:val="28"/>
        </w:rPr>
        <w:t xml:space="preserve"> </w:t>
      </w:r>
      <w:r w:rsidRPr="00632ED7">
        <w:rPr>
          <w:rFonts w:ascii="Times New Roman" w:hAnsi="Times New Roman"/>
          <w:sz w:val="28"/>
          <w:szCs w:val="28"/>
        </w:rPr>
        <w:t>Гурьянов</w:t>
      </w:r>
    </w:p>
    <w:sectPr w:rsidR="002F0999" w:rsidRPr="00632ED7" w:rsidSect="002F0999"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8F053B" w14:textId="77777777" w:rsidR="00995925" w:rsidRDefault="00995925" w:rsidP="0033636C">
      <w:pPr>
        <w:spacing w:after="0" w:line="240" w:lineRule="auto"/>
      </w:pPr>
      <w:r>
        <w:separator/>
      </w:r>
    </w:p>
  </w:endnote>
  <w:endnote w:type="continuationSeparator" w:id="0">
    <w:p w14:paraId="6298B6CB" w14:textId="77777777" w:rsidR="00995925" w:rsidRDefault="00995925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B8B00E" w14:textId="77777777" w:rsidR="00995925" w:rsidRDefault="00995925" w:rsidP="0033636C">
      <w:pPr>
        <w:spacing w:after="0" w:line="240" w:lineRule="auto"/>
      </w:pPr>
      <w:r>
        <w:separator/>
      </w:r>
    </w:p>
  </w:footnote>
  <w:footnote w:type="continuationSeparator" w:id="0">
    <w:p w14:paraId="34E16244" w14:textId="77777777" w:rsidR="00995925" w:rsidRDefault="00995925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27175320"/>
      <w:docPartObj>
        <w:docPartGallery w:val="Page Numbers (Top of Page)"/>
        <w:docPartUnique/>
      </w:docPartObj>
    </w:sdtPr>
    <w:sdtEndPr/>
    <w:sdtContent>
      <w:p w14:paraId="642719D4" w14:textId="5EA0BDDF" w:rsidR="002F0999" w:rsidRDefault="002F099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4311">
          <w:rPr>
            <w:noProof/>
          </w:rPr>
          <w:t>2</w:t>
        </w:r>
        <w:r>
          <w:fldChar w:fldCharType="end"/>
        </w:r>
      </w:p>
    </w:sdtContent>
  </w:sdt>
  <w:p w14:paraId="083ADC3C" w14:textId="77777777" w:rsidR="002F0999" w:rsidRDefault="002F099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26008"/>
    <w:multiLevelType w:val="hybridMultilevel"/>
    <w:tmpl w:val="47AE5FAA"/>
    <w:lvl w:ilvl="0" w:tplc="994228A2">
      <w:start w:val="1"/>
      <w:numFmt w:val="decimal"/>
      <w:lvlText w:val="%1."/>
      <w:lvlJc w:val="left"/>
      <w:pPr>
        <w:ind w:left="1368" w:hanging="6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A0184"/>
    <w:rsid w:val="00102E8D"/>
    <w:rsid w:val="00185FEC"/>
    <w:rsid w:val="001E1F9F"/>
    <w:rsid w:val="002003DC"/>
    <w:rsid w:val="002F0999"/>
    <w:rsid w:val="0033636C"/>
    <w:rsid w:val="00352730"/>
    <w:rsid w:val="00392492"/>
    <w:rsid w:val="003E4257"/>
    <w:rsid w:val="00520CBF"/>
    <w:rsid w:val="00574311"/>
    <w:rsid w:val="00632ED7"/>
    <w:rsid w:val="008629FA"/>
    <w:rsid w:val="00987DB5"/>
    <w:rsid w:val="00995925"/>
    <w:rsid w:val="00A5026F"/>
    <w:rsid w:val="00AC72C8"/>
    <w:rsid w:val="00B10ED9"/>
    <w:rsid w:val="00B25688"/>
    <w:rsid w:val="00B34B45"/>
    <w:rsid w:val="00BB0B3F"/>
    <w:rsid w:val="00C02849"/>
    <w:rsid w:val="00CA2015"/>
    <w:rsid w:val="00D12794"/>
    <w:rsid w:val="00D67BD8"/>
    <w:rsid w:val="00DF5C8A"/>
    <w:rsid w:val="00DF7897"/>
    <w:rsid w:val="00E2640C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8AE2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0A018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743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7431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9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C259C2C922C5B20E04F84E202F5B5732A0963778FFD2BC51E074AACA0954764485D5AA748C2559CFCC6F794D13E386851641D0E789F885FDn2E" TargetMode="Externa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24C259C2C922C5B20E04E6433643075B36ABCD327AFCD1ED0CB272FD9559522304C5D3FF37C92B5DC9C33E2A0F4DBAD5C55D4CD7FD95F882CE64E25FFAn9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4C259C2C922C5B20E04F84E202F5B5735A89B387BF5D2BC51E074AACA0954764485D5AA748D2655CDCC6F794D13E386851641D0E789F885FDn2E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8F6FB0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8F6FB0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02E8D"/>
    <w:rsid w:val="00851197"/>
    <w:rsid w:val="008F6FB0"/>
    <w:rsid w:val="00B13DA8"/>
    <w:rsid w:val="00BB0B3F"/>
    <w:rsid w:val="00C95804"/>
    <w:rsid w:val="00CF735B"/>
    <w:rsid w:val="00E2640C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21</TotalTime>
  <Pages>2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11</cp:revision>
  <cp:lastPrinted>2025-03-06T08:10:00Z</cp:lastPrinted>
  <dcterms:created xsi:type="dcterms:W3CDTF">2020-04-07T04:52:00Z</dcterms:created>
  <dcterms:modified xsi:type="dcterms:W3CDTF">2025-03-06T08:10:00Z</dcterms:modified>
</cp:coreProperties>
</file>