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5FDEAE4C" w14:textId="77777777" w:rsidTr="00987DB5">
        <w:tc>
          <w:tcPr>
            <w:tcW w:w="9498" w:type="dxa"/>
          </w:tcPr>
          <w:p w14:paraId="5FDEAE47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FDEAE62" wp14:editId="5FDEAE63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FDEAE48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5FDEAE49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5FDEAE4A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5FDEAE4B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5FDEAE4D" w14:textId="1796ACF8" w:rsidR="0033636C" w:rsidRPr="00E97CEA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E97CEA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B03034">
            <w:rPr>
              <w:rFonts w:ascii="Times New Roman" w:hAnsi="Times New Roman"/>
              <w:sz w:val="28"/>
              <w:szCs w:val="28"/>
            </w:rPr>
            <w:t>06 марта 2025 года</w:t>
          </w:r>
        </w:sdtContent>
      </w:sdt>
      <w:r w:rsidRPr="00E97CEA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B03034" w:rsidRPr="00B03034">
            <w:rPr>
              <w:rFonts w:ascii="Times New Roman" w:hAnsi="Times New Roman"/>
              <w:sz w:val="28"/>
              <w:szCs w:val="28"/>
            </w:rPr>
            <w:t>119</w:t>
          </w:r>
        </w:sdtContent>
      </w:sdt>
    </w:p>
    <w:p w14:paraId="5FDEAE4E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07748C13" w14:textId="77777777" w:rsidR="00E97CEA" w:rsidRDefault="002B5CAC" w:rsidP="00E97CE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97CEA">
        <w:rPr>
          <w:rFonts w:ascii="Times New Roman" w:hAnsi="Times New Roman"/>
          <w:b/>
          <w:sz w:val="28"/>
          <w:szCs w:val="28"/>
        </w:rPr>
        <w:t>О внесении изменени</w:t>
      </w:r>
      <w:r w:rsidR="00E97CEA">
        <w:rPr>
          <w:rFonts w:ascii="Times New Roman" w:hAnsi="Times New Roman"/>
          <w:b/>
          <w:sz w:val="28"/>
          <w:szCs w:val="28"/>
        </w:rPr>
        <w:t>й в постановление администрации</w:t>
      </w:r>
    </w:p>
    <w:p w14:paraId="33AF1CE3" w14:textId="77777777" w:rsidR="00E97CEA" w:rsidRDefault="002B5CAC" w:rsidP="00E97CE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97CEA">
        <w:rPr>
          <w:rFonts w:ascii="Times New Roman" w:hAnsi="Times New Roman"/>
          <w:b/>
          <w:sz w:val="28"/>
          <w:szCs w:val="28"/>
        </w:rPr>
        <w:t>муниципального образован</w:t>
      </w:r>
      <w:r w:rsidR="00E97CEA">
        <w:rPr>
          <w:rFonts w:ascii="Times New Roman" w:hAnsi="Times New Roman"/>
          <w:b/>
          <w:sz w:val="28"/>
          <w:szCs w:val="28"/>
        </w:rPr>
        <w:t>ия «Городской округ Ногликский»</w:t>
      </w:r>
    </w:p>
    <w:p w14:paraId="6C91F5CB" w14:textId="77777777" w:rsidR="00E97CEA" w:rsidRDefault="002B5CAC" w:rsidP="00E97CE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97CEA">
        <w:rPr>
          <w:rFonts w:ascii="Times New Roman" w:hAnsi="Times New Roman"/>
          <w:b/>
          <w:sz w:val="28"/>
          <w:szCs w:val="28"/>
        </w:rPr>
        <w:t>от 15.12.2017 № 1075</w:t>
      </w:r>
      <w:r w:rsidR="00EC2B50" w:rsidRPr="00E97CEA">
        <w:rPr>
          <w:rFonts w:ascii="Times New Roman" w:hAnsi="Times New Roman"/>
          <w:b/>
          <w:sz w:val="28"/>
          <w:szCs w:val="28"/>
        </w:rPr>
        <w:t xml:space="preserve"> «Об утве</w:t>
      </w:r>
      <w:r w:rsidR="00E97CEA">
        <w:rPr>
          <w:rFonts w:ascii="Times New Roman" w:hAnsi="Times New Roman"/>
          <w:b/>
          <w:sz w:val="28"/>
          <w:szCs w:val="28"/>
        </w:rPr>
        <w:t>рждении муниципальной программы</w:t>
      </w:r>
    </w:p>
    <w:p w14:paraId="5FDEAE4F" w14:textId="368F6768" w:rsidR="0033636C" w:rsidRPr="00E97CEA" w:rsidRDefault="00EC2B50" w:rsidP="00E97CE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97CEA">
        <w:rPr>
          <w:rFonts w:ascii="Times New Roman" w:hAnsi="Times New Roman"/>
          <w:b/>
          <w:sz w:val="28"/>
          <w:szCs w:val="28"/>
        </w:rPr>
        <w:t>«Совершенствование системы управления муниципальным имуществом муниципального образования «Городской округ Ногликский»</w:t>
      </w:r>
    </w:p>
    <w:p w14:paraId="5FDEAE50" w14:textId="77777777" w:rsidR="00185FEC" w:rsidRDefault="00185FEC" w:rsidP="00E97C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1DD3774" w14:textId="31880DD9" w:rsidR="001116BA" w:rsidRPr="0080462D" w:rsidRDefault="001116BA" w:rsidP="00E97C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153A1">
        <w:rPr>
          <w:rFonts w:ascii="Times New Roman" w:hAnsi="Times New Roman"/>
          <w:sz w:val="28"/>
          <w:szCs w:val="28"/>
        </w:rPr>
        <w:t>В соответствии с п. 5.3 Порядка разработки, реализации и проведения оценки эффективности муниципальных программ муниципального образования «Городской округ Ногликский», утвержденного постановлением администрации муниципального образования «Городской округ Ногликский» от 28.04.2016 № 344</w:t>
      </w:r>
      <w:r w:rsidR="00F04947">
        <w:rPr>
          <w:rFonts w:ascii="Times New Roman" w:hAnsi="Times New Roman"/>
          <w:sz w:val="28"/>
          <w:szCs w:val="28"/>
        </w:rPr>
        <w:t xml:space="preserve"> «</w:t>
      </w:r>
      <w:r w:rsidR="00F04947" w:rsidRPr="00F04947">
        <w:rPr>
          <w:rFonts w:ascii="Times New Roman" w:hAnsi="Times New Roman"/>
          <w:sz w:val="28"/>
          <w:szCs w:val="28"/>
        </w:rPr>
        <w:t xml:space="preserve">Об утверждении Порядка разработки, реализации </w:t>
      </w:r>
      <w:r w:rsidR="00E97CEA">
        <w:rPr>
          <w:rFonts w:ascii="Times New Roman" w:hAnsi="Times New Roman"/>
          <w:sz w:val="28"/>
          <w:szCs w:val="28"/>
        </w:rPr>
        <w:br/>
      </w:r>
      <w:r w:rsidR="00F04947" w:rsidRPr="00F04947">
        <w:rPr>
          <w:rFonts w:ascii="Times New Roman" w:hAnsi="Times New Roman"/>
          <w:sz w:val="28"/>
          <w:szCs w:val="28"/>
        </w:rPr>
        <w:t xml:space="preserve">и проведения оценки эффективности муниципальных программ муниципального образования </w:t>
      </w:r>
      <w:r w:rsidR="00E97CEA">
        <w:rPr>
          <w:rFonts w:ascii="Times New Roman" w:hAnsi="Times New Roman"/>
          <w:sz w:val="28"/>
          <w:szCs w:val="28"/>
        </w:rPr>
        <w:t>«</w:t>
      </w:r>
      <w:r w:rsidR="00F04947" w:rsidRPr="00F04947">
        <w:rPr>
          <w:rFonts w:ascii="Times New Roman" w:hAnsi="Times New Roman"/>
          <w:sz w:val="28"/>
          <w:szCs w:val="28"/>
        </w:rPr>
        <w:t>Городской округ Ногликский</w:t>
      </w:r>
      <w:r w:rsidR="00F04947">
        <w:rPr>
          <w:rFonts w:ascii="Times New Roman" w:hAnsi="Times New Roman"/>
          <w:sz w:val="28"/>
          <w:szCs w:val="28"/>
        </w:rPr>
        <w:t>»</w:t>
      </w:r>
      <w:r w:rsidRPr="00B153A1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45B6">
        <w:rPr>
          <w:rFonts w:ascii="Times New Roman" w:hAnsi="Times New Roman"/>
          <w:sz w:val="28"/>
          <w:szCs w:val="28"/>
        </w:rPr>
        <w:t>сводной бюджетной росписью бюджета муниципального образования «Городской округ Ногликский» на 202</w:t>
      </w:r>
      <w:r>
        <w:rPr>
          <w:rFonts w:ascii="Times New Roman" w:hAnsi="Times New Roman"/>
          <w:sz w:val="28"/>
          <w:szCs w:val="28"/>
        </w:rPr>
        <w:t>4</w:t>
      </w:r>
      <w:r w:rsidRPr="00A945B6">
        <w:rPr>
          <w:rFonts w:ascii="Times New Roman" w:hAnsi="Times New Roman"/>
          <w:sz w:val="28"/>
          <w:szCs w:val="28"/>
        </w:rPr>
        <w:t xml:space="preserve"> год по состоянию на 31.12.202</w:t>
      </w:r>
      <w:r>
        <w:rPr>
          <w:rFonts w:ascii="Times New Roman" w:hAnsi="Times New Roman"/>
          <w:sz w:val="28"/>
          <w:szCs w:val="28"/>
        </w:rPr>
        <w:t>4 года</w:t>
      </w:r>
      <w:r w:rsidRPr="00A945B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15AC4">
        <w:rPr>
          <w:rFonts w:ascii="Times New Roman" w:hAnsi="Times New Roman"/>
          <w:sz w:val="28"/>
          <w:szCs w:val="28"/>
        </w:rPr>
        <w:t>решени</w:t>
      </w:r>
      <w:r>
        <w:rPr>
          <w:rFonts w:ascii="Times New Roman" w:hAnsi="Times New Roman"/>
          <w:sz w:val="28"/>
          <w:szCs w:val="28"/>
        </w:rPr>
        <w:t>ями</w:t>
      </w:r>
      <w:r w:rsidRPr="00D15AC4">
        <w:rPr>
          <w:rFonts w:ascii="Times New Roman" w:hAnsi="Times New Roman"/>
          <w:sz w:val="28"/>
          <w:szCs w:val="28"/>
        </w:rPr>
        <w:t xml:space="preserve"> Собрания муниципального образования «Городской округ Ногликский» </w:t>
      </w:r>
      <w:r w:rsidR="00F81B75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от 13</w:t>
      </w:r>
      <w:r w:rsidRPr="0078141F">
        <w:rPr>
          <w:rFonts w:ascii="Times New Roman" w:hAnsi="Times New Roman"/>
          <w:sz w:val="28"/>
          <w:szCs w:val="28"/>
        </w:rPr>
        <w:t>.12.202</w:t>
      </w:r>
      <w:r>
        <w:rPr>
          <w:rFonts w:ascii="Times New Roman" w:hAnsi="Times New Roman"/>
          <w:sz w:val="28"/>
          <w:szCs w:val="28"/>
        </w:rPr>
        <w:t>4</w:t>
      </w:r>
      <w:r w:rsidRPr="0078141F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 xml:space="preserve">36 </w:t>
      </w:r>
      <w:r w:rsidRPr="0078141F">
        <w:rPr>
          <w:rFonts w:ascii="Times New Roman" w:hAnsi="Times New Roman"/>
          <w:sz w:val="28"/>
          <w:szCs w:val="28"/>
        </w:rPr>
        <w:t xml:space="preserve">«О бюджете </w:t>
      </w:r>
      <w:r w:rsidRPr="00D15AC4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/>
          <w:sz w:val="28"/>
          <w:szCs w:val="28"/>
        </w:rPr>
        <w:t>Ногликский муниципальный округ Сахалинской области на 2025</w:t>
      </w:r>
      <w:r w:rsidRPr="00D15AC4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/>
          <w:sz w:val="28"/>
          <w:szCs w:val="28"/>
        </w:rPr>
        <w:t>6 и 2027 годов»</w:t>
      </w:r>
      <w:r w:rsidRPr="00B838D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BA6EF3">
        <w:rPr>
          <w:rFonts w:ascii="Times New Roman" w:hAnsi="Times New Roman"/>
          <w:sz w:val="28"/>
          <w:szCs w:val="28"/>
        </w:rPr>
        <w:t>от 13.12.2024 № 37 «О внесении изменений в Устав муниципального образования «Городской округ Ногликский»</w:t>
      </w:r>
      <w:r>
        <w:rPr>
          <w:rFonts w:ascii="Times New Roman" w:hAnsi="Times New Roman"/>
          <w:sz w:val="28"/>
          <w:szCs w:val="28"/>
        </w:rPr>
        <w:t xml:space="preserve">, руководствуясь </w:t>
      </w:r>
      <w:r w:rsidRPr="00D15AC4">
        <w:rPr>
          <w:rFonts w:ascii="Times New Roman" w:hAnsi="Times New Roman"/>
          <w:sz w:val="28"/>
          <w:szCs w:val="28"/>
        </w:rPr>
        <w:t xml:space="preserve">ст. 36 Устава муниципального образования </w:t>
      </w:r>
      <w:r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Pr="00D15AC4">
        <w:rPr>
          <w:rFonts w:ascii="Times New Roman" w:hAnsi="Times New Roman"/>
          <w:sz w:val="28"/>
          <w:szCs w:val="28"/>
        </w:rPr>
        <w:t xml:space="preserve">, администрация муниципального образования </w:t>
      </w:r>
      <w:r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Pr="00D15AC4">
        <w:rPr>
          <w:rFonts w:ascii="Times New Roman" w:hAnsi="Times New Roman"/>
          <w:sz w:val="28"/>
          <w:szCs w:val="28"/>
        </w:rPr>
        <w:t xml:space="preserve"> </w:t>
      </w:r>
      <w:r w:rsidRPr="0080462D">
        <w:rPr>
          <w:rFonts w:ascii="Times New Roman" w:hAnsi="Times New Roman"/>
          <w:b/>
          <w:sz w:val="28"/>
          <w:szCs w:val="28"/>
        </w:rPr>
        <w:t>ПОСТАНОВЛЯЕТ:</w:t>
      </w:r>
    </w:p>
    <w:p w14:paraId="06EB1BAA" w14:textId="253BF009" w:rsidR="00B2328A" w:rsidRDefault="001116BA" w:rsidP="00E97C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5AC4">
        <w:rPr>
          <w:rFonts w:ascii="Times New Roman" w:hAnsi="Times New Roman"/>
          <w:sz w:val="28"/>
          <w:szCs w:val="28"/>
        </w:rPr>
        <w:t xml:space="preserve">1. </w:t>
      </w:r>
      <w:r w:rsidR="00EC2B50">
        <w:rPr>
          <w:rFonts w:ascii="Times New Roman" w:hAnsi="Times New Roman"/>
          <w:sz w:val="28"/>
          <w:szCs w:val="28"/>
        </w:rPr>
        <w:t xml:space="preserve">Внести в </w:t>
      </w:r>
      <w:r w:rsidRPr="00260DD4">
        <w:rPr>
          <w:rFonts w:ascii="Times New Roman" w:hAnsi="Times New Roman"/>
          <w:sz w:val="28"/>
          <w:szCs w:val="28"/>
        </w:rPr>
        <w:t>постановлени</w:t>
      </w:r>
      <w:r w:rsidR="00EC2B50">
        <w:rPr>
          <w:rFonts w:ascii="Times New Roman" w:hAnsi="Times New Roman"/>
          <w:sz w:val="28"/>
          <w:szCs w:val="28"/>
        </w:rPr>
        <w:t>е</w:t>
      </w:r>
      <w:r w:rsidRPr="00CE7BF7">
        <w:rPr>
          <w:rFonts w:ascii="Times New Roman" w:hAnsi="Times New Roman"/>
          <w:b/>
          <w:sz w:val="28"/>
          <w:szCs w:val="28"/>
        </w:rPr>
        <w:t xml:space="preserve"> </w:t>
      </w:r>
      <w:r w:rsidRPr="00CE7BF7">
        <w:rPr>
          <w:rFonts w:ascii="Times New Roman" w:hAnsi="Times New Roman"/>
          <w:sz w:val="28"/>
          <w:szCs w:val="28"/>
        </w:rPr>
        <w:t>администрации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«Городской округ Ногликский»</w:t>
      </w:r>
      <w:r w:rsidRPr="00410996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15.12.2017</w:t>
      </w:r>
      <w:r w:rsidRPr="00410996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 xml:space="preserve">1075 </w:t>
      </w:r>
      <w:r w:rsidRPr="00CE7BF7">
        <w:rPr>
          <w:rFonts w:ascii="Times New Roman" w:hAnsi="Times New Roman"/>
          <w:sz w:val="28"/>
          <w:szCs w:val="28"/>
        </w:rPr>
        <w:t>«Об утверждении муниципальной программы «</w:t>
      </w:r>
      <w:r w:rsidRPr="00992A0B">
        <w:rPr>
          <w:rFonts w:ascii="Times New Roman" w:hAnsi="Times New Roman"/>
          <w:sz w:val="28"/>
          <w:szCs w:val="28"/>
        </w:rPr>
        <w:t xml:space="preserve">Совершенствование системы управления муниципальным имуществом муниципального образования «Городской округ </w:t>
      </w:r>
      <w:r w:rsidRPr="00992A0B">
        <w:rPr>
          <w:rFonts w:ascii="Times New Roman" w:hAnsi="Times New Roman"/>
          <w:sz w:val="28"/>
          <w:szCs w:val="28"/>
        </w:rPr>
        <w:lastRenderedPageBreak/>
        <w:t>Ногликский»</w:t>
      </w:r>
      <w:r w:rsidRPr="00410996">
        <w:rPr>
          <w:rFonts w:ascii="Times New Roman" w:hAnsi="Times New Roman"/>
          <w:sz w:val="28"/>
          <w:szCs w:val="28"/>
        </w:rPr>
        <w:t xml:space="preserve"> </w:t>
      </w:r>
      <w:r w:rsidR="00B153A1" w:rsidRPr="00410996">
        <w:rPr>
          <w:rFonts w:ascii="Times New Roman" w:hAnsi="Times New Roman"/>
          <w:sz w:val="28"/>
          <w:szCs w:val="28"/>
        </w:rPr>
        <w:t>(</w:t>
      </w:r>
      <w:r w:rsidR="00B153A1" w:rsidRPr="007F4C4C">
        <w:rPr>
          <w:rFonts w:ascii="Times New Roman" w:hAnsi="Times New Roman"/>
          <w:sz w:val="28"/>
          <w:szCs w:val="28"/>
        </w:rPr>
        <w:t xml:space="preserve">в редакции от 14.06.2018 № 554, от 07.08.2018 № 754, </w:t>
      </w:r>
      <w:r w:rsidR="00E97CEA">
        <w:rPr>
          <w:rFonts w:ascii="Times New Roman" w:hAnsi="Times New Roman"/>
          <w:sz w:val="28"/>
          <w:szCs w:val="28"/>
        </w:rPr>
        <w:br/>
      </w:r>
      <w:r w:rsidR="00B153A1" w:rsidRPr="007F4C4C">
        <w:rPr>
          <w:rFonts w:ascii="Times New Roman" w:hAnsi="Times New Roman"/>
          <w:sz w:val="28"/>
          <w:szCs w:val="28"/>
        </w:rPr>
        <w:t xml:space="preserve">от 26.12.2018 № 1271, от 29.01.2019 № 47, от 02.09.2019 № 668, от 19.11.2019 № 848, от 30.12.2019 № 928, от 15.01.2020 № 8, от 10.02.2020 № 71, </w:t>
      </w:r>
      <w:r w:rsidR="00E97CEA">
        <w:rPr>
          <w:rFonts w:ascii="Times New Roman" w:hAnsi="Times New Roman"/>
          <w:sz w:val="28"/>
          <w:szCs w:val="28"/>
        </w:rPr>
        <w:br/>
      </w:r>
      <w:r w:rsidR="00B153A1" w:rsidRPr="007F4C4C">
        <w:rPr>
          <w:rFonts w:ascii="Times New Roman" w:hAnsi="Times New Roman"/>
          <w:sz w:val="28"/>
          <w:szCs w:val="28"/>
        </w:rPr>
        <w:t xml:space="preserve">от 30.09.2020 № 475, от 10.02.2021 № 61, от 14.03.2022 № 91, от 01.06.2022 </w:t>
      </w:r>
      <w:r w:rsidR="00E97CEA">
        <w:rPr>
          <w:rFonts w:ascii="Times New Roman" w:hAnsi="Times New Roman"/>
          <w:sz w:val="28"/>
          <w:szCs w:val="28"/>
        </w:rPr>
        <w:br/>
      </w:r>
      <w:r w:rsidR="00B153A1" w:rsidRPr="007F4C4C">
        <w:rPr>
          <w:rFonts w:ascii="Times New Roman" w:hAnsi="Times New Roman"/>
          <w:sz w:val="28"/>
          <w:szCs w:val="28"/>
        </w:rPr>
        <w:t xml:space="preserve">№ 276, от 20.09.2022 № 519, от 27.02.2023 № 97, от 28.04.2023 № 275, </w:t>
      </w:r>
      <w:r w:rsidR="00E97CEA">
        <w:rPr>
          <w:rFonts w:ascii="Times New Roman" w:hAnsi="Times New Roman"/>
          <w:sz w:val="28"/>
          <w:szCs w:val="28"/>
        </w:rPr>
        <w:br/>
      </w:r>
      <w:r w:rsidR="00B153A1" w:rsidRPr="007F4C4C">
        <w:rPr>
          <w:rFonts w:ascii="Times New Roman" w:hAnsi="Times New Roman"/>
          <w:sz w:val="28"/>
          <w:szCs w:val="28"/>
        </w:rPr>
        <w:t>от 10.07.2023 № 438, от 31</w:t>
      </w:r>
      <w:r w:rsidR="00B153A1">
        <w:rPr>
          <w:rFonts w:ascii="Times New Roman" w:hAnsi="Times New Roman"/>
          <w:sz w:val="28"/>
          <w:szCs w:val="28"/>
        </w:rPr>
        <w:t xml:space="preserve">.01.2024 № 56, 01.04.2024 № 192, 16.10.2024 № 620) </w:t>
      </w:r>
      <w:r w:rsidRPr="00992A0B">
        <w:rPr>
          <w:rFonts w:ascii="Times New Roman" w:hAnsi="Times New Roman"/>
          <w:sz w:val="28"/>
          <w:szCs w:val="28"/>
        </w:rPr>
        <w:t xml:space="preserve">(далее </w:t>
      </w:r>
      <w:r w:rsidR="00E97CEA">
        <w:rPr>
          <w:rFonts w:ascii="Times New Roman" w:hAnsi="Times New Roman"/>
          <w:sz w:val="28"/>
          <w:szCs w:val="28"/>
        </w:rPr>
        <w:t>-</w:t>
      </w:r>
      <w:r w:rsidRPr="00992A0B">
        <w:rPr>
          <w:rFonts w:ascii="Times New Roman" w:hAnsi="Times New Roman"/>
          <w:sz w:val="28"/>
          <w:szCs w:val="28"/>
        </w:rPr>
        <w:t xml:space="preserve"> постановление)</w:t>
      </w:r>
      <w:r w:rsidR="00EC2B50">
        <w:rPr>
          <w:rFonts w:ascii="Times New Roman" w:hAnsi="Times New Roman"/>
          <w:sz w:val="28"/>
          <w:szCs w:val="28"/>
        </w:rPr>
        <w:t xml:space="preserve"> следующие изменения</w:t>
      </w:r>
      <w:r w:rsidR="00B2328A">
        <w:rPr>
          <w:rFonts w:ascii="Times New Roman" w:hAnsi="Times New Roman"/>
          <w:sz w:val="28"/>
          <w:szCs w:val="28"/>
        </w:rPr>
        <w:t>:</w:t>
      </w:r>
    </w:p>
    <w:p w14:paraId="6AF9EFD0" w14:textId="77777777" w:rsidR="00EC2B50" w:rsidRPr="00EC2B50" w:rsidRDefault="00B2328A" w:rsidP="00E97C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EC2B50" w:rsidRPr="00EC2B50">
        <w:rPr>
          <w:rFonts w:ascii="Times New Roman" w:hAnsi="Times New Roman"/>
          <w:sz w:val="28"/>
          <w:szCs w:val="28"/>
        </w:rPr>
        <w:t>В наименовании и по тексту постановления</w:t>
      </w:r>
      <w:r w:rsidR="00EC2B50" w:rsidRPr="00EC2B50">
        <w:rPr>
          <w:rFonts w:ascii="Times New Roman" w:hAnsi="Times New Roman"/>
          <w:b/>
          <w:sz w:val="28"/>
          <w:szCs w:val="28"/>
        </w:rPr>
        <w:t xml:space="preserve"> </w:t>
      </w:r>
      <w:r w:rsidR="00EC2B50" w:rsidRPr="00EC2B50">
        <w:rPr>
          <w:rFonts w:ascii="Times New Roman" w:hAnsi="Times New Roman"/>
          <w:sz w:val="28"/>
          <w:szCs w:val="28"/>
        </w:rPr>
        <w:t>и приложений к нему слова «муниципальное образование «Городской округ Ногликский» заменить словами «муниципальное образование Ногликский муниципальный округ Сахалинской области» в соответствующих падежах.</w:t>
      </w:r>
    </w:p>
    <w:p w14:paraId="4A4742C3" w14:textId="077448D0" w:rsidR="00B2328A" w:rsidRDefault="00B2328A" w:rsidP="00E97C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С</w:t>
      </w:r>
      <w:r w:rsidRPr="00992A0B">
        <w:rPr>
          <w:rFonts w:ascii="Times New Roman" w:hAnsi="Times New Roman"/>
          <w:sz w:val="28"/>
          <w:szCs w:val="28"/>
        </w:rPr>
        <w:t>лова</w:t>
      </w:r>
      <w:r w:rsidRPr="00260DD4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Реестр муниципальной собственности</w:t>
      </w:r>
      <w:r w:rsidRPr="00260DD4">
        <w:rPr>
          <w:rFonts w:ascii="Times New Roman" w:hAnsi="Times New Roman"/>
          <w:sz w:val="28"/>
          <w:szCs w:val="28"/>
        </w:rPr>
        <w:t>» в соо</w:t>
      </w:r>
      <w:r>
        <w:rPr>
          <w:rFonts w:ascii="Times New Roman" w:hAnsi="Times New Roman"/>
          <w:sz w:val="28"/>
          <w:szCs w:val="28"/>
        </w:rPr>
        <w:t xml:space="preserve">тветствующих падежах заменить </w:t>
      </w:r>
      <w:r w:rsidRPr="00260DD4">
        <w:rPr>
          <w:rFonts w:ascii="Times New Roman" w:hAnsi="Times New Roman"/>
          <w:sz w:val="28"/>
          <w:szCs w:val="28"/>
        </w:rPr>
        <w:t>слова</w:t>
      </w:r>
      <w:r>
        <w:rPr>
          <w:rFonts w:ascii="Times New Roman" w:hAnsi="Times New Roman"/>
          <w:sz w:val="28"/>
          <w:szCs w:val="28"/>
        </w:rPr>
        <w:t>ми</w:t>
      </w:r>
      <w:r w:rsidRPr="00260DD4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 xml:space="preserve">Реестр муниципального имущества» </w:t>
      </w:r>
      <w:r w:rsidR="00E97CEA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в соответствующих падежах.</w:t>
      </w:r>
    </w:p>
    <w:p w14:paraId="5F051D5A" w14:textId="77777777" w:rsidR="001116BA" w:rsidRPr="00160B36" w:rsidRDefault="001116BA" w:rsidP="00E97C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D15AC4">
        <w:rPr>
          <w:rFonts w:ascii="Times New Roman" w:hAnsi="Times New Roman"/>
          <w:sz w:val="28"/>
          <w:szCs w:val="28"/>
        </w:rPr>
        <w:t>Внести в муниципальную программу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60B36">
        <w:rPr>
          <w:rFonts w:ascii="Times New Roman" w:hAnsi="Times New Roman"/>
          <w:sz w:val="28"/>
          <w:szCs w:val="28"/>
        </w:rPr>
        <w:t>утвержденную постановлением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60B36">
        <w:rPr>
          <w:rFonts w:ascii="Times New Roman" w:hAnsi="Times New Roman"/>
          <w:sz w:val="28"/>
          <w:szCs w:val="28"/>
        </w:rPr>
        <w:t>следующие изменения:</w:t>
      </w:r>
    </w:p>
    <w:p w14:paraId="6243E9F3" w14:textId="77777777" w:rsidR="001116BA" w:rsidRPr="0044654B" w:rsidRDefault="001116BA" w:rsidP="00E97C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2.1. </w:t>
      </w:r>
      <w:r w:rsidRPr="0044654B">
        <w:rPr>
          <w:rFonts w:ascii="Times New Roman" w:eastAsia="Times New Roman" w:hAnsi="Times New Roman"/>
          <w:sz w:val="28"/>
          <w:szCs w:val="28"/>
          <w:lang w:eastAsia="ru-RU"/>
        </w:rPr>
        <w:t>В Паспорте муниципальной Программы:</w:t>
      </w:r>
    </w:p>
    <w:p w14:paraId="6272EA77" w14:textId="0421FFDA" w:rsidR="001116BA" w:rsidRPr="0044654B" w:rsidRDefault="00CC66B6" w:rsidP="00E97C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2.1.1. П</w:t>
      </w:r>
      <w:r w:rsidR="001116BA" w:rsidRPr="0044654B">
        <w:rPr>
          <w:rFonts w:ascii="Times New Roman" w:eastAsia="Times New Roman" w:hAnsi="Times New Roman"/>
          <w:sz w:val="28"/>
          <w:szCs w:val="28"/>
          <w:lang w:eastAsia="ru-RU"/>
        </w:rPr>
        <w:t>ункт «Объемы и источники финансирования Программы» изложить в следующей редакции:</w:t>
      </w:r>
    </w:p>
    <w:p w14:paraId="6D99B33D" w14:textId="77777777" w:rsidR="001116BA" w:rsidRPr="0044654B" w:rsidRDefault="001116BA" w:rsidP="00E97C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654B">
        <w:rPr>
          <w:rFonts w:ascii="Times New Roman" w:eastAsia="Times New Roman" w:hAnsi="Times New Roman"/>
          <w:sz w:val="28"/>
          <w:szCs w:val="28"/>
          <w:lang w:eastAsia="ru-RU"/>
        </w:rPr>
        <w:t>«Общий объем финансирования муниципальной программы составит:</w:t>
      </w:r>
    </w:p>
    <w:p w14:paraId="3C7E2D76" w14:textId="0093DAD9" w:rsidR="001116BA" w:rsidRPr="0044654B" w:rsidRDefault="001116BA" w:rsidP="00E97C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654B">
        <w:rPr>
          <w:rFonts w:ascii="Times New Roman" w:eastAsia="Times New Roman" w:hAnsi="Times New Roman"/>
          <w:sz w:val="28"/>
          <w:szCs w:val="28"/>
          <w:lang w:eastAsia="ru-RU"/>
        </w:rPr>
        <w:t xml:space="preserve">- за счет всех источников финансирования </w:t>
      </w:r>
      <w:r w:rsidR="00E97CEA">
        <w:rPr>
          <w:rFonts w:ascii="Times New Roman" w:eastAsia="Times New Roman" w:hAnsi="Times New Roman"/>
          <w:sz w:val="28"/>
          <w:szCs w:val="28"/>
          <w:lang w:eastAsia="ru-RU"/>
        </w:rPr>
        <w:t xml:space="preserve">357 </w:t>
      </w:r>
      <w:r w:rsidR="00EC1875">
        <w:rPr>
          <w:rFonts w:ascii="Times New Roman" w:eastAsia="Times New Roman" w:hAnsi="Times New Roman"/>
          <w:sz w:val="28"/>
          <w:szCs w:val="28"/>
          <w:lang w:eastAsia="ru-RU"/>
        </w:rPr>
        <w:t>76</w:t>
      </w:r>
      <w:r w:rsidR="004332BD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EC1875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4332BD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44654B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рублей, в том числе по годам:</w:t>
      </w:r>
    </w:p>
    <w:p w14:paraId="4FA2DCE9" w14:textId="77777777" w:rsidR="001116BA" w:rsidRPr="0044654B" w:rsidRDefault="001116BA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>2017 год</w:t>
      </w:r>
      <w:r>
        <w:rPr>
          <w:rFonts w:ascii="Times New Roman" w:hAnsi="Times New Roman"/>
          <w:sz w:val="28"/>
          <w:szCs w:val="28"/>
        </w:rPr>
        <w:t xml:space="preserve"> -</w:t>
      </w:r>
      <w:r w:rsidRPr="0044654B">
        <w:rPr>
          <w:rFonts w:ascii="Times New Roman" w:hAnsi="Times New Roman"/>
          <w:sz w:val="28"/>
          <w:szCs w:val="28"/>
        </w:rPr>
        <w:t xml:space="preserve"> 0,0 тыс. рублей;</w:t>
      </w:r>
    </w:p>
    <w:p w14:paraId="3601B6B4" w14:textId="77777777" w:rsidR="001116BA" w:rsidRPr="0044654B" w:rsidRDefault="001116BA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 xml:space="preserve">2018 год </w:t>
      </w:r>
      <w:r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20 428,8 тыс. рублей;</w:t>
      </w:r>
    </w:p>
    <w:p w14:paraId="7ACAEBFB" w14:textId="77777777" w:rsidR="001116BA" w:rsidRPr="0044654B" w:rsidRDefault="001116BA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2019 год - 23 </w:t>
      </w:r>
      <w:r w:rsidRPr="0044654B">
        <w:rPr>
          <w:rFonts w:ascii="Times New Roman" w:hAnsi="Times New Roman"/>
          <w:sz w:val="28"/>
          <w:szCs w:val="28"/>
        </w:rPr>
        <w:t>345,1 тыс. рублей;</w:t>
      </w:r>
    </w:p>
    <w:p w14:paraId="55CBFF28" w14:textId="77777777" w:rsidR="001116BA" w:rsidRPr="0044654B" w:rsidRDefault="001116BA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2020 год - 24 </w:t>
      </w:r>
      <w:r w:rsidRPr="0044654B">
        <w:rPr>
          <w:rFonts w:ascii="Times New Roman" w:hAnsi="Times New Roman"/>
          <w:sz w:val="28"/>
          <w:szCs w:val="28"/>
        </w:rPr>
        <w:t>001,4 тыс. рублей;</w:t>
      </w:r>
    </w:p>
    <w:p w14:paraId="0E088EDB" w14:textId="77777777" w:rsidR="001116BA" w:rsidRPr="0044654B" w:rsidRDefault="001116BA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2021 год - 26 </w:t>
      </w:r>
      <w:r w:rsidRPr="0044654B">
        <w:rPr>
          <w:rFonts w:ascii="Times New Roman" w:hAnsi="Times New Roman"/>
          <w:sz w:val="28"/>
          <w:szCs w:val="28"/>
        </w:rPr>
        <w:t>540,6 тыс. рублей;</w:t>
      </w:r>
    </w:p>
    <w:p w14:paraId="795D1B8E" w14:textId="77777777" w:rsidR="001116BA" w:rsidRPr="0044654B" w:rsidRDefault="001116BA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2022 год - 26 </w:t>
      </w:r>
      <w:r w:rsidRPr="0044654B">
        <w:rPr>
          <w:rFonts w:ascii="Times New Roman" w:hAnsi="Times New Roman"/>
          <w:sz w:val="28"/>
          <w:szCs w:val="28"/>
        </w:rPr>
        <w:t>781,5 тыс. рублей;</w:t>
      </w:r>
    </w:p>
    <w:p w14:paraId="03F7190A" w14:textId="77777777" w:rsidR="001116BA" w:rsidRPr="0044654B" w:rsidRDefault="001116BA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 xml:space="preserve">2023 год </w:t>
      </w:r>
      <w:r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50 048,8</w:t>
      </w:r>
      <w:r w:rsidRPr="0044654B">
        <w:rPr>
          <w:rFonts w:ascii="Times New Roman" w:hAnsi="Times New Roman"/>
          <w:sz w:val="28"/>
          <w:szCs w:val="28"/>
        </w:rPr>
        <w:t xml:space="preserve"> тыс. рублей;</w:t>
      </w:r>
    </w:p>
    <w:p w14:paraId="39885140" w14:textId="433A19F8" w:rsidR="001116BA" w:rsidRPr="0044654B" w:rsidRDefault="001116BA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 xml:space="preserve">2024 год </w:t>
      </w:r>
      <w:r w:rsidR="00E97CEA"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</w:t>
      </w:r>
      <w:r w:rsidR="004332BD">
        <w:rPr>
          <w:rFonts w:ascii="Times New Roman" w:hAnsi="Times New Roman"/>
          <w:sz w:val="28"/>
          <w:szCs w:val="28"/>
        </w:rPr>
        <w:t>48 270,3</w:t>
      </w:r>
      <w:r w:rsidRPr="0044654B">
        <w:rPr>
          <w:rFonts w:ascii="Times New Roman" w:hAnsi="Times New Roman"/>
          <w:sz w:val="28"/>
          <w:szCs w:val="28"/>
        </w:rPr>
        <w:t xml:space="preserve"> тыс. рублей;</w:t>
      </w:r>
    </w:p>
    <w:p w14:paraId="3DA1DC11" w14:textId="273A2DE0" w:rsidR="001116BA" w:rsidRDefault="001116BA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2025 год </w:t>
      </w:r>
      <w:r w:rsidR="00E97CEA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="00E97CEA">
        <w:rPr>
          <w:rFonts w:ascii="Times New Roman" w:hAnsi="Times New Roman"/>
          <w:sz w:val="28"/>
          <w:szCs w:val="28"/>
        </w:rPr>
        <w:t xml:space="preserve">39 </w:t>
      </w:r>
      <w:r w:rsidR="00EC1875">
        <w:rPr>
          <w:rFonts w:ascii="Times New Roman" w:hAnsi="Times New Roman"/>
          <w:sz w:val="28"/>
          <w:szCs w:val="28"/>
        </w:rPr>
        <w:t>858,1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654B">
        <w:rPr>
          <w:rFonts w:ascii="Times New Roman" w:hAnsi="Times New Roman"/>
          <w:sz w:val="28"/>
          <w:szCs w:val="28"/>
        </w:rPr>
        <w:t>тыс. рублей</w:t>
      </w:r>
      <w:r>
        <w:rPr>
          <w:rFonts w:ascii="Times New Roman" w:hAnsi="Times New Roman"/>
          <w:sz w:val="28"/>
          <w:szCs w:val="28"/>
        </w:rPr>
        <w:t>;</w:t>
      </w:r>
    </w:p>
    <w:p w14:paraId="05844D86" w14:textId="2D4DB69C" w:rsidR="001116BA" w:rsidRDefault="001116BA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2026</w:t>
      </w:r>
      <w:r w:rsidRPr="0044654B">
        <w:rPr>
          <w:rFonts w:ascii="Times New Roman" w:hAnsi="Times New Roman"/>
          <w:sz w:val="28"/>
          <w:szCs w:val="28"/>
        </w:rPr>
        <w:t xml:space="preserve"> год </w:t>
      </w:r>
      <w:r w:rsidR="00E97CEA"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</w:t>
      </w:r>
      <w:r w:rsidR="00E97CEA">
        <w:rPr>
          <w:rFonts w:ascii="Times New Roman" w:hAnsi="Times New Roman"/>
          <w:sz w:val="28"/>
          <w:szCs w:val="28"/>
        </w:rPr>
        <w:t xml:space="preserve">48 </w:t>
      </w:r>
      <w:r w:rsidR="00EC1875">
        <w:rPr>
          <w:rFonts w:ascii="Times New Roman" w:hAnsi="Times New Roman"/>
          <w:sz w:val="28"/>
          <w:szCs w:val="28"/>
        </w:rPr>
        <w:t>410,3</w:t>
      </w:r>
      <w:r w:rsidRPr="0044654B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;</w:t>
      </w:r>
    </w:p>
    <w:p w14:paraId="3F9EBCE3" w14:textId="0F5398CA" w:rsidR="001116BA" w:rsidRDefault="001116BA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7</w:t>
      </w:r>
      <w:r w:rsidRPr="0044654B">
        <w:rPr>
          <w:rFonts w:ascii="Times New Roman" w:hAnsi="Times New Roman"/>
          <w:sz w:val="28"/>
          <w:szCs w:val="28"/>
        </w:rPr>
        <w:t xml:space="preserve"> год </w:t>
      </w:r>
      <w:r w:rsidR="00E97CEA"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</w:t>
      </w:r>
      <w:r w:rsidR="00EC1875">
        <w:rPr>
          <w:rFonts w:ascii="Times New Roman" w:hAnsi="Times New Roman"/>
          <w:sz w:val="28"/>
          <w:szCs w:val="28"/>
        </w:rPr>
        <w:t>50 083,0</w:t>
      </w:r>
      <w:r w:rsidRPr="0044654B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.</w:t>
      </w:r>
    </w:p>
    <w:p w14:paraId="47C11493" w14:textId="77777777" w:rsidR="001116BA" w:rsidRPr="0044654B" w:rsidRDefault="001116BA" w:rsidP="00E97CE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654B">
        <w:rPr>
          <w:rFonts w:ascii="Times New Roman" w:eastAsia="Times New Roman" w:hAnsi="Times New Roman"/>
          <w:sz w:val="28"/>
          <w:szCs w:val="28"/>
          <w:lang w:eastAsia="ru-RU"/>
        </w:rPr>
        <w:t>В том числе по источникам финансирования:</w:t>
      </w:r>
    </w:p>
    <w:p w14:paraId="553F2983" w14:textId="5927BF28" w:rsidR="001116BA" w:rsidRPr="0044654B" w:rsidRDefault="001116BA" w:rsidP="00E97CE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654B">
        <w:rPr>
          <w:rFonts w:ascii="Times New Roman" w:eastAsia="Times New Roman" w:hAnsi="Times New Roman"/>
          <w:sz w:val="28"/>
          <w:szCs w:val="28"/>
          <w:lang w:eastAsia="ru-RU"/>
        </w:rPr>
        <w:t xml:space="preserve">- за счет средств местного бюджета </w:t>
      </w:r>
      <w:r w:rsidR="00E97CEA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44654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97CEA">
        <w:rPr>
          <w:rFonts w:ascii="Times New Roman" w:eastAsia="Times New Roman" w:hAnsi="Times New Roman"/>
          <w:sz w:val="28"/>
          <w:szCs w:val="28"/>
          <w:lang w:eastAsia="ru-RU"/>
        </w:rPr>
        <w:t xml:space="preserve">356 </w:t>
      </w:r>
      <w:r w:rsidR="004332BD">
        <w:rPr>
          <w:rFonts w:ascii="Times New Roman" w:eastAsia="Times New Roman" w:hAnsi="Times New Roman"/>
          <w:sz w:val="28"/>
          <w:szCs w:val="28"/>
          <w:lang w:eastAsia="ru-RU"/>
        </w:rPr>
        <w:t>136,7</w:t>
      </w:r>
      <w:r w:rsidRPr="0044654B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рублей, в том числе:</w:t>
      </w:r>
    </w:p>
    <w:p w14:paraId="732865D2" w14:textId="77777777" w:rsidR="001116BA" w:rsidRPr="0044654B" w:rsidRDefault="001116BA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2017 год -</w:t>
      </w:r>
      <w:r w:rsidRPr="0044654B">
        <w:rPr>
          <w:rFonts w:ascii="Times New Roman" w:hAnsi="Times New Roman"/>
          <w:sz w:val="28"/>
          <w:szCs w:val="28"/>
        </w:rPr>
        <w:t xml:space="preserve"> 0,0 тыс. рублей;</w:t>
      </w:r>
    </w:p>
    <w:p w14:paraId="6FD72452" w14:textId="77777777" w:rsidR="001116BA" w:rsidRPr="0044654B" w:rsidRDefault="001116BA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2018 год -</w:t>
      </w:r>
      <w:r w:rsidRPr="0044654B">
        <w:rPr>
          <w:rFonts w:ascii="Times New Roman" w:hAnsi="Times New Roman"/>
          <w:sz w:val="28"/>
          <w:szCs w:val="28"/>
        </w:rPr>
        <w:t xml:space="preserve"> 20 428,8 тыс. рублей;</w:t>
      </w:r>
    </w:p>
    <w:p w14:paraId="2B994185" w14:textId="77777777" w:rsidR="001116BA" w:rsidRPr="0044654B" w:rsidRDefault="001116BA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2019 год - 23 </w:t>
      </w:r>
      <w:r w:rsidRPr="0044654B">
        <w:rPr>
          <w:rFonts w:ascii="Times New Roman" w:hAnsi="Times New Roman"/>
          <w:sz w:val="28"/>
          <w:szCs w:val="28"/>
        </w:rPr>
        <w:t>345,1 тыс. рублей;</w:t>
      </w:r>
    </w:p>
    <w:p w14:paraId="31735C2A" w14:textId="77777777" w:rsidR="001116BA" w:rsidRPr="0044654B" w:rsidRDefault="001116BA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2020 год - 24 </w:t>
      </w:r>
      <w:r w:rsidRPr="0044654B">
        <w:rPr>
          <w:rFonts w:ascii="Times New Roman" w:hAnsi="Times New Roman"/>
          <w:sz w:val="28"/>
          <w:szCs w:val="28"/>
        </w:rPr>
        <w:t>001,4 тыс. рублей;</w:t>
      </w:r>
    </w:p>
    <w:p w14:paraId="31A390B9" w14:textId="77777777" w:rsidR="001116BA" w:rsidRPr="0044654B" w:rsidRDefault="001116BA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2021 год - 26 </w:t>
      </w:r>
      <w:r w:rsidRPr="0044654B">
        <w:rPr>
          <w:rFonts w:ascii="Times New Roman" w:hAnsi="Times New Roman"/>
          <w:sz w:val="28"/>
          <w:szCs w:val="28"/>
        </w:rPr>
        <w:t>540,6 тыс. рублей;</w:t>
      </w:r>
    </w:p>
    <w:p w14:paraId="6AF3DE66" w14:textId="77777777" w:rsidR="001116BA" w:rsidRPr="0044654B" w:rsidRDefault="001116BA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2022 год - 26 </w:t>
      </w:r>
      <w:r w:rsidRPr="0044654B">
        <w:rPr>
          <w:rFonts w:ascii="Times New Roman" w:hAnsi="Times New Roman"/>
          <w:sz w:val="28"/>
          <w:szCs w:val="28"/>
        </w:rPr>
        <w:t>781,5 тыс. рублей;</w:t>
      </w:r>
    </w:p>
    <w:p w14:paraId="28A7DD0D" w14:textId="77777777" w:rsidR="001116BA" w:rsidRPr="0044654B" w:rsidRDefault="001116BA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 год -</w:t>
      </w:r>
      <w:r w:rsidRPr="004465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48 417,6</w:t>
      </w:r>
      <w:r w:rsidRPr="0044654B">
        <w:rPr>
          <w:rFonts w:ascii="Times New Roman" w:hAnsi="Times New Roman"/>
          <w:sz w:val="28"/>
          <w:szCs w:val="28"/>
        </w:rPr>
        <w:t xml:space="preserve"> тыс. рублей;</w:t>
      </w:r>
    </w:p>
    <w:p w14:paraId="4AD80813" w14:textId="2FDF4CA7" w:rsidR="001116BA" w:rsidRPr="00E54215" w:rsidRDefault="001116BA" w:rsidP="00E97C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215">
        <w:rPr>
          <w:rFonts w:ascii="Times New Roman" w:hAnsi="Times New Roman"/>
          <w:sz w:val="28"/>
          <w:szCs w:val="28"/>
        </w:rPr>
        <w:t xml:space="preserve">2024 год </w:t>
      </w:r>
      <w:r w:rsidR="00E97CEA">
        <w:rPr>
          <w:rFonts w:ascii="Times New Roman" w:hAnsi="Times New Roman"/>
          <w:sz w:val="28"/>
          <w:szCs w:val="28"/>
        </w:rPr>
        <w:t>-</w:t>
      </w:r>
      <w:r w:rsidRPr="00E54215">
        <w:rPr>
          <w:rFonts w:ascii="Times New Roman" w:hAnsi="Times New Roman"/>
          <w:sz w:val="28"/>
          <w:szCs w:val="28"/>
        </w:rPr>
        <w:t xml:space="preserve"> </w:t>
      </w:r>
      <w:r w:rsidR="00E97CEA">
        <w:rPr>
          <w:rFonts w:ascii="Times New Roman" w:hAnsi="Times New Roman"/>
          <w:sz w:val="28"/>
          <w:szCs w:val="28"/>
        </w:rPr>
        <w:t xml:space="preserve">48 </w:t>
      </w:r>
      <w:r w:rsidR="004332BD">
        <w:rPr>
          <w:rFonts w:ascii="Times New Roman" w:hAnsi="Times New Roman"/>
          <w:sz w:val="28"/>
          <w:szCs w:val="28"/>
        </w:rPr>
        <w:t>270,3</w:t>
      </w:r>
      <w:r w:rsidRPr="00E54215">
        <w:rPr>
          <w:rFonts w:ascii="Times New Roman" w:hAnsi="Times New Roman"/>
          <w:sz w:val="28"/>
          <w:szCs w:val="28"/>
        </w:rPr>
        <w:t xml:space="preserve"> тыс. рублей;</w:t>
      </w:r>
    </w:p>
    <w:p w14:paraId="5CBA9E43" w14:textId="3CC7F671" w:rsidR="001116BA" w:rsidRPr="00E54215" w:rsidRDefault="001116BA" w:rsidP="00E97C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215">
        <w:rPr>
          <w:rFonts w:ascii="Times New Roman" w:hAnsi="Times New Roman"/>
          <w:sz w:val="28"/>
          <w:szCs w:val="28"/>
        </w:rPr>
        <w:t xml:space="preserve">2025 год </w:t>
      </w:r>
      <w:r w:rsidR="00E97CEA">
        <w:rPr>
          <w:rFonts w:ascii="Times New Roman" w:hAnsi="Times New Roman"/>
          <w:sz w:val="28"/>
          <w:szCs w:val="28"/>
        </w:rPr>
        <w:t>-</w:t>
      </w:r>
      <w:r w:rsidRPr="00E54215">
        <w:rPr>
          <w:rFonts w:ascii="Times New Roman" w:hAnsi="Times New Roman"/>
          <w:sz w:val="28"/>
          <w:szCs w:val="28"/>
        </w:rPr>
        <w:t xml:space="preserve"> </w:t>
      </w:r>
      <w:r w:rsidR="00E97CEA">
        <w:rPr>
          <w:rFonts w:ascii="Times New Roman" w:hAnsi="Times New Roman"/>
          <w:sz w:val="28"/>
          <w:szCs w:val="28"/>
        </w:rPr>
        <w:t xml:space="preserve">39 </w:t>
      </w:r>
      <w:r w:rsidR="00EC1875">
        <w:rPr>
          <w:rFonts w:ascii="Times New Roman" w:hAnsi="Times New Roman"/>
          <w:sz w:val="28"/>
          <w:szCs w:val="28"/>
        </w:rPr>
        <w:t>858,1</w:t>
      </w:r>
      <w:r w:rsidRPr="00E54215">
        <w:rPr>
          <w:rFonts w:ascii="Times New Roman" w:hAnsi="Times New Roman"/>
          <w:sz w:val="28"/>
          <w:szCs w:val="28"/>
        </w:rPr>
        <w:t xml:space="preserve"> тыс. рублей;</w:t>
      </w:r>
    </w:p>
    <w:p w14:paraId="7E56569D" w14:textId="544C77BC" w:rsidR="001116BA" w:rsidRPr="00E54215" w:rsidRDefault="001116BA" w:rsidP="00E97C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215">
        <w:rPr>
          <w:rFonts w:ascii="Times New Roman" w:hAnsi="Times New Roman"/>
          <w:sz w:val="28"/>
          <w:szCs w:val="28"/>
        </w:rPr>
        <w:lastRenderedPageBreak/>
        <w:t xml:space="preserve">2026 год </w:t>
      </w:r>
      <w:r w:rsidR="00E97CEA">
        <w:rPr>
          <w:rFonts w:ascii="Times New Roman" w:hAnsi="Times New Roman"/>
          <w:sz w:val="28"/>
          <w:szCs w:val="28"/>
        </w:rPr>
        <w:t>-</w:t>
      </w:r>
      <w:r w:rsidRPr="00E54215">
        <w:rPr>
          <w:rFonts w:ascii="Times New Roman" w:hAnsi="Times New Roman"/>
          <w:sz w:val="28"/>
          <w:szCs w:val="28"/>
        </w:rPr>
        <w:t xml:space="preserve"> </w:t>
      </w:r>
      <w:r w:rsidR="00E97CEA">
        <w:rPr>
          <w:rFonts w:ascii="Times New Roman" w:hAnsi="Times New Roman"/>
          <w:sz w:val="28"/>
          <w:szCs w:val="28"/>
        </w:rPr>
        <w:t xml:space="preserve">48 </w:t>
      </w:r>
      <w:r w:rsidR="00EC1875">
        <w:rPr>
          <w:rFonts w:ascii="Times New Roman" w:hAnsi="Times New Roman"/>
          <w:sz w:val="28"/>
          <w:szCs w:val="28"/>
        </w:rPr>
        <w:t>410,3</w:t>
      </w:r>
      <w:r w:rsidRPr="00E54215">
        <w:rPr>
          <w:rFonts w:ascii="Times New Roman" w:hAnsi="Times New Roman"/>
          <w:sz w:val="28"/>
          <w:szCs w:val="28"/>
        </w:rPr>
        <w:t xml:space="preserve"> тыс. рублей;</w:t>
      </w:r>
    </w:p>
    <w:p w14:paraId="5145C2EA" w14:textId="7E8AB8D2" w:rsidR="001116BA" w:rsidRDefault="001116BA" w:rsidP="00E97CE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215">
        <w:rPr>
          <w:rFonts w:ascii="Times New Roman" w:hAnsi="Times New Roman"/>
          <w:sz w:val="28"/>
          <w:szCs w:val="28"/>
        </w:rPr>
        <w:t xml:space="preserve">2027 год </w:t>
      </w:r>
      <w:r w:rsidR="00E97CEA">
        <w:rPr>
          <w:rFonts w:ascii="Times New Roman" w:hAnsi="Times New Roman"/>
          <w:sz w:val="28"/>
          <w:szCs w:val="28"/>
        </w:rPr>
        <w:t>-</w:t>
      </w:r>
      <w:r w:rsidRPr="00E54215">
        <w:rPr>
          <w:rFonts w:ascii="Times New Roman" w:hAnsi="Times New Roman"/>
          <w:sz w:val="28"/>
          <w:szCs w:val="28"/>
        </w:rPr>
        <w:t xml:space="preserve"> </w:t>
      </w:r>
      <w:r w:rsidR="00E97CEA">
        <w:rPr>
          <w:rFonts w:ascii="Times New Roman" w:hAnsi="Times New Roman"/>
          <w:sz w:val="28"/>
          <w:szCs w:val="28"/>
        </w:rPr>
        <w:t xml:space="preserve">50 </w:t>
      </w:r>
      <w:r w:rsidR="00EC1875">
        <w:rPr>
          <w:rFonts w:ascii="Times New Roman" w:hAnsi="Times New Roman"/>
          <w:sz w:val="28"/>
          <w:szCs w:val="28"/>
        </w:rPr>
        <w:t>083,0</w:t>
      </w:r>
      <w:r w:rsidRPr="00E54215">
        <w:rPr>
          <w:rFonts w:ascii="Times New Roman" w:hAnsi="Times New Roman"/>
          <w:sz w:val="28"/>
          <w:szCs w:val="28"/>
        </w:rPr>
        <w:t xml:space="preserve"> тыс. рублей</w:t>
      </w:r>
      <w:r w:rsidRPr="00E5421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7C536AD6" w14:textId="2052A987" w:rsidR="001116BA" w:rsidRPr="0044654B" w:rsidRDefault="001116BA" w:rsidP="00E97CE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654B">
        <w:rPr>
          <w:rFonts w:ascii="Times New Roman" w:eastAsia="Times New Roman" w:hAnsi="Times New Roman"/>
          <w:sz w:val="28"/>
          <w:szCs w:val="28"/>
          <w:lang w:eastAsia="ru-RU"/>
        </w:rPr>
        <w:t xml:space="preserve">- за счет средств областного бюджета </w:t>
      </w:r>
      <w:r w:rsidR="00E97CEA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1 631,2</w:t>
      </w:r>
      <w:r w:rsidRPr="0044654B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рублей, в том числе:</w:t>
      </w:r>
    </w:p>
    <w:p w14:paraId="2736A029" w14:textId="77777777" w:rsidR="001116BA" w:rsidRPr="0044654B" w:rsidRDefault="001116BA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 xml:space="preserve">2017 год </w:t>
      </w:r>
      <w:r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0,0 тыс. рублей;</w:t>
      </w:r>
    </w:p>
    <w:p w14:paraId="75AB07A7" w14:textId="77777777" w:rsidR="001116BA" w:rsidRPr="0044654B" w:rsidRDefault="001116BA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 xml:space="preserve">2018 год </w:t>
      </w:r>
      <w:r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0,0 тыс. рублей;</w:t>
      </w:r>
    </w:p>
    <w:p w14:paraId="3D518BCD" w14:textId="77777777" w:rsidR="001116BA" w:rsidRPr="0044654B" w:rsidRDefault="001116BA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2019 год -</w:t>
      </w:r>
      <w:r w:rsidRPr="0044654B">
        <w:rPr>
          <w:rFonts w:ascii="Times New Roman" w:hAnsi="Times New Roman"/>
          <w:sz w:val="28"/>
          <w:szCs w:val="28"/>
        </w:rPr>
        <w:t xml:space="preserve"> 0,0 тыс. рублей;</w:t>
      </w:r>
    </w:p>
    <w:p w14:paraId="7C6D144E" w14:textId="77777777" w:rsidR="001116BA" w:rsidRPr="0044654B" w:rsidRDefault="001116BA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 xml:space="preserve">2020 год </w:t>
      </w:r>
      <w:r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0,0 тыс. рублей;</w:t>
      </w:r>
    </w:p>
    <w:p w14:paraId="7FB0F68F" w14:textId="77777777" w:rsidR="001116BA" w:rsidRPr="0044654B" w:rsidRDefault="001116BA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 xml:space="preserve">2021 год </w:t>
      </w:r>
      <w:r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0,0 тыс. рублей;</w:t>
      </w:r>
    </w:p>
    <w:p w14:paraId="42EFC076" w14:textId="77777777" w:rsidR="001116BA" w:rsidRPr="0044654B" w:rsidRDefault="001116BA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 xml:space="preserve">2022 год </w:t>
      </w:r>
      <w:r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0,0 тыс. рублей;</w:t>
      </w:r>
    </w:p>
    <w:p w14:paraId="02B75A18" w14:textId="6FEDB90C" w:rsidR="001116BA" w:rsidRPr="0044654B" w:rsidRDefault="001116BA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 xml:space="preserve">2023 год </w:t>
      </w:r>
      <w:r w:rsidR="00E97CEA"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654B">
        <w:rPr>
          <w:rFonts w:ascii="Times New Roman" w:hAnsi="Times New Roman"/>
          <w:sz w:val="28"/>
          <w:szCs w:val="28"/>
        </w:rPr>
        <w:t>631,2 тыс. рублей;</w:t>
      </w:r>
    </w:p>
    <w:p w14:paraId="4F07FB6C" w14:textId="77777777" w:rsidR="001116BA" w:rsidRPr="0044654B" w:rsidRDefault="001116BA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 xml:space="preserve">2024 год </w:t>
      </w:r>
      <w:r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0,0</w:t>
      </w:r>
      <w:r w:rsidRPr="0044654B">
        <w:rPr>
          <w:rFonts w:ascii="Times New Roman" w:hAnsi="Times New Roman"/>
          <w:sz w:val="28"/>
          <w:szCs w:val="28"/>
        </w:rPr>
        <w:t xml:space="preserve"> тыс. рублей;</w:t>
      </w:r>
    </w:p>
    <w:p w14:paraId="00453AA1" w14:textId="77777777" w:rsidR="001116BA" w:rsidRDefault="001116BA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 xml:space="preserve">2025 год </w:t>
      </w:r>
      <w:r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0,0 тыс. рублей</w:t>
      </w:r>
      <w:r>
        <w:rPr>
          <w:rFonts w:ascii="Times New Roman" w:hAnsi="Times New Roman"/>
          <w:sz w:val="28"/>
          <w:szCs w:val="28"/>
        </w:rPr>
        <w:t>;</w:t>
      </w:r>
    </w:p>
    <w:p w14:paraId="7AE6D52D" w14:textId="77777777" w:rsidR="001116BA" w:rsidRDefault="001116BA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2026</w:t>
      </w:r>
      <w:r w:rsidRPr="0044654B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0,0 тыс. рублей</w:t>
      </w:r>
      <w:r>
        <w:rPr>
          <w:rFonts w:ascii="Times New Roman" w:hAnsi="Times New Roman"/>
          <w:sz w:val="28"/>
          <w:szCs w:val="28"/>
        </w:rPr>
        <w:t>;</w:t>
      </w:r>
    </w:p>
    <w:p w14:paraId="048D2360" w14:textId="77777777" w:rsidR="001116BA" w:rsidRPr="0044654B" w:rsidRDefault="001116BA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2027</w:t>
      </w:r>
      <w:r w:rsidRPr="0044654B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0,0 тыс. рублей</w:t>
      </w:r>
    </w:p>
    <w:p w14:paraId="3592DDB0" w14:textId="0F09BBA4" w:rsidR="001116BA" w:rsidRPr="0044654B" w:rsidRDefault="001116BA" w:rsidP="00E97CE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654B">
        <w:rPr>
          <w:rFonts w:ascii="Times New Roman" w:eastAsia="Times New Roman" w:hAnsi="Times New Roman"/>
          <w:sz w:val="28"/>
          <w:szCs w:val="28"/>
          <w:lang w:eastAsia="ru-RU"/>
        </w:rPr>
        <w:t xml:space="preserve">- за счет средств федерального бюджета </w:t>
      </w:r>
      <w:r w:rsidR="00E97CEA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0,0</w:t>
      </w:r>
      <w:r w:rsidRPr="0044654B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рублей, в том числе:</w:t>
      </w:r>
    </w:p>
    <w:p w14:paraId="5E4F6B2C" w14:textId="77777777" w:rsidR="001116BA" w:rsidRPr="0044654B" w:rsidRDefault="001116BA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 xml:space="preserve">2017 год </w:t>
      </w:r>
      <w:r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0,0 тыс. рублей;</w:t>
      </w:r>
    </w:p>
    <w:p w14:paraId="27CF66B4" w14:textId="77777777" w:rsidR="001116BA" w:rsidRPr="0044654B" w:rsidRDefault="001116BA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 xml:space="preserve">2018 год </w:t>
      </w:r>
      <w:r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0,0 тыс. рублей;</w:t>
      </w:r>
    </w:p>
    <w:p w14:paraId="5AA3DA8F" w14:textId="77777777" w:rsidR="001116BA" w:rsidRPr="0044654B" w:rsidRDefault="001116BA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 xml:space="preserve">2019 год </w:t>
      </w:r>
      <w:r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0,0 тыс. рублей;</w:t>
      </w:r>
    </w:p>
    <w:p w14:paraId="5B04919D" w14:textId="77777777" w:rsidR="001116BA" w:rsidRPr="0044654B" w:rsidRDefault="001116BA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 xml:space="preserve">2020 год </w:t>
      </w:r>
      <w:r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0,0 тыс. рублей;</w:t>
      </w:r>
    </w:p>
    <w:p w14:paraId="595322EE" w14:textId="77777777" w:rsidR="001116BA" w:rsidRPr="0044654B" w:rsidRDefault="001116BA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 xml:space="preserve">2021 год </w:t>
      </w:r>
      <w:r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0,0 тыс. рублей;</w:t>
      </w:r>
    </w:p>
    <w:p w14:paraId="656FD7B4" w14:textId="77777777" w:rsidR="001116BA" w:rsidRPr="0044654B" w:rsidRDefault="001116BA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 xml:space="preserve">2022 год </w:t>
      </w:r>
      <w:r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0,0 тыс. рублей;</w:t>
      </w:r>
    </w:p>
    <w:p w14:paraId="0EB30D07" w14:textId="77777777" w:rsidR="001116BA" w:rsidRPr="0044654B" w:rsidRDefault="001116BA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 xml:space="preserve">2023 год </w:t>
      </w:r>
      <w:r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0,0 тыс. рублей;</w:t>
      </w:r>
    </w:p>
    <w:p w14:paraId="060789F5" w14:textId="77777777" w:rsidR="001116BA" w:rsidRPr="0044654B" w:rsidRDefault="001116BA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 xml:space="preserve">2024 год </w:t>
      </w:r>
      <w:r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0,0 тыс. рублей;</w:t>
      </w:r>
    </w:p>
    <w:p w14:paraId="6A442942" w14:textId="77777777" w:rsidR="001116BA" w:rsidRDefault="001116BA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 xml:space="preserve">2025 год </w:t>
      </w:r>
      <w:r>
        <w:rPr>
          <w:rFonts w:ascii="Times New Roman" w:hAnsi="Times New Roman"/>
          <w:sz w:val="28"/>
          <w:szCs w:val="28"/>
        </w:rPr>
        <w:t>- 0,0</w:t>
      </w:r>
      <w:r w:rsidRPr="0044654B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;</w:t>
      </w:r>
    </w:p>
    <w:p w14:paraId="53EFBE17" w14:textId="77777777" w:rsidR="001116BA" w:rsidRDefault="001116BA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2026</w:t>
      </w:r>
      <w:r w:rsidRPr="0044654B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0,0 тыс. рублей</w:t>
      </w:r>
      <w:r>
        <w:rPr>
          <w:rFonts w:ascii="Times New Roman" w:hAnsi="Times New Roman"/>
          <w:sz w:val="28"/>
          <w:szCs w:val="28"/>
        </w:rPr>
        <w:t>;</w:t>
      </w:r>
    </w:p>
    <w:p w14:paraId="1A46B350" w14:textId="0C003686" w:rsidR="000605FB" w:rsidRDefault="001116BA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2027</w:t>
      </w:r>
      <w:r w:rsidRPr="0044654B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0,0 тыс. рублей</w:t>
      </w:r>
      <w:r>
        <w:rPr>
          <w:rFonts w:ascii="Times New Roman" w:hAnsi="Times New Roman"/>
          <w:sz w:val="28"/>
          <w:szCs w:val="28"/>
        </w:rPr>
        <w:t>.».</w:t>
      </w:r>
    </w:p>
    <w:p w14:paraId="35E72C3A" w14:textId="009882F1" w:rsidR="00D87BC9" w:rsidRDefault="00D87BC9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2.1.2. Пункт «</w:t>
      </w:r>
      <w:r w:rsidRPr="00D87BC9">
        <w:rPr>
          <w:rFonts w:ascii="Times New Roman" w:hAnsi="Times New Roman"/>
          <w:sz w:val="28"/>
          <w:szCs w:val="28"/>
        </w:rPr>
        <w:t xml:space="preserve">Целевые показатели (индикаторы) Программы» </w:t>
      </w:r>
      <w:r>
        <w:rPr>
          <w:rFonts w:ascii="Times New Roman" w:hAnsi="Times New Roman"/>
          <w:sz w:val="28"/>
          <w:szCs w:val="28"/>
        </w:rPr>
        <w:t>изложить в следующей редакции:</w:t>
      </w:r>
    </w:p>
    <w:p w14:paraId="2BB2BB26" w14:textId="77777777" w:rsidR="00D87BC9" w:rsidRPr="00D87BC9" w:rsidRDefault="00D87BC9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D87BC9">
        <w:rPr>
          <w:rFonts w:ascii="Times New Roman" w:hAnsi="Times New Roman"/>
          <w:sz w:val="28"/>
          <w:szCs w:val="28"/>
        </w:rPr>
        <w:t>1. Удельный вес объектов недвижимости муниципальной собственности, прошедших государственную регистрацию прав, в общем числе объектов недвижимости муниципальной собственности (нарастающим итогом, %).</w:t>
      </w:r>
    </w:p>
    <w:p w14:paraId="02C25AA7" w14:textId="77777777" w:rsidR="00D87BC9" w:rsidRPr="00D87BC9" w:rsidRDefault="00D87BC9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7BC9">
        <w:rPr>
          <w:rFonts w:ascii="Times New Roman" w:hAnsi="Times New Roman"/>
          <w:sz w:val="28"/>
          <w:szCs w:val="28"/>
        </w:rPr>
        <w:t>2. Выполнение плановых показателей по неналоговым доходам местного бюджета от использования муниципального имущества (ежегодно, %).</w:t>
      </w:r>
    </w:p>
    <w:p w14:paraId="751C74D5" w14:textId="77777777" w:rsidR="00D87BC9" w:rsidRPr="00D87BC9" w:rsidRDefault="00D87BC9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7BC9">
        <w:rPr>
          <w:rFonts w:ascii="Times New Roman" w:hAnsi="Times New Roman"/>
          <w:sz w:val="28"/>
          <w:szCs w:val="28"/>
        </w:rPr>
        <w:t>3. Количество действующих договоров аренды объектов недвижимости, находящихся в собственности муниципального образования Ногликский муниципальный округ Сахалинской области (ежегодно, ед.).</w:t>
      </w:r>
    </w:p>
    <w:p w14:paraId="5FBB0A1D" w14:textId="110EEC52" w:rsidR="00D87BC9" w:rsidRPr="00D87BC9" w:rsidRDefault="00D87BC9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7BC9">
        <w:rPr>
          <w:rFonts w:ascii="Times New Roman" w:hAnsi="Times New Roman"/>
          <w:sz w:val="28"/>
          <w:szCs w:val="28"/>
        </w:rPr>
        <w:t xml:space="preserve">4. Количество объектов недвижимости в кадастровых кварталах, </w:t>
      </w:r>
      <w:r w:rsidR="00E97CEA">
        <w:rPr>
          <w:rFonts w:ascii="Times New Roman" w:hAnsi="Times New Roman"/>
          <w:sz w:val="28"/>
          <w:szCs w:val="28"/>
        </w:rPr>
        <w:br/>
      </w:r>
      <w:r w:rsidRPr="00D87BC9">
        <w:rPr>
          <w:rFonts w:ascii="Times New Roman" w:hAnsi="Times New Roman"/>
          <w:sz w:val="28"/>
          <w:szCs w:val="28"/>
        </w:rPr>
        <w:t>в отношении которых проведены комплексные кадастровые работы (</w:t>
      </w:r>
      <w:r w:rsidR="00BB2FF6" w:rsidRPr="00D87BC9">
        <w:rPr>
          <w:rFonts w:ascii="Times New Roman" w:hAnsi="Times New Roman"/>
          <w:sz w:val="28"/>
          <w:szCs w:val="28"/>
        </w:rPr>
        <w:t>ежегодно</w:t>
      </w:r>
      <w:r w:rsidRPr="00D87BC9">
        <w:rPr>
          <w:rFonts w:ascii="Times New Roman" w:hAnsi="Times New Roman"/>
          <w:sz w:val="28"/>
          <w:szCs w:val="28"/>
        </w:rPr>
        <w:t>, ед.).</w:t>
      </w:r>
    </w:p>
    <w:p w14:paraId="257FD952" w14:textId="135554C9" w:rsidR="00D87BC9" w:rsidRPr="00D87BC9" w:rsidRDefault="00D87BC9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7BC9">
        <w:rPr>
          <w:rFonts w:ascii="Times New Roman" w:hAnsi="Times New Roman"/>
          <w:sz w:val="28"/>
          <w:szCs w:val="28"/>
        </w:rPr>
        <w:t xml:space="preserve">5. Удельный вес площади ликвидированных мест захламления </w:t>
      </w:r>
      <w:r w:rsidR="00E97CEA">
        <w:rPr>
          <w:rFonts w:ascii="Times New Roman" w:hAnsi="Times New Roman"/>
          <w:sz w:val="28"/>
          <w:szCs w:val="28"/>
        </w:rPr>
        <w:br/>
      </w:r>
      <w:r w:rsidRPr="00D87BC9">
        <w:rPr>
          <w:rFonts w:ascii="Times New Roman" w:hAnsi="Times New Roman"/>
          <w:sz w:val="28"/>
          <w:szCs w:val="28"/>
        </w:rPr>
        <w:t>и загрязнения земель от общей площади земель, в отношении которых выявлен факт загрязнения и захламления (ежегодно при наличии, %).</w:t>
      </w:r>
    </w:p>
    <w:p w14:paraId="7F387164" w14:textId="68E5789D" w:rsidR="00D87BC9" w:rsidRPr="00D87BC9" w:rsidRDefault="00D87BC9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7BC9">
        <w:rPr>
          <w:rFonts w:ascii="Times New Roman" w:hAnsi="Times New Roman"/>
          <w:sz w:val="28"/>
          <w:szCs w:val="28"/>
        </w:rPr>
        <w:lastRenderedPageBreak/>
        <w:t>6. Удельный вес освобожденных земельных участков от общей площади земель, в отношении которых выявлен факт самовольного занятия (ежегодно при наличии, %).</w:t>
      </w:r>
      <w:r>
        <w:rPr>
          <w:rFonts w:ascii="Times New Roman" w:hAnsi="Times New Roman"/>
          <w:sz w:val="28"/>
          <w:szCs w:val="28"/>
        </w:rPr>
        <w:t>».</w:t>
      </w:r>
    </w:p>
    <w:p w14:paraId="50AC4818" w14:textId="0906063F" w:rsidR="00CC66B6" w:rsidRDefault="00CC66B6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</w:t>
      </w:r>
      <w:r w:rsidR="00D87BC9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44654B">
        <w:rPr>
          <w:rFonts w:ascii="Times New Roman" w:eastAsia="Times New Roman" w:hAnsi="Times New Roman"/>
          <w:sz w:val="28"/>
          <w:szCs w:val="28"/>
          <w:lang w:eastAsia="ru-RU"/>
        </w:rPr>
        <w:t>ункт</w:t>
      </w:r>
      <w:r w:rsidRPr="00CC66B6">
        <w:rPr>
          <w:sz w:val="28"/>
          <w:szCs w:val="28"/>
        </w:rPr>
        <w:t xml:space="preserve"> </w:t>
      </w:r>
      <w:r w:rsidRPr="00CC66B6">
        <w:rPr>
          <w:rFonts w:ascii="Times New Roman" w:hAnsi="Times New Roman"/>
          <w:sz w:val="28"/>
          <w:szCs w:val="28"/>
        </w:rPr>
        <w:t>«Ожидаемые результаты реализации Программы»</w:t>
      </w:r>
      <w:r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14:paraId="63D6AD53" w14:textId="77777777" w:rsidR="00CC66B6" w:rsidRPr="00CC66B6" w:rsidRDefault="00CC66B6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CC66B6">
        <w:rPr>
          <w:rFonts w:ascii="Times New Roman" w:hAnsi="Times New Roman"/>
          <w:sz w:val="28"/>
          <w:szCs w:val="28"/>
        </w:rPr>
        <w:t>1. Удельный вес объектов недвижимости муниципальной собственности, прошедших государственную регистрацию прав, в общем числе объектов недвижимости муниципальной собственности к концу 2027 года составит 100 %.</w:t>
      </w:r>
    </w:p>
    <w:p w14:paraId="3DC43D11" w14:textId="178FE371" w:rsidR="00CC66B6" w:rsidRPr="00CC66B6" w:rsidRDefault="00CC66B6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66B6">
        <w:rPr>
          <w:rFonts w:ascii="Times New Roman" w:hAnsi="Times New Roman"/>
          <w:sz w:val="28"/>
          <w:szCs w:val="28"/>
        </w:rPr>
        <w:t xml:space="preserve">2. Выполнение плановых показателей по неналоговым доходам местного бюджета от использования муниципального имущества составит </w:t>
      </w:r>
      <w:r w:rsidR="00E97CEA">
        <w:rPr>
          <w:rFonts w:ascii="Times New Roman" w:hAnsi="Times New Roman"/>
          <w:sz w:val="28"/>
          <w:szCs w:val="28"/>
        </w:rPr>
        <w:br/>
      </w:r>
      <w:r w:rsidRPr="00CC66B6">
        <w:rPr>
          <w:rFonts w:ascii="Times New Roman" w:hAnsi="Times New Roman"/>
          <w:sz w:val="28"/>
          <w:szCs w:val="28"/>
        </w:rPr>
        <w:t>не менее 100 % ежегодно.</w:t>
      </w:r>
    </w:p>
    <w:p w14:paraId="1BE37E42" w14:textId="2D537850" w:rsidR="00CC66B6" w:rsidRPr="00CC66B6" w:rsidRDefault="006A1C4B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CC66B6" w:rsidRPr="00CC66B6">
        <w:rPr>
          <w:rFonts w:ascii="Times New Roman" w:hAnsi="Times New Roman"/>
          <w:sz w:val="28"/>
          <w:szCs w:val="28"/>
        </w:rPr>
        <w:t>. Количество действующих договоров аренды объектов недвижимости, находящихся в собственности муниципального образования Ногликский муниципальный округ Сахалинской области</w:t>
      </w:r>
      <w:r w:rsidR="00CC66B6">
        <w:rPr>
          <w:rFonts w:ascii="Times New Roman" w:hAnsi="Times New Roman"/>
          <w:sz w:val="28"/>
          <w:szCs w:val="28"/>
        </w:rPr>
        <w:t>,</w:t>
      </w:r>
      <w:r w:rsidR="00CC66B6" w:rsidRPr="00CC66B6">
        <w:rPr>
          <w:rFonts w:ascii="Times New Roman" w:hAnsi="Times New Roman"/>
          <w:sz w:val="28"/>
          <w:szCs w:val="28"/>
        </w:rPr>
        <w:t xml:space="preserve"> к концу 2027 года составит 13 ед.</w:t>
      </w:r>
    </w:p>
    <w:p w14:paraId="016F6121" w14:textId="1CB430BD" w:rsidR="00CC66B6" w:rsidRPr="00CC66B6" w:rsidRDefault="006A1C4B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CC66B6" w:rsidRPr="00CC66B6">
        <w:rPr>
          <w:rFonts w:ascii="Times New Roman" w:hAnsi="Times New Roman"/>
          <w:sz w:val="28"/>
          <w:szCs w:val="28"/>
        </w:rPr>
        <w:t xml:space="preserve">. Количество объектов недвижимости в кадастровых кварталах, </w:t>
      </w:r>
      <w:r w:rsidR="00E97CEA">
        <w:rPr>
          <w:rFonts w:ascii="Times New Roman" w:hAnsi="Times New Roman"/>
          <w:sz w:val="28"/>
          <w:szCs w:val="28"/>
        </w:rPr>
        <w:br/>
      </w:r>
      <w:r w:rsidR="00CC66B6" w:rsidRPr="00CC66B6">
        <w:rPr>
          <w:rFonts w:ascii="Times New Roman" w:hAnsi="Times New Roman"/>
          <w:sz w:val="28"/>
          <w:szCs w:val="28"/>
        </w:rPr>
        <w:t xml:space="preserve">в отношении которых проведены комплексные </w:t>
      </w:r>
      <w:r w:rsidR="00CC66B6" w:rsidRPr="00CD28B5">
        <w:rPr>
          <w:rFonts w:ascii="Times New Roman" w:hAnsi="Times New Roman"/>
          <w:sz w:val="28"/>
          <w:szCs w:val="28"/>
        </w:rPr>
        <w:t>кадастровые</w:t>
      </w:r>
      <w:r w:rsidR="00313288" w:rsidRPr="00CD28B5">
        <w:rPr>
          <w:rFonts w:ascii="Times New Roman" w:hAnsi="Times New Roman"/>
          <w:sz w:val="28"/>
          <w:szCs w:val="28"/>
        </w:rPr>
        <w:t xml:space="preserve"> работы</w:t>
      </w:r>
      <w:r w:rsidR="00CC66B6" w:rsidRPr="00CC66B6">
        <w:rPr>
          <w:rFonts w:ascii="Times New Roman" w:hAnsi="Times New Roman"/>
          <w:sz w:val="28"/>
          <w:szCs w:val="28"/>
        </w:rPr>
        <w:t xml:space="preserve">, составит </w:t>
      </w:r>
      <w:r w:rsidR="00E97CEA">
        <w:rPr>
          <w:rFonts w:ascii="Times New Roman" w:hAnsi="Times New Roman"/>
          <w:sz w:val="28"/>
          <w:szCs w:val="28"/>
        </w:rPr>
        <w:br/>
      </w:r>
      <w:r w:rsidR="00CC66B6" w:rsidRPr="00CC66B6">
        <w:rPr>
          <w:rFonts w:ascii="Times New Roman" w:hAnsi="Times New Roman"/>
          <w:sz w:val="28"/>
          <w:szCs w:val="28"/>
        </w:rPr>
        <w:t xml:space="preserve">не менее </w:t>
      </w:r>
      <w:r>
        <w:rPr>
          <w:rFonts w:ascii="Times New Roman" w:hAnsi="Times New Roman"/>
          <w:sz w:val="28"/>
          <w:szCs w:val="28"/>
        </w:rPr>
        <w:t>974</w:t>
      </w:r>
      <w:r w:rsidR="00CC66B6" w:rsidRPr="00CC66B6">
        <w:rPr>
          <w:rFonts w:ascii="Times New Roman" w:hAnsi="Times New Roman"/>
          <w:sz w:val="28"/>
          <w:szCs w:val="28"/>
        </w:rPr>
        <w:t xml:space="preserve"> ед.</w:t>
      </w:r>
    </w:p>
    <w:p w14:paraId="28EDD67A" w14:textId="1DF98F9C" w:rsidR="00CC66B6" w:rsidRPr="00CC66B6" w:rsidRDefault="006A1C4B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CC66B6" w:rsidRPr="00CC66B6">
        <w:rPr>
          <w:rFonts w:ascii="Times New Roman" w:hAnsi="Times New Roman"/>
          <w:sz w:val="28"/>
          <w:szCs w:val="28"/>
        </w:rPr>
        <w:t xml:space="preserve">. Удельный вес площади ликвидированных мест захламления </w:t>
      </w:r>
      <w:r w:rsidR="00E97CEA">
        <w:rPr>
          <w:rFonts w:ascii="Times New Roman" w:hAnsi="Times New Roman"/>
          <w:sz w:val="28"/>
          <w:szCs w:val="28"/>
        </w:rPr>
        <w:br/>
      </w:r>
      <w:r w:rsidR="00CC66B6" w:rsidRPr="00CC66B6">
        <w:rPr>
          <w:rFonts w:ascii="Times New Roman" w:hAnsi="Times New Roman"/>
          <w:sz w:val="28"/>
          <w:szCs w:val="28"/>
        </w:rPr>
        <w:t>и загрязнения земель от общей площади земель, в отношении которых выявлен факт загрязнения и захламления, составит не менее 100 % ежегодно (при наличии).</w:t>
      </w:r>
    </w:p>
    <w:p w14:paraId="51833BF3" w14:textId="11AC254D" w:rsidR="00CC66B6" w:rsidRDefault="006A1C4B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CC66B6" w:rsidRPr="00CC66B6">
        <w:rPr>
          <w:rFonts w:ascii="Times New Roman" w:hAnsi="Times New Roman"/>
          <w:sz w:val="28"/>
          <w:szCs w:val="28"/>
        </w:rPr>
        <w:t>. Удельный вес освобожденных земельных участков от общей площади земель, в отношении которых выявлен факт самовольного занятия, составит не менее 100 % ежегодно (при наличии).</w:t>
      </w:r>
      <w:r w:rsidR="00CC66B6">
        <w:rPr>
          <w:rFonts w:ascii="Times New Roman" w:hAnsi="Times New Roman"/>
          <w:sz w:val="28"/>
          <w:szCs w:val="28"/>
        </w:rPr>
        <w:t>».</w:t>
      </w:r>
    </w:p>
    <w:p w14:paraId="141FB4E5" w14:textId="2EE4EAEF" w:rsidR="000A68AF" w:rsidRDefault="000A68AF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 Раздел 3 «П</w:t>
      </w:r>
      <w:r w:rsidRPr="000A68AF">
        <w:rPr>
          <w:rFonts w:ascii="Times New Roman" w:hAnsi="Times New Roman"/>
          <w:sz w:val="28"/>
          <w:szCs w:val="28"/>
        </w:rPr>
        <w:t>оказател</w:t>
      </w:r>
      <w:r>
        <w:rPr>
          <w:rFonts w:ascii="Times New Roman" w:hAnsi="Times New Roman"/>
          <w:sz w:val="28"/>
          <w:szCs w:val="28"/>
        </w:rPr>
        <w:t xml:space="preserve">и (индикаторы) достижения цели </w:t>
      </w:r>
      <w:r w:rsidRPr="000A68AF">
        <w:rPr>
          <w:rFonts w:ascii="Times New Roman" w:hAnsi="Times New Roman"/>
          <w:sz w:val="28"/>
          <w:szCs w:val="28"/>
        </w:rPr>
        <w:t>и решения задач муниципальной программы</w:t>
      </w:r>
      <w:r>
        <w:rPr>
          <w:rFonts w:ascii="Times New Roman" w:hAnsi="Times New Roman"/>
          <w:sz w:val="28"/>
          <w:szCs w:val="28"/>
        </w:rPr>
        <w:t>» изложить в следующей редакции:</w:t>
      </w:r>
    </w:p>
    <w:p w14:paraId="7CEDEBBB" w14:textId="77777777" w:rsidR="000A68AF" w:rsidRPr="000A68AF" w:rsidRDefault="000A68AF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0A68AF">
        <w:rPr>
          <w:rFonts w:ascii="Times New Roman" w:hAnsi="Times New Roman"/>
          <w:sz w:val="28"/>
          <w:szCs w:val="28"/>
        </w:rPr>
        <w:t>Основными показателями (индикаторами) Программы являются:</w:t>
      </w:r>
    </w:p>
    <w:p w14:paraId="4E79504E" w14:textId="77777777" w:rsidR="000A68AF" w:rsidRPr="000A68AF" w:rsidRDefault="000A68AF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68AF">
        <w:rPr>
          <w:rFonts w:ascii="Times New Roman" w:hAnsi="Times New Roman"/>
          <w:sz w:val="28"/>
          <w:szCs w:val="28"/>
        </w:rPr>
        <w:t>1. Удельный вес объектов недвижимости муниципальной собственности, прошедших государственную регистрацию прав, в общем числе объектов недвижимости муниципальной собственности (нарастающим итогом, %);</w:t>
      </w:r>
    </w:p>
    <w:p w14:paraId="1F0AA56B" w14:textId="77777777" w:rsidR="000A68AF" w:rsidRPr="000A68AF" w:rsidRDefault="000A68AF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68AF">
        <w:rPr>
          <w:rFonts w:ascii="Times New Roman" w:hAnsi="Times New Roman"/>
          <w:sz w:val="28"/>
          <w:szCs w:val="28"/>
        </w:rPr>
        <w:t>Данный показатель рассчитывается по следующей формуле:</w:t>
      </w:r>
    </w:p>
    <w:p w14:paraId="7678AE9E" w14:textId="77777777" w:rsidR="000A68AF" w:rsidRPr="000A68AF" w:rsidRDefault="000A68AF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68AF">
        <w:rPr>
          <w:rFonts w:ascii="Times New Roman" w:hAnsi="Times New Roman"/>
          <w:sz w:val="28"/>
          <w:szCs w:val="28"/>
        </w:rPr>
        <w:t>П1 = (</w:t>
      </w:r>
      <w:proofErr w:type="spellStart"/>
      <w:r w:rsidRPr="000A68AF">
        <w:rPr>
          <w:rFonts w:ascii="Times New Roman" w:hAnsi="Times New Roman"/>
          <w:sz w:val="28"/>
          <w:szCs w:val="28"/>
        </w:rPr>
        <w:t>Ксп</w:t>
      </w:r>
      <w:proofErr w:type="spellEnd"/>
      <w:r w:rsidRPr="000A68AF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Pr="000A68AF">
        <w:rPr>
          <w:rFonts w:ascii="Times New Roman" w:hAnsi="Times New Roman"/>
          <w:sz w:val="28"/>
          <w:szCs w:val="28"/>
        </w:rPr>
        <w:t>Коб</w:t>
      </w:r>
      <w:proofErr w:type="spellEnd"/>
      <w:r w:rsidRPr="000A68AF">
        <w:rPr>
          <w:rFonts w:ascii="Times New Roman" w:hAnsi="Times New Roman"/>
          <w:sz w:val="28"/>
          <w:szCs w:val="28"/>
        </w:rPr>
        <w:t>) x 100 %,</w:t>
      </w:r>
    </w:p>
    <w:p w14:paraId="0ECFDECF" w14:textId="77777777" w:rsidR="000A68AF" w:rsidRPr="000A68AF" w:rsidRDefault="000A68AF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68AF">
        <w:rPr>
          <w:rFonts w:ascii="Times New Roman" w:hAnsi="Times New Roman"/>
          <w:sz w:val="28"/>
          <w:szCs w:val="28"/>
        </w:rPr>
        <w:t>где:</w:t>
      </w:r>
    </w:p>
    <w:p w14:paraId="57A364F8" w14:textId="16369350" w:rsidR="000A68AF" w:rsidRPr="000A68AF" w:rsidRDefault="000A68AF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68AF">
        <w:rPr>
          <w:rFonts w:ascii="Times New Roman" w:hAnsi="Times New Roman"/>
          <w:sz w:val="28"/>
          <w:szCs w:val="28"/>
        </w:rPr>
        <w:t xml:space="preserve">П1 </w:t>
      </w:r>
      <w:r w:rsidR="00E97CEA">
        <w:rPr>
          <w:rFonts w:ascii="Times New Roman" w:hAnsi="Times New Roman"/>
          <w:sz w:val="28"/>
          <w:szCs w:val="28"/>
        </w:rPr>
        <w:t>-</w:t>
      </w:r>
      <w:r w:rsidRPr="000A68AF">
        <w:rPr>
          <w:rFonts w:ascii="Times New Roman" w:hAnsi="Times New Roman"/>
          <w:sz w:val="28"/>
          <w:szCs w:val="28"/>
        </w:rPr>
        <w:t xml:space="preserve"> удельный вес объектов недвижимости муниципальной собственности, прошедших государственную регистрацию прав, в общем числе объектов недвижимости муниципальной собственности, учитываемом </w:t>
      </w:r>
      <w:r w:rsidR="00E97CEA">
        <w:rPr>
          <w:rFonts w:ascii="Times New Roman" w:hAnsi="Times New Roman"/>
          <w:sz w:val="28"/>
          <w:szCs w:val="28"/>
        </w:rPr>
        <w:br/>
      </w:r>
      <w:r w:rsidRPr="000A68AF">
        <w:rPr>
          <w:rFonts w:ascii="Times New Roman" w:hAnsi="Times New Roman"/>
          <w:sz w:val="28"/>
          <w:szCs w:val="28"/>
        </w:rPr>
        <w:t>в Реестре (%);</w:t>
      </w:r>
    </w:p>
    <w:p w14:paraId="326559A8" w14:textId="0BE87FE5" w:rsidR="000A68AF" w:rsidRPr="000A68AF" w:rsidRDefault="000A68AF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A68AF">
        <w:rPr>
          <w:rFonts w:ascii="Times New Roman" w:hAnsi="Times New Roman"/>
          <w:sz w:val="28"/>
          <w:szCs w:val="28"/>
        </w:rPr>
        <w:t>Ксп</w:t>
      </w:r>
      <w:proofErr w:type="spellEnd"/>
      <w:r w:rsidRPr="000A68AF">
        <w:rPr>
          <w:rFonts w:ascii="Times New Roman" w:hAnsi="Times New Roman"/>
          <w:sz w:val="28"/>
          <w:szCs w:val="28"/>
        </w:rPr>
        <w:t xml:space="preserve"> </w:t>
      </w:r>
      <w:r w:rsidR="00E97CEA">
        <w:rPr>
          <w:rFonts w:ascii="Times New Roman" w:hAnsi="Times New Roman"/>
          <w:sz w:val="28"/>
          <w:szCs w:val="28"/>
        </w:rPr>
        <w:t>-</w:t>
      </w:r>
      <w:r w:rsidRPr="000A68AF">
        <w:rPr>
          <w:rFonts w:ascii="Times New Roman" w:hAnsi="Times New Roman"/>
          <w:sz w:val="28"/>
          <w:szCs w:val="28"/>
        </w:rPr>
        <w:t xml:space="preserve"> количество объектов недвижимости муниципальной собственности, в отношении которых проведена государственная регистрация права собственности муниципального образования (на основании данных </w:t>
      </w:r>
      <w:proofErr w:type="spellStart"/>
      <w:r w:rsidRPr="000A68AF">
        <w:rPr>
          <w:rFonts w:ascii="Times New Roman" w:hAnsi="Times New Roman"/>
          <w:sz w:val="28"/>
          <w:szCs w:val="28"/>
        </w:rPr>
        <w:t>Росреестра</w:t>
      </w:r>
      <w:proofErr w:type="spellEnd"/>
      <w:r w:rsidRPr="000A68AF">
        <w:rPr>
          <w:rFonts w:ascii="Times New Roman" w:hAnsi="Times New Roman"/>
          <w:sz w:val="28"/>
          <w:szCs w:val="28"/>
        </w:rPr>
        <w:t>) (единиц);</w:t>
      </w:r>
    </w:p>
    <w:p w14:paraId="752D5A85" w14:textId="1DE6CA04" w:rsidR="000A68AF" w:rsidRPr="000A68AF" w:rsidRDefault="000A68AF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A68AF">
        <w:rPr>
          <w:rFonts w:ascii="Times New Roman" w:hAnsi="Times New Roman"/>
          <w:sz w:val="28"/>
          <w:szCs w:val="28"/>
        </w:rPr>
        <w:lastRenderedPageBreak/>
        <w:t>Коб</w:t>
      </w:r>
      <w:proofErr w:type="spellEnd"/>
      <w:r w:rsidRPr="000A68AF">
        <w:rPr>
          <w:rFonts w:ascii="Times New Roman" w:hAnsi="Times New Roman"/>
          <w:sz w:val="28"/>
          <w:szCs w:val="28"/>
        </w:rPr>
        <w:t xml:space="preserve"> </w:t>
      </w:r>
      <w:r w:rsidR="00E97CEA">
        <w:rPr>
          <w:rFonts w:ascii="Times New Roman" w:hAnsi="Times New Roman"/>
          <w:sz w:val="28"/>
          <w:szCs w:val="28"/>
        </w:rPr>
        <w:t>-</w:t>
      </w:r>
      <w:r w:rsidRPr="000A68AF">
        <w:rPr>
          <w:rFonts w:ascii="Times New Roman" w:hAnsi="Times New Roman"/>
          <w:sz w:val="28"/>
          <w:szCs w:val="28"/>
        </w:rPr>
        <w:t xml:space="preserve"> общее количество объектов недвижимости муниципальной собственности, учтенных в Реестре (на основании данных Реестра (единиц);</w:t>
      </w:r>
    </w:p>
    <w:p w14:paraId="67F68E02" w14:textId="77777777" w:rsidR="000A68AF" w:rsidRPr="000A68AF" w:rsidRDefault="000A68AF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68AF">
        <w:rPr>
          <w:rFonts w:ascii="Times New Roman" w:hAnsi="Times New Roman"/>
          <w:sz w:val="28"/>
          <w:szCs w:val="28"/>
        </w:rPr>
        <w:t>2. Выполнение плановых показателей по неналоговым доходам местного бюджета от использования муниципального имущества (ежегодно, %);</w:t>
      </w:r>
    </w:p>
    <w:p w14:paraId="78B2DFEE" w14:textId="77777777" w:rsidR="000A68AF" w:rsidRPr="000A68AF" w:rsidRDefault="000A68AF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68AF">
        <w:rPr>
          <w:rFonts w:ascii="Times New Roman" w:hAnsi="Times New Roman"/>
          <w:sz w:val="28"/>
          <w:szCs w:val="28"/>
        </w:rPr>
        <w:t>Данный показатель рассчитывается по следующей формуле:</w:t>
      </w:r>
    </w:p>
    <w:p w14:paraId="01459B4F" w14:textId="77777777" w:rsidR="000A68AF" w:rsidRPr="000A68AF" w:rsidRDefault="000A68AF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68AF">
        <w:rPr>
          <w:rFonts w:ascii="Times New Roman" w:hAnsi="Times New Roman"/>
          <w:sz w:val="28"/>
          <w:szCs w:val="28"/>
        </w:rPr>
        <w:t>П2 = (</w:t>
      </w:r>
      <w:proofErr w:type="spellStart"/>
      <w:r w:rsidRPr="000A68AF">
        <w:rPr>
          <w:rFonts w:ascii="Times New Roman" w:hAnsi="Times New Roman"/>
          <w:sz w:val="28"/>
          <w:szCs w:val="28"/>
        </w:rPr>
        <w:t>Сф</w:t>
      </w:r>
      <w:proofErr w:type="spellEnd"/>
      <w:r w:rsidRPr="000A68AF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Pr="000A68AF">
        <w:rPr>
          <w:rFonts w:ascii="Times New Roman" w:hAnsi="Times New Roman"/>
          <w:sz w:val="28"/>
          <w:szCs w:val="28"/>
        </w:rPr>
        <w:t>Сп</w:t>
      </w:r>
      <w:proofErr w:type="spellEnd"/>
      <w:r w:rsidRPr="000A68AF">
        <w:rPr>
          <w:rFonts w:ascii="Times New Roman" w:hAnsi="Times New Roman"/>
          <w:sz w:val="28"/>
          <w:szCs w:val="28"/>
        </w:rPr>
        <w:t>) x 100 %,</w:t>
      </w:r>
    </w:p>
    <w:p w14:paraId="6663E443" w14:textId="77777777" w:rsidR="000A68AF" w:rsidRPr="000A68AF" w:rsidRDefault="000A68AF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68AF">
        <w:rPr>
          <w:rFonts w:ascii="Times New Roman" w:hAnsi="Times New Roman"/>
          <w:sz w:val="28"/>
          <w:szCs w:val="28"/>
        </w:rPr>
        <w:t>где:</w:t>
      </w:r>
    </w:p>
    <w:p w14:paraId="2138D1E2" w14:textId="25DF1582" w:rsidR="000A68AF" w:rsidRPr="000A68AF" w:rsidRDefault="000A68AF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68AF">
        <w:rPr>
          <w:rFonts w:ascii="Times New Roman" w:hAnsi="Times New Roman"/>
          <w:sz w:val="28"/>
          <w:szCs w:val="28"/>
        </w:rPr>
        <w:t>П2 - выполнение плановых показателей по неналоговым доходам местного бюджета от использования</w:t>
      </w:r>
      <w:r w:rsidR="00E97CEA">
        <w:rPr>
          <w:rFonts w:ascii="Times New Roman" w:hAnsi="Times New Roman"/>
          <w:sz w:val="28"/>
          <w:szCs w:val="28"/>
        </w:rPr>
        <w:t xml:space="preserve"> муниципального имущества (%);</w:t>
      </w:r>
    </w:p>
    <w:p w14:paraId="1BD88D7E" w14:textId="57C7CD61" w:rsidR="000A68AF" w:rsidRPr="000A68AF" w:rsidRDefault="000A68AF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A68AF">
        <w:rPr>
          <w:rFonts w:ascii="Times New Roman" w:hAnsi="Times New Roman"/>
          <w:sz w:val="28"/>
          <w:szCs w:val="28"/>
        </w:rPr>
        <w:t>Сф</w:t>
      </w:r>
      <w:proofErr w:type="spellEnd"/>
      <w:r w:rsidRPr="000A68AF">
        <w:rPr>
          <w:rFonts w:ascii="Times New Roman" w:hAnsi="Times New Roman"/>
          <w:sz w:val="28"/>
          <w:szCs w:val="28"/>
        </w:rPr>
        <w:t xml:space="preserve"> </w:t>
      </w:r>
      <w:r w:rsidR="00E97CEA">
        <w:rPr>
          <w:rFonts w:ascii="Times New Roman" w:hAnsi="Times New Roman"/>
          <w:sz w:val="28"/>
          <w:szCs w:val="28"/>
        </w:rPr>
        <w:t>-</w:t>
      </w:r>
      <w:r w:rsidRPr="000A68AF">
        <w:rPr>
          <w:rFonts w:ascii="Times New Roman" w:hAnsi="Times New Roman"/>
          <w:sz w:val="28"/>
          <w:szCs w:val="28"/>
        </w:rPr>
        <w:t xml:space="preserve"> сумма денежных средств, фактически поступивших в бюджет муниципального образования от использования муниципального имущества (аренда имущества) по состоянию на 01 января года, следующего за отчетным (тыс. рублей);</w:t>
      </w:r>
    </w:p>
    <w:p w14:paraId="5DB8CBB3" w14:textId="5C286EFC" w:rsidR="000A68AF" w:rsidRPr="000A68AF" w:rsidRDefault="000A68AF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A68AF">
        <w:rPr>
          <w:rFonts w:ascii="Times New Roman" w:hAnsi="Times New Roman"/>
          <w:sz w:val="28"/>
          <w:szCs w:val="28"/>
        </w:rPr>
        <w:t>Сп</w:t>
      </w:r>
      <w:proofErr w:type="spellEnd"/>
      <w:r w:rsidRPr="000A68AF">
        <w:rPr>
          <w:rFonts w:ascii="Times New Roman" w:hAnsi="Times New Roman"/>
          <w:sz w:val="28"/>
          <w:szCs w:val="28"/>
        </w:rPr>
        <w:t xml:space="preserve"> </w:t>
      </w:r>
      <w:r w:rsidR="00E97CEA">
        <w:rPr>
          <w:rFonts w:ascii="Times New Roman" w:hAnsi="Times New Roman"/>
          <w:sz w:val="28"/>
          <w:szCs w:val="28"/>
        </w:rPr>
        <w:t>-</w:t>
      </w:r>
      <w:r w:rsidRPr="000A68AF">
        <w:rPr>
          <w:rFonts w:ascii="Times New Roman" w:hAnsi="Times New Roman"/>
          <w:sz w:val="28"/>
          <w:szCs w:val="28"/>
        </w:rPr>
        <w:t xml:space="preserve"> сумма денежных средств, планируемых к поступлению в бюджет муниципального образования (доходы от аренды земли и имущества) </w:t>
      </w:r>
      <w:r w:rsidR="00E97CEA">
        <w:rPr>
          <w:rFonts w:ascii="Times New Roman" w:hAnsi="Times New Roman"/>
          <w:sz w:val="28"/>
          <w:szCs w:val="28"/>
        </w:rPr>
        <w:br/>
      </w:r>
      <w:r w:rsidRPr="000A68AF">
        <w:rPr>
          <w:rFonts w:ascii="Times New Roman" w:hAnsi="Times New Roman"/>
          <w:sz w:val="28"/>
          <w:szCs w:val="28"/>
        </w:rPr>
        <w:t xml:space="preserve">(на основании утвержденного бюджета муниципального образования </w:t>
      </w:r>
      <w:r w:rsidR="00E97CEA">
        <w:rPr>
          <w:rFonts w:ascii="Times New Roman" w:hAnsi="Times New Roman"/>
          <w:sz w:val="28"/>
          <w:szCs w:val="28"/>
        </w:rPr>
        <w:br/>
      </w:r>
      <w:r w:rsidRPr="000A68AF">
        <w:rPr>
          <w:rFonts w:ascii="Times New Roman" w:hAnsi="Times New Roman"/>
          <w:sz w:val="28"/>
          <w:szCs w:val="28"/>
        </w:rPr>
        <w:t>на предстоящий год) (тыс. рублей);</w:t>
      </w:r>
    </w:p>
    <w:p w14:paraId="156B8352" w14:textId="77777777" w:rsidR="000A68AF" w:rsidRPr="000A68AF" w:rsidRDefault="000A68AF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68AF">
        <w:rPr>
          <w:rFonts w:ascii="Times New Roman" w:hAnsi="Times New Roman"/>
          <w:sz w:val="28"/>
          <w:szCs w:val="28"/>
        </w:rPr>
        <w:t>3. Количество действующих договоров аренды объектов недвижимости, находящихся в собственности муниципального образования Ногликский муниципальный округ Сахалинской области (ежегодно, ед.).</w:t>
      </w:r>
    </w:p>
    <w:p w14:paraId="5899ACD7" w14:textId="75D95483" w:rsidR="000A68AF" w:rsidRPr="000A68AF" w:rsidRDefault="000A68AF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68AF">
        <w:rPr>
          <w:rFonts w:ascii="Times New Roman" w:hAnsi="Times New Roman"/>
          <w:sz w:val="28"/>
          <w:szCs w:val="28"/>
        </w:rPr>
        <w:t xml:space="preserve">4. Количество объектов недвижимости в кадастровых кварталах, </w:t>
      </w:r>
      <w:r w:rsidR="00E97CEA">
        <w:rPr>
          <w:rFonts w:ascii="Times New Roman" w:hAnsi="Times New Roman"/>
          <w:sz w:val="28"/>
          <w:szCs w:val="28"/>
        </w:rPr>
        <w:br/>
      </w:r>
      <w:r w:rsidRPr="000A68AF">
        <w:rPr>
          <w:rFonts w:ascii="Times New Roman" w:hAnsi="Times New Roman"/>
          <w:sz w:val="28"/>
          <w:szCs w:val="28"/>
        </w:rPr>
        <w:t>в отношении которых проведены комплексные кадастровые работы (</w:t>
      </w:r>
      <w:r w:rsidR="00BB2FF6" w:rsidRPr="00D87BC9">
        <w:rPr>
          <w:rFonts w:ascii="Times New Roman" w:hAnsi="Times New Roman"/>
          <w:sz w:val="28"/>
          <w:szCs w:val="28"/>
        </w:rPr>
        <w:t>ежегодно</w:t>
      </w:r>
      <w:r w:rsidRPr="000A68AF">
        <w:rPr>
          <w:rFonts w:ascii="Times New Roman" w:hAnsi="Times New Roman"/>
          <w:sz w:val="28"/>
          <w:szCs w:val="28"/>
        </w:rPr>
        <w:t>, ед.).</w:t>
      </w:r>
    </w:p>
    <w:p w14:paraId="1A889BF5" w14:textId="05177E0A" w:rsidR="000A68AF" w:rsidRPr="000A68AF" w:rsidRDefault="000A68AF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68AF">
        <w:rPr>
          <w:rFonts w:ascii="Times New Roman" w:hAnsi="Times New Roman"/>
          <w:sz w:val="28"/>
          <w:szCs w:val="28"/>
        </w:rPr>
        <w:t xml:space="preserve">5. Удельный вес площади ликвидированных мест захламления </w:t>
      </w:r>
      <w:r w:rsidR="00E97CEA">
        <w:rPr>
          <w:rFonts w:ascii="Times New Roman" w:hAnsi="Times New Roman"/>
          <w:sz w:val="28"/>
          <w:szCs w:val="28"/>
        </w:rPr>
        <w:br/>
      </w:r>
      <w:r w:rsidRPr="000A68AF">
        <w:rPr>
          <w:rFonts w:ascii="Times New Roman" w:hAnsi="Times New Roman"/>
          <w:sz w:val="28"/>
          <w:szCs w:val="28"/>
        </w:rPr>
        <w:t>и загрязнения земель от общей площади земель, в отношении которых выявлен факт загрязнения и захламления (ежегодно при наличии, %).</w:t>
      </w:r>
    </w:p>
    <w:p w14:paraId="05D3D668" w14:textId="77777777" w:rsidR="000A68AF" w:rsidRPr="000A68AF" w:rsidRDefault="000A68AF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68AF">
        <w:rPr>
          <w:rFonts w:ascii="Times New Roman" w:hAnsi="Times New Roman"/>
          <w:sz w:val="28"/>
          <w:szCs w:val="28"/>
        </w:rPr>
        <w:t>Данный показатель рассчитывается по следующей формуле:</w:t>
      </w:r>
    </w:p>
    <w:p w14:paraId="2AD50370" w14:textId="77777777" w:rsidR="000A68AF" w:rsidRPr="000A68AF" w:rsidRDefault="000A68AF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68AF">
        <w:rPr>
          <w:rFonts w:ascii="Times New Roman" w:hAnsi="Times New Roman"/>
          <w:sz w:val="28"/>
          <w:szCs w:val="28"/>
        </w:rPr>
        <w:t>Р1 = (</w:t>
      </w:r>
      <w:proofErr w:type="spellStart"/>
      <w:r w:rsidRPr="000A68AF">
        <w:rPr>
          <w:rFonts w:ascii="Times New Roman" w:hAnsi="Times New Roman"/>
          <w:sz w:val="28"/>
          <w:szCs w:val="28"/>
        </w:rPr>
        <w:t>Sфакт</w:t>
      </w:r>
      <w:proofErr w:type="spellEnd"/>
      <w:r w:rsidRPr="000A68AF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Pr="000A68AF">
        <w:rPr>
          <w:rFonts w:ascii="Times New Roman" w:hAnsi="Times New Roman"/>
          <w:sz w:val="28"/>
          <w:szCs w:val="28"/>
        </w:rPr>
        <w:t>Sплан</w:t>
      </w:r>
      <w:proofErr w:type="spellEnd"/>
      <w:r w:rsidRPr="000A68AF">
        <w:rPr>
          <w:rFonts w:ascii="Times New Roman" w:hAnsi="Times New Roman"/>
          <w:sz w:val="28"/>
          <w:szCs w:val="28"/>
        </w:rPr>
        <w:t>) x 100,</w:t>
      </w:r>
    </w:p>
    <w:p w14:paraId="48F1A73E" w14:textId="77777777" w:rsidR="000A68AF" w:rsidRPr="000A68AF" w:rsidRDefault="000A68AF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68AF">
        <w:rPr>
          <w:rFonts w:ascii="Times New Roman" w:hAnsi="Times New Roman"/>
          <w:sz w:val="28"/>
          <w:szCs w:val="28"/>
        </w:rPr>
        <w:t>где:</w:t>
      </w:r>
    </w:p>
    <w:p w14:paraId="79A9E144" w14:textId="35EE8FD8" w:rsidR="000A68AF" w:rsidRPr="000A68AF" w:rsidRDefault="000A68AF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68AF">
        <w:rPr>
          <w:rFonts w:ascii="Times New Roman" w:hAnsi="Times New Roman"/>
          <w:sz w:val="28"/>
          <w:szCs w:val="28"/>
        </w:rPr>
        <w:t xml:space="preserve">Р1 - показатель, характеризующий долю площади освобожденных </w:t>
      </w:r>
      <w:r w:rsidR="00E97CEA">
        <w:rPr>
          <w:rFonts w:ascii="Times New Roman" w:hAnsi="Times New Roman"/>
          <w:sz w:val="28"/>
          <w:szCs w:val="28"/>
        </w:rPr>
        <w:br/>
      </w:r>
      <w:r w:rsidRPr="000A68AF">
        <w:rPr>
          <w:rFonts w:ascii="Times New Roman" w:hAnsi="Times New Roman"/>
          <w:sz w:val="28"/>
          <w:szCs w:val="28"/>
        </w:rPr>
        <w:t>от загрязнения и захламления земель (%);</w:t>
      </w:r>
    </w:p>
    <w:p w14:paraId="0533F58D" w14:textId="438C55D1" w:rsidR="000A68AF" w:rsidRPr="000A68AF" w:rsidRDefault="000A68AF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A68AF">
        <w:rPr>
          <w:rFonts w:ascii="Times New Roman" w:hAnsi="Times New Roman"/>
          <w:sz w:val="28"/>
          <w:szCs w:val="28"/>
        </w:rPr>
        <w:t>Sфакт</w:t>
      </w:r>
      <w:proofErr w:type="spellEnd"/>
      <w:r w:rsidRPr="000A68AF">
        <w:rPr>
          <w:rFonts w:ascii="Times New Roman" w:hAnsi="Times New Roman"/>
          <w:sz w:val="28"/>
          <w:szCs w:val="28"/>
        </w:rPr>
        <w:t xml:space="preserve"> </w:t>
      </w:r>
      <w:r w:rsidR="00E97CEA">
        <w:rPr>
          <w:rFonts w:ascii="Times New Roman" w:hAnsi="Times New Roman"/>
          <w:sz w:val="28"/>
          <w:szCs w:val="28"/>
        </w:rPr>
        <w:t>-</w:t>
      </w:r>
      <w:r w:rsidRPr="000A68AF">
        <w:rPr>
          <w:rFonts w:ascii="Times New Roman" w:hAnsi="Times New Roman"/>
          <w:sz w:val="28"/>
          <w:szCs w:val="28"/>
        </w:rPr>
        <w:t xml:space="preserve"> площадь ликвидированных мест захламления и загрязнения (</w:t>
      </w:r>
      <w:proofErr w:type="spellStart"/>
      <w:r w:rsidRPr="000A68AF">
        <w:rPr>
          <w:rFonts w:ascii="Times New Roman" w:hAnsi="Times New Roman"/>
          <w:sz w:val="28"/>
          <w:szCs w:val="28"/>
        </w:rPr>
        <w:t>кв.м</w:t>
      </w:r>
      <w:proofErr w:type="spellEnd"/>
      <w:r w:rsidRPr="000A68AF">
        <w:rPr>
          <w:rFonts w:ascii="Times New Roman" w:hAnsi="Times New Roman"/>
          <w:sz w:val="28"/>
          <w:szCs w:val="28"/>
        </w:rPr>
        <w:t>.);</w:t>
      </w:r>
    </w:p>
    <w:p w14:paraId="355FE1D6" w14:textId="77777777" w:rsidR="000A68AF" w:rsidRPr="000A68AF" w:rsidRDefault="000A68AF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A68AF">
        <w:rPr>
          <w:rFonts w:ascii="Times New Roman" w:hAnsi="Times New Roman"/>
          <w:sz w:val="28"/>
          <w:szCs w:val="28"/>
        </w:rPr>
        <w:t>Sплан</w:t>
      </w:r>
      <w:proofErr w:type="spellEnd"/>
      <w:r w:rsidRPr="000A68AF">
        <w:rPr>
          <w:rFonts w:ascii="Times New Roman" w:hAnsi="Times New Roman"/>
          <w:sz w:val="28"/>
          <w:szCs w:val="28"/>
        </w:rPr>
        <w:t xml:space="preserve"> - общая площадь земель, в отношении которых выявлен факт загрязнения и захламления (</w:t>
      </w:r>
      <w:proofErr w:type="spellStart"/>
      <w:r w:rsidRPr="000A68AF">
        <w:rPr>
          <w:rFonts w:ascii="Times New Roman" w:hAnsi="Times New Roman"/>
          <w:sz w:val="28"/>
          <w:szCs w:val="28"/>
        </w:rPr>
        <w:t>кв.м</w:t>
      </w:r>
      <w:proofErr w:type="spellEnd"/>
      <w:r w:rsidRPr="000A68AF">
        <w:rPr>
          <w:rFonts w:ascii="Times New Roman" w:hAnsi="Times New Roman"/>
          <w:sz w:val="28"/>
          <w:szCs w:val="28"/>
        </w:rPr>
        <w:t>., при наличии).</w:t>
      </w:r>
    </w:p>
    <w:p w14:paraId="3A67B0C0" w14:textId="2AC20BAF" w:rsidR="000A68AF" w:rsidRPr="000A68AF" w:rsidRDefault="000A68AF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68AF">
        <w:rPr>
          <w:rFonts w:ascii="Times New Roman" w:hAnsi="Times New Roman"/>
          <w:sz w:val="28"/>
          <w:szCs w:val="28"/>
        </w:rPr>
        <w:t xml:space="preserve">Ликвидация мест захламления и загрязнения земель производится </w:t>
      </w:r>
      <w:r w:rsidR="00E97CEA">
        <w:rPr>
          <w:rFonts w:ascii="Times New Roman" w:hAnsi="Times New Roman"/>
          <w:sz w:val="28"/>
          <w:szCs w:val="28"/>
        </w:rPr>
        <w:br/>
      </w:r>
      <w:r w:rsidRPr="000A68AF">
        <w:rPr>
          <w:rFonts w:ascii="Times New Roman" w:hAnsi="Times New Roman"/>
          <w:sz w:val="28"/>
          <w:szCs w:val="28"/>
        </w:rPr>
        <w:t>за счет пользователей и собственников земельных участков.</w:t>
      </w:r>
    </w:p>
    <w:p w14:paraId="36F47FB5" w14:textId="77777777" w:rsidR="000A68AF" w:rsidRPr="000A68AF" w:rsidRDefault="000A68AF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68AF">
        <w:rPr>
          <w:rFonts w:ascii="Times New Roman" w:hAnsi="Times New Roman"/>
          <w:sz w:val="28"/>
          <w:szCs w:val="28"/>
        </w:rPr>
        <w:t>6. Удельный вес освобожденных земельных участков от общей площади земель, в отношении которых выявлен факт самовольного занятия (ежегодно при наличии, %).</w:t>
      </w:r>
    </w:p>
    <w:p w14:paraId="5CD400F1" w14:textId="77777777" w:rsidR="000A68AF" w:rsidRPr="000A68AF" w:rsidRDefault="000A68AF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68AF">
        <w:rPr>
          <w:rFonts w:ascii="Times New Roman" w:hAnsi="Times New Roman"/>
          <w:sz w:val="28"/>
          <w:szCs w:val="28"/>
        </w:rPr>
        <w:t>Данный показатель рассчитывается по следующей формуле:</w:t>
      </w:r>
    </w:p>
    <w:p w14:paraId="4C35149D" w14:textId="77777777" w:rsidR="000A68AF" w:rsidRPr="000A68AF" w:rsidRDefault="000A68AF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68AF">
        <w:rPr>
          <w:rFonts w:ascii="Times New Roman" w:hAnsi="Times New Roman"/>
          <w:sz w:val="28"/>
          <w:szCs w:val="28"/>
        </w:rPr>
        <w:t>Р2 = (</w:t>
      </w:r>
      <w:proofErr w:type="spellStart"/>
      <w:r w:rsidRPr="000A68AF">
        <w:rPr>
          <w:rFonts w:ascii="Times New Roman" w:hAnsi="Times New Roman"/>
          <w:sz w:val="28"/>
          <w:szCs w:val="28"/>
        </w:rPr>
        <w:t>Sфакт</w:t>
      </w:r>
      <w:proofErr w:type="spellEnd"/>
      <w:r w:rsidRPr="000A68AF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Pr="000A68AF">
        <w:rPr>
          <w:rFonts w:ascii="Times New Roman" w:hAnsi="Times New Roman"/>
          <w:sz w:val="28"/>
          <w:szCs w:val="28"/>
        </w:rPr>
        <w:t>Sплан</w:t>
      </w:r>
      <w:proofErr w:type="spellEnd"/>
      <w:r w:rsidRPr="000A68AF">
        <w:rPr>
          <w:rFonts w:ascii="Times New Roman" w:hAnsi="Times New Roman"/>
          <w:sz w:val="28"/>
          <w:szCs w:val="28"/>
        </w:rPr>
        <w:t>) x 100,</w:t>
      </w:r>
    </w:p>
    <w:p w14:paraId="2B649691" w14:textId="77777777" w:rsidR="000A68AF" w:rsidRPr="000A68AF" w:rsidRDefault="000A68AF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68AF">
        <w:rPr>
          <w:rFonts w:ascii="Times New Roman" w:hAnsi="Times New Roman"/>
          <w:sz w:val="28"/>
          <w:szCs w:val="28"/>
        </w:rPr>
        <w:t>где:</w:t>
      </w:r>
    </w:p>
    <w:p w14:paraId="4CF0EFBF" w14:textId="77777777" w:rsidR="000A68AF" w:rsidRPr="000A68AF" w:rsidRDefault="000A68AF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68AF">
        <w:rPr>
          <w:rFonts w:ascii="Times New Roman" w:hAnsi="Times New Roman"/>
          <w:sz w:val="28"/>
          <w:szCs w:val="28"/>
        </w:rPr>
        <w:lastRenderedPageBreak/>
        <w:t>Р2 - показатель, характеризующий долю площади освобожденных земельных участков (%);</w:t>
      </w:r>
    </w:p>
    <w:p w14:paraId="522A5FA2" w14:textId="4B461516" w:rsidR="000A68AF" w:rsidRPr="000A68AF" w:rsidRDefault="000A68AF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A68AF">
        <w:rPr>
          <w:rFonts w:ascii="Times New Roman" w:hAnsi="Times New Roman"/>
          <w:sz w:val="28"/>
          <w:szCs w:val="28"/>
        </w:rPr>
        <w:t>Sфакт</w:t>
      </w:r>
      <w:proofErr w:type="spellEnd"/>
      <w:r w:rsidRPr="000A68AF">
        <w:rPr>
          <w:rFonts w:ascii="Times New Roman" w:hAnsi="Times New Roman"/>
          <w:sz w:val="28"/>
          <w:szCs w:val="28"/>
        </w:rPr>
        <w:t xml:space="preserve"> </w:t>
      </w:r>
      <w:r w:rsidR="00E97CEA">
        <w:rPr>
          <w:rFonts w:ascii="Times New Roman" w:hAnsi="Times New Roman"/>
          <w:sz w:val="28"/>
          <w:szCs w:val="28"/>
        </w:rPr>
        <w:t>-</w:t>
      </w:r>
      <w:r w:rsidRPr="000A68AF">
        <w:rPr>
          <w:rFonts w:ascii="Times New Roman" w:hAnsi="Times New Roman"/>
          <w:sz w:val="28"/>
          <w:szCs w:val="28"/>
        </w:rPr>
        <w:t xml:space="preserve"> площадь освобожденных земельных участков (</w:t>
      </w:r>
      <w:proofErr w:type="spellStart"/>
      <w:r w:rsidRPr="000A68AF">
        <w:rPr>
          <w:rFonts w:ascii="Times New Roman" w:hAnsi="Times New Roman"/>
          <w:sz w:val="28"/>
          <w:szCs w:val="28"/>
        </w:rPr>
        <w:t>кв.м</w:t>
      </w:r>
      <w:proofErr w:type="spellEnd"/>
      <w:r w:rsidRPr="000A68AF">
        <w:rPr>
          <w:rFonts w:ascii="Times New Roman" w:hAnsi="Times New Roman"/>
          <w:sz w:val="28"/>
          <w:szCs w:val="28"/>
        </w:rPr>
        <w:t>.);</w:t>
      </w:r>
    </w:p>
    <w:p w14:paraId="3EA39D3F" w14:textId="77777777" w:rsidR="000A68AF" w:rsidRPr="000A68AF" w:rsidRDefault="000A68AF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A68AF">
        <w:rPr>
          <w:rFonts w:ascii="Times New Roman" w:hAnsi="Times New Roman"/>
          <w:sz w:val="28"/>
          <w:szCs w:val="28"/>
        </w:rPr>
        <w:t>Sплан</w:t>
      </w:r>
      <w:proofErr w:type="spellEnd"/>
      <w:r w:rsidRPr="000A68AF">
        <w:rPr>
          <w:rFonts w:ascii="Times New Roman" w:hAnsi="Times New Roman"/>
          <w:sz w:val="28"/>
          <w:szCs w:val="28"/>
        </w:rPr>
        <w:t xml:space="preserve"> - общая площадь земель, в отношении которых выявлен факт самовольного занятия (</w:t>
      </w:r>
      <w:proofErr w:type="spellStart"/>
      <w:r w:rsidRPr="000A68AF">
        <w:rPr>
          <w:rFonts w:ascii="Times New Roman" w:hAnsi="Times New Roman"/>
          <w:sz w:val="28"/>
          <w:szCs w:val="28"/>
        </w:rPr>
        <w:t>кв.м</w:t>
      </w:r>
      <w:proofErr w:type="spellEnd"/>
      <w:r w:rsidRPr="000A68AF">
        <w:rPr>
          <w:rFonts w:ascii="Times New Roman" w:hAnsi="Times New Roman"/>
          <w:sz w:val="28"/>
          <w:szCs w:val="28"/>
        </w:rPr>
        <w:t>., при наличии).</w:t>
      </w:r>
    </w:p>
    <w:p w14:paraId="1F158E5B" w14:textId="0969CC89" w:rsidR="000A68AF" w:rsidRPr="00CC66B6" w:rsidRDefault="000A68AF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68AF">
        <w:rPr>
          <w:rFonts w:ascii="Times New Roman" w:hAnsi="Times New Roman"/>
          <w:sz w:val="28"/>
          <w:szCs w:val="28"/>
        </w:rPr>
        <w:t xml:space="preserve">Перечень целевых показателей (индикаторов) Программы представлен </w:t>
      </w:r>
      <w:r w:rsidR="00E97CEA">
        <w:rPr>
          <w:rFonts w:ascii="Times New Roman" w:hAnsi="Times New Roman"/>
          <w:sz w:val="28"/>
          <w:szCs w:val="28"/>
        </w:rPr>
        <w:br/>
      </w:r>
      <w:r w:rsidRPr="000A68AF">
        <w:rPr>
          <w:rFonts w:ascii="Times New Roman" w:hAnsi="Times New Roman"/>
          <w:sz w:val="28"/>
          <w:szCs w:val="28"/>
        </w:rPr>
        <w:t>в приложении 2 к настоящей Программе.</w:t>
      </w:r>
      <w:r>
        <w:rPr>
          <w:rFonts w:ascii="Times New Roman" w:hAnsi="Times New Roman"/>
          <w:sz w:val="28"/>
          <w:szCs w:val="28"/>
        </w:rPr>
        <w:t>».</w:t>
      </w:r>
    </w:p>
    <w:p w14:paraId="033D402D" w14:textId="529C7AC2" w:rsidR="001116BA" w:rsidRPr="0044654B" w:rsidRDefault="001116BA" w:rsidP="00E97CE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="000A68AF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44654B">
        <w:rPr>
          <w:rFonts w:ascii="Times New Roman" w:eastAsia="Times New Roman" w:hAnsi="Times New Roman"/>
          <w:sz w:val="28"/>
          <w:szCs w:val="28"/>
          <w:lang w:eastAsia="ru-RU"/>
        </w:rPr>
        <w:t>В разделе 6 «Ресурсное обеспечение муниципальной программы» абзац первый изложить в следующей редакции:</w:t>
      </w:r>
    </w:p>
    <w:p w14:paraId="27D6CC41" w14:textId="77777777" w:rsidR="00EC1875" w:rsidRPr="0044654B" w:rsidRDefault="00EC1875" w:rsidP="00E97C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654B">
        <w:rPr>
          <w:rFonts w:ascii="Times New Roman" w:eastAsia="Times New Roman" w:hAnsi="Times New Roman"/>
          <w:sz w:val="28"/>
          <w:szCs w:val="28"/>
          <w:lang w:eastAsia="ru-RU"/>
        </w:rPr>
        <w:t>«Общий объем финансирования муниципальной программы составит:</w:t>
      </w:r>
    </w:p>
    <w:p w14:paraId="7666B22D" w14:textId="58DF4BBF" w:rsidR="00EC1875" w:rsidRPr="0044654B" w:rsidRDefault="00EC1875" w:rsidP="00E97C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654B">
        <w:rPr>
          <w:rFonts w:ascii="Times New Roman" w:eastAsia="Times New Roman" w:hAnsi="Times New Roman"/>
          <w:sz w:val="28"/>
          <w:szCs w:val="28"/>
          <w:lang w:eastAsia="ru-RU"/>
        </w:rPr>
        <w:t xml:space="preserve">- за счет всех источников финансирования </w:t>
      </w:r>
      <w:r w:rsidR="00E97CEA">
        <w:rPr>
          <w:rFonts w:ascii="Times New Roman" w:eastAsia="Times New Roman" w:hAnsi="Times New Roman"/>
          <w:sz w:val="28"/>
          <w:szCs w:val="28"/>
          <w:lang w:eastAsia="ru-RU"/>
        </w:rPr>
        <w:t xml:space="preserve">357 </w:t>
      </w:r>
      <w:r w:rsidR="004332BD">
        <w:rPr>
          <w:rFonts w:ascii="Times New Roman" w:eastAsia="Times New Roman" w:hAnsi="Times New Roman"/>
          <w:sz w:val="28"/>
          <w:szCs w:val="28"/>
          <w:lang w:eastAsia="ru-RU"/>
        </w:rPr>
        <w:t>767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4332BD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44654B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рублей, в том числе по годам:</w:t>
      </w:r>
    </w:p>
    <w:p w14:paraId="5CCE5D02" w14:textId="77777777" w:rsidR="00EC1875" w:rsidRPr="0044654B" w:rsidRDefault="00EC1875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>2017 год</w:t>
      </w:r>
      <w:r>
        <w:rPr>
          <w:rFonts w:ascii="Times New Roman" w:hAnsi="Times New Roman"/>
          <w:sz w:val="28"/>
          <w:szCs w:val="28"/>
        </w:rPr>
        <w:t xml:space="preserve"> -</w:t>
      </w:r>
      <w:r w:rsidRPr="0044654B">
        <w:rPr>
          <w:rFonts w:ascii="Times New Roman" w:hAnsi="Times New Roman"/>
          <w:sz w:val="28"/>
          <w:szCs w:val="28"/>
        </w:rPr>
        <w:t xml:space="preserve"> 0,0 тыс. рублей;</w:t>
      </w:r>
    </w:p>
    <w:p w14:paraId="73D30EE2" w14:textId="77777777" w:rsidR="00EC1875" w:rsidRPr="0044654B" w:rsidRDefault="00EC1875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 xml:space="preserve">2018 год </w:t>
      </w:r>
      <w:r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20 428,8 тыс. рублей;</w:t>
      </w:r>
    </w:p>
    <w:p w14:paraId="02EEE94B" w14:textId="77777777" w:rsidR="00EC1875" w:rsidRPr="0044654B" w:rsidRDefault="00EC1875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2019 год - 23 </w:t>
      </w:r>
      <w:r w:rsidRPr="0044654B">
        <w:rPr>
          <w:rFonts w:ascii="Times New Roman" w:hAnsi="Times New Roman"/>
          <w:sz w:val="28"/>
          <w:szCs w:val="28"/>
        </w:rPr>
        <w:t>345,1 тыс. рублей;</w:t>
      </w:r>
    </w:p>
    <w:p w14:paraId="22789905" w14:textId="77777777" w:rsidR="00EC1875" w:rsidRPr="0044654B" w:rsidRDefault="00EC1875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2020 год - 24 </w:t>
      </w:r>
      <w:r w:rsidRPr="0044654B">
        <w:rPr>
          <w:rFonts w:ascii="Times New Roman" w:hAnsi="Times New Roman"/>
          <w:sz w:val="28"/>
          <w:szCs w:val="28"/>
        </w:rPr>
        <w:t>001,4 тыс. рублей;</w:t>
      </w:r>
    </w:p>
    <w:p w14:paraId="07932632" w14:textId="77777777" w:rsidR="00EC1875" w:rsidRPr="0044654B" w:rsidRDefault="00EC1875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2021 год - 26 </w:t>
      </w:r>
      <w:r w:rsidRPr="0044654B">
        <w:rPr>
          <w:rFonts w:ascii="Times New Roman" w:hAnsi="Times New Roman"/>
          <w:sz w:val="28"/>
          <w:szCs w:val="28"/>
        </w:rPr>
        <w:t>540,6 тыс. рублей;</w:t>
      </w:r>
    </w:p>
    <w:p w14:paraId="332CFA52" w14:textId="77777777" w:rsidR="00EC1875" w:rsidRPr="0044654B" w:rsidRDefault="00EC1875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2022 год - 26 </w:t>
      </w:r>
      <w:r w:rsidRPr="0044654B">
        <w:rPr>
          <w:rFonts w:ascii="Times New Roman" w:hAnsi="Times New Roman"/>
          <w:sz w:val="28"/>
          <w:szCs w:val="28"/>
        </w:rPr>
        <w:t>781,5 тыс. рублей;</w:t>
      </w:r>
    </w:p>
    <w:p w14:paraId="5F8BF16E" w14:textId="77777777" w:rsidR="00EC1875" w:rsidRPr="0044654B" w:rsidRDefault="00EC1875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 xml:space="preserve">2023 год </w:t>
      </w:r>
      <w:r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50 048,8</w:t>
      </w:r>
      <w:r w:rsidRPr="0044654B">
        <w:rPr>
          <w:rFonts w:ascii="Times New Roman" w:hAnsi="Times New Roman"/>
          <w:sz w:val="28"/>
          <w:szCs w:val="28"/>
        </w:rPr>
        <w:t xml:space="preserve"> тыс. рублей;</w:t>
      </w:r>
    </w:p>
    <w:p w14:paraId="16B9FA68" w14:textId="0914F2B8" w:rsidR="00EC1875" w:rsidRPr="0044654B" w:rsidRDefault="00EC1875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 xml:space="preserve">2024 год </w:t>
      </w:r>
      <w:r w:rsidR="00E97CEA"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</w:t>
      </w:r>
      <w:r w:rsidR="004332BD">
        <w:rPr>
          <w:rFonts w:ascii="Times New Roman" w:hAnsi="Times New Roman"/>
          <w:sz w:val="28"/>
          <w:szCs w:val="28"/>
        </w:rPr>
        <w:t>48 270,3</w:t>
      </w:r>
      <w:r w:rsidRPr="0044654B">
        <w:rPr>
          <w:rFonts w:ascii="Times New Roman" w:hAnsi="Times New Roman"/>
          <w:sz w:val="28"/>
          <w:szCs w:val="28"/>
        </w:rPr>
        <w:t xml:space="preserve"> тыс. рублей;</w:t>
      </w:r>
    </w:p>
    <w:p w14:paraId="77C81B67" w14:textId="3378622A" w:rsidR="00EC1875" w:rsidRDefault="00E97CEA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2025 год - 39 </w:t>
      </w:r>
      <w:r w:rsidR="00EC1875">
        <w:rPr>
          <w:rFonts w:ascii="Times New Roman" w:hAnsi="Times New Roman"/>
          <w:sz w:val="28"/>
          <w:szCs w:val="28"/>
        </w:rPr>
        <w:t xml:space="preserve">858,1 </w:t>
      </w:r>
      <w:r w:rsidR="00EC1875" w:rsidRPr="0044654B">
        <w:rPr>
          <w:rFonts w:ascii="Times New Roman" w:hAnsi="Times New Roman"/>
          <w:sz w:val="28"/>
          <w:szCs w:val="28"/>
        </w:rPr>
        <w:t>тыс. рублей</w:t>
      </w:r>
      <w:r w:rsidR="00EC1875">
        <w:rPr>
          <w:rFonts w:ascii="Times New Roman" w:hAnsi="Times New Roman"/>
          <w:sz w:val="28"/>
          <w:szCs w:val="28"/>
        </w:rPr>
        <w:t>;</w:t>
      </w:r>
    </w:p>
    <w:p w14:paraId="52D04464" w14:textId="71A24A31" w:rsidR="00EC1875" w:rsidRDefault="00EC1875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2026</w:t>
      </w:r>
      <w:r w:rsidRPr="0044654B">
        <w:rPr>
          <w:rFonts w:ascii="Times New Roman" w:hAnsi="Times New Roman"/>
          <w:sz w:val="28"/>
          <w:szCs w:val="28"/>
        </w:rPr>
        <w:t xml:space="preserve"> год </w:t>
      </w:r>
      <w:r w:rsidR="00E97CEA"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</w:t>
      </w:r>
      <w:r w:rsidR="00E97CEA">
        <w:rPr>
          <w:rFonts w:ascii="Times New Roman" w:hAnsi="Times New Roman"/>
          <w:sz w:val="28"/>
          <w:szCs w:val="28"/>
        </w:rPr>
        <w:t xml:space="preserve">48 </w:t>
      </w:r>
      <w:r>
        <w:rPr>
          <w:rFonts w:ascii="Times New Roman" w:hAnsi="Times New Roman"/>
          <w:sz w:val="28"/>
          <w:szCs w:val="28"/>
        </w:rPr>
        <w:t>410,3</w:t>
      </w:r>
      <w:r w:rsidRPr="0044654B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;</w:t>
      </w:r>
    </w:p>
    <w:p w14:paraId="1ADC817A" w14:textId="314229AB" w:rsidR="00EC1875" w:rsidRDefault="00EC1875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7</w:t>
      </w:r>
      <w:r w:rsidRPr="0044654B">
        <w:rPr>
          <w:rFonts w:ascii="Times New Roman" w:hAnsi="Times New Roman"/>
          <w:sz w:val="28"/>
          <w:szCs w:val="28"/>
        </w:rPr>
        <w:t xml:space="preserve"> год </w:t>
      </w:r>
      <w:r w:rsidR="00E97CEA"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50 083,0</w:t>
      </w:r>
      <w:r w:rsidRPr="0044654B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.</w:t>
      </w:r>
    </w:p>
    <w:p w14:paraId="185FF44C" w14:textId="77777777" w:rsidR="00EC1875" w:rsidRPr="0044654B" w:rsidRDefault="00EC1875" w:rsidP="00E97CE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654B">
        <w:rPr>
          <w:rFonts w:ascii="Times New Roman" w:eastAsia="Times New Roman" w:hAnsi="Times New Roman"/>
          <w:sz w:val="28"/>
          <w:szCs w:val="28"/>
          <w:lang w:eastAsia="ru-RU"/>
        </w:rPr>
        <w:t>В том числе по источникам финансирования:</w:t>
      </w:r>
    </w:p>
    <w:p w14:paraId="342BCC52" w14:textId="554A595A" w:rsidR="00EC1875" w:rsidRPr="0044654B" w:rsidRDefault="00EC1875" w:rsidP="00E97CE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654B">
        <w:rPr>
          <w:rFonts w:ascii="Times New Roman" w:eastAsia="Times New Roman" w:hAnsi="Times New Roman"/>
          <w:sz w:val="28"/>
          <w:szCs w:val="28"/>
          <w:lang w:eastAsia="ru-RU"/>
        </w:rPr>
        <w:t xml:space="preserve">- за счет средств местного бюджета </w:t>
      </w:r>
      <w:r w:rsidR="00E97CEA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44654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97CEA">
        <w:rPr>
          <w:rFonts w:ascii="Times New Roman" w:eastAsia="Times New Roman" w:hAnsi="Times New Roman"/>
          <w:sz w:val="28"/>
          <w:szCs w:val="28"/>
          <w:lang w:eastAsia="ru-RU"/>
        </w:rPr>
        <w:t xml:space="preserve">356 </w:t>
      </w:r>
      <w:r w:rsidR="004332BD">
        <w:rPr>
          <w:rFonts w:ascii="Times New Roman" w:eastAsia="Times New Roman" w:hAnsi="Times New Roman"/>
          <w:sz w:val="28"/>
          <w:szCs w:val="28"/>
          <w:lang w:eastAsia="ru-RU"/>
        </w:rPr>
        <w:t>136,7</w:t>
      </w:r>
      <w:r w:rsidRPr="0044654B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рублей, в том числе:</w:t>
      </w:r>
    </w:p>
    <w:p w14:paraId="0F4A2EEC" w14:textId="77777777" w:rsidR="00EC1875" w:rsidRPr="0044654B" w:rsidRDefault="00EC1875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2017 год -</w:t>
      </w:r>
      <w:r w:rsidRPr="0044654B">
        <w:rPr>
          <w:rFonts w:ascii="Times New Roman" w:hAnsi="Times New Roman"/>
          <w:sz w:val="28"/>
          <w:szCs w:val="28"/>
        </w:rPr>
        <w:t xml:space="preserve"> 0,0 тыс. рублей;</w:t>
      </w:r>
    </w:p>
    <w:p w14:paraId="2BF6D200" w14:textId="77777777" w:rsidR="00EC1875" w:rsidRPr="0044654B" w:rsidRDefault="00EC1875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2018 год -</w:t>
      </w:r>
      <w:r w:rsidRPr="0044654B">
        <w:rPr>
          <w:rFonts w:ascii="Times New Roman" w:hAnsi="Times New Roman"/>
          <w:sz w:val="28"/>
          <w:szCs w:val="28"/>
        </w:rPr>
        <w:t xml:space="preserve"> 20 428,8 тыс. рублей;</w:t>
      </w:r>
    </w:p>
    <w:p w14:paraId="36E321AB" w14:textId="77777777" w:rsidR="00EC1875" w:rsidRPr="0044654B" w:rsidRDefault="00EC1875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2019 год - 23 </w:t>
      </w:r>
      <w:r w:rsidRPr="0044654B">
        <w:rPr>
          <w:rFonts w:ascii="Times New Roman" w:hAnsi="Times New Roman"/>
          <w:sz w:val="28"/>
          <w:szCs w:val="28"/>
        </w:rPr>
        <w:t>345,1 тыс. рублей;</w:t>
      </w:r>
    </w:p>
    <w:p w14:paraId="428F6487" w14:textId="77777777" w:rsidR="00EC1875" w:rsidRPr="0044654B" w:rsidRDefault="00EC1875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2020 год - 24 </w:t>
      </w:r>
      <w:r w:rsidRPr="0044654B">
        <w:rPr>
          <w:rFonts w:ascii="Times New Roman" w:hAnsi="Times New Roman"/>
          <w:sz w:val="28"/>
          <w:szCs w:val="28"/>
        </w:rPr>
        <w:t>001,4 тыс. рублей;</w:t>
      </w:r>
    </w:p>
    <w:p w14:paraId="12106CDB" w14:textId="77777777" w:rsidR="00EC1875" w:rsidRPr="0044654B" w:rsidRDefault="00EC1875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2021 год - 26 </w:t>
      </w:r>
      <w:r w:rsidRPr="0044654B">
        <w:rPr>
          <w:rFonts w:ascii="Times New Roman" w:hAnsi="Times New Roman"/>
          <w:sz w:val="28"/>
          <w:szCs w:val="28"/>
        </w:rPr>
        <w:t>540,6 тыс. рублей;</w:t>
      </w:r>
    </w:p>
    <w:p w14:paraId="1B2CD0EC" w14:textId="77777777" w:rsidR="00EC1875" w:rsidRPr="0044654B" w:rsidRDefault="00EC1875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2022 год - 26 </w:t>
      </w:r>
      <w:r w:rsidRPr="0044654B">
        <w:rPr>
          <w:rFonts w:ascii="Times New Roman" w:hAnsi="Times New Roman"/>
          <w:sz w:val="28"/>
          <w:szCs w:val="28"/>
        </w:rPr>
        <w:t>781,5 тыс. рублей;</w:t>
      </w:r>
    </w:p>
    <w:p w14:paraId="2157AC87" w14:textId="77777777" w:rsidR="00EC1875" w:rsidRPr="0044654B" w:rsidRDefault="00EC1875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 год -</w:t>
      </w:r>
      <w:r w:rsidRPr="004465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48 417,6</w:t>
      </w:r>
      <w:r w:rsidRPr="0044654B">
        <w:rPr>
          <w:rFonts w:ascii="Times New Roman" w:hAnsi="Times New Roman"/>
          <w:sz w:val="28"/>
          <w:szCs w:val="28"/>
        </w:rPr>
        <w:t xml:space="preserve"> тыс. рублей;</w:t>
      </w:r>
    </w:p>
    <w:p w14:paraId="3B8272C3" w14:textId="7B3431EA" w:rsidR="00EC1875" w:rsidRPr="00E54215" w:rsidRDefault="00EC1875" w:rsidP="00E97C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215">
        <w:rPr>
          <w:rFonts w:ascii="Times New Roman" w:hAnsi="Times New Roman"/>
          <w:sz w:val="28"/>
          <w:szCs w:val="28"/>
        </w:rPr>
        <w:t xml:space="preserve">2024 год </w:t>
      </w:r>
      <w:r w:rsidR="00E97CEA">
        <w:rPr>
          <w:rFonts w:ascii="Times New Roman" w:hAnsi="Times New Roman"/>
          <w:sz w:val="28"/>
          <w:szCs w:val="28"/>
        </w:rPr>
        <w:t>-</w:t>
      </w:r>
      <w:r w:rsidRPr="00E54215">
        <w:rPr>
          <w:rFonts w:ascii="Times New Roman" w:hAnsi="Times New Roman"/>
          <w:sz w:val="28"/>
          <w:szCs w:val="28"/>
        </w:rPr>
        <w:t xml:space="preserve"> </w:t>
      </w:r>
      <w:r w:rsidR="00E97CEA">
        <w:rPr>
          <w:rFonts w:ascii="Times New Roman" w:hAnsi="Times New Roman"/>
          <w:sz w:val="28"/>
          <w:szCs w:val="28"/>
        </w:rPr>
        <w:t xml:space="preserve">48 </w:t>
      </w:r>
      <w:r w:rsidR="004332BD">
        <w:rPr>
          <w:rFonts w:ascii="Times New Roman" w:hAnsi="Times New Roman"/>
          <w:sz w:val="28"/>
          <w:szCs w:val="28"/>
        </w:rPr>
        <w:t>270,3</w:t>
      </w:r>
      <w:r w:rsidRPr="00E54215">
        <w:rPr>
          <w:rFonts w:ascii="Times New Roman" w:hAnsi="Times New Roman"/>
          <w:sz w:val="28"/>
          <w:szCs w:val="28"/>
        </w:rPr>
        <w:t xml:space="preserve"> тыс. рублей;</w:t>
      </w:r>
    </w:p>
    <w:p w14:paraId="167973C4" w14:textId="6DC33732" w:rsidR="00EC1875" w:rsidRPr="00E54215" w:rsidRDefault="00EC1875" w:rsidP="00E97C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215">
        <w:rPr>
          <w:rFonts w:ascii="Times New Roman" w:hAnsi="Times New Roman"/>
          <w:sz w:val="28"/>
          <w:szCs w:val="28"/>
        </w:rPr>
        <w:t xml:space="preserve">2025 год </w:t>
      </w:r>
      <w:r w:rsidR="00E97CEA">
        <w:rPr>
          <w:rFonts w:ascii="Times New Roman" w:hAnsi="Times New Roman"/>
          <w:sz w:val="28"/>
          <w:szCs w:val="28"/>
        </w:rPr>
        <w:t>-</w:t>
      </w:r>
      <w:r w:rsidRPr="00E54215">
        <w:rPr>
          <w:rFonts w:ascii="Times New Roman" w:hAnsi="Times New Roman"/>
          <w:sz w:val="28"/>
          <w:szCs w:val="28"/>
        </w:rPr>
        <w:t xml:space="preserve"> </w:t>
      </w:r>
      <w:r w:rsidR="00E97CEA">
        <w:rPr>
          <w:rFonts w:ascii="Times New Roman" w:hAnsi="Times New Roman"/>
          <w:sz w:val="28"/>
          <w:szCs w:val="28"/>
        </w:rPr>
        <w:t xml:space="preserve">39 </w:t>
      </w:r>
      <w:r>
        <w:rPr>
          <w:rFonts w:ascii="Times New Roman" w:hAnsi="Times New Roman"/>
          <w:sz w:val="28"/>
          <w:szCs w:val="28"/>
        </w:rPr>
        <w:t>858,1</w:t>
      </w:r>
      <w:r w:rsidRPr="00E54215">
        <w:rPr>
          <w:rFonts w:ascii="Times New Roman" w:hAnsi="Times New Roman"/>
          <w:sz w:val="28"/>
          <w:szCs w:val="28"/>
        </w:rPr>
        <w:t xml:space="preserve"> тыс. рублей;</w:t>
      </w:r>
    </w:p>
    <w:p w14:paraId="4C5AE046" w14:textId="4EDAAE3E" w:rsidR="00EC1875" w:rsidRPr="00E54215" w:rsidRDefault="00EC1875" w:rsidP="00E97C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215">
        <w:rPr>
          <w:rFonts w:ascii="Times New Roman" w:hAnsi="Times New Roman"/>
          <w:sz w:val="28"/>
          <w:szCs w:val="28"/>
        </w:rPr>
        <w:t xml:space="preserve">2026 год </w:t>
      </w:r>
      <w:r w:rsidR="00E97CEA">
        <w:rPr>
          <w:rFonts w:ascii="Times New Roman" w:hAnsi="Times New Roman"/>
          <w:sz w:val="28"/>
          <w:szCs w:val="28"/>
        </w:rPr>
        <w:t>-</w:t>
      </w:r>
      <w:r w:rsidRPr="00E54215">
        <w:rPr>
          <w:rFonts w:ascii="Times New Roman" w:hAnsi="Times New Roman"/>
          <w:sz w:val="28"/>
          <w:szCs w:val="28"/>
        </w:rPr>
        <w:t xml:space="preserve"> </w:t>
      </w:r>
      <w:r w:rsidR="00E97CEA">
        <w:rPr>
          <w:rFonts w:ascii="Times New Roman" w:hAnsi="Times New Roman"/>
          <w:sz w:val="28"/>
          <w:szCs w:val="28"/>
        </w:rPr>
        <w:t xml:space="preserve">48 </w:t>
      </w:r>
      <w:r>
        <w:rPr>
          <w:rFonts w:ascii="Times New Roman" w:hAnsi="Times New Roman"/>
          <w:sz w:val="28"/>
          <w:szCs w:val="28"/>
        </w:rPr>
        <w:t>410,3</w:t>
      </w:r>
      <w:r w:rsidRPr="00E54215">
        <w:rPr>
          <w:rFonts w:ascii="Times New Roman" w:hAnsi="Times New Roman"/>
          <w:sz w:val="28"/>
          <w:szCs w:val="28"/>
        </w:rPr>
        <w:t xml:space="preserve"> тыс. рублей;</w:t>
      </w:r>
    </w:p>
    <w:p w14:paraId="555AAE80" w14:textId="6B4460D5" w:rsidR="00EC1875" w:rsidRDefault="00EC1875" w:rsidP="00E97CE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215">
        <w:rPr>
          <w:rFonts w:ascii="Times New Roman" w:hAnsi="Times New Roman"/>
          <w:sz w:val="28"/>
          <w:szCs w:val="28"/>
        </w:rPr>
        <w:t xml:space="preserve">2027 год </w:t>
      </w:r>
      <w:r w:rsidR="00E97CEA">
        <w:rPr>
          <w:rFonts w:ascii="Times New Roman" w:hAnsi="Times New Roman"/>
          <w:sz w:val="28"/>
          <w:szCs w:val="28"/>
        </w:rPr>
        <w:t>-</w:t>
      </w:r>
      <w:r w:rsidRPr="00E54215">
        <w:rPr>
          <w:rFonts w:ascii="Times New Roman" w:hAnsi="Times New Roman"/>
          <w:sz w:val="28"/>
          <w:szCs w:val="28"/>
        </w:rPr>
        <w:t xml:space="preserve"> </w:t>
      </w:r>
      <w:r w:rsidR="00E97CEA">
        <w:rPr>
          <w:rFonts w:ascii="Times New Roman" w:hAnsi="Times New Roman"/>
          <w:sz w:val="28"/>
          <w:szCs w:val="28"/>
        </w:rPr>
        <w:t xml:space="preserve">50 </w:t>
      </w:r>
      <w:r>
        <w:rPr>
          <w:rFonts w:ascii="Times New Roman" w:hAnsi="Times New Roman"/>
          <w:sz w:val="28"/>
          <w:szCs w:val="28"/>
        </w:rPr>
        <w:t>083,0</w:t>
      </w:r>
      <w:r w:rsidRPr="00E54215">
        <w:rPr>
          <w:rFonts w:ascii="Times New Roman" w:hAnsi="Times New Roman"/>
          <w:sz w:val="28"/>
          <w:szCs w:val="28"/>
        </w:rPr>
        <w:t xml:space="preserve"> тыс. рублей</w:t>
      </w:r>
      <w:r w:rsidRPr="00E5421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12E552DF" w14:textId="7622C4B0" w:rsidR="00EC1875" w:rsidRPr="0044654B" w:rsidRDefault="00EC1875" w:rsidP="00E97CE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654B">
        <w:rPr>
          <w:rFonts w:ascii="Times New Roman" w:eastAsia="Times New Roman" w:hAnsi="Times New Roman"/>
          <w:sz w:val="28"/>
          <w:szCs w:val="28"/>
          <w:lang w:eastAsia="ru-RU"/>
        </w:rPr>
        <w:t xml:space="preserve">- за счет средств областного бюджета </w:t>
      </w:r>
      <w:r w:rsidR="00E97CEA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1 631,2</w:t>
      </w:r>
      <w:r w:rsidRPr="0044654B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рублей, в том числе:</w:t>
      </w:r>
    </w:p>
    <w:p w14:paraId="02A8FDD9" w14:textId="77777777" w:rsidR="00EC1875" w:rsidRPr="0044654B" w:rsidRDefault="00EC1875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 xml:space="preserve">2017 год </w:t>
      </w:r>
      <w:r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0,0 тыс. рублей;</w:t>
      </w:r>
    </w:p>
    <w:p w14:paraId="281F103A" w14:textId="77777777" w:rsidR="00EC1875" w:rsidRPr="0044654B" w:rsidRDefault="00EC1875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 xml:space="preserve">2018 год </w:t>
      </w:r>
      <w:r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0,0 тыс. рублей;</w:t>
      </w:r>
    </w:p>
    <w:p w14:paraId="4ABE42DC" w14:textId="77777777" w:rsidR="00EC1875" w:rsidRPr="0044654B" w:rsidRDefault="00EC1875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2019 год -</w:t>
      </w:r>
      <w:r w:rsidRPr="0044654B">
        <w:rPr>
          <w:rFonts w:ascii="Times New Roman" w:hAnsi="Times New Roman"/>
          <w:sz w:val="28"/>
          <w:szCs w:val="28"/>
        </w:rPr>
        <w:t xml:space="preserve"> 0,0 тыс. рублей;</w:t>
      </w:r>
    </w:p>
    <w:p w14:paraId="0017CED6" w14:textId="77777777" w:rsidR="00EC1875" w:rsidRPr="0044654B" w:rsidRDefault="00EC1875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 xml:space="preserve">2020 год </w:t>
      </w:r>
      <w:r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0,0 тыс. рублей;</w:t>
      </w:r>
    </w:p>
    <w:p w14:paraId="2C66A436" w14:textId="77777777" w:rsidR="00EC1875" w:rsidRPr="0044654B" w:rsidRDefault="00EC1875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 xml:space="preserve">2021 год </w:t>
      </w:r>
      <w:r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0,0 тыс. рублей;</w:t>
      </w:r>
    </w:p>
    <w:p w14:paraId="78B6757F" w14:textId="77777777" w:rsidR="00EC1875" w:rsidRPr="0044654B" w:rsidRDefault="00EC1875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 xml:space="preserve">2022 год </w:t>
      </w:r>
      <w:r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0,0 тыс. рублей;</w:t>
      </w:r>
    </w:p>
    <w:p w14:paraId="0AC6745D" w14:textId="5343667B" w:rsidR="00EC1875" w:rsidRPr="0044654B" w:rsidRDefault="00EC1875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 xml:space="preserve">2023 год </w:t>
      </w:r>
      <w:r w:rsidR="00E97CEA"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654B">
        <w:rPr>
          <w:rFonts w:ascii="Times New Roman" w:hAnsi="Times New Roman"/>
          <w:sz w:val="28"/>
          <w:szCs w:val="28"/>
        </w:rPr>
        <w:t>631,2 тыс. рублей;</w:t>
      </w:r>
    </w:p>
    <w:p w14:paraId="7A6AC48F" w14:textId="77777777" w:rsidR="00EC1875" w:rsidRPr="0044654B" w:rsidRDefault="00EC1875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lastRenderedPageBreak/>
        <w:t xml:space="preserve">2024 год </w:t>
      </w:r>
      <w:r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0,0</w:t>
      </w:r>
      <w:r w:rsidRPr="0044654B">
        <w:rPr>
          <w:rFonts w:ascii="Times New Roman" w:hAnsi="Times New Roman"/>
          <w:sz w:val="28"/>
          <w:szCs w:val="28"/>
        </w:rPr>
        <w:t xml:space="preserve"> тыс. рублей;</w:t>
      </w:r>
    </w:p>
    <w:p w14:paraId="6D03ABAA" w14:textId="77777777" w:rsidR="00EC1875" w:rsidRDefault="00EC1875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 xml:space="preserve">2025 год </w:t>
      </w:r>
      <w:r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0,0 тыс. рублей</w:t>
      </w:r>
      <w:r>
        <w:rPr>
          <w:rFonts w:ascii="Times New Roman" w:hAnsi="Times New Roman"/>
          <w:sz w:val="28"/>
          <w:szCs w:val="28"/>
        </w:rPr>
        <w:t>;</w:t>
      </w:r>
    </w:p>
    <w:p w14:paraId="40DD9391" w14:textId="77777777" w:rsidR="00EC1875" w:rsidRDefault="00EC1875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2026</w:t>
      </w:r>
      <w:r w:rsidRPr="0044654B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0,0 тыс. рублей</w:t>
      </w:r>
      <w:r>
        <w:rPr>
          <w:rFonts w:ascii="Times New Roman" w:hAnsi="Times New Roman"/>
          <w:sz w:val="28"/>
          <w:szCs w:val="28"/>
        </w:rPr>
        <w:t>;</w:t>
      </w:r>
    </w:p>
    <w:p w14:paraId="0F72F06E" w14:textId="77777777" w:rsidR="00EC1875" w:rsidRPr="0044654B" w:rsidRDefault="00EC1875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2027</w:t>
      </w:r>
      <w:r w:rsidRPr="0044654B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0,0 тыс. рублей</w:t>
      </w:r>
    </w:p>
    <w:p w14:paraId="477E5BC4" w14:textId="19BD954A" w:rsidR="00EC1875" w:rsidRPr="0044654B" w:rsidRDefault="00EC1875" w:rsidP="00E97CE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654B">
        <w:rPr>
          <w:rFonts w:ascii="Times New Roman" w:eastAsia="Times New Roman" w:hAnsi="Times New Roman"/>
          <w:sz w:val="28"/>
          <w:szCs w:val="28"/>
          <w:lang w:eastAsia="ru-RU"/>
        </w:rPr>
        <w:t xml:space="preserve">- за счет средств федерального бюджета </w:t>
      </w:r>
      <w:r w:rsidR="00E97CEA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0,0</w:t>
      </w:r>
      <w:r w:rsidRPr="0044654B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рублей, в том числе:</w:t>
      </w:r>
    </w:p>
    <w:p w14:paraId="559343B2" w14:textId="77777777" w:rsidR="00EC1875" w:rsidRPr="0044654B" w:rsidRDefault="00EC1875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 xml:space="preserve">2017 год </w:t>
      </w:r>
      <w:r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0,0 тыс. рублей;</w:t>
      </w:r>
    </w:p>
    <w:p w14:paraId="0D98E72C" w14:textId="77777777" w:rsidR="00EC1875" w:rsidRPr="0044654B" w:rsidRDefault="00EC1875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 xml:space="preserve">2018 год </w:t>
      </w:r>
      <w:r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0,0 тыс. рублей;</w:t>
      </w:r>
    </w:p>
    <w:p w14:paraId="3DE93EDA" w14:textId="77777777" w:rsidR="00EC1875" w:rsidRPr="0044654B" w:rsidRDefault="00EC1875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 xml:space="preserve">2019 год </w:t>
      </w:r>
      <w:r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0,0 тыс. рублей;</w:t>
      </w:r>
    </w:p>
    <w:p w14:paraId="381D100E" w14:textId="77777777" w:rsidR="00EC1875" w:rsidRPr="0044654B" w:rsidRDefault="00EC1875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 xml:space="preserve">2020 год </w:t>
      </w:r>
      <w:r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0,0 тыс. рублей;</w:t>
      </w:r>
    </w:p>
    <w:p w14:paraId="4DFDC147" w14:textId="77777777" w:rsidR="00EC1875" w:rsidRPr="0044654B" w:rsidRDefault="00EC1875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 xml:space="preserve">2021 год </w:t>
      </w:r>
      <w:r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0,0 тыс. рублей;</w:t>
      </w:r>
    </w:p>
    <w:p w14:paraId="1AEC929E" w14:textId="77777777" w:rsidR="00EC1875" w:rsidRPr="0044654B" w:rsidRDefault="00EC1875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 xml:space="preserve">2022 год </w:t>
      </w:r>
      <w:r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0,0 тыс. рублей;</w:t>
      </w:r>
    </w:p>
    <w:p w14:paraId="00C1785E" w14:textId="77777777" w:rsidR="00EC1875" w:rsidRPr="0044654B" w:rsidRDefault="00EC1875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 xml:space="preserve">2023 год </w:t>
      </w:r>
      <w:r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0,0 тыс. рублей;</w:t>
      </w:r>
    </w:p>
    <w:p w14:paraId="19334DC5" w14:textId="77777777" w:rsidR="00EC1875" w:rsidRPr="0044654B" w:rsidRDefault="00EC1875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 xml:space="preserve">2024 год </w:t>
      </w:r>
      <w:r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0,0 тыс. рублей;</w:t>
      </w:r>
    </w:p>
    <w:p w14:paraId="603B4B11" w14:textId="77777777" w:rsidR="00EC1875" w:rsidRDefault="00EC1875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654B">
        <w:rPr>
          <w:rFonts w:ascii="Times New Roman" w:hAnsi="Times New Roman"/>
          <w:sz w:val="28"/>
          <w:szCs w:val="28"/>
        </w:rPr>
        <w:t xml:space="preserve">2025 год </w:t>
      </w:r>
      <w:r>
        <w:rPr>
          <w:rFonts w:ascii="Times New Roman" w:hAnsi="Times New Roman"/>
          <w:sz w:val="28"/>
          <w:szCs w:val="28"/>
        </w:rPr>
        <w:t>- 0,0</w:t>
      </w:r>
      <w:r w:rsidRPr="0044654B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;</w:t>
      </w:r>
    </w:p>
    <w:p w14:paraId="5DBBC1F9" w14:textId="77777777" w:rsidR="00EC1875" w:rsidRDefault="00EC1875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2026</w:t>
      </w:r>
      <w:r w:rsidRPr="0044654B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0,0 тыс. рублей</w:t>
      </w:r>
      <w:r>
        <w:rPr>
          <w:rFonts w:ascii="Times New Roman" w:hAnsi="Times New Roman"/>
          <w:sz w:val="28"/>
          <w:szCs w:val="28"/>
        </w:rPr>
        <w:t>;</w:t>
      </w:r>
    </w:p>
    <w:p w14:paraId="070D5A1B" w14:textId="4FFDAD98" w:rsidR="00EC1875" w:rsidRDefault="00EC1875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2027</w:t>
      </w:r>
      <w:r w:rsidRPr="0044654B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-</w:t>
      </w:r>
      <w:r w:rsidRPr="0044654B">
        <w:rPr>
          <w:rFonts w:ascii="Times New Roman" w:hAnsi="Times New Roman"/>
          <w:sz w:val="28"/>
          <w:szCs w:val="28"/>
        </w:rPr>
        <w:t xml:space="preserve"> 0,0 тыс. рублей</w:t>
      </w:r>
      <w:r>
        <w:rPr>
          <w:rFonts w:ascii="Times New Roman" w:hAnsi="Times New Roman"/>
          <w:sz w:val="28"/>
          <w:szCs w:val="28"/>
        </w:rPr>
        <w:t>.».</w:t>
      </w:r>
    </w:p>
    <w:p w14:paraId="51F97A48" w14:textId="718CCACD" w:rsidR="0046401A" w:rsidRDefault="0046401A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 Раздел 7 «К</w:t>
      </w:r>
      <w:r w:rsidRPr="0046401A">
        <w:rPr>
          <w:rFonts w:ascii="Times New Roman" w:hAnsi="Times New Roman"/>
          <w:sz w:val="28"/>
          <w:szCs w:val="28"/>
        </w:rPr>
        <w:t>онечные результаты реализации муниципальной программы</w:t>
      </w:r>
      <w:r>
        <w:rPr>
          <w:rFonts w:ascii="Times New Roman" w:hAnsi="Times New Roman"/>
          <w:sz w:val="28"/>
          <w:szCs w:val="28"/>
        </w:rPr>
        <w:t>» изложить в следующей редакции:</w:t>
      </w:r>
    </w:p>
    <w:p w14:paraId="0D7DDF51" w14:textId="77777777" w:rsidR="0046401A" w:rsidRPr="0046401A" w:rsidRDefault="0046401A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46401A">
        <w:rPr>
          <w:rFonts w:ascii="Times New Roman" w:hAnsi="Times New Roman"/>
          <w:sz w:val="28"/>
          <w:szCs w:val="28"/>
        </w:rPr>
        <w:t>По итогам реализации Программы планируется достижение следующих конечных результатов:</w:t>
      </w:r>
    </w:p>
    <w:p w14:paraId="30ECDBED" w14:textId="77777777" w:rsidR="0046401A" w:rsidRPr="0046401A" w:rsidRDefault="0046401A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401A">
        <w:rPr>
          <w:rFonts w:ascii="Times New Roman" w:hAnsi="Times New Roman"/>
          <w:sz w:val="28"/>
          <w:szCs w:val="28"/>
        </w:rPr>
        <w:t>1. Удельный вес объектов недвижимости муниципальной собственности, прошедших государственную регистрацию прав, в общем числе объектов недвижимости муниципальной собственности к концу 2027 года составит 100 %.</w:t>
      </w:r>
    </w:p>
    <w:p w14:paraId="09BDE11A" w14:textId="08931C97" w:rsidR="0046401A" w:rsidRPr="0046401A" w:rsidRDefault="0046401A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401A">
        <w:rPr>
          <w:rFonts w:ascii="Times New Roman" w:hAnsi="Times New Roman"/>
          <w:sz w:val="28"/>
          <w:szCs w:val="28"/>
        </w:rPr>
        <w:t>2. Выполнение плановых показателей по неналоговым доходам местного бюджета от использования муниципального имущества к концу 2027 год</w:t>
      </w:r>
      <w:r w:rsidR="00FD646E">
        <w:rPr>
          <w:rFonts w:ascii="Times New Roman" w:hAnsi="Times New Roman"/>
          <w:sz w:val="28"/>
          <w:szCs w:val="28"/>
        </w:rPr>
        <w:t>а</w:t>
      </w:r>
      <w:r w:rsidRPr="0046401A">
        <w:rPr>
          <w:rFonts w:ascii="Times New Roman" w:hAnsi="Times New Roman"/>
          <w:sz w:val="28"/>
          <w:szCs w:val="28"/>
        </w:rPr>
        <w:t xml:space="preserve"> составит не менее 100 % ежегодно.</w:t>
      </w:r>
    </w:p>
    <w:p w14:paraId="5471594B" w14:textId="77777777" w:rsidR="0046401A" w:rsidRPr="0046401A" w:rsidRDefault="0046401A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401A">
        <w:rPr>
          <w:rFonts w:ascii="Times New Roman" w:hAnsi="Times New Roman"/>
          <w:sz w:val="28"/>
          <w:szCs w:val="28"/>
        </w:rPr>
        <w:t>3. Количество действующих договоров аренды объектов недвижимости, находящихся в собственности муниципального образования Ногликский муниципальный округ Сахалинской области, составит к концу 2027 года 13 ед.</w:t>
      </w:r>
    </w:p>
    <w:p w14:paraId="1B7B6A97" w14:textId="30D9C42D" w:rsidR="0046401A" w:rsidRPr="0046401A" w:rsidRDefault="0046401A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401A">
        <w:rPr>
          <w:rFonts w:ascii="Times New Roman" w:hAnsi="Times New Roman"/>
          <w:sz w:val="28"/>
          <w:szCs w:val="28"/>
        </w:rPr>
        <w:t xml:space="preserve">4. Количество объектов недвижимости в кадастровых кварталах, </w:t>
      </w:r>
      <w:r w:rsidR="00E97CEA">
        <w:rPr>
          <w:rFonts w:ascii="Times New Roman" w:hAnsi="Times New Roman"/>
          <w:sz w:val="28"/>
          <w:szCs w:val="28"/>
        </w:rPr>
        <w:br/>
      </w:r>
      <w:r w:rsidRPr="0046401A">
        <w:rPr>
          <w:rFonts w:ascii="Times New Roman" w:hAnsi="Times New Roman"/>
          <w:sz w:val="28"/>
          <w:szCs w:val="28"/>
        </w:rPr>
        <w:t xml:space="preserve">в отношении которых проведены комплексные </w:t>
      </w:r>
      <w:r w:rsidRPr="00CD28B5">
        <w:rPr>
          <w:rFonts w:ascii="Times New Roman" w:hAnsi="Times New Roman"/>
          <w:sz w:val="28"/>
          <w:szCs w:val="28"/>
        </w:rPr>
        <w:t>кадастровые</w:t>
      </w:r>
      <w:r w:rsidR="00313288" w:rsidRPr="00CD28B5">
        <w:rPr>
          <w:rFonts w:ascii="Times New Roman" w:hAnsi="Times New Roman"/>
          <w:sz w:val="28"/>
          <w:szCs w:val="28"/>
        </w:rPr>
        <w:t xml:space="preserve"> работы</w:t>
      </w:r>
      <w:r w:rsidRPr="0046401A">
        <w:rPr>
          <w:rFonts w:ascii="Times New Roman" w:hAnsi="Times New Roman"/>
          <w:sz w:val="28"/>
          <w:szCs w:val="28"/>
        </w:rPr>
        <w:t>, к концу 2027 года составит не менее 974 ед.</w:t>
      </w:r>
    </w:p>
    <w:p w14:paraId="68B4DC40" w14:textId="73D6AEB2" w:rsidR="0046401A" w:rsidRPr="0046401A" w:rsidRDefault="0046401A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401A">
        <w:rPr>
          <w:rFonts w:ascii="Times New Roman" w:hAnsi="Times New Roman"/>
          <w:sz w:val="28"/>
          <w:szCs w:val="28"/>
        </w:rPr>
        <w:t xml:space="preserve">5. Удельный вес площади ликвидированных мест захламления </w:t>
      </w:r>
      <w:r w:rsidR="00E97CEA">
        <w:rPr>
          <w:rFonts w:ascii="Times New Roman" w:hAnsi="Times New Roman"/>
          <w:sz w:val="28"/>
          <w:szCs w:val="28"/>
        </w:rPr>
        <w:br/>
      </w:r>
      <w:r w:rsidRPr="0046401A">
        <w:rPr>
          <w:rFonts w:ascii="Times New Roman" w:hAnsi="Times New Roman"/>
          <w:sz w:val="28"/>
          <w:szCs w:val="28"/>
        </w:rPr>
        <w:t>и загрязнения земель от общей площади земель, в отношении которых выявлен факт загрязнения и захламления, составит не менее 100 % ежегодно (при наличии).</w:t>
      </w:r>
    </w:p>
    <w:p w14:paraId="5616205C" w14:textId="14925A30" w:rsidR="0046401A" w:rsidRPr="0044654B" w:rsidRDefault="0046401A" w:rsidP="00E97CE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401A">
        <w:rPr>
          <w:rFonts w:ascii="Times New Roman" w:hAnsi="Times New Roman"/>
          <w:sz w:val="28"/>
          <w:szCs w:val="28"/>
        </w:rPr>
        <w:t>6. Удельный вес освобожденных земельных участков от общей площади земель, в отношении которых выявлен факт самовольного занятия, составит не менее 100 % ежегодно (при наличии).</w:t>
      </w:r>
      <w:r>
        <w:rPr>
          <w:rFonts w:ascii="Times New Roman" w:hAnsi="Times New Roman"/>
          <w:sz w:val="28"/>
          <w:szCs w:val="28"/>
        </w:rPr>
        <w:t>».</w:t>
      </w:r>
    </w:p>
    <w:p w14:paraId="682D43E2" w14:textId="08AA9AEE" w:rsidR="001116BA" w:rsidRDefault="001116BA" w:rsidP="00E97CE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2.</w:t>
      </w:r>
      <w:r w:rsidR="0046401A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Приложение 2</w:t>
      </w:r>
      <w:r w:rsidRPr="0044654B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Сведения о показателях (индикаторах) муниципальной программы</w:t>
      </w:r>
      <w:r w:rsidR="00E53177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B153A1">
        <w:rPr>
          <w:rFonts w:ascii="Times New Roman" w:eastAsia="Times New Roman" w:hAnsi="Times New Roman"/>
          <w:sz w:val="28"/>
          <w:szCs w:val="28"/>
          <w:lang w:eastAsia="ru-RU"/>
        </w:rPr>
        <w:t>, утвержденной постановлением,</w:t>
      </w:r>
      <w:r w:rsidRPr="0044654B">
        <w:rPr>
          <w:rFonts w:ascii="Times New Roman" w:eastAsia="Times New Roman" w:hAnsi="Times New Roman"/>
          <w:sz w:val="28"/>
          <w:szCs w:val="28"/>
          <w:lang w:eastAsia="ru-RU"/>
        </w:rPr>
        <w:t xml:space="preserve"> изложить в новой редакции, согласно приложению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1 </w:t>
      </w:r>
      <w:r w:rsidRPr="0044654B">
        <w:rPr>
          <w:rFonts w:ascii="Times New Roman" w:eastAsia="Times New Roman" w:hAnsi="Times New Roman"/>
          <w:sz w:val="28"/>
          <w:szCs w:val="28"/>
          <w:lang w:eastAsia="ru-RU"/>
        </w:rPr>
        <w:t>к настоящему постановлению.</w:t>
      </w:r>
    </w:p>
    <w:p w14:paraId="2B92299E" w14:textId="652AC2ED" w:rsidR="001116BA" w:rsidRDefault="001116BA" w:rsidP="00E97CE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="0046401A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44654B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3 «Ресурсное обеспечение реализации муниципальной </w:t>
      </w:r>
      <w:r w:rsidRPr="0044654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программы</w:t>
      </w:r>
      <w:r w:rsidR="00E53177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bookmarkStart w:id="0" w:name="_GoBack"/>
      <w:bookmarkEnd w:id="0"/>
      <w:r w:rsidR="00B153A1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44654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153A1">
        <w:rPr>
          <w:rFonts w:ascii="Times New Roman" w:eastAsia="Times New Roman" w:hAnsi="Times New Roman"/>
          <w:sz w:val="28"/>
          <w:szCs w:val="28"/>
          <w:lang w:eastAsia="ru-RU"/>
        </w:rPr>
        <w:t>утвержденной постановлением,</w:t>
      </w:r>
      <w:r w:rsidR="00B153A1" w:rsidRPr="0044654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4654B">
        <w:rPr>
          <w:rFonts w:ascii="Times New Roman" w:eastAsia="Times New Roman" w:hAnsi="Times New Roman"/>
          <w:sz w:val="28"/>
          <w:szCs w:val="28"/>
          <w:lang w:eastAsia="ru-RU"/>
        </w:rPr>
        <w:t>изложить в новой редакции, согласно приложению</w:t>
      </w:r>
      <w:r w:rsidR="005B6D58">
        <w:rPr>
          <w:rFonts w:ascii="Times New Roman" w:eastAsia="Times New Roman" w:hAnsi="Times New Roman"/>
          <w:sz w:val="28"/>
          <w:szCs w:val="28"/>
          <w:lang w:eastAsia="ru-RU"/>
        </w:rPr>
        <w:t xml:space="preserve"> 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4654B">
        <w:rPr>
          <w:rFonts w:ascii="Times New Roman" w:eastAsia="Times New Roman" w:hAnsi="Times New Roman"/>
          <w:sz w:val="28"/>
          <w:szCs w:val="28"/>
          <w:lang w:eastAsia="ru-RU"/>
        </w:rPr>
        <w:t>к настоящему постановлению.</w:t>
      </w:r>
    </w:p>
    <w:p w14:paraId="2153572F" w14:textId="0D51E729" w:rsidR="001116BA" w:rsidRDefault="001116BA" w:rsidP="00E97CE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Pr="00160B36">
        <w:rPr>
          <w:rFonts w:ascii="Times New Roman" w:hAnsi="Times New Roman"/>
          <w:sz w:val="28"/>
          <w:szCs w:val="28"/>
          <w:shd w:val="clear" w:color="auto" w:fill="FFFFFF"/>
        </w:rPr>
        <w:t>. Опубликовать настоящее постановление в газете «Знамя труда»</w:t>
      </w:r>
      <w:r w:rsidR="00E97CE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E97CEA">
        <w:rPr>
          <w:rFonts w:ascii="Times New Roman" w:hAnsi="Times New Roman"/>
          <w:sz w:val="28"/>
          <w:szCs w:val="28"/>
          <w:shd w:val="clear" w:color="auto" w:fill="FFFFFF"/>
        </w:rPr>
        <w:br/>
      </w:r>
      <w:r w:rsidRPr="00160B36">
        <w:rPr>
          <w:rFonts w:ascii="Times New Roman" w:hAnsi="Times New Roman"/>
          <w:sz w:val="28"/>
          <w:szCs w:val="28"/>
          <w:shd w:val="clear" w:color="auto" w:fill="FFFFFF"/>
        </w:rPr>
        <w:t xml:space="preserve">и разместить на официальном сайте </w:t>
      </w:r>
      <w:r w:rsidRPr="00260DD4">
        <w:rPr>
          <w:rFonts w:ascii="Times New Roman" w:hAnsi="Times New Roman"/>
          <w:sz w:val="28"/>
          <w:szCs w:val="28"/>
        </w:rPr>
        <w:t>муниципально</w:t>
      </w:r>
      <w:r>
        <w:rPr>
          <w:rFonts w:ascii="Times New Roman" w:hAnsi="Times New Roman"/>
          <w:sz w:val="28"/>
          <w:szCs w:val="28"/>
        </w:rPr>
        <w:t>го образования</w:t>
      </w:r>
      <w:r w:rsidRPr="00260DD4">
        <w:rPr>
          <w:rFonts w:ascii="Times New Roman" w:hAnsi="Times New Roman"/>
          <w:sz w:val="28"/>
          <w:szCs w:val="28"/>
        </w:rPr>
        <w:t xml:space="preserve"> Ногликский муниципальный округ Сахалинской области</w:t>
      </w:r>
      <w:r w:rsidRPr="00160B36">
        <w:rPr>
          <w:rFonts w:ascii="Times New Roman" w:hAnsi="Times New Roman"/>
          <w:sz w:val="28"/>
          <w:szCs w:val="28"/>
          <w:shd w:val="clear" w:color="auto" w:fill="FFFFFF"/>
        </w:rPr>
        <w:t xml:space="preserve"> в информационно-</w:t>
      </w:r>
      <w:r>
        <w:rPr>
          <w:rFonts w:ascii="Times New Roman" w:hAnsi="Times New Roman"/>
          <w:sz w:val="28"/>
          <w:szCs w:val="28"/>
          <w:shd w:val="clear" w:color="auto" w:fill="FFFFFF"/>
        </w:rPr>
        <w:t>теле</w:t>
      </w:r>
      <w:r w:rsidRPr="00160B36">
        <w:rPr>
          <w:rFonts w:ascii="Times New Roman" w:hAnsi="Times New Roman"/>
          <w:sz w:val="28"/>
          <w:szCs w:val="28"/>
          <w:shd w:val="clear" w:color="auto" w:fill="FFFFFF"/>
        </w:rPr>
        <w:t>коммуникационной сети «Интернет».</w:t>
      </w:r>
    </w:p>
    <w:p w14:paraId="1544762D" w14:textId="290AA13B" w:rsidR="001116BA" w:rsidRPr="00160B36" w:rsidRDefault="001116BA" w:rsidP="00E97CE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4. Настоящее постановление вступает в силу с момента опубликования. </w:t>
      </w:r>
      <w:r w:rsidR="00324B98">
        <w:rPr>
          <w:rFonts w:ascii="Times New Roman" w:hAnsi="Times New Roman"/>
          <w:sz w:val="28"/>
          <w:szCs w:val="28"/>
          <w:shd w:val="clear" w:color="auto" w:fill="FFFFFF"/>
        </w:rPr>
        <w:t>Подп</w:t>
      </w:r>
      <w:r>
        <w:rPr>
          <w:rFonts w:ascii="Times New Roman" w:hAnsi="Times New Roman"/>
          <w:sz w:val="28"/>
          <w:szCs w:val="28"/>
          <w:shd w:val="clear" w:color="auto" w:fill="FFFFFF"/>
        </w:rPr>
        <w:t>ункт 1</w:t>
      </w:r>
      <w:r w:rsidR="00324B98">
        <w:rPr>
          <w:rFonts w:ascii="Times New Roman" w:hAnsi="Times New Roman"/>
          <w:sz w:val="28"/>
          <w:szCs w:val="28"/>
          <w:shd w:val="clear" w:color="auto" w:fill="FFFFFF"/>
        </w:rPr>
        <w:t>.1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настоящего постановления вступает в силу с момента опубликования и распространяется на правоотношения, возникшие </w:t>
      </w:r>
      <w:r w:rsidR="00E97CEA">
        <w:rPr>
          <w:rFonts w:ascii="Times New Roman" w:hAnsi="Times New Roman"/>
          <w:sz w:val="28"/>
          <w:szCs w:val="28"/>
          <w:shd w:val="clear" w:color="auto" w:fill="FFFFFF"/>
        </w:rPr>
        <w:br/>
      </w:r>
      <w:r>
        <w:rPr>
          <w:rFonts w:ascii="Times New Roman" w:hAnsi="Times New Roman"/>
          <w:sz w:val="28"/>
          <w:szCs w:val="28"/>
          <w:shd w:val="clear" w:color="auto" w:fill="FFFFFF"/>
        </w:rPr>
        <w:t>с 01 января 2025 года.</w:t>
      </w:r>
    </w:p>
    <w:p w14:paraId="5FDEAE59" w14:textId="1A1DBB6E" w:rsidR="008629FA" w:rsidRPr="001116BA" w:rsidRDefault="001116BA" w:rsidP="00E97C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5</w:t>
      </w:r>
      <w:r w:rsidRPr="00160B36">
        <w:rPr>
          <w:rFonts w:ascii="Times New Roman" w:hAnsi="Times New Roman"/>
          <w:sz w:val="28"/>
          <w:szCs w:val="28"/>
          <w:shd w:val="clear" w:color="auto" w:fill="FFFFFF"/>
        </w:rPr>
        <w:t xml:space="preserve">. Контроль за исполнением настоящего постановления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оставляю </w:t>
      </w:r>
      <w:r w:rsidR="00E97CEA">
        <w:rPr>
          <w:rFonts w:ascii="Times New Roman" w:hAnsi="Times New Roman"/>
          <w:sz w:val="28"/>
          <w:szCs w:val="28"/>
          <w:shd w:val="clear" w:color="auto" w:fill="FFFFFF"/>
        </w:rPr>
        <w:br/>
      </w:r>
      <w:r>
        <w:rPr>
          <w:rFonts w:ascii="Times New Roman" w:hAnsi="Times New Roman"/>
          <w:sz w:val="28"/>
          <w:szCs w:val="28"/>
          <w:shd w:val="clear" w:color="auto" w:fill="FFFFFF"/>
        </w:rPr>
        <w:t>за собой</w:t>
      </w:r>
      <w:r w:rsidRPr="00160B36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14:paraId="5FDEAE5A" w14:textId="77777777" w:rsidR="008629FA" w:rsidRDefault="008629FA" w:rsidP="00E97C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7180EF7" w14:textId="74321999" w:rsidR="00E97CEA" w:rsidRDefault="00E97CEA" w:rsidP="00E97C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3ACB895" w14:textId="77777777" w:rsidR="00E97CEA" w:rsidRPr="00D12794" w:rsidRDefault="00E97CEA" w:rsidP="00E97C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FDEAE5B" w14:textId="77777777" w:rsidR="008629FA" w:rsidRDefault="008629FA" w:rsidP="00E97C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563990B6" w14:textId="77777777" w:rsidR="001116BA" w:rsidRDefault="001116BA" w:rsidP="00E97C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Ногликский муниципальный округ </w:t>
      </w:r>
    </w:p>
    <w:p w14:paraId="5FDEAE5C" w14:textId="122C7576" w:rsidR="008629FA" w:rsidRPr="008629FA" w:rsidRDefault="001116BA" w:rsidP="00E97C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Сахалинской области </w:t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  <w:t xml:space="preserve"> 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С.В. Гурьянов</w:t>
      </w:r>
    </w:p>
    <w:sectPr w:rsidR="008629FA" w:rsidRPr="008629FA" w:rsidSect="00E97CEA">
      <w:headerReference w:type="default" r:id="rId7"/>
      <w:pgSz w:w="11906" w:h="16838"/>
      <w:pgMar w:top="1418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DEAE66" w14:textId="77777777" w:rsidR="002B5CAC" w:rsidRDefault="002B5CAC" w:rsidP="0033636C">
      <w:pPr>
        <w:spacing w:after="0" w:line="240" w:lineRule="auto"/>
      </w:pPr>
      <w:r>
        <w:separator/>
      </w:r>
    </w:p>
  </w:endnote>
  <w:endnote w:type="continuationSeparator" w:id="0">
    <w:p w14:paraId="5FDEAE67" w14:textId="77777777" w:rsidR="002B5CAC" w:rsidRDefault="002B5CA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DEAE64" w14:textId="77777777" w:rsidR="002B5CAC" w:rsidRDefault="002B5CAC" w:rsidP="0033636C">
      <w:pPr>
        <w:spacing w:after="0" w:line="240" w:lineRule="auto"/>
      </w:pPr>
      <w:r>
        <w:separator/>
      </w:r>
    </w:p>
  </w:footnote>
  <w:footnote w:type="continuationSeparator" w:id="0">
    <w:p w14:paraId="5FDEAE65" w14:textId="77777777" w:rsidR="002B5CAC" w:rsidRDefault="002B5CA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05747306"/>
      <w:docPartObj>
        <w:docPartGallery w:val="Page Numbers (Top of Page)"/>
        <w:docPartUnique/>
      </w:docPartObj>
    </w:sdtPr>
    <w:sdtEndPr/>
    <w:sdtContent>
      <w:p w14:paraId="7B555EAC" w14:textId="48D03258" w:rsidR="00E97CEA" w:rsidRDefault="00E97CE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1109">
          <w:rPr>
            <w:noProof/>
          </w:rPr>
          <w:t>8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605FB"/>
    <w:rsid w:val="000A68AF"/>
    <w:rsid w:val="001116BA"/>
    <w:rsid w:val="00185FEC"/>
    <w:rsid w:val="001E1F9F"/>
    <w:rsid w:val="002003DC"/>
    <w:rsid w:val="002B5CAC"/>
    <w:rsid w:val="00313288"/>
    <w:rsid w:val="00324B98"/>
    <w:rsid w:val="0033636C"/>
    <w:rsid w:val="003E4257"/>
    <w:rsid w:val="004332BD"/>
    <w:rsid w:val="0046401A"/>
    <w:rsid w:val="004B7420"/>
    <w:rsid w:val="00520CBF"/>
    <w:rsid w:val="0054756C"/>
    <w:rsid w:val="00557F9F"/>
    <w:rsid w:val="00577960"/>
    <w:rsid w:val="005B6D58"/>
    <w:rsid w:val="006336A4"/>
    <w:rsid w:val="006A1C4B"/>
    <w:rsid w:val="006B1109"/>
    <w:rsid w:val="007D2636"/>
    <w:rsid w:val="008629FA"/>
    <w:rsid w:val="00987DB5"/>
    <w:rsid w:val="00A30AF1"/>
    <w:rsid w:val="00AC72C8"/>
    <w:rsid w:val="00B03034"/>
    <w:rsid w:val="00B10ED9"/>
    <w:rsid w:val="00B153A1"/>
    <w:rsid w:val="00B2328A"/>
    <w:rsid w:val="00B25688"/>
    <w:rsid w:val="00BB2FF6"/>
    <w:rsid w:val="00BF0DF4"/>
    <w:rsid w:val="00C02849"/>
    <w:rsid w:val="00CC66B6"/>
    <w:rsid w:val="00CD28B5"/>
    <w:rsid w:val="00D12794"/>
    <w:rsid w:val="00D67BD8"/>
    <w:rsid w:val="00D87BC9"/>
    <w:rsid w:val="00DD0B72"/>
    <w:rsid w:val="00DF2DDC"/>
    <w:rsid w:val="00DF7897"/>
    <w:rsid w:val="00E37B8A"/>
    <w:rsid w:val="00E53177"/>
    <w:rsid w:val="00E609BC"/>
    <w:rsid w:val="00E97CEA"/>
    <w:rsid w:val="00EC1875"/>
    <w:rsid w:val="00EC2B50"/>
    <w:rsid w:val="00F04947"/>
    <w:rsid w:val="00F81B75"/>
    <w:rsid w:val="00FD6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EAE47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B030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0303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156</TotalTime>
  <Pages>8</Pages>
  <Words>2184</Words>
  <Characters>12451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29</cp:revision>
  <cp:lastPrinted>2025-03-09T09:53:00Z</cp:lastPrinted>
  <dcterms:created xsi:type="dcterms:W3CDTF">2020-04-07T04:52:00Z</dcterms:created>
  <dcterms:modified xsi:type="dcterms:W3CDTF">2025-03-09T10:05:00Z</dcterms:modified>
</cp:coreProperties>
</file>