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A8287F6" w14:textId="77777777" w:rsidTr="00987DB5">
        <w:tc>
          <w:tcPr>
            <w:tcW w:w="9498" w:type="dxa"/>
          </w:tcPr>
          <w:p w14:paraId="3A8287F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A82880C" wp14:editId="3A82880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8287F2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A8287F3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3A8287F4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3A8287F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A8287F7" w14:textId="607D3ED5" w:rsidR="0033636C" w:rsidRPr="00E2436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E2436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24362" w:rsidRPr="00E24362">
            <w:rPr>
              <w:rFonts w:ascii="Times New Roman" w:hAnsi="Times New Roman"/>
              <w:sz w:val="28"/>
              <w:szCs w:val="28"/>
            </w:rPr>
            <w:t>22 января 2025 года</w:t>
          </w:r>
        </w:sdtContent>
      </w:sdt>
      <w:r w:rsidRPr="00E2436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24362" w:rsidRPr="00E24362">
            <w:rPr>
              <w:rFonts w:ascii="Times New Roman" w:hAnsi="Times New Roman"/>
              <w:sz w:val="28"/>
              <w:szCs w:val="28"/>
            </w:rPr>
            <w:t>11</w:t>
          </w:r>
        </w:sdtContent>
      </w:sdt>
    </w:p>
    <w:bookmarkEnd w:id="0"/>
    <w:p w14:paraId="3A8287F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A8287F9" w14:textId="69719349" w:rsidR="0033636C" w:rsidRPr="003D777F" w:rsidRDefault="002B5CAC" w:rsidP="00237E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777F">
        <w:rPr>
          <w:rFonts w:ascii="Times New Roman" w:hAnsi="Times New Roman"/>
          <w:b/>
          <w:sz w:val="28"/>
          <w:szCs w:val="28"/>
        </w:rPr>
        <w:t xml:space="preserve">Об утверждении перечня главных администраторов доходов бюджета, главных администраторов источников финансирования дефицита бюджета муниципального образования Ногликский муниципальный округ Сахалинской области, порядка внесения изменений в перечень </w:t>
      </w:r>
      <w:r w:rsidR="00824F0F" w:rsidRPr="003D777F">
        <w:rPr>
          <w:rFonts w:ascii="Times New Roman" w:hAnsi="Times New Roman"/>
          <w:b/>
          <w:sz w:val="28"/>
          <w:szCs w:val="28"/>
        </w:rPr>
        <w:t>главных администраторов доходов бюджета, главных администраторов источников финансирования дефицита бюджета муниципального образования Ногликский муниципальный округ Сахалинской области</w:t>
      </w:r>
    </w:p>
    <w:p w14:paraId="3A8287FA" w14:textId="77777777" w:rsidR="00185FEC" w:rsidRDefault="00185FEC" w:rsidP="00237E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EC46C7" w14:textId="0E5366C0" w:rsidR="00824F0F" w:rsidRPr="00205D38" w:rsidRDefault="00824F0F" w:rsidP="00237E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16EA">
        <w:rPr>
          <w:rFonts w:ascii="Times New Roman" w:hAnsi="Times New Roman"/>
          <w:sz w:val="28"/>
          <w:szCs w:val="28"/>
        </w:rPr>
        <w:t xml:space="preserve">В соответствии </w:t>
      </w:r>
      <w:r w:rsidRPr="00205D38">
        <w:rPr>
          <w:rFonts w:ascii="Times New Roman" w:hAnsi="Times New Roman"/>
          <w:sz w:val="28"/>
          <w:szCs w:val="28"/>
        </w:rPr>
        <w:t>со статьями 160.1, 160.2 Бюджетного кодекса Российской Федерации,</w:t>
      </w:r>
      <w:r w:rsidRPr="005D2C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с постановлениями Правительства Российской Федерации от 16.09.2021 № 1568 «Об утверждении общих требований </w:t>
      </w:r>
      <w:r w:rsidR="00237E66">
        <w:rPr>
          <w:rFonts w:ascii="Times New Roman" w:hAnsi="Times New Roman"/>
          <w:sz w:val="28"/>
          <w:szCs w:val="28"/>
          <w:lang w:eastAsia="ru-RU"/>
        </w:rPr>
        <w:br/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</w:t>
      </w:r>
      <w:r w:rsidR="00AA6B65">
        <w:rPr>
          <w:rFonts w:ascii="Times New Roman" w:hAnsi="Times New Roman"/>
          <w:sz w:val="28"/>
          <w:szCs w:val="28"/>
          <w:lang w:eastAsia="ru-RU"/>
        </w:rPr>
        <w:t>страхования, местного бюджета»,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</w:t>
      </w:r>
      <w:r w:rsidR="00237E66">
        <w:rPr>
          <w:rFonts w:ascii="Times New Roman" w:hAnsi="Times New Roman"/>
          <w:sz w:val="28"/>
          <w:szCs w:val="28"/>
          <w:lang w:eastAsia="ru-RU"/>
        </w:rPr>
        <w:br/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Pr="009405A6">
        <w:rPr>
          <w:rFonts w:ascii="Times New Roman" w:hAnsi="Times New Roman"/>
          <w:sz w:val="28"/>
          <w:szCs w:val="28"/>
          <w:lang w:bidi="ru-RU"/>
        </w:rPr>
        <w:lastRenderedPageBreak/>
        <w:t>администрация муниципального образования 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6E643D32" w14:textId="6F45B739" w:rsidR="00824F0F" w:rsidRPr="00205D38" w:rsidRDefault="00237E66" w:rsidP="00237E66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24F0F">
        <w:rPr>
          <w:rFonts w:ascii="Times New Roman" w:hAnsi="Times New Roman"/>
          <w:sz w:val="28"/>
          <w:szCs w:val="28"/>
        </w:rPr>
        <w:t>Утвердить п</w:t>
      </w:r>
      <w:r w:rsidR="00824F0F" w:rsidRPr="00205D38">
        <w:rPr>
          <w:rFonts w:ascii="Times New Roman" w:hAnsi="Times New Roman"/>
          <w:sz w:val="28"/>
          <w:szCs w:val="28"/>
        </w:rPr>
        <w:t xml:space="preserve">еречень главных администраторов доходов бюджета </w:t>
      </w:r>
      <w:r w:rsidR="00824F0F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 (приложение 1).</w:t>
      </w:r>
    </w:p>
    <w:p w14:paraId="168C9F80" w14:textId="77777777" w:rsidR="00824F0F" w:rsidRDefault="00824F0F" w:rsidP="00237E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05D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п</w:t>
      </w:r>
      <w:r w:rsidRPr="00205D38">
        <w:rPr>
          <w:rFonts w:ascii="Times New Roman" w:hAnsi="Times New Roman"/>
          <w:sz w:val="28"/>
          <w:szCs w:val="28"/>
        </w:rPr>
        <w:t xml:space="preserve">еречень главных администраторов источников финансирования дефицита бюджета </w:t>
      </w:r>
      <w:r w:rsidRPr="00BD6351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(приложение 2)</w:t>
      </w:r>
      <w:r w:rsidRPr="00205D38">
        <w:rPr>
          <w:rFonts w:ascii="Times New Roman" w:hAnsi="Times New Roman"/>
          <w:sz w:val="28"/>
          <w:szCs w:val="28"/>
        </w:rPr>
        <w:t>.</w:t>
      </w:r>
    </w:p>
    <w:p w14:paraId="2BCFC08D" w14:textId="77777777" w:rsidR="00824F0F" w:rsidRDefault="00824F0F" w:rsidP="00237E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порядок внесения изменений </w:t>
      </w:r>
      <w:r w:rsidRPr="003B42A1">
        <w:rPr>
          <w:rFonts w:ascii="Times New Roman" w:eastAsia="Times New Roman" w:hAnsi="Times New Roman"/>
          <w:bCs/>
          <w:sz w:val="28"/>
          <w:szCs w:val="28"/>
        </w:rPr>
        <w:t xml:space="preserve">в перечень главных администраторов доходов бюджета, главных администраторов источников финансирования дефицита бюджета </w:t>
      </w:r>
      <w:r w:rsidRPr="008E5AF7">
        <w:rPr>
          <w:rFonts w:ascii="Times New Roman" w:eastAsia="Times New Roman" w:hAnsi="Times New Roman"/>
          <w:bCs/>
          <w:sz w:val="28"/>
          <w:szCs w:val="28"/>
        </w:rPr>
        <w:t>муниципального образования Ногликский муниципальный округ Сахалинской области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приложение 3)</w:t>
      </w:r>
      <w:r w:rsidRPr="00205D38">
        <w:rPr>
          <w:rFonts w:ascii="Times New Roman" w:hAnsi="Times New Roman"/>
          <w:sz w:val="28"/>
          <w:szCs w:val="28"/>
        </w:rPr>
        <w:t>.</w:t>
      </w:r>
    </w:p>
    <w:p w14:paraId="5C1AACE6" w14:textId="0E66C034" w:rsidR="00824F0F" w:rsidRDefault="00824F0F" w:rsidP="00237E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Признать утратившим силу постановление администрации муниципального образования «Городской округ Ногликский» от 19.12.2024 </w:t>
      </w:r>
      <w:r w:rsidR="00237E6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818 «</w:t>
      </w:r>
      <w:r w:rsidRPr="00E16A0E">
        <w:rPr>
          <w:rFonts w:ascii="Times New Roman" w:hAnsi="Times New Roman"/>
          <w:sz w:val="28"/>
          <w:szCs w:val="28"/>
        </w:rPr>
        <w:t>Об утверждении перечня главных администраторов доходов бюджета, главных администраторов источников финансирования дефицита бюджета муниципального образования Ногликский муниципальный округ Сахалинской области,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>».</w:t>
      </w:r>
    </w:p>
    <w:p w14:paraId="0667DEEE" w14:textId="77777777" w:rsidR="00824F0F" w:rsidRPr="00E416EA" w:rsidRDefault="00824F0F" w:rsidP="00237E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416EA">
        <w:rPr>
          <w:rFonts w:ascii="Times New Roman" w:hAnsi="Times New Roman"/>
          <w:sz w:val="28"/>
          <w:szCs w:val="28"/>
        </w:rPr>
        <w:t xml:space="preserve">. 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 в информационно-телекоммуникационной сети «Интернет»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59E00F1A" w14:textId="1E42E5FF" w:rsidR="00824F0F" w:rsidRDefault="00824F0F" w:rsidP="00237E6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E416EA">
        <w:rPr>
          <w:rFonts w:ascii="Times New Roman" w:hAnsi="Times New Roman"/>
          <w:sz w:val="28"/>
          <w:szCs w:val="28"/>
        </w:rPr>
        <w:t xml:space="preserve">.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вступает в силу со дня его подписания </w:t>
      </w:r>
      <w:r w:rsidR="00237E6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распространяется на правоотношения, возникшие с 01 января 2025 года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3A8287FC" w14:textId="77777777" w:rsidR="00E609BC" w:rsidRDefault="00E609BC" w:rsidP="00237E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4A7A48" w14:textId="77777777" w:rsidR="00237E66" w:rsidRPr="00D12794" w:rsidRDefault="00237E66" w:rsidP="00237E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8287FD" w14:textId="77777777" w:rsidR="00E609BC" w:rsidRPr="00D12794" w:rsidRDefault="00E609BC" w:rsidP="00237E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828805" w14:textId="77777777" w:rsidR="008629FA" w:rsidRDefault="008629FA" w:rsidP="00237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56CCC4C" w14:textId="77777777" w:rsidR="00824F0F" w:rsidRDefault="00824F0F" w:rsidP="00237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6A0E"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3A828806" w14:textId="74DDF63C" w:rsidR="008629FA" w:rsidRPr="008629FA" w:rsidRDefault="00824F0F" w:rsidP="00237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6A0E"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8629FA" w:rsidSect="00237E66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28810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3A828811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2880E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3A82880F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7143368"/>
      <w:docPartObj>
        <w:docPartGallery w:val="Page Numbers (Top of Page)"/>
        <w:docPartUnique/>
      </w:docPartObj>
    </w:sdtPr>
    <w:sdtEndPr/>
    <w:sdtContent>
      <w:p w14:paraId="1646A045" w14:textId="7560B8F2" w:rsidR="00237E66" w:rsidRDefault="00237E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362">
          <w:rPr>
            <w:noProof/>
          </w:rPr>
          <w:t>2</w:t>
        </w:r>
        <w:r>
          <w:fldChar w:fldCharType="end"/>
        </w:r>
      </w:p>
    </w:sdtContent>
  </w:sdt>
  <w:p w14:paraId="1B88990C" w14:textId="77777777" w:rsidR="00237E66" w:rsidRDefault="00237E6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221B"/>
    <w:multiLevelType w:val="hybridMultilevel"/>
    <w:tmpl w:val="8E02526C"/>
    <w:lvl w:ilvl="0" w:tplc="4B9285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37E66"/>
    <w:rsid w:val="002B5CAC"/>
    <w:rsid w:val="0033636C"/>
    <w:rsid w:val="003D777F"/>
    <w:rsid w:val="003E4257"/>
    <w:rsid w:val="00520CBF"/>
    <w:rsid w:val="00824F0F"/>
    <w:rsid w:val="008629FA"/>
    <w:rsid w:val="00987DB5"/>
    <w:rsid w:val="00A30AF1"/>
    <w:rsid w:val="00AA6B65"/>
    <w:rsid w:val="00AC72C8"/>
    <w:rsid w:val="00B10ED9"/>
    <w:rsid w:val="00B25688"/>
    <w:rsid w:val="00C02849"/>
    <w:rsid w:val="00D12794"/>
    <w:rsid w:val="00D67BD8"/>
    <w:rsid w:val="00DF7897"/>
    <w:rsid w:val="00E24362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287F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824F0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24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2436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cp:lastPrinted>2025-01-22T10:09:00Z</cp:lastPrinted>
  <dcterms:created xsi:type="dcterms:W3CDTF">2020-04-07T04:52:00Z</dcterms:created>
  <dcterms:modified xsi:type="dcterms:W3CDTF">2025-01-22T10:09:00Z</dcterms:modified>
</cp:coreProperties>
</file>