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3D9791A" w14:textId="77777777" w:rsidTr="00987DB5">
        <w:tc>
          <w:tcPr>
            <w:tcW w:w="9498" w:type="dxa"/>
          </w:tcPr>
          <w:p w14:paraId="23D9791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D97931" wp14:editId="23D9793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9791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3D9791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3D9791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3D9791B" w14:textId="3CB82E5B" w:rsidR="0033636C" w:rsidRPr="00C73BB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BB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73BB2" w:rsidRPr="00C73BB2">
            <w:rPr>
              <w:rFonts w:ascii="Times New Roman" w:hAnsi="Times New Roman"/>
              <w:sz w:val="28"/>
              <w:szCs w:val="28"/>
            </w:rPr>
            <w:t>07 марта 2023 года</w:t>
          </w:r>
        </w:sdtContent>
      </w:sdt>
      <w:r w:rsidRPr="00C73BB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73BB2" w:rsidRPr="00C73BB2">
            <w:rPr>
              <w:rFonts w:ascii="Times New Roman" w:hAnsi="Times New Roman"/>
              <w:sz w:val="28"/>
              <w:szCs w:val="28"/>
            </w:rPr>
            <w:t>120</w:t>
          </w:r>
        </w:sdtContent>
      </w:sdt>
    </w:p>
    <w:p w14:paraId="23D9791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3D9791D" w14:textId="63B2A0E2" w:rsidR="0033636C" w:rsidRPr="005D560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5D560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разрешений юридическим лицам и индивидуальным предпринимателям на оказание услуг </w:t>
      </w:r>
      <w:r w:rsidR="005D560E" w:rsidRPr="005D560E">
        <w:rPr>
          <w:rFonts w:ascii="Times New Roman" w:hAnsi="Times New Roman"/>
          <w:b/>
          <w:sz w:val="28"/>
          <w:szCs w:val="28"/>
        </w:rPr>
        <w:t>торговли, общественного</w:t>
      </w:r>
      <w:r w:rsidRPr="005D560E">
        <w:rPr>
          <w:rFonts w:ascii="Times New Roman" w:hAnsi="Times New Roman"/>
          <w:b/>
          <w:sz w:val="28"/>
          <w:szCs w:val="28"/>
        </w:rPr>
        <w:t xml:space="preserve"> питания, бытового </w:t>
      </w:r>
      <w:r w:rsidR="005D560E" w:rsidRPr="005D560E">
        <w:rPr>
          <w:rFonts w:ascii="Times New Roman" w:hAnsi="Times New Roman"/>
          <w:b/>
          <w:sz w:val="28"/>
          <w:szCs w:val="28"/>
        </w:rPr>
        <w:t>обслуживания в</w:t>
      </w:r>
      <w:r w:rsidRPr="005D560E">
        <w:rPr>
          <w:rFonts w:ascii="Times New Roman" w:hAnsi="Times New Roman"/>
          <w:b/>
          <w:sz w:val="28"/>
          <w:szCs w:val="28"/>
        </w:rPr>
        <w:t xml:space="preserve"> установленных местах»</w:t>
      </w:r>
    </w:p>
    <w:p w14:paraId="23D9791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808AA2" w14:textId="495A262B" w:rsidR="009B44DE" w:rsidRPr="009B44DE" w:rsidRDefault="009B44DE" w:rsidP="001E5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>
        <w:r w:rsidRPr="009B44D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B44D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1E582E">
        <w:rPr>
          <w:rFonts w:ascii="Times New Roman" w:hAnsi="Times New Roman" w:cs="Times New Roman"/>
          <w:sz w:val="28"/>
          <w:szCs w:val="28"/>
        </w:rPr>
        <w:t>№</w:t>
      </w:r>
      <w:r w:rsidRPr="009B44DE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E582E">
        <w:rPr>
          <w:rFonts w:ascii="Times New Roman" w:hAnsi="Times New Roman" w:cs="Times New Roman"/>
          <w:sz w:val="28"/>
          <w:szCs w:val="28"/>
        </w:rPr>
        <w:t>«</w:t>
      </w:r>
      <w:r w:rsidRPr="009B44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E582E">
        <w:rPr>
          <w:rFonts w:ascii="Times New Roman" w:hAnsi="Times New Roman" w:cs="Times New Roman"/>
          <w:sz w:val="28"/>
          <w:szCs w:val="28"/>
        </w:rPr>
        <w:t>»</w:t>
      </w:r>
      <w:r w:rsidRPr="009B44DE">
        <w:rPr>
          <w:rFonts w:ascii="Times New Roman" w:hAnsi="Times New Roman" w:cs="Times New Roman"/>
          <w:sz w:val="28"/>
          <w:szCs w:val="28"/>
        </w:rPr>
        <w:t xml:space="preserve">, Федеральными законами от 27.07.2010 </w:t>
      </w:r>
      <w:hyperlink r:id="rId8">
        <w:r w:rsidR="001E582E">
          <w:rPr>
            <w:rFonts w:ascii="Times New Roman" w:hAnsi="Times New Roman" w:cs="Times New Roman"/>
            <w:sz w:val="28"/>
            <w:szCs w:val="28"/>
          </w:rPr>
          <w:t>№</w:t>
        </w:r>
        <w:r w:rsidRPr="009B44DE">
          <w:rPr>
            <w:rFonts w:ascii="Times New Roman" w:hAnsi="Times New Roman" w:cs="Times New Roman"/>
            <w:sz w:val="28"/>
            <w:szCs w:val="28"/>
          </w:rPr>
          <w:t xml:space="preserve"> 210-ФЗ</w:t>
        </w:r>
      </w:hyperlink>
      <w:r w:rsidRPr="009B44DE">
        <w:rPr>
          <w:rFonts w:ascii="Times New Roman" w:hAnsi="Times New Roman" w:cs="Times New Roman"/>
          <w:sz w:val="28"/>
          <w:szCs w:val="28"/>
        </w:rPr>
        <w:t xml:space="preserve"> </w:t>
      </w:r>
      <w:r w:rsidR="001E582E">
        <w:rPr>
          <w:rFonts w:ascii="Times New Roman" w:hAnsi="Times New Roman" w:cs="Times New Roman"/>
          <w:sz w:val="28"/>
          <w:szCs w:val="28"/>
        </w:rPr>
        <w:t>«</w:t>
      </w:r>
      <w:r w:rsidRPr="009B44D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1E582E">
        <w:rPr>
          <w:rFonts w:ascii="Times New Roman" w:hAnsi="Times New Roman" w:cs="Times New Roman"/>
          <w:sz w:val="28"/>
          <w:szCs w:val="28"/>
        </w:rPr>
        <w:t>»</w:t>
      </w:r>
      <w:r w:rsidRPr="009B44DE">
        <w:rPr>
          <w:rFonts w:ascii="Times New Roman" w:hAnsi="Times New Roman" w:cs="Times New Roman"/>
          <w:sz w:val="28"/>
          <w:szCs w:val="28"/>
        </w:rPr>
        <w:t xml:space="preserve">, от 28.12.2009 </w:t>
      </w:r>
      <w:hyperlink r:id="rId9">
        <w:r w:rsidR="001E582E">
          <w:rPr>
            <w:rFonts w:ascii="Times New Roman" w:hAnsi="Times New Roman" w:cs="Times New Roman"/>
            <w:sz w:val="28"/>
            <w:szCs w:val="28"/>
          </w:rPr>
          <w:t>№</w:t>
        </w:r>
        <w:r w:rsidRPr="009B44DE">
          <w:rPr>
            <w:rFonts w:ascii="Times New Roman" w:hAnsi="Times New Roman" w:cs="Times New Roman"/>
            <w:sz w:val="28"/>
            <w:szCs w:val="28"/>
          </w:rPr>
          <w:t xml:space="preserve"> 381-ФЗ</w:t>
        </w:r>
      </w:hyperlink>
      <w:r w:rsidRPr="009B44DE">
        <w:rPr>
          <w:rFonts w:ascii="Times New Roman" w:hAnsi="Times New Roman" w:cs="Times New Roman"/>
          <w:sz w:val="28"/>
          <w:szCs w:val="28"/>
        </w:rPr>
        <w:t xml:space="preserve"> </w:t>
      </w:r>
      <w:r w:rsidR="001E582E">
        <w:rPr>
          <w:rFonts w:ascii="Times New Roman" w:hAnsi="Times New Roman" w:cs="Times New Roman"/>
          <w:sz w:val="28"/>
          <w:szCs w:val="28"/>
        </w:rPr>
        <w:t>«</w:t>
      </w:r>
      <w:r w:rsidRPr="009B44DE">
        <w:rPr>
          <w:rFonts w:ascii="Times New Roman" w:hAnsi="Times New Roman" w:cs="Times New Roman"/>
          <w:sz w:val="28"/>
          <w:szCs w:val="28"/>
        </w:rPr>
        <w:t>Об основах государственно</w:t>
      </w:r>
      <w:bookmarkStart w:id="0" w:name="_GoBack"/>
      <w:bookmarkEnd w:id="0"/>
      <w:r w:rsidRPr="009B44DE">
        <w:rPr>
          <w:rFonts w:ascii="Times New Roman" w:hAnsi="Times New Roman" w:cs="Times New Roman"/>
          <w:sz w:val="28"/>
          <w:szCs w:val="28"/>
        </w:rPr>
        <w:t>го регулирования торговой деятельности в Российской Федерации</w:t>
      </w:r>
      <w:r w:rsidR="001E582E">
        <w:rPr>
          <w:rFonts w:ascii="Times New Roman" w:hAnsi="Times New Roman" w:cs="Times New Roman"/>
          <w:sz w:val="28"/>
          <w:szCs w:val="28"/>
        </w:rPr>
        <w:t>»</w:t>
      </w:r>
      <w:r w:rsidRPr="009B44DE">
        <w:rPr>
          <w:rFonts w:ascii="Times New Roman" w:hAnsi="Times New Roman" w:cs="Times New Roman"/>
          <w:sz w:val="28"/>
          <w:szCs w:val="28"/>
        </w:rPr>
        <w:t>,</w:t>
      </w:r>
      <w:r w:rsidRPr="009B44DE">
        <w:rPr>
          <w:rFonts w:ascii="Times New Roman" w:hAnsi="Times New Roman"/>
          <w:sz w:val="28"/>
          <w:szCs w:val="28"/>
        </w:rPr>
        <w:t xml:space="preserve"> </w:t>
      </w:r>
      <w:r w:rsidRPr="007A1EBE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«Городской округ Ногликский» от 13.03.2018 </w:t>
      </w:r>
      <w:r w:rsidR="001E582E">
        <w:rPr>
          <w:rFonts w:ascii="Times New Roman" w:hAnsi="Times New Roman"/>
          <w:sz w:val="28"/>
          <w:szCs w:val="28"/>
        </w:rPr>
        <w:br/>
      </w:r>
      <w:r w:rsidRPr="007A1EBE">
        <w:rPr>
          <w:rFonts w:ascii="Times New Roman" w:hAnsi="Times New Roman"/>
          <w:sz w:val="28"/>
          <w:szCs w:val="28"/>
        </w:rPr>
        <w:t>№ 250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</w:t>
      </w:r>
      <w:r>
        <w:rPr>
          <w:rFonts w:ascii="Times New Roman" w:hAnsi="Times New Roman"/>
          <w:sz w:val="28"/>
          <w:szCs w:val="28"/>
        </w:rPr>
        <w:t>,</w:t>
      </w:r>
      <w:r w:rsidRPr="009B44DE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10">
        <w:r w:rsidRPr="009B44DE">
          <w:rPr>
            <w:rFonts w:ascii="Times New Roman" w:hAnsi="Times New Roman" w:cs="Times New Roman"/>
            <w:sz w:val="28"/>
            <w:szCs w:val="28"/>
          </w:rPr>
          <w:t xml:space="preserve">ст. </w:t>
        </w:r>
      </w:hyperlink>
      <w:r>
        <w:rPr>
          <w:rFonts w:ascii="Times New Roman" w:hAnsi="Times New Roman" w:cs="Times New Roman"/>
          <w:sz w:val="28"/>
          <w:szCs w:val="28"/>
        </w:rPr>
        <w:t>3</w:t>
      </w:r>
      <w:hyperlink r:id="rId11"/>
      <w:r w:rsidRPr="009B44DE">
        <w:rPr>
          <w:rFonts w:ascii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hAnsi="Times New Roman" w:cs="Times New Roman"/>
          <w:sz w:val="28"/>
          <w:szCs w:val="28"/>
        </w:rPr>
        <w:t>ава муниципального образования «Городской округ Ногликский»</w:t>
      </w:r>
      <w:r w:rsidR="001E582E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82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39532C5D" w14:textId="75E19137" w:rsidR="009B44DE" w:rsidRDefault="009B44DE" w:rsidP="001E5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D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43">
        <w:r w:rsidRPr="009B44D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9B44DE">
        <w:rPr>
          <w:rFonts w:ascii="Times New Roman" w:hAnsi="Times New Roman" w:cs="Times New Roman"/>
          <w:sz w:val="28"/>
          <w:szCs w:val="28"/>
        </w:rPr>
        <w:t xml:space="preserve"> по предо</w:t>
      </w:r>
      <w:r>
        <w:rPr>
          <w:rFonts w:ascii="Times New Roman" w:hAnsi="Times New Roman" w:cs="Times New Roman"/>
          <w:sz w:val="28"/>
          <w:szCs w:val="28"/>
        </w:rPr>
        <w:t>ставлению муниципальной услуги «</w:t>
      </w:r>
      <w:r w:rsidRPr="009B44DE">
        <w:rPr>
          <w:rFonts w:ascii="Times New Roman" w:hAnsi="Times New Roman" w:cs="Times New Roman"/>
          <w:sz w:val="28"/>
          <w:szCs w:val="28"/>
        </w:rPr>
        <w:t>Выдача разрешений юридическим лицам и индивидуальным предпринимателям на оказание услуг торговли, общественного питания, бытового обслуживания в установленных местах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B44DE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6A39AD1A" w14:textId="77777777" w:rsidR="009B44DE" w:rsidRPr="009B44DE" w:rsidRDefault="009B44DE" w:rsidP="001E5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4D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Отделу экономики администрации муниципального образования «Городской округ Ногликский» (Кононенко Г.В.) осуществлять исполнение муниципальной услуги в соответствии с утвержденным административным регламентом.</w:t>
      </w:r>
    </w:p>
    <w:p w14:paraId="23D97922" w14:textId="5C4BB288" w:rsidR="00E609BC" w:rsidRDefault="009B44DE" w:rsidP="001E5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B44D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Pr="009B44DE">
        <w:rPr>
          <w:rFonts w:ascii="Times New Roman" w:hAnsi="Times New Roman" w:cs="Times New Roman"/>
          <w:sz w:val="28"/>
          <w:szCs w:val="28"/>
        </w:rPr>
        <w:t xml:space="preserve">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B44DE">
        <w:rPr>
          <w:rFonts w:ascii="Times New Roman" w:hAnsi="Times New Roman" w:cs="Times New Roman"/>
          <w:sz w:val="28"/>
          <w:szCs w:val="28"/>
        </w:rPr>
        <w:t xml:space="preserve"> силу постановления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«Городской округ Ногликский»:</w:t>
      </w:r>
    </w:p>
    <w:p w14:paraId="65572C4F" w14:textId="4FBFA108" w:rsidR="009B44DE" w:rsidRDefault="0036649D" w:rsidP="001E5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17.07.2018 № 689 «Об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B44DE">
        <w:rPr>
          <w:rFonts w:ascii="Times New Roman" w:hAnsi="Times New Roman" w:cs="Times New Roman"/>
          <w:sz w:val="28"/>
          <w:szCs w:val="28"/>
        </w:rPr>
        <w:t>Выдача разрешени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B44DE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 на оказание услуг торговли, общественного питания, бытового обслуживания в установленных местах</w:t>
      </w:r>
      <w:r>
        <w:rPr>
          <w:rFonts w:ascii="Times New Roman" w:hAnsi="Times New Roman" w:cs="Times New Roman"/>
          <w:sz w:val="28"/>
          <w:szCs w:val="28"/>
        </w:rPr>
        <w:t>», за исключением пункта 3;</w:t>
      </w:r>
    </w:p>
    <w:p w14:paraId="43E1FD4F" w14:textId="4455950B" w:rsidR="0036649D" w:rsidRDefault="0036649D" w:rsidP="001E5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02.10.2018 № 955 «О внесении изменений в постановление администрации муниципального образования «Городской округ Ногликский» от 17.07.2018 № 689»;</w:t>
      </w:r>
    </w:p>
    <w:p w14:paraId="3A6994BA" w14:textId="2F76653A" w:rsidR="0036649D" w:rsidRDefault="0036649D" w:rsidP="001E5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15.10.2019 № 757 «О вне</w:t>
      </w:r>
      <w:r w:rsidR="00887FF2">
        <w:rPr>
          <w:rFonts w:ascii="Times New Roman" w:hAnsi="Times New Roman" w:cs="Times New Roman"/>
          <w:sz w:val="28"/>
          <w:szCs w:val="28"/>
        </w:rPr>
        <w:t xml:space="preserve">сении изменений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 от 17.07.2018 № 689».</w:t>
      </w:r>
    </w:p>
    <w:p w14:paraId="5D6EF0FE" w14:textId="0277D1D3" w:rsidR="0036649D" w:rsidRDefault="0036649D" w:rsidP="001E5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E582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1E582E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51D2F45" w14:textId="33757FB1" w:rsidR="0036649D" w:rsidRDefault="0036649D" w:rsidP="001E58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</w:t>
      </w:r>
      <w:r w:rsidR="001E582E">
        <w:rPr>
          <w:rFonts w:ascii="Times New Roman" w:hAnsi="Times New Roman" w:cs="Times New Roman"/>
          <w:sz w:val="28"/>
          <w:szCs w:val="28"/>
        </w:rPr>
        <w:t>возложить на исполняющего обязанности первого вице-мэра муниципального образования «Городской округ Ногликский» Русанова Я.С.</w:t>
      </w:r>
    </w:p>
    <w:p w14:paraId="41BB2A61" w14:textId="61CD5680" w:rsidR="0036649D" w:rsidRPr="00D12794" w:rsidRDefault="0036649D" w:rsidP="009B44DE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4FA3B081" w14:textId="77777777" w:rsidR="0036649D" w:rsidRDefault="0036649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D9792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3D9792B" w14:textId="7DDBF3D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664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3D9792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3D9792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3D9792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3D9792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3D97930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E582E">
      <w:headerReference w:type="default" r:id="rId12"/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9793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3D9793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97937" w14:textId="711C7BE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9793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3D9793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740450"/>
      <w:docPartObj>
        <w:docPartGallery w:val="Page Numbers (Top of Page)"/>
        <w:docPartUnique/>
      </w:docPartObj>
    </w:sdtPr>
    <w:sdtEndPr/>
    <w:sdtContent>
      <w:p w14:paraId="54A2796D" w14:textId="64315F9F" w:rsidR="001E582E" w:rsidRDefault="001E58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BB2">
          <w:rPr>
            <w:noProof/>
          </w:rPr>
          <w:t>2</w:t>
        </w:r>
        <w:r>
          <w:fldChar w:fldCharType="end"/>
        </w:r>
      </w:p>
    </w:sdtContent>
  </w:sdt>
  <w:p w14:paraId="4E6CD776" w14:textId="77777777" w:rsidR="001E582E" w:rsidRDefault="001E58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582E"/>
    <w:rsid w:val="002003DC"/>
    <w:rsid w:val="0033636C"/>
    <w:rsid w:val="0036649D"/>
    <w:rsid w:val="003E4257"/>
    <w:rsid w:val="00520CBF"/>
    <w:rsid w:val="005D560E"/>
    <w:rsid w:val="008629FA"/>
    <w:rsid w:val="00887FF2"/>
    <w:rsid w:val="00987DB5"/>
    <w:rsid w:val="009B44DE"/>
    <w:rsid w:val="00AC72C8"/>
    <w:rsid w:val="00B10ED9"/>
    <w:rsid w:val="00B25688"/>
    <w:rsid w:val="00C02849"/>
    <w:rsid w:val="00C73BB2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791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9B44DE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E191D830CA66FAD24E565A61CCC6B7D87786BB89B8DA7D50B4A430B913312A66FCB17A01B116527A56F26BE083F0798FBA47773AA07571B51FW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3E191D830CA66FAD24E565A61CCC6B7D87483B089B0DA7D50B4A430B913312A74FCE97602B1085B7F43A43AA6BD15W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3E191D830CA66FAD24E485777A09ABBDC7DDFBF8DB2D7220DE2A267E643377F26BCB72F42F51B5A7E5DA03BA6DDA92BCBF14A7524BC757242688AF9BF17W" TargetMode="Externa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hyperlink" Target="consultantplus://offline/ref=B3E191D830CA66FAD24E485777A09ABBDC7DDFBF8DB2D7220DE2A267E643377F26BCB72F42F51B5A7E5DA63FA1DDA92BCBF14A7524BC757242688AF9BF17W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3E191D830CA66FAD24E565A61CCC6B7D87585B58EB5DA7D50B4A430B913312A74FCE97602B1085B7F43A43AA6BD15W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63C5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63C5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63C5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2023-03-09T05:37:00Z</dcterms:modified>
</cp:coreProperties>
</file>