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57F6FBC" w14:textId="77777777" w:rsidTr="00987DB5">
        <w:tc>
          <w:tcPr>
            <w:tcW w:w="9498" w:type="dxa"/>
          </w:tcPr>
          <w:p w14:paraId="657F6FB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57F6FD3" wp14:editId="657F6FD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7F6FB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57F6FB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57F6FB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57F6FBD" w14:textId="774D67F4" w:rsidR="0033636C" w:rsidRPr="0054518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518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45186" w:rsidRPr="00545186">
            <w:rPr>
              <w:rFonts w:ascii="Times New Roman" w:hAnsi="Times New Roman"/>
              <w:sz w:val="28"/>
              <w:szCs w:val="28"/>
            </w:rPr>
            <w:t>10 марта 2023 года</w:t>
          </w:r>
        </w:sdtContent>
      </w:sdt>
      <w:r w:rsidRPr="0054518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45186" w:rsidRPr="00545186">
            <w:rPr>
              <w:rFonts w:ascii="Times New Roman" w:hAnsi="Times New Roman"/>
              <w:sz w:val="28"/>
              <w:szCs w:val="28"/>
            </w:rPr>
            <w:t>130</w:t>
          </w:r>
        </w:sdtContent>
      </w:sdt>
    </w:p>
    <w:p w14:paraId="657F6FB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57F6FBF" w14:textId="7F6678E7" w:rsidR="0033636C" w:rsidRPr="006838B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838BC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7265BD">
        <w:rPr>
          <w:rFonts w:ascii="Times New Roman" w:hAnsi="Times New Roman"/>
          <w:b/>
          <w:sz w:val="28"/>
          <w:szCs w:val="28"/>
        </w:rPr>
        <w:br/>
      </w:r>
      <w:r w:rsidRPr="006838BC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7265BD">
        <w:rPr>
          <w:rFonts w:ascii="Times New Roman" w:hAnsi="Times New Roman"/>
          <w:b/>
          <w:sz w:val="28"/>
          <w:szCs w:val="28"/>
        </w:rPr>
        <w:br/>
      </w:r>
      <w:r w:rsidRPr="006838BC">
        <w:rPr>
          <w:rFonts w:ascii="Times New Roman" w:hAnsi="Times New Roman"/>
          <w:b/>
          <w:sz w:val="28"/>
          <w:szCs w:val="28"/>
        </w:rPr>
        <w:t>от 13.02.2019 № 84</w:t>
      </w:r>
    </w:p>
    <w:p w14:paraId="37D11671" w14:textId="77777777" w:rsidR="007265BD" w:rsidRDefault="007265BD" w:rsidP="007265BD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609B30" w14:textId="0840C4F8" w:rsidR="006838BC" w:rsidRPr="007265BD" w:rsidRDefault="006838BC" w:rsidP="007265BD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38B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16 Федерального закона от 06.10.2003 № 131-ФЗ «Об общих принципах организации местного самоуправления в Российской Федерации», ст. 9 Федерального закона от 12.01.1996 № 8-ФЗ «О погребении и похоронном деле», п. 1 постановления Правительства Российской Федерации от 30.01.2023 № 119 «Об утверждени</w:t>
      </w:r>
      <w:bookmarkStart w:id="0" w:name="_GoBack"/>
      <w:bookmarkEnd w:id="0"/>
      <w:r w:rsidRPr="006838BC">
        <w:rPr>
          <w:rFonts w:ascii="Times New Roman" w:eastAsia="Times New Roman" w:hAnsi="Times New Roman"/>
          <w:sz w:val="28"/>
          <w:szCs w:val="28"/>
          <w:lang w:eastAsia="ru-RU"/>
        </w:rPr>
        <w:t xml:space="preserve">и коэффициента индексации выплат, пособий и компенсаций в 2023 году»,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265B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372E28C0" w14:textId="06AED450" w:rsidR="006838BC" w:rsidRPr="006838BC" w:rsidRDefault="006838BC" w:rsidP="006838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38BC">
        <w:rPr>
          <w:rFonts w:ascii="Times New Roman" w:eastAsia="Times New Roman" w:hAnsi="Times New Roman"/>
          <w:sz w:val="28"/>
          <w:szCs w:val="28"/>
          <w:lang w:eastAsia="ru-RU"/>
        </w:rPr>
        <w:t>1. Внести в постановление администрации муниципального образования «Городской округ Ногликский» от 13.02.2019 № 84 «Об утверждении стоимости услуг, предоставляемых специализированной службой на территории муниципального образования «Городской округ Ногликский» согласно гарантированному перечню услуг по погребению» изменения, изложив приложени</w:t>
      </w:r>
      <w:r w:rsidR="00CE746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6838BC">
        <w:rPr>
          <w:rFonts w:ascii="Times New Roman" w:eastAsia="Times New Roman" w:hAnsi="Times New Roman"/>
          <w:sz w:val="28"/>
          <w:szCs w:val="28"/>
          <w:lang w:eastAsia="ru-RU"/>
        </w:rPr>
        <w:t xml:space="preserve"> 1, 2 в новой редакции</w:t>
      </w:r>
      <w:r w:rsidR="007265B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838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2956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1 и приложению 2 к </w:t>
      </w:r>
      <w:r w:rsidR="00CE7465">
        <w:rPr>
          <w:rFonts w:ascii="Times New Roman" w:eastAsia="Times New Roman" w:hAnsi="Times New Roman"/>
          <w:sz w:val="28"/>
          <w:szCs w:val="28"/>
          <w:lang w:eastAsia="ru-RU"/>
        </w:rPr>
        <w:t>настоящему</w:t>
      </w:r>
      <w:r w:rsidR="0057295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постановлению</w:t>
      </w:r>
      <w:r w:rsidRPr="006838B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0DE1CF4" w14:textId="746F662F" w:rsidR="006838BC" w:rsidRPr="006838BC" w:rsidRDefault="006838BC" w:rsidP="006838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38BC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Признать утратившим силу постановление администрации муниципального образования «Городской округ Ногликский» от 22.02.2022 </w:t>
      </w:r>
      <w:r w:rsidRPr="006838B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№ 62 «О внесении изменений в постановление администрации муниципального образования «Городской округ Ногликский» от 13.02.2019 </w:t>
      </w:r>
      <w:r w:rsidR="007265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838BC">
        <w:rPr>
          <w:rFonts w:ascii="Times New Roman" w:eastAsia="Times New Roman" w:hAnsi="Times New Roman"/>
          <w:sz w:val="28"/>
          <w:szCs w:val="28"/>
          <w:lang w:eastAsia="ru-RU"/>
        </w:rPr>
        <w:t xml:space="preserve">№ 84». </w:t>
      </w:r>
    </w:p>
    <w:p w14:paraId="64096FE4" w14:textId="44612991" w:rsidR="006838BC" w:rsidRPr="006838BC" w:rsidRDefault="006838BC" w:rsidP="006838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38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Настоящее постановление вступает в силу с момента опубликования и распространяется на правоотношения, возникшие с 01.02.2023.</w:t>
      </w:r>
    </w:p>
    <w:p w14:paraId="591660F5" w14:textId="62ED4B9B" w:rsidR="006838BC" w:rsidRDefault="007265BD" w:rsidP="006838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6838BC" w:rsidRPr="006838BC"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</w:t>
      </w:r>
      <w:r w:rsidR="008A6679">
        <w:rPr>
          <w:rFonts w:ascii="Times New Roman" w:eastAsia="Times New Roman" w:hAnsi="Times New Roman"/>
          <w:sz w:val="28"/>
          <w:szCs w:val="28"/>
          <w:lang w:eastAsia="ru-RU"/>
        </w:rPr>
        <w:t xml:space="preserve">ионно-телекоммуникационной сети </w:t>
      </w:r>
      <w:r w:rsidR="006838BC" w:rsidRPr="006838BC">
        <w:rPr>
          <w:rFonts w:ascii="Times New Roman" w:eastAsia="Times New Roman" w:hAnsi="Times New Roman"/>
          <w:sz w:val="28"/>
          <w:szCs w:val="28"/>
          <w:lang w:eastAsia="ru-RU"/>
        </w:rPr>
        <w:t>«Интернет».</w:t>
      </w:r>
    </w:p>
    <w:p w14:paraId="5073BD50" w14:textId="77777777" w:rsidR="008A6679" w:rsidRPr="006838BC" w:rsidRDefault="008A6679" w:rsidP="006838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A9FFCC" w14:textId="77777777" w:rsidR="006838BC" w:rsidRDefault="006838BC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31D3B2" w14:textId="77777777" w:rsidR="007265BD" w:rsidRDefault="007265B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7F6FCC" w14:textId="6CB300C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57F6FD2" w14:textId="750A2D5B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6838B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6838BC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С.В.</w:t>
      </w:r>
      <w:r w:rsidR="006838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7265BD">
      <w:headerReference w:type="default" r:id="rId7"/>
      <w:footerReference w:type="default" r:id="rId8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F6FD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57F6FD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F6FD9" w14:textId="52C3A00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F6FD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57F6FD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7010933"/>
      <w:docPartObj>
        <w:docPartGallery w:val="Page Numbers (Top of Page)"/>
        <w:docPartUnique/>
      </w:docPartObj>
    </w:sdtPr>
    <w:sdtEndPr/>
    <w:sdtContent>
      <w:p w14:paraId="7DB67981" w14:textId="4F265DEF" w:rsidR="007265BD" w:rsidRDefault="007265B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186">
          <w:rPr>
            <w:noProof/>
          </w:rPr>
          <w:t>2</w:t>
        </w:r>
        <w:r>
          <w:fldChar w:fldCharType="end"/>
        </w:r>
      </w:p>
    </w:sdtContent>
  </w:sdt>
  <w:p w14:paraId="2C5CE425" w14:textId="77777777" w:rsidR="007265BD" w:rsidRDefault="007265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E7A86"/>
    <w:rsid w:val="0033636C"/>
    <w:rsid w:val="003E4257"/>
    <w:rsid w:val="00520CBF"/>
    <w:rsid w:val="00545186"/>
    <w:rsid w:val="00572956"/>
    <w:rsid w:val="005F6606"/>
    <w:rsid w:val="006838BC"/>
    <w:rsid w:val="007265BD"/>
    <w:rsid w:val="008629FA"/>
    <w:rsid w:val="008A6679"/>
    <w:rsid w:val="00987DB5"/>
    <w:rsid w:val="00994B2C"/>
    <w:rsid w:val="00AC72C8"/>
    <w:rsid w:val="00B10ED9"/>
    <w:rsid w:val="00B25688"/>
    <w:rsid w:val="00C02849"/>
    <w:rsid w:val="00CE7465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F6FB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E1BA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E1BA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E1BA0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45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2020-04-07T04:52:00Z</dcterms:created>
  <dcterms:modified xsi:type="dcterms:W3CDTF">2023-03-13T01:01:00Z</dcterms:modified>
</cp:coreProperties>
</file>