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7B18B2C" w14:textId="77777777" w:rsidTr="00987DB5">
        <w:tc>
          <w:tcPr>
            <w:tcW w:w="9498" w:type="dxa"/>
          </w:tcPr>
          <w:p w14:paraId="27B18B2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B18B43" wp14:editId="27B18B4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B18B2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7B18B2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7B18B2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7B18B2D" w14:textId="27C7F6AB" w:rsidR="0033636C" w:rsidRPr="006E218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E218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A0544">
            <w:rPr>
              <w:rFonts w:ascii="Times New Roman" w:hAnsi="Times New Roman"/>
              <w:sz w:val="28"/>
              <w:szCs w:val="28"/>
            </w:rPr>
            <w:t>13 марта 2023 года</w:t>
          </w:r>
        </w:sdtContent>
      </w:sdt>
      <w:r w:rsidRPr="006E218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A0544" w:rsidRPr="002A0544">
            <w:rPr>
              <w:rFonts w:ascii="Times New Roman" w:hAnsi="Times New Roman"/>
              <w:sz w:val="28"/>
              <w:szCs w:val="28"/>
            </w:rPr>
            <w:t>137</w:t>
          </w:r>
        </w:sdtContent>
      </w:sdt>
    </w:p>
    <w:p w14:paraId="27B18B2E" w14:textId="77777777" w:rsidR="0033636C" w:rsidRDefault="0033636C" w:rsidP="0052632F">
      <w:pPr>
        <w:tabs>
          <w:tab w:val="left" w:pos="2835"/>
        </w:tabs>
        <w:spacing w:before="360" w:after="36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EB6FE25" w14:textId="6C32E6C3" w:rsidR="0052632F" w:rsidRDefault="0052632F" w:rsidP="0052632F">
      <w:pPr>
        <w:tabs>
          <w:tab w:val="left" w:pos="2835"/>
        </w:tabs>
        <w:spacing w:before="360" w:after="36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8159B1" w14:textId="3DD23DC5" w:rsidR="0052632F" w:rsidRPr="00486ADC" w:rsidRDefault="0052632F" w:rsidP="006E21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86ADC">
        <w:rPr>
          <w:rFonts w:ascii="Times New Roman" w:hAnsi="Times New Roman"/>
          <w:b/>
          <w:bCs/>
          <w:sz w:val="28"/>
          <w:szCs w:val="28"/>
          <w:lang w:eastAsia="ru-RU"/>
        </w:rPr>
        <w:t>Об утверждении административного регламента по предоставлению государственной услуги</w:t>
      </w:r>
      <w:r w:rsidRPr="00486ADC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486ADC"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486A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Выплата денежных средств на ремонт жилых помещений, принадлежащих на праве собственности детям-сиротам </w:t>
      </w:r>
      <w:r w:rsidR="006E218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486AD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детям, оставшимся без попечения родителей, а также лицам из числа детей-сирот и детей, оставшихся без попечения родителей</w:t>
      </w:r>
      <w:r w:rsidR="00486ADC" w:rsidRPr="00486ADC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2FCFEE52" w14:textId="77777777" w:rsidR="0052632F" w:rsidRPr="001A06B3" w:rsidRDefault="0052632F" w:rsidP="006E218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734244" w14:textId="1FA4AB07" w:rsidR="0052632F" w:rsidRPr="00583AEB" w:rsidRDefault="0052632F" w:rsidP="005263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16 Федерального закона от 06.10.2003 № 131-ФЗ «Об общих принципах организации местного самоуправле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ния в Российской Федерации», с 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27.07.2010 № 210-ФЗ «Об организации предоставления государственных и муниципальных услуг», на основании </w:t>
      </w:r>
      <w:r w:rsidRPr="0052632F">
        <w:rPr>
          <w:rFonts w:ascii="Times New Roman" w:hAnsi="Times New Roman"/>
          <w:sz w:val="28"/>
          <w:szCs w:val="28"/>
        </w:rPr>
        <w:t>распоряжением Правительства Сахалинской области от 07.12.2020 № 756-р</w:t>
      </w:r>
      <w:r>
        <w:rPr>
          <w:sz w:val="28"/>
          <w:szCs w:val="28"/>
        </w:rPr>
        <w:t xml:space="preserve"> </w:t>
      </w:r>
      <w:r w:rsidRPr="0052632F">
        <w:rPr>
          <w:rFonts w:ascii="Times New Roman" w:hAnsi="Times New Roman"/>
          <w:sz w:val="28"/>
          <w:szCs w:val="28"/>
        </w:rPr>
        <w:t>«Об утверждении перечней государственных и муниципальных услуг, оказываемых органами исп</w:t>
      </w:r>
      <w:bookmarkStart w:id="0" w:name="_GoBack"/>
      <w:bookmarkEnd w:id="0"/>
      <w:r w:rsidRPr="0052632F">
        <w:rPr>
          <w:rFonts w:ascii="Times New Roman" w:hAnsi="Times New Roman"/>
          <w:sz w:val="28"/>
          <w:szCs w:val="28"/>
        </w:rPr>
        <w:t>олнител</w:t>
      </w:r>
      <w:r w:rsidR="006D25F8">
        <w:rPr>
          <w:rFonts w:ascii="Times New Roman" w:hAnsi="Times New Roman"/>
          <w:sz w:val="28"/>
          <w:szCs w:val="28"/>
        </w:rPr>
        <w:t>ьной власти Сахалинской области</w:t>
      </w:r>
      <w:r w:rsidRPr="0052632F">
        <w:rPr>
          <w:rFonts w:ascii="Times New Roman" w:hAnsi="Times New Roman"/>
          <w:sz w:val="28"/>
          <w:szCs w:val="28"/>
        </w:rPr>
        <w:t xml:space="preserve">, органами местного самоуправления муниципальных </w:t>
      </w:r>
      <w:r w:rsidR="006D25F8">
        <w:rPr>
          <w:rFonts w:ascii="Times New Roman" w:hAnsi="Times New Roman"/>
          <w:sz w:val="28"/>
          <w:szCs w:val="28"/>
        </w:rPr>
        <w:t>образований Сахалинской области</w:t>
      </w:r>
      <w:r w:rsidRPr="0052632F">
        <w:rPr>
          <w:rFonts w:ascii="Times New Roman" w:hAnsi="Times New Roman"/>
          <w:sz w:val="28"/>
          <w:szCs w:val="28"/>
        </w:rPr>
        <w:t xml:space="preserve">, услуг, оказываемых государственными учреждениями Сахалинской </w:t>
      </w:r>
      <w:r>
        <w:rPr>
          <w:rFonts w:ascii="Times New Roman" w:hAnsi="Times New Roman"/>
          <w:sz w:val="28"/>
          <w:szCs w:val="28"/>
        </w:rPr>
        <w:t>области и другими организациями</w:t>
      </w:r>
      <w:r w:rsidRPr="0052632F">
        <w:rPr>
          <w:rFonts w:ascii="Times New Roman" w:hAnsi="Times New Roman"/>
          <w:sz w:val="28"/>
          <w:szCs w:val="28"/>
        </w:rPr>
        <w:t>, в которых размещается государственное задание (заказ)»</w:t>
      </w:r>
      <w:r>
        <w:rPr>
          <w:rFonts w:ascii="Times New Roman" w:hAnsi="Times New Roman"/>
          <w:sz w:val="28"/>
          <w:szCs w:val="28"/>
        </w:rPr>
        <w:t xml:space="preserve">, </w:t>
      </w:r>
      <w:r w:rsidR="006D25F8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ст. 36 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>Устава муниципального образования «Городской округ Ногликский», администра</w:t>
      </w:r>
      <w:r w:rsidR="006D25F8">
        <w:rPr>
          <w:rFonts w:ascii="Times New Roman" w:eastAsia="Times New Roman" w:hAnsi="Times New Roman"/>
          <w:sz w:val="28"/>
          <w:szCs w:val="28"/>
          <w:lang w:eastAsia="ru-RU"/>
        </w:rPr>
        <w:t xml:space="preserve">ция муниципального образования 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Pr="006D25F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12C21C39" w14:textId="0B41E637" w:rsidR="0052632F" w:rsidRPr="006E218E" w:rsidRDefault="0052632F" w:rsidP="0052632F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6D25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>Утвердить административный регламент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предоставлению государственной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Pr="00583AEB">
        <w:rPr>
          <w:rFonts w:ascii="Times New Roman" w:hAnsi="Times New Roman"/>
          <w:sz w:val="28"/>
          <w:szCs w:val="28"/>
          <w:lang w:eastAsia="ru-RU"/>
        </w:rPr>
        <w:t>«</w:t>
      </w:r>
      <w:r w:rsidRPr="00583AEB">
        <w:rPr>
          <w:rFonts w:ascii="Times New Roman" w:eastAsia="Times New Roman" w:hAnsi="Times New Roman"/>
          <w:bCs/>
          <w:sz w:val="28"/>
          <w:szCs w:val="28"/>
          <w:lang w:eastAsia="ru-RU"/>
        </w:rPr>
        <w:t>Выплата денежных средств на ремонт жилых помещений, принадлежащих на праве собственности детям-сиротам и детям, оставшимся без попечения родителей, а также лицам из числа детей-сирот и детей, оставшихся без попечения родителей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3BC1714D" w14:textId="06BF5218" w:rsidR="0052632F" w:rsidRPr="00583AEB" w:rsidRDefault="0052632F" w:rsidP="005263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постановление в газете «Знамя труда» и разместить на официальном сайте муниципального образования </w:t>
      </w:r>
      <w:r w:rsidR="006D25F8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D25F8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сети «Интернет». </w:t>
      </w:r>
    </w:p>
    <w:p w14:paraId="27B18B3A" w14:textId="07FA436F" w:rsidR="008629FA" w:rsidRPr="0052632F" w:rsidRDefault="0052632F" w:rsidP="0052632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</w:t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 w:rsidR="006E218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83AEB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вице-мэра муниципального образования «Городской округ Ногликский»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Русанова Я.С.</w:t>
      </w:r>
    </w:p>
    <w:p w14:paraId="27B18B3B" w14:textId="22C45EDA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277A6B0" w14:textId="77777777" w:rsidR="006D25F8" w:rsidRPr="00D12794" w:rsidRDefault="006D25F8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7B18B3C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7B18B3D" w14:textId="48FE2135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2632F">
        <w:rPr>
          <w:rFonts w:ascii="Times New Roman" w:hAnsi="Times New Roman"/>
          <w:sz w:val="28"/>
          <w:szCs w:val="28"/>
        </w:rPr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263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D25F8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18B4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7B18B4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18B49" w14:textId="47E2E90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B18B4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7B18B4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6426474"/>
      <w:docPartObj>
        <w:docPartGallery w:val="Page Numbers (Top of Page)"/>
        <w:docPartUnique/>
      </w:docPartObj>
    </w:sdtPr>
    <w:sdtEndPr/>
    <w:sdtContent>
      <w:p w14:paraId="2025D348" w14:textId="036654AC" w:rsidR="006D25F8" w:rsidRDefault="006D25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544">
          <w:rPr>
            <w:noProof/>
          </w:rPr>
          <w:t>2</w:t>
        </w:r>
        <w:r>
          <w:fldChar w:fldCharType="end"/>
        </w:r>
      </w:p>
    </w:sdtContent>
  </w:sdt>
  <w:p w14:paraId="27007DE9" w14:textId="77777777" w:rsidR="006D25F8" w:rsidRDefault="006D25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A0544"/>
    <w:rsid w:val="0033636C"/>
    <w:rsid w:val="003E4257"/>
    <w:rsid w:val="00486ADC"/>
    <w:rsid w:val="00520CBF"/>
    <w:rsid w:val="0052632F"/>
    <w:rsid w:val="006D25F8"/>
    <w:rsid w:val="006E218E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8B2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31720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31720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31720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dcterms:created xsi:type="dcterms:W3CDTF">2020-04-07T04:52:00Z</dcterms:created>
  <dcterms:modified xsi:type="dcterms:W3CDTF">2023-03-13T05:46:00Z</dcterms:modified>
</cp:coreProperties>
</file>