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CE3DBCC" w14:textId="77777777" w:rsidTr="00987DB5">
        <w:tc>
          <w:tcPr>
            <w:tcW w:w="9498" w:type="dxa"/>
          </w:tcPr>
          <w:p w14:paraId="4CE3DBC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CE3DBE3" wp14:editId="4CE3DBE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E3DBC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CE3DBC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CE3DBC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CE3DBCD" w14:textId="42539FC0" w:rsidR="0033636C" w:rsidRPr="007D1AD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1AD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D1AD4" w:rsidRPr="007D1AD4">
            <w:rPr>
              <w:rFonts w:ascii="Times New Roman" w:hAnsi="Times New Roman"/>
              <w:sz w:val="28"/>
              <w:szCs w:val="28"/>
            </w:rPr>
            <w:t>11 марта 2024 года</w:t>
          </w:r>
        </w:sdtContent>
      </w:sdt>
      <w:r w:rsidRPr="007D1AD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7D1AD4" w:rsidRPr="007D1AD4">
            <w:rPr>
              <w:rFonts w:ascii="Times New Roman" w:hAnsi="Times New Roman"/>
              <w:sz w:val="28"/>
              <w:szCs w:val="28"/>
            </w:rPr>
            <w:t>144</w:t>
          </w:r>
        </w:sdtContent>
      </w:sdt>
    </w:p>
    <w:p w14:paraId="4CE3DBCE" w14:textId="77777777" w:rsidR="0033636C" w:rsidRPr="00053BD0" w:rsidRDefault="0033636C" w:rsidP="007772E1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08C1C55" w14:textId="7555C64A" w:rsidR="007772E1" w:rsidRPr="006D28D4" w:rsidRDefault="007772E1" w:rsidP="006D2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28D4">
        <w:rPr>
          <w:rFonts w:ascii="Times New Roman" w:hAnsi="Times New Roman"/>
          <w:b/>
          <w:sz w:val="28"/>
          <w:szCs w:val="28"/>
        </w:rPr>
        <w:t>О внесении изменений в муниципальную программу</w:t>
      </w:r>
    </w:p>
    <w:p w14:paraId="7A27CD0E" w14:textId="77777777" w:rsidR="007772E1" w:rsidRPr="006D28D4" w:rsidRDefault="007772E1" w:rsidP="006D2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28D4">
        <w:rPr>
          <w:rFonts w:ascii="Times New Roman" w:hAnsi="Times New Roman"/>
          <w:b/>
          <w:sz w:val="28"/>
          <w:szCs w:val="28"/>
        </w:rPr>
        <w:t>«Формирование современной городской среды</w:t>
      </w:r>
    </w:p>
    <w:p w14:paraId="63F28CAB" w14:textId="77777777" w:rsidR="007772E1" w:rsidRPr="006D28D4" w:rsidRDefault="007772E1" w:rsidP="006D2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28D4">
        <w:rPr>
          <w:rFonts w:ascii="Times New Roman" w:hAnsi="Times New Roman"/>
          <w:b/>
          <w:sz w:val="28"/>
          <w:szCs w:val="28"/>
        </w:rPr>
        <w:t xml:space="preserve">в муниципальном образовании «Городской округ </w:t>
      </w:r>
      <w:proofErr w:type="spellStart"/>
      <w:r w:rsidRPr="006D28D4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Pr="006D28D4">
        <w:rPr>
          <w:rFonts w:ascii="Times New Roman" w:hAnsi="Times New Roman"/>
          <w:b/>
          <w:sz w:val="28"/>
          <w:szCs w:val="28"/>
        </w:rPr>
        <w:t>»,</w:t>
      </w:r>
    </w:p>
    <w:p w14:paraId="6B0B5C40" w14:textId="34566804" w:rsidR="007772E1" w:rsidRPr="006D28D4" w:rsidRDefault="007772E1" w:rsidP="006D2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28D4">
        <w:rPr>
          <w:rFonts w:ascii="Times New Roman" w:hAnsi="Times New Roman"/>
          <w:b/>
          <w:sz w:val="28"/>
          <w:szCs w:val="28"/>
        </w:rPr>
        <w:t>утвержденную постановлением администрации</w:t>
      </w:r>
    </w:p>
    <w:p w14:paraId="2DDF052D" w14:textId="71E12B68" w:rsidR="007772E1" w:rsidRPr="006D28D4" w:rsidRDefault="007772E1" w:rsidP="006D2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28D4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</w:t>
      </w:r>
      <w:proofErr w:type="spellStart"/>
      <w:r w:rsidRPr="006D28D4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Pr="006D28D4">
        <w:rPr>
          <w:rFonts w:ascii="Times New Roman" w:hAnsi="Times New Roman"/>
          <w:b/>
          <w:sz w:val="28"/>
          <w:szCs w:val="28"/>
        </w:rPr>
        <w:t>»</w:t>
      </w:r>
    </w:p>
    <w:p w14:paraId="4CE3DBD0" w14:textId="5FD667FC" w:rsidR="00185FEC" w:rsidRDefault="007772E1" w:rsidP="006D28D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D28D4">
        <w:rPr>
          <w:rFonts w:ascii="Times New Roman" w:hAnsi="Times New Roman"/>
          <w:b/>
          <w:sz w:val="28"/>
          <w:szCs w:val="28"/>
        </w:rPr>
        <w:t>от 04.07.2018 № 638</w:t>
      </w:r>
    </w:p>
    <w:p w14:paraId="01CB71EB" w14:textId="77777777" w:rsidR="006D28D4" w:rsidRPr="006D28D4" w:rsidRDefault="006D28D4" w:rsidP="006D28D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C939F4F" w14:textId="69C0568E" w:rsidR="007772E1" w:rsidRPr="006D28D4" w:rsidRDefault="007772E1" w:rsidP="008620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28D4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«Формирование современной городской среды в муниципальном образовании «Городской округ </w:t>
      </w:r>
      <w:proofErr w:type="spellStart"/>
      <w:r w:rsidRPr="006D28D4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6D28D4">
        <w:rPr>
          <w:rFonts w:ascii="Times New Roman" w:hAnsi="Times New Roman"/>
          <w:sz w:val="28"/>
          <w:szCs w:val="28"/>
        </w:rPr>
        <w:t>» в соответствие с уточненными бюджетными показателями по состоянию на 31.12.2023</w:t>
      </w:r>
      <w:r w:rsidR="004837B8" w:rsidRPr="006D28D4">
        <w:rPr>
          <w:rFonts w:ascii="Times New Roman" w:hAnsi="Times New Roman"/>
          <w:sz w:val="28"/>
          <w:szCs w:val="28"/>
        </w:rPr>
        <w:t xml:space="preserve"> года</w:t>
      </w:r>
      <w:r w:rsidRPr="006D28D4">
        <w:rPr>
          <w:rFonts w:ascii="Times New Roman" w:hAnsi="Times New Roman"/>
          <w:sz w:val="28"/>
          <w:szCs w:val="28"/>
        </w:rPr>
        <w:t>, решени</w:t>
      </w:r>
      <w:r w:rsidR="0043209B" w:rsidRPr="006D28D4">
        <w:rPr>
          <w:rFonts w:ascii="Times New Roman" w:hAnsi="Times New Roman"/>
          <w:sz w:val="28"/>
          <w:szCs w:val="28"/>
        </w:rPr>
        <w:t>ем</w:t>
      </w:r>
      <w:r w:rsidRPr="006D28D4">
        <w:rPr>
          <w:rFonts w:ascii="Times New Roman" w:hAnsi="Times New Roman"/>
          <w:sz w:val="28"/>
          <w:szCs w:val="28"/>
        </w:rPr>
        <w:t xml:space="preserve"> Собрания муниципального образования «Городской округ </w:t>
      </w:r>
      <w:proofErr w:type="spellStart"/>
      <w:r w:rsidRPr="006D28D4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6D28D4">
        <w:rPr>
          <w:rFonts w:ascii="Times New Roman" w:hAnsi="Times New Roman"/>
          <w:sz w:val="28"/>
          <w:szCs w:val="28"/>
        </w:rPr>
        <w:t xml:space="preserve">» </w:t>
      </w:r>
      <w:r w:rsidR="0060013A">
        <w:rPr>
          <w:rFonts w:ascii="Times New Roman" w:hAnsi="Times New Roman"/>
          <w:sz w:val="28"/>
          <w:szCs w:val="28"/>
        </w:rPr>
        <w:br/>
      </w:r>
      <w:r w:rsidRPr="006D28D4">
        <w:rPr>
          <w:rFonts w:ascii="Times New Roman" w:hAnsi="Times New Roman"/>
          <w:sz w:val="28"/>
          <w:szCs w:val="28"/>
        </w:rPr>
        <w:t>от 07.12.2023</w:t>
      </w:r>
      <w:r w:rsidR="006D28D4">
        <w:rPr>
          <w:rFonts w:ascii="Times New Roman" w:hAnsi="Times New Roman"/>
          <w:sz w:val="28"/>
          <w:szCs w:val="28"/>
        </w:rPr>
        <w:t xml:space="preserve"> </w:t>
      </w:r>
      <w:r w:rsidRPr="006D28D4">
        <w:rPr>
          <w:rFonts w:ascii="Times New Roman" w:hAnsi="Times New Roman"/>
          <w:sz w:val="28"/>
          <w:szCs w:val="28"/>
        </w:rPr>
        <w:t xml:space="preserve">№ 290 «О бюджете муниципального образования «Городской округ </w:t>
      </w:r>
      <w:proofErr w:type="spellStart"/>
      <w:r w:rsidRPr="006D28D4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6D28D4">
        <w:rPr>
          <w:rFonts w:ascii="Times New Roman" w:hAnsi="Times New Roman"/>
          <w:sz w:val="28"/>
          <w:szCs w:val="28"/>
        </w:rPr>
        <w:t>» на 2024 год и на плановый период 2025 и 2026 годов», р</w:t>
      </w:r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 xml:space="preserve">уководствуясь п. 4.1, 5.3 Порядка разработки, реализации и проведении оценки эффективности муниципальных программ муниципального образования «Городской округ </w:t>
      </w:r>
      <w:proofErr w:type="spellStart"/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 xml:space="preserve">», утвержденного постановлением администрации муниципального образования «Городской округ </w:t>
      </w:r>
      <w:proofErr w:type="spellStart"/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 xml:space="preserve">» от 28.04.2016 № 344, ст. 36 Устава муниципального образования «Городской округ </w:t>
      </w:r>
      <w:proofErr w:type="spellStart"/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 xml:space="preserve">», администрация муниципального образования «Городской округ </w:t>
      </w:r>
      <w:proofErr w:type="spellStart"/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6D28D4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5653854C" w14:textId="0B470B8E" w:rsidR="007772E1" w:rsidRPr="006D28D4" w:rsidRDefault="007772E1" w:rsidP="008620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«Формирование современной городской среды в муниципальном образовании «Городской округ </w:t>
      </w:r>
      <w:proofErr w:type="spellStart"/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 xml:space="preserve">», утвержденную постановлением администрации муниципального образования «Городской округ </w:t>
      </w:r>
      <w:proofErr w:type="spellStart"/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 xml:space="preserve">» от 04.07.2018 </w:t>
      </w:r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№ 638 (в редакции от 15.05.2019 № 314, от 15.05.2019 № 315, от 19.11.2019 </w:t>
      </w:r>
      <w:r w:rsidR="00CA65B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 xml:space="preserve">№ 844, от 04.12.2019 № 875, от 10.03.2020 № 106, от 24.11.2020 № 580, </w:t>
      </w:r>
      <w:r w:rsidR="00CA65B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>от 21.04.2021 № 223, от 18.10.2021 № 578, от 01.06.2022 № 278, от 21.06.2022 № 319, от 03.04.2023 № 210, от 31.07.2023 № 485) следующие изменения:</w:t>
      </w:r>
    </w:p>
    <w:p w14:paraId="5D2D8827" w14:textId="2701D3D1" w:rsidR="007772E1" w:rsidRDefault="007772E1" w:rsidP="008620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1.1. Подраздел «Объемы и источники финансирования Программы» Паспорта муниципальной программы изложить в следующей редакции:</w:t>
      </w:r>
    </w:p>
    <w:p w14:paraId="0C27AF54" w14:textId="77777777" w:rsidR="0060013A" w:rsidRPr="006D28D4" w:rsidRDefault="0060013A" w:rsidP="008620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28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6"/>
        <w:gridCol w:w="2346"/>
        <w:gridCol w:w="6370"/>
        <w:gridCol w:w="328"/>
      </w:tblGrid>
      <w:tr w:rsidR="007772E1" w:rsidRPr="006D28D4" w14:paraId="111C686A" w14:textId="77777777" w:rsidTr="001957C6"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CD2E50" w14:textId="77777777" w:rsidR="007772E1" w:rsidRPr="006D28D4" w:rsidRDefault="007772E1" w:rsidP="00600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8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346" w:type="dxa"/>
            <w:tcBorders>
              <w:left w:val="single" w:sz="4" w:space="0" w:color="auto"/>
            </w:tcBorders>
            <w:hideMark/>
          </w:tcPr>
          <w:p w14:paraId="78768D59" w14:textId="77777777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370" w:type="dxa"/>
            <w:tcBorders>
              <w:right w:val="single" w:sz="4" w:space="0" w:color="auto"/>
            </w:tcBorders>
            <w:hideMark/>
          </w:tcPr>
          <w:p w14:paraId="77198AD0" w14:textId="77777777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муниципальной Программы в 2018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годах составит:</w:t>
            </w:r>
          </w:p>
          <w:p w14:paraId="483E381B" w14:textId="77777777" w:rsidR="00CA65B8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 счет всех источников финансирования – </w:t>
            </w:r>
          </w:p>
          <w:p w14:paraId="29EF3497" w14:textId="15FB42E5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437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256,0 тыс. руб., в том числе:</w:t>
            </w:r>
          </w:p>
          <w:p w14:paraId="58C15567" w14:textId="0FFA5134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529,4 тыс. руб.;</w:t>
            </w:r>
          </w:p>
          <w:p w14:paraId="0BF63460" w14:textId="4EF7FCD0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120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228,0 тыс. руб.;</w:t>
            </w:r>
          </w:p>
          <w:p w14:paraId="7F440630" w14:textId="3C5CD2CB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21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103,5 тыс. руб.;</w:t>
            </w:r>
          </w:p>
          <w:p w14:paraId="6FAE4BEE" w14:textId="0F1CE97D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52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578,4 тыс. руб.;</w:t>
            </w:r>
          </w:p>
          <w:p w14:paraId="0CA3EA44" w14:textId="1D5D08AF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64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888,7 тыс. руб.;</w:t>
            </w:r>
          </w:p>
          <w:p w14:paraId="075EEF79" w14:textId="1DF9ADBF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31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687,4 тыс. руб.;</w:t>
            </w:r>
          </w:p>
          <w:p w14:paraId="6015B458" w14:textId="1924CDAA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43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979,2 тыс. руб.;</w:t>
            </w:r>
          </w:p>
          <w:p w14:paraId="3BB4876F" w14:textId="1FDAD4A9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38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763,1 тыс. руб.;</w:t>
            </w:r>
          </w:p>
          <w:p w14:paraId="17BC83A5" w14:textId="77777777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- 0,0 тыс. руб.;</w:t>
            </w:r>
          </w:p>
          <w:p w14:paraId="36130E02" w14:textId="72EA14AB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56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498,3 тыс. руб.</w:t>
            </w:r>
          </w:p>
          <w:p w14:paraId="140D3DFE" w14:textId="77777777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него по источникам:</w:t>
            </w:r>
          </w:p>
          <w:p w14:paraId="5B0FF5E4" w14:textId="6063A236" w:rsidR="007772E1" w:rsidRPr="006D28D4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7772E1"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средств местного бюджета –</w:t>
            </w:r>
          </w:p>
          <w:p w14:paraId="0E5903A6" w14:textId="2ED36410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071,4 тыс. руб., в том числе:</w:t>
            </w:r>
          </w:p>
          <w:p w14:paraId="07EDA64A" w14:textId="39A177B1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529,4 тыс. руб.;</w:t>
            </w:r>
          </w:p>
          <w:p w14:paraId="43111416" w14:textId="6E08105F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35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092,7 тыс. руб.;</w:t>
            </w:r>
          </w:p>
          <w:p w14:paraId="013C7A78" w14:textId="69AEE4EF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18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988,1 тыс. руб.;</w:t>
            </w:r>
          </w:p>
          <w:p w14:paraId="08330558" w14:textId="46399832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44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855,0 тыс. руб.;</w:t>
            </w:r>
          </w:p>
          <w:p w14:paraId="2860B9D8" w14:textId="6CBACC74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37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396,7 тыс. руб.;</w:t>
            </w:r>
          </w:p>
          <w:p w14:paraId="21C64D47" w14:textId="77777777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- 6 070,1 тыс. руб.;</w:t>
            </w:r>
          </w:p>
          <w:p w14:paraId="4F8F68A8" w14:textId="77F93B44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779,2 тыс. руб.;</w:t>
            </w:r>
          </w:p>
          <w:p w14:paraId="4BAEDEA4" w14:textId="1FC2A1AC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647,8 тыс. руб.;</w:t>
            </w:r>
          </w:p>
          <w:p w14:paraId="0EA0276D" w14:textId="77777777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- 0,0 тыс. руб.;</w:t>
            </w:r>
          </w:p>
          <w:p w14:paraId="31153F04" w14:textId="57878F73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29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712,4 тыс. руб.;</w:t>
            </w:r>
          </w:p>
          <w:p w14:paraId="171F3BB2" w14:textId="2BEECFAA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средств областного бюджета –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217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166,2 тыс. рублей, в том числе:</w:t>
            </w:r>
          </w:p>
          <w:p w14:paraId="2441DAD5" w14:textId="20ABCD79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81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820,3 тыс. руб.;</w:t>
            </w:r>
          </w:p>
          <w:p w14:paraId="0D74D594" w14:textId="633F42B4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115,4 тыс. руб.;</w:t>
            </w:r>
          </w:p>
          <w:p w14:paraId="56324B15" w14:textId="6CD198D0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512,7 тыс. руб.;</w:t>
            </w:r>
          </w:p>
          <w:p w14:paraId="627746EF" w14:textId="6D1904F2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14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847,1 тыс. руб.;</w:t>
            </w:r>
          </w:p>
          <w:p w14:paraId="14E924A8" w14:textId="77777777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- 19 794,1 тыс. руб.;</w:t>
            </w:r>
          </w:p>
          <w:p w14:paraId="4F2FEEBD" w14:textId="715F5021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36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115,3 тыс. руб.;</w:t>
            </w:r>
          </w:p>
          <w:p w14:paraId="7CE69ADA" w14:textId="071CAD74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36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115,3 тыс. руб.;</w:t>
            </w:r>
          </w:p>
          <w:p w14:paraId="35CFA75D" w14:textId="77777777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- 0,0 тыс. руб.;</w:t>
            </w:r>
          </w:p>
          <w:p w14:paraId="7A547286" w14:textId="7901100F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846,0 тыс. руб.;</w:t>
            </w:r>
          </w:p>
          <w:p w14:paraId="14BA736C" w14:textId="2F8A4CB3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средств федерального бюджета –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35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018,4 тыс. руб., в том числе:</w:t>
            </w:r>
          </w:p>
          <w:p w14:paraId="4FEAA9B6" w14:textId="0D9A02BF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315,0 тыс. руб.;</w:t>
            </w:r>
          </w:p>
          <w:p w14:paraId="787D7CC9" w14:textId="410B7610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2020 год - 0,0 тыс. руб.;</w:t>
            </w:r>
          </w:p>
          <w:p w14:paraId="01292AC7" w14:textId="611E9871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210,7 тыс. руб.;</w:t>
            </w:r>
          </w:p>
          <w:p w14:paraId="235ABC3B" w14:textId="46804879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12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644,9 тыс. руб.;</w:t>
            </w:r>
          </w:p>
          <w:p w14:paraId="6AF3F627" w14:textId="094AD1D9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823,2 тыс. руб.;</w:t>
            </w:r>
          </w:p>
          <w:p w14:paraId="2C372FE4" w14:textId="2CDFA51F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084,7 тыс. руб.;</w:t>
            </w:r>
          </w:p>
          <w:p w14:paraId="5C35077B" w14:textId="77777777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- 0,0 тыс. руб.;</w:t>
            </w:r>
          </w:p>
          <w:p w14:paraId="796CE8B9" w14:textId="77777777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- 0,0 тыс. руб.;</w:t>
            </w:r>
          </w:p>
          <w:p w14:paraId="622908C0" w14:textId="721F1717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</w:t>
            </w:r>
            <w:r w:rsidR="00CA65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28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939,9 тыс. руб.</w:t>
            </w:r>
          </w:p>
          <w:p w14:paraId="5B419E37" w14:textId="77777777" w:rsidR="007772E1" w:rsidRPr="006D28D4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8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Суммы финансирования ежегодно будут уточняться с учетом результатов конкурсного отбора муниципальных образований Сахалинской области для предоставления субсидии из федерального и областного бюджетов бюджетам муниципальных образований в рамках исполнения мероприятий государственной программы Сахалинской области «Формирование современной городской среды».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1B3EE0" w14:textId="77777777" w:rsidR="007772E1" w:rsidRDefault="007772E1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47BCD6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6B84A0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FECFA7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70D997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5837DE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643174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CA1CC2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BE34CA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FBFC08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007FCC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337421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FAC040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AE1BD0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6DB5C1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E299FB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3A2F76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3BB6AF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DC11F1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A93780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C2E107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3F6D82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58F543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C5C782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839A99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CEA74A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F49535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0CC521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F369A4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288C93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A5AEA2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293E6A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4C3FE1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3B4645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03B35D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04B8A6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2C852E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FE1D7E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BE0DD8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25CB3E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F2F712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FD3672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1E8324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99B9BE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779AAC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757AA6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EEF4B1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2E0197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FFEF26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8650DC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D8C969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B3918B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E35783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A12A84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E8A8FA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A739F0" w14:textId="77777777" w:rsidR="00CA65B8" w:rsidRDefault="00CA65B8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E05F9E" w14:textId="77777777" w:rsidR="001957C6" w:rsidRDefault="001957C6" w:rsidP="00862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5F9678" w14:textId="45642026" w:rsidR="00CA65B8" w:rsidRPr="006D28D4" w:rsidRDefault="00CA65B8" w:rsidP="00600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6001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14:paraId="09DE76DD" w14:textId="4B16485B" w:rsidR="007772E1" w:rsidRPr="006D28D4" w:rsidRDefault="007772E1" w:rsidP="008620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BB72274" w14:textId="77777777" w:rsidR="007B2FD5" w:rsidRPr="006D28D4" w:rsidRDefault="007B2FD5" w:rsidP="00862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>1.2. Раздел «7. Конечные результаты реализации муниципальной программы» изложить в следующей редакции:</w:t>
      </w:r>
    </w:p>
    <w:p w14:paraId="2BB1825A" w14:textId="7C38F167" w:rsidR="007B2FD5" w:rsidRPr="006D28D4" w:rsidRDefault="007B2FD5" w:rsidP="00862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>«7. Конечные результаты реализации муниципальной программы</w:t>
      </w:r>
      <w:r w:rsidR="00CA65B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3E271BD" w14:textId="30E29F81" w:rsidR="007B2FD5" w:rsidRPr="006D28D4" w:rsidRDefault="007B2FD5" w:rsidP="008620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>Результатом реализации муниципальной программы должно стать п</w:t>
      </w:r>
      <w:r w:rsidRPr="006D28D4">
        <w:rPr>
          <w:rFonts w:ascii="Times New Roman" w:hAnsi="Times New Roman"/>
          <w:sz w:val="28"/>
          <w:szCs w:val="28"/>
        </w:rPr>
        <w:t xml:space="preserve">овышение уровня благоустройства территорий муниципального образования «Городской округ </w:t>
      </w:r>
      <w:proofErr w:type="spellStart"/>
      <w:r w:rsidRPr="006D28D4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6D28D4">
        <w:rPr>
          <w:rFonts w:ascii="Times New Roman" w:hAnsi="Times New Roman"/>
          <w:sz w:val="28"/>
          <w:szCs w:val="28"/>
        </w:rPr>
        <w:t>».</w:t>
      </w:r>
    </w:p>
    <w:p w14:paraId="31323E98" w14:textId="77777777" w:rsidR="007B2FD5" w:rsidRPr="006D28D4" w:rsidRDefault="007B2FD5" w:rsidP="008620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8D4">
        <w:rPr>
          <w:rFonts w:ascii="Times New Roman" w:hAnsi="Times New Roman"/>
          <w:sz w:val="28"/>
          <w:szCs w:val="28"/>
        </w:rPr>
        <w:t>Прогнозируемые достижения значений индикаторов на дату окончания действия муниципальной программы приведены в приложении 1 муниципальной программы.».</w:t>
      </w:r>
    </w:p>
    <w:p w14:paraId="3682B349" w14:textId="6D5113C4" w:rsidR="007772E1" w:rsidRPr="006D28D4" w:rsidRDefault="007772E1" w:rsidP="008620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7B2FD5" w:rsidRPr="006D28D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3 «Ресурсное обеспечение реализации муниципальной программы «Формирование современной городской среды в муниципальном образовании «Городской округ </w:t>
      </w:r>
      <w:proofErr w:type="spellStart"/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>» изложить в новой редакции, согласно приложению 1 к настоящему постановлению.</w:t>
      </w:r>
    </w:p>
    <w:p w14:paraId="4F24B76F" w14:textId="77777777" w:rsidR="007772E1" w:rsidRPr="006D28D4" w:rsidRDefault="007772E1" w:rsidP="008620D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>» в информационно-телекоммуникационной сети «Интернет».</w:t>
      </w:r>
    </w:p>
    <w:p w14:paraId="4E9DF4D7" w14:textId="79EA3DB7" w:rsidR="007772E1" w:rsidRPr="006D28D4" w:rsidRDefault="007772E1" w:rsidP="008620D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на </w:t>
      </w:r>
      <w:r w:rsidR="00AD27F3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исполняющего </w:t>
      </w:r>
      <w:r w:rsidR="00E5037D">
        <w:rPr>
          <w:rFonts w:ascii="Times New Roman" w:eastAsia="Times New Roman" w:hAnsi="Times New Roman"/>
          <w:sz w:val="28"/>
          <w:szCs w:val="28"/>
          <w:lang w:eastAsia="ru-RU"/>
        </w:rPr>
        <w:t xml:space="preserve">обязанности </w:t>
      </w:r>
      <w:bookmarkStart w:id="0" w:name="_GoBack"/>
      <w:bookmarkEnd w:id="0"/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первого вице-мэра муниципального образования «Городской округ </w:t>
      </w:r>
      <w:proofErr w:type="spellStart"/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proofErr w:type="spellStart"/>
      <w:r w:rsidR="00AD27F3">
        <w:rPr>
          <w:rFonts w:ascii="Times New Roman" w:eastAsia="Times New Roman" w:hAnsi="Times New Roman"/>
          <w:sz w:val="28"/>
          <w:szCs w:val="28"/>
          <w:lang w:eastAsia="ru-RU"/>
        </w:rPr>
        <w:t>Русанова</w:t>
      </w:r>
      <w:proofErr w:type="spellEnd"/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D27F3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D27F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CE3DBDB" w14:textId="77777777" w:rsidR="008629FA" w:rsidRDefault="008629FA" w:rsidP="008620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6D4689" w14:textId="77777777" w:rsidR="006D28D4" w:rsidRPr="006D28D4" w:rsidRDefault="006D28D4" w:rsidP="008620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E3DBDC" w14:textId="77777777" w:rsidR="008629FA" w:rsidRPr="006D28D4" w:rsidRDefault="008629FA" w:rsidP="008620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28D4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CE3DBDD" w14:textId="762A8B93" w:rsidR="008629FA" w:rsidRPr="006D28D4" w:rsidRDefault="008629FA" w:rsidP="008620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28D4"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 w:rsidRPr="006D28D4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6D28D4">
        <w:rPr>
          <w:rFonts w:ascii="Times New Roman" w:hAnsi="Times New Roman"/>
          <w:sz w:val="28"/>
          <w:szCs w:val="28"/>
        </w:rPr>
        <w:t>»</w:t>
      </w:r>
      <w:r w:rsidRPr="006D28D4">
        <w:rPr>
          <w:rFonts w:ascii="Times New Roman" w:hAnsi="Times New Roman"/>
          <w:sz w:val="28"/>
          <w:szCs w:val="28"/>
        </w:rPr>
        <w:tab/>
      </w:r>
      <w:r w:rsidRPr="006D28D4">
        <w:rPr>
          <w:rFonts w:ascii="Times New Roman" w:hAnsi="Times New Roman"/>
          <w:sz w:val="28"/>
          <w:szCs w:val="28"/>
        </w:rPr>
        <w:tab/>
      </w:r>
      <w:r w:rsidRPr="006D28D4">
        <w:rPr>
          <w:rFonts w:ascii="Times New Roman" w:hAnsi="Times New Roman"/>
          <w:sz w:val="28"/>
          <w:szCs w:val="28"/>
        </w:rPr>
        <w:tab/>
      </w:r>
      <w:r w:rsidRPr="006D28D4">
        <w:rPr>
          <w:rFonts w:ascii="Times New Roman" w:hAnsi="Times New Roman"/>
          <w:sz w:val="28"/>
          <w:szCs w:val="28"/>
        </w:rPr>
        <w:tab/>
        <w:t xml:space="preserve">         </w:t>
      </w:r>
      <w:r w:rsidR="00B10ED9" w:rsidRPr="006D28D4">
        <w:rPr>
          <w:rFonts w:ascii="Times New Roman" w:hAnsi="Times New Roman"/>
          <w:sz w:val="28"/>
          <w:szCs w:val="28"/>
        </w:rPr>
        <w:t xml:space="preserve"> </w:t>
      </w:r>
      <w:r w:rsidR="007772E1" w:rsidRPr="006D28D4">
        <w:rPr>
          <w:rFonts w:ascii="Times New Roman" w:hAnsi="Times New Roman"/>
          <w:sz w:val="28"/>
          <w:szCs w:val="28"/>
        </w:rPr>
        <w:t xml:space="preserve">         </w:t>
      </w:r>
      <w:r w:rsidRPr="006D28D4">
        <w:rPr>
          <w:rFonts w:ascii="Times New Roman" w:hAnsi="Times New Roman"/>
          <w:sz w:val="28"/>
          <w:szCs w:val="28"/>
        </w:rPr>
        <w:t>С.В.</w:t>
      </w:r>
      <w:r w:rsidR="007772E1" w:rsidRPr="006D28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28D4"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6D28D4" w:rsidSect="006D28D4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45531D" w14:textId="77777777" w:rsidR="00D4637F" w:rsidRDefault="00D4637F" w:rsidP="0033636C">
      <w:pPr>
        <w:spacing w:after="0" w:line="240" w:lineRule="auto"/>
      </w:pPr>
      <w:r>
        <w:separator/>
      </w:r>
    </w:p>
  </w:endnote>
  <w:endnote w:type="continuationSeparator" w:id="0">
    <w:p w14:paraId="36CC05ED" w14:textId="77777777" w:rsidR="00D4637F" w:rsidRDefault="00D4637F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DB61A" w14:textId="77777777" w:rsidR="00D4637F" w:rsidRDefault="00D4637F" w:rsidP="0033636C">
      <w:pPr>
        <w:spacing w:after="0" w:line="240" w:lineRule="auto"/>
      </w:pPr>
      <w:r>
        <w:separator/>
      </w:r>
    </w:p>
  </w:footnote>
  <w:footnote w:type="continuationSeparator" w:id="0">
    <w:p w14:paraId="396A0E5A" w14:textId="77777777" w:rsidR="00D4637F" w:rsidRDefault="00D4637F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058742"/>
      <w:docPartObj>
        <w:docPartGallery w:val="Page Numbers (Top of Page)"/>
        <w:docPartUnique/>
      </w:docPartObj>
    </w:sdtPr>
    <w:sdtEndPr/>
    <w:sdtContent>
      <w:p w14:paraId="27B3728F" w14:textId="44EB7F1B" w:rsidR="006D28D4" w:rsidRDefault="006D28D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37D">
          <w:rPr>
            <w:noProof/>
          </w:rPr>
          <w:t>2</w:t>
        </w:r>
        <w:r>
          <w:fldChar w:fldCharType="end"/>
        </w:r>
      </w:p>
    </w:sdtContent>
  </w:sdt>
  <w:p w14:paraId="4B8AEDD7" w14:textId="77777777" w:rsidR="006D28D4" w:rsidRDefault="006D28D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957C6"/>
    <w:rsid w:val="001E1F9F"/>
    <w:rsid w:val="002003DC"/>
    <w:rsid w:val="0027518A"/>
    <w:rsid w:val="0033636C"/>
    <w:rsid w:val="00392B5A"/>
    <w:rsid w:val="003E4257"/>
    <w:rsid w:val="0043209B"/>
    <w:rsid w:val="004837B8"/>
    <w:rsid w:val="004E421F"/>
    <w:rsid w:val="00520CBF"/>
    <w:rsid w:val="0060013A"/>
    <w:rsid w:val="006D28D4"/>
    <w:rsid w:val="00712C49"/>
    <w:rsid w:val="007772E1"/>
    <w:rsid w:val="007B2FD5"/>
    <w:rsid w:val="007D1AD4"/>
    <w:rsid w:val="008620DC"/>
    <w:rsid w:val="008629FA"/>
    <w:rsid w:val="00987DB5"/>
    <w:rsid w:val="00AC72C8"/>
    <w:rsid w:val="00AD27F3"/>
    <w:rsid w:val="00B10ED9"/>
    <w:rsid w:val="00B25688"/>
    <w:rsid w:val="00C02849"/>
    <w:rsid w:val="00CA65B8"/>
    <w:rsid w:val="00CB0E3F"/>
    <w:rsid w:val="00D12794"/>
    <w:rsid w:val="00D4637F"/>
    <w:rsid w:val="00D67BD8"/>
    <w:rsid w:val="00DF7897"/>
    <w:rsid w:val="00E37B8A"/>
    <w:rsid w:val="00E5037D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3DBC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403FA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403FA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B0A54"/>
    <w:rsid w:val="006850D4"/>
    <w:rsid w:val="008403FA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26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17</cp:revision>
  <dcterms:created xsi:type="dcterms:W3CDTF">2020-04-07T04:52:00Z</dcterms:created>
  <dcterms:modified xsi:type="dcterms:W3CDTF">2024-03-12T02:42:00Z</dcterms:modified>
</cp:coreProperties>
</file>