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F711C29" w14:textId="77777777" w:rsidTr="00987DB5">
        <w:tc>
          <w:tcPr>
            <w:tcW w:w="9498" w:type="dxa"/>
          </w:tcPr>
          <w:p w14:paraId="0F711C2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711C3F" wp14:editId="0F711C4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711C25" w14:textId="156D7AD0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АДМИНИСТРАЦИЯ МУН</w:t>
            </w:r>
            <w:r w:rsidR="0032787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ИЦИПАЛЬНОГО ОБРАЗОВАНИЯ </w:t>
            </w:r>
          </w:p>
          <w:p w14:paraId="0F711C2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F711C2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F711C2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F711C2A" w14:textId="0B752D2D" w:rsidR="0033636C" w:rsidRPr="00E60EC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60EC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C3617">
            <w:rPr>
              <w:rFonts w:ascii="Times New Roman" w:hAnsi="Times New Roman"/>
              <w:sz w:val="28"/>
              <w:szCs w:val="28"/>
            </w:rPr>
            <w:t>18 марта 2025 года</w:t>
          </w:r>
        </w:sdtContent>
      </w:sdt>
      <w:r w:rsidRPr="00E60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C361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C3617" w:rsidRPr="000C3617">
            <w:rPr>
              <w:rFonts w:ascii="Times New Roman" w:hAnsi="Times New Roman"/>
              <w:sz w:val="28"/>
              <w:szCs w:val="28"/>
            </w:rPr>
            <w:t>148</w:t>
          </w:r>
        </w:sdtContent>
      </w:sdt>
    </w:p>
    <w:p w14:paraId="0F711C2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2C27ADC" w14:textId="77777777" w:rsidR="00E60EC0" w:rsidRDefault="002B5CAC" w:rsidP="00E6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0EC0">
        <w:rPr>
          <w:rFonts w:ascii="Times New Roman" w:hAnsi="Times New Roman"/>
          <w:b/>
          <w:sz w:val="28"/>
          <w:szCs w:val="28"/>
        </w:rPr>
        <w:t>О внесении и</w:t>
      </w:r>
      <w:bookmarkStart w:id="0" w:name="_GoBack"/>
      <w:bookmarkEnd w:id="0"/>
      <w:r w:rsidRPr="00E60EC0">
        <w:rPr>
          <w:rFonts w:ascii="Times New Roman" w:hAnsi="Times New Roman"/>
          <w:b/>
          <w:sz w:val="28"/>
          <w:szCs w:val="28"/>
        </w:rPr>
        <w:t>зменени</w:t>
      </w:r>
      <w:r w:rsidR="00E60EC0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49DA2858" w14:textId="77777777" w:rsidR="00E60EC0" w:rsidRDefault="002B5CAC" w:rsidP="00E6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0EC0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0442F" w:rsidRPr="00E60EC0">
        <w:rPr>
          <w:rFonts w:ascii="Times New Roman" w:hAnsi="Times New Roman"/>
          <w:b/>
          <w:sz w:val="28"/>
          <w:szCs w:val="28"/>
        </w:rPr>
        <w:t>«</w:t>
      </w:r>
      <w:r w:rsidRPr="00E60EC0">
        <w:rPr>
          <w:rFonts w:ascii="Times New Roman" w:hAnsi="Times New Roman"/>
          <w:b/>
          <w:sz w:val="28"/>
          <w:szCs w:val="28"/>
        </w:rPr>
        <w:t>Го</w:t>
      </w:r>
      <w:r w:rsidR="002A0760" w:rsidRPr="00E60EC0">
        <w:rPr>
          <w:rFonts w:ascii="Times New Roman" w:hAnsi="Times New Roman"/>
          <w:b/>
          <w:sz w:val="28"/>
          <w:szCs w:val="28"/>
        </w:rPr>
        <w:t>родской округ Ногликский</w:t>
      </w:r>
      <w:r w:rsidR="00F0442F" w:rsidRPr="00E60EC0">
        <w:rPr>
          <w:rFonts w:ascii="Times New Roman" w:hAnsi="Times New Roman"/>
          <w:b/>
          <w:sz w:val="28"/>
          <w:szCs w:val="28"/>
        </w:rPr>
        <w:t>»</w:t>
      </w:r>
    </w:p>
    <w:p w14:paraId="49A5C892" w14:textId="77777777" w:rsidR="00E60EC0" w:rsidRDefault="002A0760" w:rsidP="00E6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0EC0">
        <w:rPr>
          <w:rFonts w:ascii="Times New Roman" w:hAnsi="Times New Roman"/>
          <w:b/>
          <w:sz w:val="28"/>
          <w:szCs w:val="28"/>
        </w:rPr>
        <w:t xml:space="preserve">от </w:t>
      </w:r>
      <w:r w:rsidR="002B5CAC" w:rsidRPr="00E60EC0">
        <w:rPr>
          <w:rFonts w:ascii="Times New Roman" w:hAnsi="Times New Roman"/>
          <w:b/>
          <w:sz w:val="28"/>
          <w:szCs w:val="28"/>
        </w:rPr>
        <w:t>26.06.2015 № 430 «Разви</w:t>
      </w:r>
      <w:r w:rsidR="00E60EC0">
        <w:rPr>
          <w:rFonts w:ascii="Times New Roman" w:hAnsi="Times New Roman"/>
          <w:b/>
          <w:sz w:val="28"/>
          <w:szCs w:val="28"/>
        </w:rPr>
        <w:t>тие физической культуры, спорта</w:t>
      </w:r>
    </w:p>
    <w:p w14:paraId="0F8004DF" w14:textId="77777777" w:rsidR="00E60EC0" w:rsidRDefault="002B5CAC" w:rsidP="00E6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0EC0">
        <w:rPr>
          <w:rFonts w:ascii="Times New Roman" w:hAnsi="Times New Roman"/>
          <w:b/>
          <w:sz w:val="28"/>
          <w:szCs w:val="28"/>
        </w:rPr>
        <w:t>и молодежной полит</w:t>
      </w:r>
      <w:r w:rsidR="00E60EC0">
        <w:rPr>
          <w:rFonts w:ascii="Times New Roman" w:hAnsi="Times New Roman"/>
          <w:b/>
          <w:sz w:val="28"/>
          <w:szCs w:val="28"/>
        </w:rPr>
        <w:t>ики в муниципальном образовании</w:t>
      </w:r>
    </w:p>
    <w:p w14:paraId="0F711C2C" w14:textId="23DC5273" w:rsidR="0033636C" w:rsidRDefault="002B5CAC" w:rsidP="00E6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0EC0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082F910D" w14:textId="77777777" w:rsidR="00E60EC0" w:rsidRPr="00E60EC0" w:rsidRDefault="00E60EC0" w:rsidP="00E60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9B1779" w14:textId="3EA0222F" w:rsidR="002A0760" w:rsidRDefault="002A0760" w:rsidP="00E60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физической культуры, спорта и молодежной политики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</w:t>
      </w:r>
      <w:r>
        <w:rPr>
          <w:rFonts w:ascii="Times New Roman" w:hAnsi="Times New Roman"/>
          <w:color w:val="000000" w:themeColor="text1"/>
          <w:sz w:val="28"/>
          <w:szCs w:val="28"/>
        </w:rPr>
        <w:t>26.06.2015 № 430</w:t>
      </w:r>
      <w:r>
        <w:rPr>
          <w:rFonts w:ascii="Times New Roman" w:hAnsi="Times New Roman"/>
          <w:sz w:val="28"/>
          <w:szCs w:val="28"/>
        </w:rPr>
        <w:t>, в соответстви</w:t>
      </w:r>
      <w:r w:rsidR="00C8667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 уточненными бюджетными показателями по состоянию на 31 декабря 2024 года, </w:t>
      </w:r>
      <w:bookmarkStart w:id="1" w:name="_Hlk30407272"/>
      <w:r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</w:t>
      </w:r>
      <w:r w:rsidR="00E60E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13.12.2024 № 36 «О бюджете муниципального образования «Городской округ Ногликский» на 2025 год и на плановый период 2026 и 2027 годов</w:t>
      </w:r>
      <w:bookmarkEnd w:id="1"/>
      <w:r>
        <w:rPr>
          <w:rFonts w:ascii="Times New Roman" w:hAnsi="Times New Roman"/>
          <w:sz w:val="28"/>
          <w:szCs w:val="28"/>
        </w:rPr>
        <w:t xml:space="preserve">», руководствуясь </w:t>
      </w:r>
      <w:r w:rsidRPr="00F224AC">
        <w:rPr>
          <w:rFonts w:ascii="Times New Roman" w:hAnsi="Times New Roman"/>
          <w:sz w:val="28"/>
          <w:szCs w:val="28"/>
        </w:rPr>
        <w:t>Порядком разработки, реализации и мониторинга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28.04.2016 </w:t>
      </w:r>
      <w:r>
        <w:rPr>
          <w:rFonts w:ascii="Times New Roman" w:hAnsi="Times New Roman"/>
          <w:sz w:val="28"/>
          <w:szCs w:val="28"/>
        </w:rPr>
        <w:br/>
        <w:t>№ 344, ст. 36 Устава муниципального образования Ногликский муниципальный округ Сахалинской области</w:t>
      </w:r>
      <w:r w:rsidR="00F0442F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73E05AD7" w14:textId="1C6C0332" w:rsidR="002A0760" w:rsidRDefault="002A0760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26.06.2015 № 430 (в редакции от 30.09.2015 № 692, от 19.10.2015 № 718, от 31.12.2016 № 921, от 10.03.2016 № 208, </w:t>
      </w:r>
      <w:r w:rsidR="00E60E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11.04.2016 № 288, от 30.05.2016 № 433, от 15.06.2016 № 485, от 31.08.2016 № 666, от 07.10.2016 № 739, от 07.02.2017 № 108, от 07.06.2017 № 367, </w:t>
      </w:r>
      <w:r w:rsidR="00E60E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03.08.2017 № 521, от 27.09.2017 № 703, от 27.02.2018 № 191, от 13.04.2018 </w:t>
      </w:r>
      <w:r>
        <w:rPr>
          <w:rFonts w:ascii="Times New Roman" w:hAnsi="Times New Roman"/>
          <w:sz w:val="28"/>
          <w:szCs w:val="28"/>
        </w:rPr>
        <w:lastRenderedPageBreak/>
        <w:t xml:space="preserve">№ 386,от11.07.2018№669, от 19.12.2018 № 1224, от 26.03.2019 № 196, </w:t>
      </w:r>
      <w:r w:rsidR="00E60E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23.05.2019 № 358, от 19.06.2019 № 462, от 02.09.2019 № 665, от 10.03.2020 № 109, от 01.06.2020№270, от 14.07.2020 № 357, от 14.10.2020 № 505, </w:t>
      </w:r>
      <w:r w:rsidR="00E60E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28.04.2021 № 232, от 22.09.2021 № 521, от 17.06.2022 № 3</w:t>
      </w:r>
      <w:r w:rsidR="00412AEC" w:rsidRPr="00412A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1, от 15.11.2022 № 608,от 28.04.2023 № 274, от 24.07.2023 № 470, от 08.04.2024 № 212, </w:t>
      </w:r>
      <w:r w:rsidR="00E60E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12.02.2025 № 785) «Об утверждении муниципальной программы «Развитие физической культуры, спорта и молодежной политики в муниципальном образовании «Городской округ Ногликский» (далее - Программа), следующие изменения:</w:t>
      </w:r>
    </w:p>
    <w:p w14:paraId="5FB8FF4C" w14:textId="6CD44C0D" w:rsidR="002A0760" w:rsidRDefault="002A0760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наименовании и по тексту постановления и </w:t>
      </w:r>
      <w:r w:rsidR="00F51ED2">
        <w:rPr>
          <w:rFonts w:ascii="Times New Roman" w:hAnsi="Times New Roman"/>
          <w:sz w:val="28"/>
          <w:szCs w:val="28"/>
        </w:rPr>
        <w:t>приложений к нему</w:t>
      </w:r>
      <w:r>
        <w:rPr>
          <w:rFonts w:ascii="Times New Roman" w:hAnsi="Times New Roman"/>
          <w:sz w:val="28"/>
          <w:szCs w:val="28"/>
        </w:rPr>
        <w:t xml:space="preserve"> слова «муниципальное образование «Городской округ Ногликский» заменить словами «муниципальное образование Ногликский муниципальный округ Сахалинской области» в соответствующих падежах.</w:t>
      </w:r>
    </w:p>
    <w:p w14:paraId="0109DACD" w14:textId="50B08EDC" w:rsidR="002A0760" w:rsidRDefault="002A0760" w:rsidP="00E60EC0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Раздел «Объемы и источники финансирования» Паспорта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редакции:</w:t>
      </w:r>
    </w:p>
    <w:p w14:paraId="721BA524" w14:textId="77777777" w:rsidR="002A0760" w:rsidRDefault="002A0760" w:rsidP="00E60EC0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55" w:type="dxa"/>
        <w:tblInd w:w="-28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70"/>
        <w:gridCol w:w="7093"/>
        <w:gridCol w:w="208"/>
      </w:tblGrid>
      <w:tr w:rsidR="002A0760" w14:paraId="5CE9E11D" w14:textId="77777777" w:rsidTr="00B30872">
        <w:trPr>
          <w:trHeight w:val="4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99B3889" w14:textId="77777777" w:rsidR="002A0760" w:rsidRDefault="002A0760" w:rsidP="00E6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B8B6" w14:textId="77777777" w:rsidR="002A0760" w:rsidRDefault="002A0760" w:rsidP="00E6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E8E5" w14:textId="645FF365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средств, направляемых на реализацию мероприятий 1</w:t>
            </w:r>
            <w:r w:rsidR="00E60EC0" w:rsidRPr="00E60EC0">
              <w:rPr>
                <w:sz w:val="28"/>
                <w:szCs w:val="28"/>
              </w:rPr>
              <w:t xml:space="preserve"> </w:t>
            </w:r>
            <w:r w:rsidR="00E60EC0">
              <w:rPr>
                <w:sz w:val="28"/>
                <w:szCs w:val="28"/>
              </w:rPr>
              <w:t>646</w:t>
            </w:r>
            <w:r w:rsidR="00E60EC0" w:rsidRPr="00E60EC0">
              <w:rPr>
                <w:sz w:val="28"/>
                <w:szCs w:val="28"/>
              </w:rPr>
              <w:t xml:space="preserve"> </w:t>
            </w:r>
            <w:r w:rsidR="00971907">
              <w:rPr>
                <w:sz w:val="28"/>
                <w:szCs w:val="28"/>
              </w:rPr>
              <w:t>191,8</w:t>
            </w:r>
            <w:r>
              <w:rPr>
                <w:sz w:val="28"/>
                <w:szCs w:val="28"/>
              </w:rPr>
              <w:t xml:space="preserve"> тыс. руб., </w:t>
            </w:r>
          </w:p>
          <w:p w14:paraId="37F97DAC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14:paraId="7956F949" w14:textId="628BDA1F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областной бюджет </w:t>
            </w:r>
            <w:r w:rsidR="00E60EC0" w:rsidRPr="00E60E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E60EC0">
              <w:rPr>
                <w:sz w:val="28"/>
                <w:szCs w:val="28"/>
              </w:rPr>
              <w:t>426</w:t>
            </w:r>
            <w:r w:rsidR="00E60EC0" w:rsidRPr="00E60EC0">
              <w:rPr>
                <w:sz w:val="28"/>
                <w:szCs w:val="28"/>
              </w:rPr>
              <w:t xml:space="preserve"> </w:t>
            </w:r>
            <w:r w:rsidR="00841B77">
              <w:rPr>
                <w:sz w:val="28"/>
                <w:szCs w:val="28"/>
              </w:rPr>
              <w:t>050</w:t>
            </w:r>
            <w:r w:rsidR="00841B77" w:rsidRPr="00841B77">
              <w:rPr>
                <w:sz w:val="28"/>
                <w:szCs w:val="28"/>
              </w:rPr>
              <w:t>,</w:t>
            </w:r>
            <w:r w:rsidR="009B7D4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18A66281" w14:textId="51CC042C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местный бюджет </w:t>
            </w:r>
            <w:r w:rsidR="00E60EC0" w:rsidRPr="00E60E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327876">
              <w:rPr>
                <w:sz w:val="28"/>
                <w:szCs w:val="28"/>
              </w:rPr>
              <w:t>1</w:t>
            </w:r>
            <w:r w:rsidR="00E60EC0" w:rsidRPr="00E60EC0">
              <w:rPr>
                <w:sz w:val="28"/>
                <w:szCs w:val="28"/>
              </w:rPr>
              <w:t xml:space="preserve"> </w:t>
            </w:r>
            <w:r w:rsidR="00E60EC0">
              <w:rPr>
                <w:sz w:val="28"/>
                <w:szCs w:val="28"/>
              </w:rPr>
              <w:t>199</w:t>
            </w:r>
            <w:r w:rsidR="00E60EC0" w:rsidRPr="00E60EC0">
              <w:rPr>
                <w:sz w:val="28"/>
                <w:szCs w:val="28"/>
              </w:rPr>
              <w:t xml:space="preserve"> </w:t>
            </w:r>
            <w:r w:rsidR="00971907">
              <w:rPr>
                <w:sz w:val="28"/>
                <w:szCs w:val="28"/>
              </w:rPr>
              <w:t>553,7</w:t>
            </w:r>
            <w:r w:rsidR="00841B77" w:rsidRPr="00841B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руб.;</w:t>
            </w:r>
          </w:p>
          <w:p w14:paraId="421DA171" w14:textId="3BCDB15A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федеральный бюджет - </w:t>
            </w:r>
            <w:r w:rsidR="00327876">
              <w:rPr>
                <w:sz w:val="28"/>
                <w:szCs w:val="28"/>
              </w:rPr>
              <w:t>20 587, 9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05C736D5" w14:textId="77777777" w:rsidR="002A0760" w:rsidRDefault="002A0760" w:rsidP="00E60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- 44 374,0 тыс. руб.;</w:t>
            </w:r>
          </w:p>
          <w:p w14:paraId="468F477F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- 15 276,3 тыс. руб.;</w:t>
            </w:r>
          </w:p>
          <w:p w14:paraId="01B69CDF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- 29 097,7 тыс. руб.;</w:t>
            </w:r>
          </w:p>
          <w:p w14:paraId="55ACC04C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- 87 323,0 тыс. руб.;</w:t>
            </w:r>
          </w:p>
          <w:p w14:paraId="5F5A00AC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- 19 069,3 тыс. руб.;</w:t>
            </w:r>
          </w:p>
          <w:p w14:paraId="1AD8A7E5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- 68 253,7 тыс. руб.;</w:t>
            </w:r>
          </w:p>
          <w:p w14:paraId="04ADB4C4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- 31 518,2 тыс. руб.;</w:t>
            </w:r>
          </w:p>
          <w:p w14:paraId="16FC7C00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- 29 454,4 тыс. руб.;</w:t>
            </w:r>
          </w:p>
          <w:p w14:paraId="6F2DD9B3" w14:textId="77777777" w:rsidR="002A0760" w:rsidRDefault="002A0760" w:rsidP="00E60EC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- 2 063,8 тыс. руб.;</w:t>
            </w:r>
          </w:p>
          <w:p w14:paraId="4D058FBA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- 47 532,5 тыс. руб.;</w:t>
            </w:r>
          </w:p>
          <w:p w14:paraId="6967BB65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- 37 053,2 тыс. руб.;</w:t>
            </w:r>
          </w:p>
          <w:p w14:paraId="4B8CEFF3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- 9 379,3 тыс. руб.;</w:t>
            </w:r>
          </w:p>
          <w:p w14:paraId="78DE2A72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федеральный бюджет - 1 100,0 тыс. руб.;</w:t>
            </w:r>
          </w:p>
          <w:p w14:paraId="7E0F4A33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- 69 400,1 тыс. руб.;</w:t>
            </w:r>
          </w:p>
          <w:p w14:paraId="2B9E9139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- 37 257,2 тыс. руб.;</w:t>
            </w:r>
          </w:p>
          <w:p w14:paraId="7D35F392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- 12 655,0 тыс. руб.;</w:t>
            </w:r>
          </w:p>
          <w:p w14:paraId="19CE2D44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федеральный бюджет - 19 487,9 тыс. руб.;</w:t>
            </w:r>
          </w:p>
          <w:p w14:paraId="15AB3BAF" w14:textId="77777777" w:rsidR="002A0760" w:rsidRDefault="002A0760" w:rsidP="00E60EC0">
            <w:pPr>
              <w:tabs>
                <w:tab w:val="left" w:pos="13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- 206 322,6 тыс. руб.;</w:t>
            </w:r>
          </w:p>
          <w:p w14:paraId="651D61F8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- 50 483,3 тыс. руб.;</w:t>
            </w:r>
          </w:p>
          <w:p w14:paraId="3344462E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- 155 839,3 тыс. руб.;</w:t>
            </w:r>
          </w:p>
          <w:p w14:paraId="5D451971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- 198 240,3 тыс. руб.;</w:t>
            </w:r>
          </w:p>
          <w:p w14:paraId="3EEDEFDF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- 123 265,5 тыс. руб.;</w:t>
            </w:r>
          </w:p>
          <w:p w14:paraId="49182676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- 74 974,8 тыс. руб.;</w:t>
            </w:r>
          </w:p>
          <w:p w14:paraId="3E885EA6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 год - 153 207,3 тыс. руб.;</w:t>
            </w:r>
          </w:p>
          <w:p w14:paraId="10A3E1B8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- 140 912,7 тыс. руб.;</w:t>
            </w:r>
          </w:p>
          <w:p w14:paraId="7A171A65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- 12 294,6 тыс. руб.;</w:t>
            </w:r>
          </w:p>
          <w:p w14:paraId="635C8AA0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- 151 144,2 тыс. руб.;</w:t>
            </w:r>
          </w:p>
          <w:p w14:paraId="703F18BA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местный бюджет - 134 000,0 тыс. руб.;</w:t>
            </w:r>
          </w:p>
          <w:p w14:paraId="3FA49A65" w14:textId="77777777" w:rsidR="002A0760" w:rsidRDefault="002A0760" w:rsidP="00E60E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областной бюджет - 17 144,2 тыс. руб.;</w:t>
            </w:r>
          </w:p>
          <w:p w14:paraId="28C3F43A" w14:textId="14AECDD8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22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509,7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07D1F41" w14:textId="0EBACA66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163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22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759,9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B24AD58" w14:textId="6729BC43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B7D4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749,8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91AF3AB" w14:textId="716970F8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181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719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180,2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A02BF3E" w14:textId="62CA1EEF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168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719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660,2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266F5204" w14:textId="5FECF0B8" w:rsidR="002A0760" w:rsidRPr="00327876" w:rsidRDefault="00E60EC0" w:rsidP="00E60EC0">
            <w:pPr>
              <w:pStyle w:val="ConsPlusCell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Pr="00E60EC0">
              <w:rPr>
                <w:color w:val="000000" w:themeColor="text1"/>
                <w:sz w:val="28"/>
                <w:szCs w:val="28"/>
              </w:rPr>
              <w:t>-</w:t>
            </w:r>
            <w:r>
              <w:rPr>
                <w:color w:val="000000" w:themeColor="text1"/>
                <w:sz w:val="28"/>
                <w:szCs w:val="28"/>
              </w:rPr>
              <w:t xml:space="preserve"> 12</w:t>
            </w:r>
            <w:r w:rsidRPr="00E60EC0">
              <w:rPr>
                <w:color w:val="000000" w:themeColor="text1"/>
                <w:sz w:val="28"/>
                <w:szCs w:val="28"/>
              </w:rPr>
              <w:t xml:space="preserve"> </w:t>
            </w:r>
            <w:r w:rsidR="00327876" w:rsidRPr="00327876">
              <w:rPr>
                <w:color w:val="000000" w:themeColor="text1"/>
                <w:sz w:val="28"/>
                <w:szCs w:val="28"/>
              </w:rPr>
              <w:t>520,0</w:t>
            </w:r>
            <w:r w:rsidR="002A0760" w:rsidRPr="00327876">
              <w:rPr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17AA288A" w14:textId="30BA44FE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2026 год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152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27876"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483,4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5E1FBBD" w14:textId="12D11163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139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27876"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944,4 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983780B" w14:textId="2270A550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27876"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539,0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3A13DE6" w14:textId="4756BDFF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2027 год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142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27876"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956,3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BD07CCB" w14:textId="10BE6E8F" w:rsidR="002A0760" w:rsidRPr="00327876" w:rsidRDefault="002A0760" w:rsidP="00E60E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местный бюджет 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140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27876"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417,3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50423A" w14:textId="3240422B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областной бюджет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E60EC0" w:rsidRPr="00E60E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27876"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539,0</w:t>
            </w:r>
            <w:r w:rsidRPr="0032787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  <w:tc>
          <w:tcPr>
            <w:tcW w:w="2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973AD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A78E10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1C9F8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ADCD84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2110E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5173C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9927C6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979BA3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3AABB5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A2362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C3E45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DA47A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DB93C4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C0AFEE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29FC41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BF0556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C5ECE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0DBEE9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619B5C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91BA11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9BF282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B33C97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28651F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BBF7E8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22481E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35604C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BBFC54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CC0F9D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7FBF7F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E22D39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EDC57D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BE27D2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A9434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E484D4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C88F43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2CB370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ECAF12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052826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E1EEC7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2323E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9E5615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592A22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257A1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D8B04E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F05AA1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1B877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9E8F3D" w14:textId="77777777" w:rsidR="002A0760" w:rsidRDefault="002A0760" w:rsidP="00E60E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36DFA18" w14:textId="77777777" w:rsidR="002A0760" w:rsidRDefault="002A0760" w:rsidP="00E60EC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7D20150D" w14:textId="32A874EE" w:rsidR="002A0760" w:rsidRDefault="002A0760" w:rsidP="00E60EC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1.3. Раздел 7 «Ресурсное обеспечение Программы» паспорта Программы изложить в следующей редакции:</w:t>
      </w:r>
    </w:p>
    <w:p w14:paraId="52D4859D" w14:textId="77777777" w:rsidR="002A0760" w:rsidRDefault="002A0760" w:rsidP="00E60EC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Программы.</w:t>
      </w:r>
    </w:p>
    <w:p w14:paraId="3E16B579" w14:textId="3D4CCF65" w:rsidR="002A0760" w:rsidRDefault="002A0760" w:rsidP="00E60EC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2787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="00E60EC0">
        <w:rPr>
          <w:rFonts w:ascii="Times New Roman" w:hAnsi="Times New Roman"/>
          <w:sz w:val="28"/>
          <w:szCs w:val="28"/>
        </w:rPr>
        <w:t>1</w:t>
      </w:r>
      <w:r w:rsidR="00E60EC0" w:rsidRPr="00E60EC0">
        <w:rPr>
          <w:rFonts w:ascii="Times New Roman" w:hAnsi="Times New Roman"/>
          <w:sz w:val="28"/>
          <w:szCs w:val="28"/>
        </w:rPr>
        <w:t xml:space="preserve"> </w:t>
      </w:r>
      <w:r w:rsidR="00E60EC0">
        <w:rPr>
          <w:rFonts w:ascii="Times New Roman" w:hAnsi="Times New Roman"/>
          <w:sz w:val="28"/>
          <w:szCs w:val="28"/>
        </w:rPr>
        <w:t>646</w:t>
      </w:r>
      <w:r w:rsidR="00E60EC0" w:rsidRPr="00E60EC0">
        <w:rPr>
          <w:rFonts w:ascii="Times New Roman" w:hAnsi="Times New Roman"/>
          <w:sz w:val="28"/>
          <w:szCs w:val="28"/>
        </w:rPr>
        <w:t xml:space="preserve"> </w:t>
      </w:r>
      <w:r w:rsidR="00DD252E" w:rsidRPr="00DD252E">
        <w:rPr>
          <w:rFonts w:ascii="Times New Roman" w:hAnsi="Times New Roman"/>
          <w:sz w:val="28"/>
          <w:szCs w:val="28"/>
        </w:rPr>
        <w:t>191,8</w:t>
      </w:r>
      <w:r w:rsidR="00DD252E">
        <w:rPr>
          <w:sz w:val="28"/>
          <w:szCs w:val="28"/>
        </w:rPr>
        <w:t xml:space="preserve"> 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тыс. рублей, в том числе: средства местного бюджета </w:t>
      </w:r>
      <w:r w:rsidR="00E60EC0" w:rsidRPr="00E60EC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E7C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E60EC0" w:rsidRPr="00E60EC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E7C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</w:t>
      </w:r>
      <w:r w:rsidR="00E60EC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E60EC0" w:rsidRPr="00E60EC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252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553,7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тыс. рублей; средства областного бюджета </w:t>
      </w:r>
      <w:r w:rsidR="00E60EC0" w:rsidRPr="00E60EC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60EC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426</w:t>
      </w:r>
      <w:r w:rsidR="00E60EC0" w:rsidRPr="00E60EC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B7D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050,2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тыс. рублей; средства федерального бюджета - 2</w:t>
      </w:r>
      <w:r w:rsidR="00862E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587,9 тыс. рублей. 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физической культуры, спорта и молодежной политики в муниципальном образовании </w:t>
      </w:r>
      <w:r w:rsidR="00327876"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Ногликский муниципальный округ Сахалинской области</w:t>
      </w:r>
      <w:r w:rsidRPr="0032787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».»;</w:t>
      </w:r>
    </w:p>
    <w:p w14:paraId="042A76D2" w14:textId="25431737" w:rsidR="003E2AC8" w:rsidRDefault="003E2AC8" w:rsidP="00E60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2 часть 2 к Программе «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Перечень мероприятий реализации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«Развитие физической культуры, спорта и молодежной политики в муниципальном образовании Ногликский</w:t>
      </w:r>
      <w:r w:rsidR="00F51ED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</w:t>
      </w:r>
      <w:r w:rsidR="00741694">
        <w:rPr>
          <w:rFonts w:ascii="Times New Roman" w:eastAsia="Times New Roman" w:hAnsi="Times New Roman"/>
          <w:sz w:val="28"/>
          <w:szCs w:val="28"/>
          <w:lang w:eastAsia="ru-RU"/>
        </w:rPr>
        <w:t>ный округ Сахалинской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 w:rsidR="0074169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приложению 1 к настоящему постановлению.</w:t>
      </w:r>
    </w:p>
    <w:p w14:paraId="50995D9A" w14:textId="07B443A8" w:rsidR="006D16FC" w:rsidRDefault="003E2AC8" w:rsidP="00E60E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</w:t>
      </w:r>
      <w:r w:rsidR="002A0760">
        <w:rPr>
          <w:rFonts w:ascii="Times New Roman" w:eastAsia="Times New Roman" w:hAnsi="Times New Roman"/>
          <w:sz w:val="28"/>
          <w:szCs w:val="28"/>
          <w:lang w:eastAsia="ru-RU"/>
        </w:rPr>
        <w:t>. Приложение 3 часть 2 к Программе «</w:t>
      </w:r>
      <w:r w:rsidR="002A0760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="002A0760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физической культуры, спорта и молодежной политики в муниципальном образовании </w:t>
      </w:r>
      <w:r w:rsidR="00F51ED2" w:rsidRPr="00F51ED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2A076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2A0760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й редакции</w:t>
      </w:r>
      <w:r w:rsidR="0074169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приложению 2</w:t>
      </w:r>
      <w:r w:rsidR="002A0760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1A4C7081" w14:textId="2609E4ED" w:rsidR="002A0760" w:rsidRDefault="002A0760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</w:t>
      </w:r>
      <w:r w:rsidR="00F0442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463CB7F" w14:textId="712F0630" w:rsidR="009A2F2C" w:rsidRDefault="009A2F2C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2F2C">
        <w:rPr>
          <w:rFonts w:ascii="Times New Roman" w:hAnsi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опубликования. Пункт 1.1 настоящего постановления вступает в силу с момента опубликования и распространяется на правоотношения, возникшие </w:t>
      </w:r>
      <w:r w:rsidR="00F51ED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 01</w:t>
      </w:r>
      <w:r w:rsidR="00F51E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января 2025 года. </w:t>
      </w:r>
    </w:p>
    <w:p w14:paraId="5C950848" w14:textId="46BD1D8C" w:rsidR="002A0760" w:rsidRDefault="009A2F2C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A0760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E60EC0">
        <w:rPr>
          <w:rFonts w:ascii="Times New Roman" w:hAnsi="Times New Roman"/>
          <w:sz w:val="28"/>
          <w:szCs w:val="28"/>
        </w:rPr>
        <w:br/>
      </w:r>
      <w:r w:rsidR="002A0760">
        <w:rPr>
          <w:rFonts w:ascii="Times New Roman" w:hAnsi="Times New Roman"/>
          <w:sz w:val="28"/>
          <w:szCs w:val="28"/>
        </w:rPr>
        <w:t xml:space="preserve">на вице-мэра муниципального образования </w:t>
      </w:r>
      <w:r w:rsidR="00F0442F">
        <w:rPr>
          <w:rFonts w:ascii="Times New Roman" w:hAnsi="Times New Roman"/>
          <w:sz w:val="28"/>
          <w:szCs w:val="28"/>
        </w:rPr>
        <w:t>Ногликский муниципальный округ</w:t>
      </w:r>
      <w:r w:rsidR="002A07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0760">
        <w:rPr>
          <w:rFonts w:ascii="Times New Roman" w:hAnsi="Times New Roman"/>
          <w:sz w:val="28"/>
          <w:szCs w:val="28"/>
        </w:rPr>
        <w:t>Русанова</w:t>
      </w:r>
      <w:proofErr w:type="spellEnd"/>
      <w:r w:rsidR="002A0760">
        <w:rPr>
          <w:rFonts w:ascii="Times New Roman" w:hAnsi="Times New Roman"/>
          <w:sz w:val="28"/>
          <w:szCs w:val="28"/>
        </w:rPr>
        <w:t xml:space="preserve"> Я.С.</w:t>
      </w:r>
    </w:p>
    <w:p w14:paraId="5247C1A5" w14:textId="77777777" w:rsidR="00327876" w:rsidRDefault="00327876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F2AD09" w14:textId="1A8BA786" w:rsidR="00256979" w:rsidRDefault="00256979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071A60" w14:textId="77777777" w:rsidR="00256979" w:rsidRDefault="00256979" w:rsidP="00E60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B86F64" w14:textId="77777777" w:rsidR="007078E1" w:rsidRDefault="007078E1" w:rsidP="00E60E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F711C38" w14:textId="189711B2" w:rsidR="008629FA" w:rsidRDefault="008629FA" w:rsidP="00E60E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E59D34E" w14:textId="77777777" w:rsidR="00327876" w:rsidRDefault="00327876" w:rsidP="00E60E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0F711C3C" w14:textId="0ECE3A16" w:rsidR="008629FA" w:rsidRPr="00D12794" w:rsidRDefault="00327876" w:rsidP="00E60E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       </w:t>
      </w:r>
      <w:r w:rsidR="00E60EC0">
        <w:rPr>
          <w:rFonts w:ascii="Times New Roman" w:hAnsi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7078E1"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 w:rsidR="007078E1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D12794" w:rsidSect="00E60EC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11C4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F711C4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11C45" w14:textId="21F111C3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11C4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F711C4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9558844"/>
      <w:docPartObj>
        <w:docPartGallery w:val="Page Numbers (Top of Page)"/>
        <w:docPartUnique/>
      </w:docPartObj>
    </w:sdtPr>
    <w:sdtEndPr/>
    <w:sdtContent>
      <w:p w14:paraId="4CA58E02" w14:textId="081542A0" w:rsidR="00E60EC0" w:rsidRDefault="00E60E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617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7FC7"/>
    <w:rsid w:val="000C3617"/>
    <w:rsid w:val="00163F92"/>
    <w:rsid w:val="00185FEC"/>
    <w:rsid w:val="001E1F9F"/>
    <w:rsid w:val="001E66E9"/>
    <w:rsid w:val="002003DC"/>
    <w:rsid w:val="00256979"/>
    <w:rsid w:val="002A0760"/>
    <w:rsid w:val="002B5CAC"/>
    <w:rsid w:val="00327876"/>
    <w:rsid w:val="0033636C"/>
    <w:rsid w:val="003E2AC8"/>
    <w:rsid w:val="003E4257"/>
    <w:rsid w:val="00412AEC"/>
    <w:rsid w:val="00413884"/>
    <w:rsid w:val="004D352E"/>
    <w:rsid w:val="00520CBF"/>
    <w:rsid w:val="00573DFC"/>
    <w:rsid w:val="005F51C4"/>
    <w:rsid w:val="006D16FC"/>
    <w:rsid w:val="007078E1"/>
    <w:rsid w:val="00741694"/>
    <w:rsid w:val="007B08B8"/>
    <w:rsid w:val="00841B77"/>
    <w:rsid w:val="008629FA"/>
    <w:rsid w:val="00862E5B"/>
    <w:rsid w:val="008E1E79"/>
    <w:rsid w:val="0092247F"/>
    <w:rsid w:val="00971907"/>
    <w:rsid w:val="00987DB5"/>
    <w:rsid w:val="009A2F2C"/>
    <w:rsid w:val="009B7D40"/>
    <w:rsid w:val="009E0A3D"/>
    <w:rsid w:val="00A30AF1"/>
    <w:rsid w:val="00AC72C8"/>
    <w:rsid w:val="00AE1F49"/>
    <w:rsid w:val="00AE7CAE"/>
    <w:rsid w:val="00B10ED9"/>
    <w:rsid w:val="00B25688"/>
    <w:rsid w:val="00C02849"/>
    <w:rsid w:val="00C8667E"/>
    <w:rsid w:val="00D12794"/>
    <w:rsid w:val="00D67BD8"/>
    <w:rsid w:val="00DD252E"/>
    <w:rsid w:val="00DF7897"/>
    <w:rsid w:val="00E37B8A"/>
    <w:rsid w:val="00E609BC"/>
    <w:rsid w:val="00E60EC0"/>
    <w:rsid w:val="00E961CB"/>
    <w:rsid w:val="00F0442F"/>
    <w:rsid w:val="00F5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1C2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A0760"/>
    <w:pPr>
      <w:spacing w:line="256" w:lineRule="auto"/>
      <w:ind w:left="720"/>
      <w:contextualSpacing/>
    </w:pPr>
  </w:style>
  <w:style w:type="paragraph" w:customStyle="1" w:styleId="ConsPlusCell">
    <w:name w:val="ConsPlusCell"/>
    <w:uiPriority w:val="99"/>
    <w:rsid w:val="002A07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C3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C361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B7FC7"/>
    <w:rsid w:val="00163F92"/>
    <w:rsid w:val="00573DFC"/>
    <w:rsid w:val="005F51C4"/>
    <w:rsid w:val="007B08B8"/>
    <w:rsid w:val="008E1E79"/>
    <w:rsid w:val="00AE1F49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193</TotalTime>
  <Pages>4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27</cp:revision>
  <cp:lastPrinted>2025-03-18T06:37:00Z</cp:lastPrinted>
  <dcterms:created xsi:type="dcterms:W3CDTF">2020-04-07T04:52:00Z</dcterms:created>
  <dcterms:modified xsi:type="dcterms:W3CDTF">2025-03-18T06:37:00Z</dcterms:modified>
</cp:coreProperties>
</file>