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65FCE5C" w14:textId="77777777" w:rsidTr="00987DB5">
        <w:tc>
          <w:tcPr>
            <w:tcW w:w="9498" w:type="dxa"/>
          </w:tcPr>
          <w:p w14:paraId="465FCE5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5FCE73" wp14:editId="465FCE7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FCE59" w14:textId="12A7FBDE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987CD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6C9818E9" w14:textId="77777777" w:rsidR="00987CDD" w:rsidRDefault="00987CDD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65FCE5A" w14:textId="22008E78" w:rsidR="00053BD0" w:rsidRPr="00053BD0" w:rsidRDefault="00CE0C1C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65FCE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65FCE5D" w14:textId="17093770" w:rsidR="0033636C" w:rsidRPr="001E34C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34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810FA" w:rsidRPr="00A810FA">
            <w:rPr>
              <w:rFonts w:ascii="Times New Roman" w:hAnsi="Times New Roman"/>
              <w:sz w:val="28"/>
              <w:szCs w:val="28"/>
            </w:rPr>
            <w:t>23 января 2025 года</w:t>
          </w:r>
        </w:sdtContent>
      </w:sdt>
      <w:r w:rsidRPr="00A810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A810FA" w:rsidRPr="00A810FA">
            <w:rPr>
              <w:rFonts w:ascii="Times New Roman" w:hAnsi="Times New Roman"/>
              <w:sz w:val="28"/>
              <w:szCs w:val="28"/>
            </w:rPr>
            <w:t>14</w:t>
          </w:r>
        </w:sdtContent>
      </w:sdt>
    </w:p>
    <w:p w14:paraId="465FCE5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BD376DF" w14:textId="77777777" w:rsidR="00987CDD" w:rsidRDefault="0033636C" w:rsidP="001E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C1C">
        <w:rPr>
          <w:rFonts w:ascii="Times New Roman" w:hAnsi="Times New Roman"/>
          <w:b/>
          <w:sz w:val="28"/>
          <w:szCs w:val="28"/>
        </w:rPr>
        <w:t>Об утве</w:t>
      </w:r>
      <w:r w:rsidR="00987CDD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38FBF5BE" w14:textId="77777777" w:rsidR="00987CDD" w:rsidRDefault="00987CDD" w:rsidP="001E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CE0C1C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</w:p>
    <w:p w14:paraId="1B05551F" w14:textId="77777777" w:rsidR="00987CDD" w:rsidRDefault="0033636C" w:rsidP="001E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C1C">
        <w:rPr>
          <w:rFonts w:ascii="Times New Roman" w:hAnsi="Times New Roman"/>
          <w:b/>
          <w:sz w:val="28"/>
          <w:szCs w:val="28"/>
        </w:rPr>
        <w:t>муници</w:t>
      </w:r>
      <w:r w:rsidR="00987CDD">
        <w:rPr>
          <w:rFonts w:ascii="Times New Roman" w:hAnsi="Times New Roman"/>
          <w:b/>
          <w:sz w:val="28"/>
          <w:szCs w:val="28"/>
        </w:rPr>
        <w:t>пального образования Ногликск</w:t>
      </w:r>
      <w:bookmarkStart w:id="0" w:name="_GoBack"/>
      <w:bookmarkEnd w:id="0"/>
      <w:r w:rsidR="00987CDD">
        <w:rPr>
          <w:rFonts w:ascii="Times New Roman" w:hAnsi="Times New Roman"/>
          <w:b/>
          <w:sz w:val="28"/>
          <w:szCs w:val="28"/>
        </w:rPr>
        <w:t>ий муниципальный округ</w:t>
      </w:r>
    </w:p>
    <w:p w14:paraId="465FCE5F" w14:textId="369F4BA5" w:rsidR="0033636C" w:rsidRPr="00CE0C1C" w:rsidRDefault="0033636C" w:rsidP="001E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C1C">
        <w:rPr>
          <w:rFonts w:ascii="Times New Roman" w:hAnsi="Times New Roman"/>
          <w:b/>
          <w:sz w:val="28"/>
          <w:szCs w:val="28"/>
        </w:rPr>
        <w:t>Сахалинской области</w:t>
      </w:r>
      <w:r w:rsidR="00987CDD">
        <w:rPr>
          <w:rFonts w:ascii="Times New Roman" w:hAnsi="Times New Roman"/>
          <w:b/>
          <w:sz w:val="28"/>
          <w:szCs w:val="28"/>
        </w:rPr>
        <w:t>»</w:t>
      </w:r>
    </w:p>
    <w:p w14:paraId="465FCE60" w14:textId="77777777" w:rsidR="00185FEC" w:rsidRDefault="00185FEC" w:rsidP="001E3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D840A8" w14:textId="77777777" w:rsidR="00CE0C1C" w:rsidRPr="0044654B" w:rsidRDefault="00CE0C1C" w:rsidP="001E3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Порядком</w:t>
      </w:r>
      <w:r w:rsidRPr="0044654B">
        <w:rPr>
          <w:rFonts w:ascii="Times New Roman" w:hAnsi="Times New Roman"/>
          <w:sz w:val="28"/>
          <w:szCs w:val="28"/>
        </w:rPr>
        <w:t xml:space="preserve">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44654B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>округ Ногликский», утвержденным</w:t>
      </w:r>
      <w:r w:rsidRPr="0044654B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24.09.2024</w:t>
      </w:r>
      <w:r w:rsidRPr="004465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559</w:t>
      </w:r>
      <w:r w:rsidRPr="004465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44654B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4654B">
        <w:rPr>
          <w:rFonts w:ascii="Times New Roman" w:hAnsi="Times New Roman"/>
          <w:b/>
          <w:sz w:val="28"/>
          <w:szCs w:val="28"/>
        </w:rPr>
        <w:t>ПОСТАНОВЛЯЕТ:</w:t>
      </w:r>
    </w:p>
    <w:p w14:paraId="03351665" w14:textId="63A6DA03" w:rsidR="00CE0C1C" w:rsidRPr="0028134D" w:rsidRDefault="001E34C2" w:rsidP="00987CDD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>Утвердить муниципальную программу «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>правлени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финансами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CE0C1C" w:rsidRPr="00041289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области» </w:t>
      </w:r>
      <w:r w:rsidR="00CE0C1C" w:rsidRPr="0028134D">
        <w:rPr>
          <w:rFonts w:ascii="Times New Roman" w:eastAsia="Times New Roman" w:hAnsi="Times New Roman"/>
          <w:sz w:val="28"/>
          <w:szCs w:val="28"/>
          <w:lang w:eastAsia="ru-RU"/>
        </w:rPr>
        <w:t>(прилагается)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A8DE5C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37674134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30.07.2014 № 501 «Об утверждении муниципальной программы «Управление муниципальными финансами муниципального образования «Городской округ Ногликский» на 2015-2020 годы»;</w:t>
      </w:r>
    </w:p>
    <w:p w14:paraId="0F3D47EA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26.01.2016 № 59 «О внесении изменений в муниципальную программу «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88160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2015-2020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годы»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CFC99E6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18.04.2017 № 238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E66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2015-2020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годы»;</w:t>
      </w:r>
    </w:p>
    <w:p w14:paraId="41A8E7BE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27.02.2018 № 204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образования «Городской округ Ногликский» </w:t>
      </w:r>
      <w:r w:rsidRPr="00E66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2015-2020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годы»;</w:t>
      </w:r>
    </w:p>
    <w:p w14:paraId="07CF400A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16.11.2018 № 1110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E66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2015-2020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годы»;</w:t>
      </w:r>
    </w:p>
    <w:p w14:paraId="34D87535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20.12.2018 № 1239 «О внесении изменений в постановление администрации от 30.07.2014 № 501 «Об утверждении муниципальной программы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E66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2015-2020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годы»;</w:t>
      </w:r>
    </w:p>
    <w:p w14:paraId="6F154738" w14:textId="270EEC49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24.01.2019 № 38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</w:t>
      </w:r>
      <w:r w:rsidR="00987CDD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30.07.2014 № 501»;</w:t>
      </w:r>
    </w:p>
    <w:p w14:paraId="1E5A2ECD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22.07.2019 № 548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04C220E7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03.12.2019 № 872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2674FAC3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30.12.2019 № 926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70C4D132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28.01.2020 № 44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499A5A82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11.02.2021 № 71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418F0412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12.01.2022 № 3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269BEE06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03.02.2023 № 49 «О внесении изменений в муниципальную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501»;</w:t>
      </w:r>
    </w:p>
    <w:p w14:paraId="47071A98" w14:textId="77777777" w:rsidR="00CE0C1C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10.07.2023 № 440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6941ED2" w14:textId="77777777" w:rsidR="00CE0C1C" w:rsidRPr="0028134D" w:rsidRDefault="00CE0C1C" w:rsidP="00987C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14.02.2024 № 87 «О внесении изменений в муниципальную программу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муниципальными финансами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 «Городской округ Ногликский» от 30.07.2014 № 501».</w:t>
      </w:r>
    </w:p>
    <w:p w14:paraId="2B6F43D2" w14:textId="43D1EF29" w:rsidR="00CE0C1C" w:rsidRPr="0028134D" w:rsidRDefault="00987CDD" w:rsidP="001E34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CE0C1C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 01 января 2026 года.</w:t>
      </w:r>
    </w:p>
    <w:p w14:paraId="6689878F" w14:textId="77777777" w:rsidR="00CE0C1C" w:rsidRDefault="00CE0C1C" w:rsidP="001E34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226299" w14:textId="77777777" w:rsidR="00CE0C1C" w:rsidRPr="009E3CE1" w:rsidRDefault="00CE0C1C" w:rsidP="001E34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ADD">
        <w:rPr>
          <w:rFonts w:ascii="Times New Roman" w:eastAsia="Times New Roman" w:hAnsi="Times New Roman"/>
          <w:sz w:val="28"/>
          <w:szCs w:val="28"/>
          <w:lang w:eastAsia="ru-RU"/>
        </w:rPr>
        <w:t xml:space="preserve">5.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возложить на начальника финансового управления муниципального образования Ногликский муниципальный округ Сахалинской области Петрушенко Е.В.</w:t>
      </w:r>
    </w:p>
    <w:p w14:paraId="465FCE62" w14:textId="77777777" w:rsidR="00E609BC" w:rsidRDefault="00E609BC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E598F3" w14:textId="77777777" w:rsidR="001E34C2" w:rsidRPr="00D12794" w:rsidRDefault="001E34C2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F96074" w14:textId="673298DF" w:rsidR="00CE0C1C" w:rsidRPr="00D12794" w:rsidRDefault="00CE0C1C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5FCE6C" w14:textId="77777777" w:rsidR="008629FA" w:rsidRDefault="008629FA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742E23" w14:textId="77777777" w:rsidR="00CE0C1C" w:rsidRDefault="00CE0C1C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65FCE6D" w14:textId="79E62335" w:rsidR="008629FA" w:rsidRPr="008629FA" w:rsidRDefault="00CE0C1C" w:rsidP="001E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С.В. Гурьянов</w:t>
      </w:r>
    </w:p>
    <w:sectPr w:rsidR="008629FA" w:rsidRPr="008629FA" w:rsidSect="001E34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FCE7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65FCE7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ED259" w14:textId="77777777" w:rsidR="001E34C2" w:rsidRDefault="001E34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FCE79" w14:textId="4E7F193A" w:rsidR="0033636C" w:rsidRPr="001E34C2" w:rsidRDefault="0033636C" w:rsidP="001E34C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190FC" w14:textId="77777777" w:rsidR="001E34C2" w:rsidRDefault="001E34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FCE7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65FCE7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FE12" w14:textId="77777777" w:rsidR="001E34C2" w:rsidRDefault="001E34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324308"/>
      <w:docPartObj>
        <w:docPartGallery w:val="Page Numbers (Top of Page)"/>
        <w:docPartUnique/>
      </w:docPartObj>
    </w:sdtPr>
    <w:sdtEndPr/>
    <w:sdtContent>
      <w:p w14:paraId="2DC11AC4" w14:textId="35C8B4A5" w:rsidR="001E34C2" w:rsidRDefault="001E34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0FA">
          <w:rPr>
            <w:noProof/>
          </w:rPr>
          <w:t>3</w:t>
        </w:r>
        <w:r>
          <w:fldChar w:fldCharType="end"/>
        </w:r>
      </w:p>
    </w:sdtContent>
  </w:sdt>
  <w:p w14:paraId="60D14ADC" w14:textId="77777777" w:rsidR="001E34C2" w:rsidRDefault="001E34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69746" w14:textId="77777777" w:rsidR="001E34C2" w:rsidRDefault="001E34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3CF3"/>
    <w:multiLevelType w:val="hybridMultilevel"/>
    <w:tmpl w:val="7C64ABA4"/>
    <w:lvl w:ilvl="0" w:tplc="75F6F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34C2"/>
    <w:rsid w:val="002003DC"/>
    <w:rsid w:val="0033636C"/>
    <w:rsid w:val="003E4257"/>
    <w:rsid w:val="00520CBF"/>
    <w:rsid w:val="008629FA"/>
    <w:rsid w:val="00987CDD"/>
    <w:rsid w:val="00987DB5"/>
    <w:rsid w:val="00A810FA"/>
    <w:rsid w:val="00AC72C8"/>
    <w:rsid w:val="00B10ED9"/>
    <w:rsid w:val="00B25688"/>
    <w:rsid w:val="00C02849"/>
    <w:rsid w:val="00CE0C1C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CE5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0C1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8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0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A09D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A09D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A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2025-01-23T05:55:00Z</cp:lastPrinted>
  <dcterms:created xsi:type="dcterms:W3CDTF">2020-04-07T04:52:00Z</dcterms:created>
  <dcterms:modified xsi:type="dcterms:W3CDTF">2025-01-23T05:56:00Z</dcterms:modified>
</cp:coreProperties>
</file>