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31103A">
      <w:pPr>
        <w:ind w:left="99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3A2A71E4" w:rsidR="00864CB0" w:rsidRPr="00B622D9" w:rsidRDefault="00864CB0" w:rsidP="007F41AE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6D5C37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7F41AE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7F41AE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0FA5D728" w:rsidR="00864CB0" w:rsidRPr="005429DB" w:rsidRDefault="007F41AE" w:rsidP="007F41AE">
      <w:pPr>
        <w:ind w:left="567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1103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C6B79">
        <w:rPr>
          <w:sz w:val="28"/>
          <w:szCs w:val="28"/>
        </w:rPr>
        <w:t>1</w:t>
      </w:r>
      <w:r w:rsidR="002A2FB9">
        <w:rPr>
          <w:sz w:val="28"/>
          <w:szCs w:val="28"/>
        </w:rPr>
        <w:t>1</w:t>
      </w:r>
      <w:bookmarkStart w:id="0" w:name="_GoBack"/>
      <w:bookmarkEnd w:id="0"/>
      <w:r w:rsidR="006C6B79">
        <w:rPr>
          <w:sz w:val="28"/>
          <w:szCs w:val="28"/>
        </w:rPr>
        <w:t xml:space="preserve"> апреля</w:t>
      </w:r>
      <w:r w:rsidR="00232BE4">
        <w:rPr>
          <w:sz w:val="28"/>
          <w:szCs w:val="28"/>
        </w:rPr>
        <w:t xml:space="preserve"> 2022</w:t>
      </w:r>
      <w:r>
        <w:rPr>
          <w:sz w:val="28"/>
          <w:szCs w:val="28"/>
        </w:rPr>
        <w:t xml:space="preserve"> года </w:t>
      </w:r>
      <w:r w:rsidR="0031103A">
        <w:rPr>
          <w:sz w:val="28"/>
          <w:szCs w:val="28"/>
        </w:rPr>
        <w:t>№</w:t>
      </w:r>
      <w:r w:rsidR="00232BE4">
        <w:rPr>
          <w:sz w:val="28"/>
          <w:szCs w:val="28"/>
        </w:rPr>
        <w:t xml:space="preserve"> </w:t>
      </w:r>
      <w:r w:rsidR="006C6B79">
        <w:rPr>
          <w:sz w:val="28"/>
          <w:szCs w:val="28"/>
        </w:rPr>
        <w:t>151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EEAF636" w14:textId="4B780CB4" w:rsidR="00C509AA" w:rsidRPr="006D5C37" w:rsidRDefault="00C509AA" w:rsidP="00C509AA">
      <w:pPr>
        <w:jc w:val="center"/>
        <w:rPr>
          <w:sz w:val="28"/>
          <w:szCs w:val="28"/>
        </w:rPr>
      </w:pPr>
      <w:r w:rsidRPr="006D5C37">
        <w:rPr>
          <w:sz w:val="28"/>
          <w:szCs w:val="28"/>
        </w:rPr>
        <w:lastRenderedPageBreak/>
        <w:t>П</w:t>
      </w:r>
      <w:r w:rsidR="007F41AE" w:rsidRPr="006D5C37">
        <w:rPr>
          <w:sz w:val="28"/>
          <w:szCs w:val="28"/>
        </w:rPr>
        <w:t>ЕРЕЧЕНЬ</w:t>
      </w:r>
      <w:r w:rsidRPr="006D5C37">
        <w:rPr>
          <w:sz w:val="28"/>
          <w:szCs w:val="28"/>
        </w:rPr>
        <w:t xml:space="preserve"> </w:t>
      </w:r>
      <w:r w:rsidR="007F41AE">
        <w:rPr>
          <w:sz w:val="28"/>
          <w:szCs w:val="28"/>
        </w:rPr>
        <w:br/>
      </w:r>
      <w:r w:rsidRPr="006D5C37">
        <w:rPr>
          <w:sz w:val="28"/>
          <w:szCs w:val="28"/>
        </w:rPr>
        <w:t>многоквартирных домов</w:t>
      </w:r>
    </w:p>
    <w:p w14:paraId="46F45AD8" w14:textId="77777777" w:rsidR="00C509AA" w:rsidRPr="006D5C37" w:rsidRDefault="00C509AA" w:rsidP="00C509AA">
      <w:pPr>
        <w:jc w:val="center"/>
        <w:rPr>
          <w:sz w:val="28"/>
          <w:szCs w:val="28"/>
        </w:rPr>
      </w:pPr>
    </w:p>
    <w:tbl>
      <w:tblPr>
        <w:tblW w:w="9536" w:type="dxa"/>
        <w:tblInd w:w="-10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7"/>
        <w:gridCol w:w="8789"/>
      </w:tblGrid>
      <w:tr w:rsidR="00C509AA" w:rsidRPr="006D5C37" w14:paraId="6DAD7094" w14:textId="77777777" w:rsidTr="00232BE4">
        <w:trPr>
          <w:trHeight w:val="3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F998" w14:textId="77777777" w:rsidR="00C509AA" w:rsidRPr="006D5C37" w:rsidRDefault="00C509A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№</w:t>
            </w:r>
          </w:p>
          <w:p w14:paraId="756D0FFC" w14:textId="7A67687A" w:rsidR="00C509AA" w:rsidRPr="006D5C37" w:rsidRDefault="0031103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п/п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3998" w14:textId="245D7F7B" w:rsidR="00C509AA" w:rsidRPr="006D5C37" w:rsidRDefault="00C509A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Адре</w:t>
            </w:r>
            <w:r w:rsidR="0031103A" w:rsidRPr="006D5C37">
              <w:rPr>
                <w:sz w:val="28"/>
                <w:szCs w:val="28"/>
              </w:rPr>
              <w:t>с многоквартирного дома</w:t>
            </w:r>
          </w:p>
        </w:tc>
      </w:tr>
      <w:tr w:rsidR="00C509AA" w:rsidRPr="006D5C37" w14:paraId="05F8D370" w14:textId="77777777" w:rsidTr="00232BE4">
        <w:trPr>
          <w:trHeight w:val="37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4E16A" w14:textId="77777777" w:rsidR="00C509AA" w:rsidRPr="006D5C37" w:rsidRDefault="00C509AA" w:rsidP="00DA029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7EE4" w14:textId="16BA00E3" w:rsidR="00C509AA" w:rsidRPr="006D5C37" w:rsidRDefault="00C509AA" w:rsidP="00DA029C">
            <w:pPr>
              <w:rPr>
                <w:sz w:val="28"/>
                <w:szCs w:val="28"/>
              </w:rPr>
            </w:pPr>
            <w:r w:rsidRPr="006D5C37">
              <w:rPr>
                <w:sz w:val="28"/>
                <w:szCs w:val="28"/>
              </w:rPr>
              <w:t xml:space="preserve">пгт. Ноглики, ул. Советская, </w:t>
            </w:r>
            <w:r w:rsidR="00232BE4">
              <w:rPr>
                <w:sz w:val="28"/>
                <w:szCs w:val="28"/>
              </w:rPr>
              <w:t>д.</w:t>
            </w:r>
            <w:r w:rsidR="00351B99">
              <w:rPr>
                <w:sz w:val="28"/>
                <w:szCs w:val="28"/>
              </w:rPr>
              <w:t xml:space="preserve"> </w:t>
            </w:r>
            <w:r w:rsidR="00232BE4">
              <w:rPr>
                <w:sz w:val="28"/>
                <w:szCs w:val="28"/>
              </w:rPr>
              <w:t>25</w:t>
            </w:r>
          </w:p>
        </w:tc>
      </w:tr>
    </w:tbl>
    <w:p w14:paraId="7B71B0A3" w14:textId="77777777" w:rsidR="00416224" w:rsidRPr="00864CB0" w:rsidRDefault="00416224" w:rsidP="0031103A">
      <w:pPr>
        <w:jc w:val="center"/>
      </w:pPr>
    </w:p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DD177" w14:textId="77777777" w:rsidR="00D96C18" w:rsidRDefault="00D96C18">
      <w:r>
        <w:separator/>
      </w:r>
    </w:p>
  </w:endnote>
  <w:endnote w:type="continuationSeparator" w:id="0">
    <w:p w14:paraId="596043DE" w14:textId="77777777" w:rsidR="00D96C18" w:rsidRDefault="00D9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EC240" w14:textId="77777777" w:rsidR="00D96C18" w:rsidRDefault="00D96C18">
      <w:r>
        <w:separator/>
      </w:r>
    </w:p>
  </w:footnote>
  <w:footnote w:type="continuationSeparator" w:id="0">
    <w:p w14:paraId="508D47C1" w14:textId="77777777" w:rsidR="00D96C18" w:rsidRDefault="00D96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2BE4"/>
    <w:rsid w:val="002369D3"/>
    <w:rsid w:val="00256C0E"/>
    <w:rsid w:val="002646EC"/>
    <w:rsid w:val="00297250"/>
    <w:rsid w:val="002A2FB9"/>
    <w:rsid w:val="0031103A"/>
    <w:rsid w:val="0033332F"/>
    <w:rsid w:val="00347415"/>
    <w:rsid w:val="00351B99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0091F"/>
    <w:rsid w:val="005D62D2"/>
    <w:rsid w:val="00651800"/>
    <w:rsid w:val="006C6B79"/>
    <w:rsid w:val="006D374C"/>
    <w:rsid w:val="006D5C37"/>
    <w:rsid w:val="00725C1B"/>
    <w:rsid w:val="00775F5A"/>
    <w:rsid w:val="0078048B"/>
    <w:rsid w:val="007853E2"/>
    <w:rsid w:val="007E72E3"/>
    <w:rsid w:val="007F41AE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9AA"/>
    <w:rsid w:val="00C50A3F"/>
    <w:rsid w:val="00CE3DE3"/>
    <w:rsid w:val="00D02B8E"/>
    <w:rsid w:val="00D1338F"/>
    <w:rsid w:val="00D30DE6"/>
    <w:rsid w:val="00D51A28"/>
    <w:rsid w:val="00D96C18"/>
    <w:rsid w:val="00DA6A55"/>
    <w:rsid w:val="00E061F0"/>
    <w:rsid w:val="00EB73FA"/>
    <w:rsid w:val="00F23526"/>
    <w:rsid w:val="00F50A86"/>
    <w:rsid w:val="00F735B4"/>
    <w:rsid w:val="00F929F5"/>
    <w:rsid w:val="00FE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00ae519a-a787-4cb6-a9f3-e0d2ce624f96"/>
    <ds:schemaRef ds:uri="http://www.w3.org/XML/1998/namespace"/>
    <ds:schemaRef ds:uri="http://purl.org/dc/dcmitype/"/>
    <ds:schemaRef ds:uri="http://purl.org/dc/terms/"/>
    <ds:schemaRef ds:uri="http://schemas.microsoft.com/sharepoint/v3"/>
    <ds:schemaRef ds:uri="D7192FFF-C2B2-4F10-B7A4-C791C93B17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6</cp:revision>
  <cp:lastPrinted>2022-04-11T04:17:00Z</cp:lastPrinted>
  <dcterms:created xsi:type="dcterms:W3CDTF">2022-04-04T00:31:00Z</dcterms:created>
  <dcterms:modified xsi:type="dcterms:W3CDTF">2022-04-11T04:18:00Z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