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C8CDB41" w14:textId="77777777" w:rsidTr="00987DB5">
        <w:tc>
          <w:tcPr>
            <w:tcW w:w="9498" w:type="dxa"/>
          </w:tcPr>
          <w:p w14:paraId="2C8CDB3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8CDB57" wp14:editId="2C8CDB5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8CDB3D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C8CDB3E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2C8CDB3F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C8CDB4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C8CDB42" w14:textId="33715BBB" w:rsidR="0033636C" w:rsidRPr="00593B6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93B6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91183">
            <w:rPr>
              <w:rFonts w:ascii="Times New Roman" w:hAnsi="Times New Roman"/>
              <w:sz w:val="28"/>
              <w:szCs w:val="28"/>
            </w:rPr>
            <w:t>20 марта 2025 года</w:t>
          </w:r>
        </w:sdtContent>
      </w:sdt>
      <w:r w:rsidRPr="00593B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9118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91183" w:rsidRPr="00C91183">
            <w:rPr>
              <w:rFonts w:ascii="Times New Roman" w:hAnsi="Times New Roman"/>
              <w:sz w:val="28"/>
              <w:szCs w:val="28"/>
            </w:rPr>
            <w:t>152</w:t>
          </w:r>
        </w:sdtContent>
      </w:sdt>
    </w:p>
    <w:p w14:paraId="2C8CDB4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A887ACA" w14:textId="2A144293" w:rsidR="00D220A4" w:rsidRDefault="002B5CAC" w:rsidP="00D220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0A4">
        <w:rPr>
          <w:rFonts w:ascii="Times New Roman" w:hAnsi="Times New Roman"/>
          <w:b/>
          <w:sz w:val="28"/>
          <w:szCs w:val="28"/>
        </w:rPr>
        <w:t xml:space="preserve">Об утверждении Порядка подготовки документа </w:t>
      </w:r>
      <w:r w:rsidR="006F06CC">
        <w:rPr>
          <w:rFonts w:ascii="Times New Roman" w:hAnsi="Times New Roman"/>
          <w:b/>
          <w:sz w:val="28"/>
          <w:szCs w:val="28"/>
        </w:rPr>
        <w:br/>
      </w:r>
      <w:r w:rsidRPr="00D220A4">
        <w:rPr>
          <w:rFonts w:ascii="Times New Roman" w:hAnsi="Times New Roman"/>
          <w:b/>
          <w:sz w:val="28"/>
          <w:szCs w:val="28"/>
        </w:rPr>
        <w:t xml:space="preserve">планирования регулярных перевозок пассажиров и багажа автомобильным транспортом по муниципальным маршрутам регулярных перевозок на территории муниципального образования </w:t>
      </w:r>
    </w:p>
    <w:p w14:paraId="2C8CDB45" w14:textId="2A8EE7B4" w:rsidR="00185FEC" w:rsidRDefault="002B5CAC" w:rsidP="00593B61">
      <w:pPr>
        <w:spacing w:after="360" w:line="240" w:lineRule="auto"/>
        <w:jc w:val="center"/>
        <w:rPr>
          <w:rFonts w:ascii="Times New Roman" w:hAnsi="Times New Roman"/>
          <w:sz w:val="28"/>
          <w:szCs w:val="28"/>
        </w:rPr>
      </w:pPr>
      <w:r w:rsidRPr="00D220A4">
        <w:rPr>
          <w:rFonts w:ascii="Times New Roman" w:hAnsi="Times New Roman"/>
          <w:b/>
          <w:sz w:val="28"/>
          <w:szCs w:val="28"/>
        </w:rPr>
        <w:t>Ногликский муниципальный округ Сахали</w:t>
      </w:r>
      <w:r w:rsidR="00D220A4">
        <w:rPr>
          <w:rFonts w:ascii="Times New Roman" w:hAnsi="Times New Roman"/>
          <w:b/>
          <w:sz w:val="28"/>
          <w:szCs w:val="28"/>
        </w:rPr>
        <w:t>нской области</w:t>
      </w:r>
    </w:p>
    <w:p w14:paraId="1376F380" w14:textId="6F643A39" w:rsidR="00D220A4" w:rsidRPr="004D53F6" w:rsidRDefault="00D220A4" w:rsidP="00D220A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5522C">
        <w:rPr>
          <w:rFonts w:ascii="Times New Roman" w:hAnsi="Times New Roman"/>
          <w:sz w:val="28"/>
          <w:szCs w:val="28"/>
        </w:rPr>
        <w:t xml:space="preserve">В соответствии с Федеральным законом от 13.07.2015 № 220-ФЗ </w:t>
      </w:r>
      <w:r w:rsidR="00593B61"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</w:t>
      </w:r>
      <w:r w:rsidR="00593B61"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 xml:space="preserve">в Российской Федерации и о внесении изменений в отдельные законодательные акты Российской Федерации», </w:t>
      </w:r>
      <w:r>
        <w:rPr>
          <w:rFonts w:ascii="TimesNewRomanPSMT" w:hAnsi="TimesNewRomanPSMT"/>
          <w:color w:val="000000"/>
          <w:sz w:val="28"/>
          <w:szCs w:val="28"/>
        </w:rPr>
        <w:t xml:space="preserve">Федеральным законом </w:t>
      </w:r>
      <w:r w:rsidR="00593B61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Pr="00F5522C">
        <w:rPr>
          <w:rFonts w:ascii="Times New Roman" w:hAnsi="Times New Roman"/>
          <w:sz w:val="28"/>
          <w:szCs w:val="28"/>
        </w:rPr>
        <w:t xml:space="preserve">, </w:t>
      </w:r>
      <w:r w:rsidRPr="00F5522C">
        <w:rPr>
          <w:rStyle w:val="fontstyle01"/>
        </w:rPr>
        <w:t>руководствуяс</w:t>
      </w:r>
      <w:r>
        <w:rPr>
          <w:rStyle w:val="fontstyle01"/>
        </w:rPr>
        <w:t xml:space="preserve">ь </w:t>
      </w:r>
      <w:r w:rsidR="00593B61">
        <w:rPr>
          <w:rStyle w:val="fontstyle01"/>
        </w:rPr>
        <w:t>статьями</w:t>
      </w:r>
      <w:r>
        <w:rPr>
          <w:rStyle w:val="fontstyle01"/>
        </w:rPr>
        <w:t xml:space="preserve"> </w:t>
      </w:r>
      <w:r w:rsidR="00C34687">
        <w:rPr>
          <w:rStyle w:val="fontstyle01"/>
        </w:rPr>
        <w:t>36, 45</w:t>
      </w:r>
      <w:r w:rsidRPr="00F5522C">
        <w:rPr>
          <w:rStyle w:val="fontstyle01"/>
        </w:rPr>
        <w:t xml:space="preserve"> Устава муниципального образования </w:t>
      </w:r>
      <w:r>
        <w:rPr>
          <w:rStyle w:val="fontstyle01"/>
        </w:rPr>
        <w:t>Ногликский муниципальный округ Сахалинской области</w:t>
      </w:r>
      <w:r w:rsidRPr="00F5522C">
        <w:rPr>
          <w:rStyle w:val="fontstyle01"/>
        </w:rPr>
        <w:t>,</w:t>
      </w:r>
      <w:r w:rsidRPr="00F5522C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</w:t>
      </w:r>
      <w:r>
        <w:rPr>
          <w:rStyle w:val="fontstyle01"/>
        </w:rPr>
        <w:t>Ногликский муниципальный округ Сахалинской области</w:t>
      </w:r>
      <w:r w:rsidRPr="00F5522C">
        <w:rPr>
          <w:rFonts w:ascii="Times New Roman" w:hAnsi="Times New Roman"/>
          <w:sz w:val="28"/>
          <w:szCs w:val="28"/>
        </w:rPr>
        <w:t xml:space="preserve"> </w:t>
      </w:r>
      <w:r w:rsidRPr="00F5522C">
        <w:rPr>
          <w:rFonts w:ascii="Times New Roman" w:hAnsi="Times New Roman"/>
          <w:b/>
          <w:sz w:val="28"/>
          <w:szCs w:val="28"/>
        </w:rPr>
        <w:t>ПОСТАНОВЛЯЕТ:</w:t>
      </w:r>
    </w:p>
    <w:p w14:paraId="55681F62" w14:textId="70930BFF" w:rsidR="00D220A4" w:rsidRPr="00D220A4" w:rsidRDefault="00D220A4" w:rsidP="00D220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634D1">
        <w:rPr>
          <w:rFonts w:ascii="Times New Roman" w:hAnsi="Times New Roman"/>
          <w:sz w:val="28"/>
          <w:szCs w:val="28"/>
        </w:rPr>
        <w:t xml:space="preserve">Утвердить </w:t>
      </w:r>
      <w:r w:rsidRPr="002B479A">
        <w:rPr>
          <w:rFonts w:ascii="Times New Roman" w:hAnsi="Times New Roman"/>
          <w:sz w:val="28"/>
          <w:szCs w:val="28"/>
        </w:rPr>
        <w:t>Порядок подготовки документа планирования регулярных</w:t>
      </w:r>
      <w:r w:rsidRPr="002B479A">
        <w:rPr>
          <w:rFonts w:ascii="Times New Roman" w:hAnsi="Times New Roman"/>
          <w:sz w:val="28"/>
          <w:szCs w:val="28"/>
        </w:rPr>
        <w:br/>
        <w:t xml:space="preserve">перевозок пассажиров и багажа автомобильным транспортом </w:t>
      </w:r>
      <w:r w:rsidR="00B234F1">
        <w:rPr>
          <w:rFonts w:ascii="Times New Roman" w:hAnsi="Times New Roman"/>
          <w:sz w:val="28"/>
          <w:szCs w:val="28"/>
        </w:rPr>
        <w:br/>
      </w:r>
      <w:r w:rsidRPr="002B479A">
        <w:rPr>
          <w:rFonts w:ascii="Times New Roman" w:hAnsi="Times New Roman"/>
          <w:sz w:val="28"/>
          <w:szCs w:val="28"/>
        </w:rPr>
        <w:t>по</w:t>
      </w:r>
      <w:r w:rsidR="00B234F1">
        <w:rPr>
          <w:rFonts w:ascii="Times New Roman" w:hAnsi="Times New Roman"/>
          <w:sz w:val="28"/>
          <w:szCs w:val="28"/>
        </w:rPr>
        <w:t xml:space="preserve"> </w:t>
      </w:r>
      <w:r w:rsidRPr="002B479A">
        <w:rPr>
          <w:rFonts w:ascii="Times New Roman" w:hAnsi="Times New Roman"/>
          <w:sz w:val="28"/>
          <w:szCs w:val="28"/>
        </w:rPr>
        <w:t xml:space="preserve">муниципальным маршрутам регулярных перевозок </w:t>
      </w:r>
      <w:r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Ногликский муниципальный округ Сахалинской области </w:t>
      </w:r>
      <w:r w:rsidRPr="003634D1">
        <w:rPr>
          <w:rFonts w:ascii="Times New Roman" w:hAnsi="Times New Roman"/>
          <w:sz w:val="28"/>
          <w:szCs w:val="28"/>
        </w:rPr>
        <w:t>(прилагается).</w:t>
      </w:r>
    </w:p>
    <w:p w14:paraId="1688E10C" w14:textId="77777777" w:rsidR="00D220A4" w:rsidRDefault="00D220A4" w:rsidP="00D22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3F6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Признать</w:t>
      </w:r>
      <w:r w:rsidRPr="00966E2C">
        <w:rPr>
          <w:rFonts w:ascii="Times New Roman" w:hAnsi="Times New Roman"/>
          <w:sz w:val="28"/>
          <w:szCs w:val="28"/>
        </w:rPr>
        <w:t xml:space="preserve"> утратившим</w:t>
      </w:r>
      <w:r>
        <w:rPr>
          <w:rFonts w:ascii="Times New Roman" w:hAnsi="Times New Roman"/>
          <w:sz w:val="28"/>
          <w:szCs w:val="28"/>
        </w:rPr>
        <w:t>и силу постановления</w:t>
      </w:r>
      <w:r w:rsidRPr="00966E2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Ногликский»:</w:t>
      </w:r>
    </w:p>
    <w:p w14:paraId="1C2E5929" w14:textId="3CE0F14D" w:rsidR="00D220A4" w:rsidRDefault="00D220A4" w:rsidP="00D22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B82">
        <w:rPr>
          <w:rFonts w:ascii="Times New Roman" w:hAnsi="Times New Roman"/>
          <w:sz w:val="28"/>
          <w:szCs w:val="28"/>
        </w:rPr>
        <w:t xml:space="preserve">- от 02.09.2016 </w:t>
      </w:r>
      <w:r>
        <w:rPr>
          <w:rFonts w:ascii="Times New Roman" w:hAnsi="Times New Roman"/>
          <w:sz w:val="28"/>
          <w:szCs w:val="28"/>
        </w:rPr>
        <w:t>№ 672 «</w:t>
      </w:r>
      <w:r w:rsidRPr="00406B82">
        <w:rPr>
          <w:rFonts w:ascii="Times New Roman" w:hAnsi="Times New Roman"/>
          <w:sz w:val="28"/>
          <w:szCs w:val="28"/>
        </w:rPr>
        <w:t xml:space="preserve">Об утверждении Порядка подготовки документа планирования регулярных перевозок по муниципальным маршрутам </w:t>
      </w:r>
      <w:r w:rsidR="002C74D0">
        <w:rPr>
          <w:rFonts w:ascii="Times New Roman" w:hAnsi="Times New Roman"/>
          <w:sz w:val="28"/>
          <w:szCs w:val="28"/>
        </w:rPr>
        <w:br/>
      </w:r>
      <w:r w:rsidRPr="00406B82">
        <w:rPr>
          <w:rFonts w:ascii="Times New Roman" w:hAnsi="Times New Roman"/>
          <w:sz w:val="28"/>
          <w:szCs w:val="28"/>
        </w:rPr>
        <w:t>на территории муниципального образован</w:t>
      </w:r>
      <w:r>
        <w:rPr>
          <w:rFonts w:ascii="Times New Roman" w:hAnsi="Times New Roman"/>
          <w:sz w:val="28"/>
          <w:szCs w:val="28"/>
        </w:rPr>
        <w:t>ия «Городской округ Ногликский»;</w:t>
      </w:r>
    </w:p>
    <w:p w14:paraId="391F3E88" w14:textId="77777777" w:rsidR="00D220A4" w:rsidRPr="00511188" w:rsidRDefault="00D220A4" w:rsidP="00D22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188">
        <w:rPr>
          <w:rFonts w:ascii="Times New Roman" w:hAnsi="Times New Roman"/>
          <w:sz w:val="28"/>
          <w:szCs w:val="28"/>
        </w:rPr>
        <w:lastRenderedPageBreak/>
        <w:t>- от 19.09.2017 № 677 «О внесении изменений в постановление администрации муниципального образования «Городской округ Ногликский» от 02.09.2016 № 672»;</w:t>
      </w:r>
    </w:p>
    <w:p w14:paraId="7EAEA990" w14:textId="77777777" w:rsidR="00D220A4" w:rsidRPr="00511188" w:rsidRDefault="00D220A4" w:rsidP="00D22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188">
        <w:rPr>
          <w:rFonts w:ascii="Times New Roman" w:hAnsi="Times New Roman"/>
          <w:sz w:val="28"/>
          <w:szCs w:val="28"/>
        </w:rPr>
        <w:t>- от 01.10.2019 № 736 «О внесении изменений в постановление администрации муниципального образования «Городской округ Ногликский» от 02.09.2016 № 672»;</w:t>
      </w:r>
    </w:p>
    <w:p w14:paraId="0DAC086E" w14:textId="77777777" w:rsidR="00D220A4" w:rsidRPr="00511188" w:rsidRDefault="00D220A4" w:rsidP="00D22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188">
        <w:rPr>
          <w:rFonts w:ascii="Times New Roman" w:hAnsi="Times New Roman"/>
          <w:sz w:val="28"/>
          <w:szCs w:val="28"/>
        </w:rPr>
        <w:t>- от 31.12.2020 № 655 «О внесении изменений в постановление администрации муниципального образования «Городской округ Ногликский» от 02.09.2016 № 672»;</w:t>
      </w:r>
    </w:p>
    <w:p w14:paraId="1BCC150B" w14:textId="77777777" w:rsidR="00D220A4" w:rsidRPr="004D53F6" w:rsidRDefault="00D220A4" w:rsidP="00D22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188">
        <w:rPr>
          <w:rFonts w:ascii="Times New Roman" w:hAnsi="Times New Roman"/>
          <w:sz w:val="28"/>
          <w:szCs w:val="28"/>
        </w:rPr>
        <w:t>- от 21.12.2021 № 710 «О внесении изменений в постановление администрации муниципального образования «Городской округ Ногликский" от 02.09.2016 № 672».</w:t>
      </w:r>
    </w:p>
    <w:p w14:paraId="7F4FF97F" w14:textId="77777777" w:rsidR="00D220A4" w:rsidRPr="004D53F6" w:rsidRDefault="00D220A4" w:rsidP="00D22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3F6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4D53F6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3A236750" w14:textId="24B0F3C5" w:rsidR="00D220A4" w:rsidRPr="00D12794" w:rsidRDefault="00D220A4" w:rsidP="00D22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3F6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</w:t>
      </w:r>
      <w:r w:rsidRPr="00F5522C">
        <w:rPr>
          <w:rFonts w:ascii="Times New Roman" w:hAnsi="Times New Roman"/>
          <w:sz w:val="28"/>
          <w:szCs w:val="28"/>
        </w:rPr>
        <w:t xml:space="preserve">возложить </w:t>
      </w:r>
      <w:r w:rsidR="002C74D0"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>на первого вице-мэра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53F6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Л.А.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B3F2A5F" w14:textId="77777777" w:rsidR="00D220A4" w:rsidRPr="00D12794" w:rsidRDefault="00D220A4" w:rsidP="00D220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497533" w14:textId="77777777" w:rsidR="00D220A4" w:rsidRPr="00D12794" w:rsidRDefault="00D220A4" w:rsidP="00D220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21F494" w14:textId="77777777" w:rsidR="00D220A4" w:rsidRDefault="00D220A4" w:rsidP="00D220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3B09D71" w14:textId="77777777" w:rsidR="00D220A4" w:rsidRDefault="00D220A4" w:rsidP="00D220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2C8CDB56" w14:textId="6992B970" w:rsidR="008629FA" w:rsidRPr="008629FA" w:rsidRDefault="00D220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С.В. Гурьянов</w:t>
      </w:r>
    </w:p>
    <w:sectPr w:rsidR="008629FA" w:rsidRPr="008629FA" w:rsidSect="00593B6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CDB5B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2C8CDB5C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CDB59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2C8CDB5A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0551281"/>
      <w:docPartObj>
        <w:docPartGallery w:val="Page Numbers (Top of Page)"/>
        <w:docPartUnique/>
      </w:docPartObj>
    </w:sdtPr>
    <w:sdtEndPr/>
    <w:sdtContent>
      <w:p w14:paraId="3D907398" w14:textId="5BF5D430" w:rsidR="00593B61" w:rsidRDefault="00593B61" w:rsidP="00593B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18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5CAC"/>
    <w:rsid w:val="002C74D0"/>
    <w:rsid w:val="0033636C"/>
    <w:rsid w:val="003E4257"/>
    <w:rsid w:val="00511188"/>
    <w:rsid w:val="00520CBF"/>
    <w:rsid w:val="00593B61"/>
    <w:rsid w:val="006F06CC"/>
    <w:rsid w:val="008629FA"/>
    <w:rsid w:val="00987DB5"/>
    <w:rsid w:val="00A30AF1"/>
    <w:rsid w:val="00AC72C8"/>
    <w:rsid w:val="00B10ED9"/>
    <w:rsid w:val="00B234F1"/>
    <w:rsid w:val="00B25688"/>
    <w:rsid w:val="00C02849"/>
    <w:rsid w:val="00C34687"/>
    <w:rsid w:val="00C91183"/>
    <w:rsid w:val="00D12794"/>
    <w:rsid w:val="00D220A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DB3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fontstyle01">
    <w:name w:val="fontstyle01"/>
    <w:basedOn w:val="a0"/>
    <w:rsid w:val="00D220A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91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11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2025-03-20T06:36:00Z</cp:lastPrinted>
  <dcterms:created xsi:type="dcterms:W3CDTF">2020-04-07T04:52:00Z</dcterms:created>
  <dcterms:modified xsi:type="dcterms:W3CDTF">2025-03-20T06:36:00Z</dcterms:modified>
</cp:coreProperties>
</file>