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830BA9" w14:textId="77777777" w:rsidTr="00987DB5">
        <w:tc>
          <w:tcPr>
            <w:tcW w:w="9498" w:type="dxa"/>
          </w:tcPr>
          <w:p w14:paraId="7B830BA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830BC0" wp14:editId="7B830BC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830BA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B830BA7" w14:textId="057533B2" w:rsidR="00053BD0" w:rsidRPr="00053BD0" w:rsidRDefault="00D36699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7B830BA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830BAA" w14:textId="7B58B14C" w:rsidR="0033636C" w:rsidRPr="0050670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0670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9756B">
            <w:rPr>
              <w:rFonts w:ascii="Times New Roman" w:hAnsi="Times New Roman"/>
              <w:sz w:val="28"/>
              <w:szCs w:val="28"/>
            </w:rPr>
            <w:t>21 марта 2025 года</w:t>
          </w:r>
        </w:sdtContent>
      </w:sdt>
      <w:r w:rsidRPr="005067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19756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9756B" w:rsidRPr="0019756B">
            <w:rPr>
              <w:rFonts w:ascii="Times New Roman" w:hAnsi="Times New Roman"/>
              <w:sz w:val="28"/>
              <w:szCs w:val="28"/>
            </w:rPr>
            <w:t>171</w:t>
          </w:r>
        </w:sdtContent>
      </w:sdt>
      <w:bookmarkEnd w:id="0"/>
    </w:p>
    <w:p w14:paraId="7B830BAB" w14:textId="77777777" w:rsidR="0033636C" w:rsidRPr="00E4152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E41520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spellEnd"/>
      <w:r w:rsidRPr="00E41520">
        <w:rPr>
          <w:rFonts w:ascii="Times New Roman" w:eastAsia="Times New Roman" w:hAnsi="Times New Roman"/>
          <w:sz w:val="26"/>
          <w:szCs w:val="26"/>
          <w:lang w:eastAsia="ru-RU"/>
        </w:rPr>
        <w:t>. Ноглики</w:t>
      </w:r>
    </w:p>
    <w:p w14:paraId="63D0B70F" w14:textId="77777777" w:rsidR="0050670A" w:rsidRDefault="0095498C" w:rsidP="005067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670A">
        <w:rPr>
          <w:rFonts w:ascii="Times New Roman" w:hAnsi="Times New Roman"/>
          <w:b/>
          <w:sz w:val="28"/>
          <w:szCs w:val="28"/>
        </w:rPr>
        <w:t>О</w:t>
      </w:r>
      <w:r w:rsidR="0091268E" w:rsidRPr="0050670A">
        <w:rPr>
          <w:rFonts w:ascii="Times New Roman" w:hAnsi="Times New Roman"/>
          <w:b/>
          <w:sz w:val="28"/>
          <w:szCs w:val="28"/>
        </w:rPr>
        <w:t>б утверждении П</w:t>
      </w:r>
      <w:r w:rsidR="0050670A">
        <w:rPr>
          <w:rFonts w:ascii="Times New Roman" w:hAnsi="Times New Roman"/>
          <w:b/>
          <w:sz w:val="28"/>
          <w:szCs w:val="28"/>
        </w:rPr>
        <w:t>оложения о конкурсе и Положения</w:t>
      </w:r>
    </w:p>
    <w:p w14:paraId="46FA3858" w14:textId="77777777" w:rsidR="0050670A" w:rsidRDefault="0091268E" w:rsidP="005067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670A">
        <w:rPr>
          <w:rFonts w:ascii="Times New Roman" w:hAnsi="Times New Roman"/>
          <w:b/>
          <w:sz w:val="28"/>
          <w:szCs w:val="28"/>
        </w:rPr>
        <w:t>о комиссии по подведению итогов конкурса</w:t>
      </w:r>
    </w:p>
    <w:p w14:paraId="7B830BAD" w14:textId="554DDF69" w:rsidR="00185FEC" w:rsidRDefault="0095498C" w:rsidP="005067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670A">
        <w:rPr>
          <w:rFonts w:ascii="Times New Roman" w:hAnsi="Times New Roman"/>
          <w:b/>
          <w:sz w:val="28"/>
          <w:szCs w:val="28"/>
        </w:rPr>
        <w:t>«</w:t>
      </w:r>
      <w:r w:rsidR="0033636C" w:rsidRPr="0050670A">
        <w:rPr>
          <w:rFonts w:ascii="Times New Roman" w:hAnsi="Times New Roman"/>
          <w:b/>
          <w:sz w:val="28"/>
          <w:szCs w:val="28"/>
        </w:rPr>
        <w:t>Лучшее личное подсобное хозяйство</w:t>
      </w:r>
      <w:r w:rsidRPr="0050670A">
        <w:rPr>
          <w:rFonts w:ascii="Times New Roman" w:hAnsi="Times New Roman"/>
          <w:b/>
          <w:sz w:val="28"/>
          <w:szCs w:val="28"/>
        </w:rPr>
        <w:t>»</w:t>
      </w:r>
    </w:p>
    <w:p w14:paraId="24686DED" w14:textId="77777777" w:rsidR="0050670A" w:rsidRPr="0050670A" w:rsidRDefault="0050670A" w:rsidP="005067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5246A3" w14:textId="49E9075F" w:rsidR="0095498C" w:rsidRPr="0050670A" w:rsidRDefault="0095498C" w:rsidP="0050670A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0670A">
        <w:rPr>
          <w:rFonts w:ascii="Times New Roman" w:hAnsi="Times New Roman"/>
          <w:b w:val="0"/>
          <w:sz w:val="28"/>
          <w:szCs w:val="28"/>
        </w:rPr>
        <w:t xml:space="preserve">В соответствии со ст. 16 Федерального закона 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</w:t>
      </w:r>
      <w:r w:rsidR="0050670A" w:rsidRPr="0050670A">
        <w:rPr>
          <w:rFonts w:ascii="Times New Roman" w:hAnsi="Times New Roman"/>
          <w:b w:val="0"/>
          <w:sz w:val="28"/>
          <w:szCs w:val="28"/>
        </w:rPr>
        <w:t>Ногликский муниципальный округ Сахалинской области</w:t>
      </w:r>
      <w:r w:rsidRPr="0050670A">
        <w:rPr>
          <w:rFonts w:ascii="Times New Roman" w:hAnsi="Times New Roman"/>
          <w:b w:val="0"/>
          <w:sz w:val="28"/>
          <w:szCs w:val="28"/>
        </w:rPr>
        <w:t xml:space="preserve">, администрация муниципального образования </w:t>
      </w:r>
      <w:r w:rsidR="0050670A" w:rsidRPr="0050670A">
        <w:rPr>
          <w:rFonts w:ascii="Times New Roman" w:hAnsi="Times New Roman"/>
          <w:b w:val="0"/>
          <w:sz w:val="28"/>
          <w:szCs w:val="28"/>
        </w:rPr>
        <w:t>Ногликский муниципальный округ Сахалинской области</w:t>
      </w:r>
      <w:r w:rsidRPr="0050670A">
        <w:rPr>
          <w:rFonts w:ascii="Times New Roman" w:hAnsi="Times New Roman"/>
          <w:b w:val="0"/>
          <w:sz w:val="28"/>
          <w:szCs w:val="28"/>
        </w:rPr>
        <w:t xml:space="preserve"> </w:t>
      </w:r>
      <w:r w:rsidRPr="0050670A">
        <w:rPr>
          <w:rFonts w:ascii="Times New Roman" w:hAnsi="Times New Roman"/>
          <w:sz w:val="28"/>
          <w:szCs w:val="28"/>
        </w:rPr>
        <w:t>ПОСТАНОВЛЯЕТ:</w:t>
      </w:r>
    </w:p>
    <w:p w14:paraId="6A6C9C66" w14:textId="4B6B4FD0" w:rsidR="0095498C" w:rsidRPr="0050670A" w:rsidRDefault="00D47AD2" w:rsidP="0050670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 xml:space="preserve">1. </w:t>
      </w:r>
      <w:r w:rsidR="0095498C" w:rsidRPr="0050670A">
        <w:rPr>
          <w:rFonts w:ascii="Times New Roman" w:hAnsi="Times New Roman"/>
          <w:sz w:val="28"/>
          <w:szCs w:val="28"/>
        </w:rPr>
        <w:t>Утвердить:</w:t>
      </w:r>
    </w:p>
    <w:p w14:paraId="63B8F64E" w14:textId="26C47A0C" w:rsidR="0095498C" w:rsidRPr="0050670A" w:rsidRDefault="00D47AD2" w:rsidP="0050670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 xml:space="preserve">1.1. </w:t>
      </w:r>
      <w:r w:rsidR="0095498C" w:rsidRPr="0050670A">
        <w:rPr>
          <w:rFonts w:ascii="Times New Roman" w:hAnsi="Times New Roman"/>
          <w:sz w:val="28"/>
          <w:szCs w:val="28"/>
        </w:rPr>
        <w:t>Положение о конкурсе «Лучшее личное подсобное хозяйство» (приложение 1);</w:t>
      </w:r>
    </w:p>
    <w:p w14:paraId="7D36A229" w14:textId="144A17D7" w:rsidR="0095498C" w:rsidRPr="0050670A" w:rsidRDefault="00D47AD2" w:rsidP="0050670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 xml:space="preserve">1.2. </w:t>
      </w:r>
      <w:r w:rsidR="0095498C" w:rsidRPr="0050670A">
        <w:rPr>
          <w:rFonts w:ascii="Times New Roman" w:hAnsi="Times New Roman"/>
          <w:sz w:val="28"/>
          <w:szCs w:val="28"/>
        </w:rPr>
        <w:t xml:space="preserve">Положение о комиссии по подведению итогов конкурса «Лучшее личное подсобное хозяйство» (приложение </w:t>
      </w:r>
      <w:r w:rsidR="00AB7F11" w:rsidRPr="0050670A">
        <w:rPr>
          <w:rFonts w:ascii="Times New Roman" w:hAnsi="Times New Roman"/>
          <w:sz w:val="28"/>
          <w:szCs w:val="28"/>
        </w:rPr>
        <w:t>2</w:t>
      </w:r>
      <w:r w:rsidR="0095498C" w:rsidRPr="0050670A">
        <w:rPr>
          <w:rFonts w:ascii="Times New Roman" w:hAnsi="Times New Roman"/>
          <w:sz w:val="28"/>
          <w:szCs w:val="28"/>
        </w:rPr>
        <w:t>).</w:t>
      </w:r>
    </w:p>
    <w:p w14:paraId="33F7F8BB" w14:textId="4787E3EE" w:rsidR="0095498C" w:rsidRPr="0050670A" w:rsidRDefault="00D47AD2" w:rsidP="0050670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 xml:space="preserve">2. </w:t>
      </w:r>
      <w:r w:rsidR="0095498C" w:rsidRPr="0050670A">
        <w:rPr>
          <w:rFonts w:ascii="Times New Roman" w:hAnsi="Times New Roman"/>
          <w:sz w:val="28"/>
          <w:szCs w:val="28"/>
        </w:rPr>
        <w:t>Финансирование мероприятия осуществ</w:t>
      </w:r>
      <w:r w:rsidR="0091268E" w:rsidRPr="0050670A">
        <w:rPr>
          <w:rFonts w:ascii="Times New Roman" w:hAnsi="Times New Roman"/>
          <w:sz w:val="28"/>
          <w:szCs w:val="28"/>
        </w:rPr>
        <w:t>лят</w:t>
      </w:r>
      <w:r w:rsidR="0095498C" w:rsidRPr="0050670A">
        <w:rPr>
          <w:rFonts w:ascii="Times New Roman" w:hAnsi="Times New Roman"/>
          <w:sz w:val="28"/>
          <w:szCs w:val="28"/>
        </w:rPr>
        <w:t xml:space="preserve">ь за счет средств муниципальной программы «Стимулирование экономической активности </w:t>
      </w:r>
      <w:r w:rsidR="0050670A">
        <w:rPr>
          <w:rFonts w:ascii="Times New Roman" w:hAnsi="Times New Roman"/>
          <w:sz w:val="28"/>
          <w:szCs w:val="28"/>
        </w:rPr>
        <w:br/>
      </w:r>
      <w:r w:rsidR="0095498C" w:rsidRPr="0050670A">
        <w:rPr>
          <w:rFonts w:ascii="Times New Roman" w:hAnsi="Times New Roman"/>
          <w:sz w:val="28"/>
          <w:szCs w:val="28"/>
        </w:rPr>
        <w:t>в муниципальном образовании Ногликский</w:t>
      </w:r>
      <w:r w:rsidR="00D36699" w:rsidRPr="0050670A">
        <w:rPr>
          <w:rFonts w:ascii="Times New Roman" w:hAnsi="Times New Roman"/>
          <w:sz w:val="28"/>
          <w:szCs w:val="28"/>
        </w:rPr>
        <w:t xml:space="preserve"> </w:t>
      </w:r>
      <w:r w:rsidR="00EA4BCB" w:rsidRPr="0050670A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D36699" w:rsidRPr="0050670A">
        <w:rPr>
          <w:rFonts w:ascii="Times New Roman" w:hAnsi="Times New Roman"/>
          <w:sz w:val="28"/>
          <w:szCs w:val="28"/>
        </w:rPr>
        <w:t>Сахалинской области</w:t>
      </w:r>
      <w:r w:rsidR="0095498C" w:rsidRPr="0050670A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муниципального образования «Городской округ Ногликский» от 16.12.2016 </w:t>
      </w:r>
      <w:r w:rsidR="0050670A">
        <w:rPr>
          <w:rFonts w:ascii="Times New Roman" w:hAnsi="Times New Roman"/>
          <w:sz w:val="28"/>
          <w:szCs w:val="28"/>
        </w:rPr>
        <w:br/>
      </w:r>
      <w:r w:rsidR="0095498C" w:rsidRPr="0050670A">
        <w:rPr>
          <w:rFonts w:ascii="Times New Roman" w:hAnsi="Times New Roman"/>
          <w:sz w:val="28"/>
          <w:szCs w:val="28"/>
        </w:rPr>
        <w:t>№ 876.</w:t>
      </w:r>
    </w:p>
    <w:p w14:paraId="6E2CE389" w14:textId="776FCCF3" w:rsidR="0095498C" w:rsidRPr="0050670A" w:rsidRDefault="00D47AD2" w:rsidP="00FE6621">
      <w:pPr>
        <w:pStyle w:val="a8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 xml:space="preserve">3. </w:t>
      </w:r>
      <w:r w:rsidR="0095498C" w:rsidRPr="0050670A">
        <w:rPr>
          <w:rFonts w:ascii="Times New Roman" w:hAnsi="Times New Roman"/>
          <w:sz w:val="28"/>
          <w:szCs w:val="28"/>
        </w:rPr>
        <w:t>Признать утратившим</w:t>
      </w:r>
      <w:r w:rsidR="004E484B" w:rsidRPr="0050670A">
        <w:rPr>
          <w:rFonts w:ascii="Times New Roman" w:hAnsi="Times New Roman"/>
          <w:sz w:val="28"/>
          <w:szCs w:val="28"/>
        </w:rPr>
        <w:t>и</w:t>
      </w:r>
      <w:r w:rsidR="0095498C" w:rsidRPr="0050670A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FE6621">
        <w:rPr>
          <w:rFonts w:ascii="Times New Roman" w:hAnsi="Times New Roman"/>
          <w:sz w:val="28"/>
          <w:szCs w:val="28"/>
        </w:rPr>
        <w:t>е</w:t>
      </w:r>
      <w:r w:rsidR="0095498C" w:rsidRPr="0050670A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 w:rsidR="00D36699" w:rsidRPr="0050670A">
        <w:rPr>
          <w:rFonts w:ascii="Times New Roman" w:hAnsi="Times New Roman"/>
          <w:sz w:val="28"/>
          <w:szCs w:val="28"/>
        </w:rPr>
        <w:t>10</w:t>
      </w:r>
      <w:r w:rsidR="0095498C" w:rsidRPr="0050670A">
        <w:rPr>
          <w:rFonts w:ascii="Times New Roman" w:hAnsi="Times New Roman"/>
          <w:sz w:val="28"/>
          <w:szCs w:val="28"/>
        </w:rPr>
        <w:t>.0</w:t>
      </w:r>
      <w:r w:rsidR="00D36699" w:rsidRPr="0050670A">
        <w:rPr>
          <w:rFonts w:ascii="Times New Roman" w:hAnsi="Times New Roman"/>
          <w:sz w:val="28"/>
          <w:szCs w:val="28"/>
        </w:rPr>
        <w:t>7</w:t>
      </w:r>
      <w:r w:rsidR="0095498C" w:rsidRPr="0050670A">
        <w:rPr>
          <w:rFonts w:ascii="Times New Roman" w:hAnsi="Times New Roman"/>
          <w:sz w:val="28"/>
          <w:szCs w:val="28"/>
        </w:rPr>
        <w:t>.20</w:t>
      </w:r>
      <w:r w:rsidR="00D36699" w:rsidRPr="0050670A">
        <w:rPr>
          <w:rFonts w:ascii="Times New Roman" w:hAnsi="Times New Roman"/>
          <w:sz w:val="28"/>
          <w:szCs w:val="28"/>
        </w:rPr>
        <w:t xml:space="preserve">23 </w:t>
      </w:r>
      <w:r w:rsidR="00FE6621">
        <w:rPr>
          <w:rFonts w:ascii="Times New Roman" w:hAnsi="Times New Roman"/>
          <w:sz w:val="28"/>
          <w:szCs w:val="28"/>
        </w:rPr>
        <w:br/>
      </w:r>
      <w:r w:rsidR="00D36699" w:rsidRPr="0050670A">
        <w:rPr>
          <w:rFonts w:ascii="Times New Roman" w:hAnsi="Times New Roman"/>
          <w:sz w:val="28"/>
          <w:szCs w:val="28"/>
        </w:rPr>
        <w:t>№ 439</w:t>
      </w:r>
      <w:r w:rsidR="0095498C" w:rsidRPr="0050670A">
        <w:rPr>
          <w:rFonts w:ascii="Times New Roman" w:hAnsi="Times New Roman"/>
          <w:sz w:val="28"/>
          <w:szCs w:val="28"/>
        </w:rPr>
        <w:t xml:space="preserve"> «О</w:t>
      </w:r>
      <w:r w:rsidR="00D36699" w:rsidRPr="0050670A">
        <w:rPr>
          <w:rFonts w:ascii="Times New Roman" w:hAnsi="Times New Roman"/>
          <w:sz w:val="28"/>
          <w:szCs w:val="28"/>
        </w:rPr>
        <w:t xml:space="preserve">б утверждении Положения о конкурсе </w:t>
      </w:r>
      <w:r w:rsidR="0050670A">
        <w:rPr>
          <w:rFonts w:ascii="Times New Roman" w:hAnsi="Times New Roman"/>
          <w:sz w:val="28"/>
          <w:szCs w:val="28"/>
        </w:rPr>
        <w:br/>
      </w:r>
      <w:r w:rsidR="00D36699" w:rsidRPr="0050670A">
        <w:rPr>
          <w:rFonts w:ascii="Times New Roman" w:hAnsi="Times New Roman"/>
          <w:sz w:val="28"/>
          <w:szCs w:val="28"/>
        </w:rPr>
        <w:t>и Положения о комиссии по подведению итогов конкурса «Лучшее личное подсобное хозяйство».</w:t>
      </w:r>
    </w:p>
    <w:p w14:paraId="62516BE4" w14:textId="17C86863" w:rsidR="0091268E" w:rsidRPr="0050670A" w:rsidRDefault="0091268E" w:rsidP="0050670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 xml:space="preserve">4. </w:t>
      </w:r>
      <w:r w:rsidR="00D47AD2" w:rsidRPr="0050670A">
        <w:rPr>
          <w:rFonts w:ascii="Times New Roman" w:hAnsi="Times New Roman"/>
          <w:sz w:val="28"/>
          <w:szCs w:val="28"/>
        </w:rPr>
        <w:t xml:space="preserve">Опубликовать постановление в газете «Знамя труда» и разместить </w:t>
      </w:r>
      <w:r w:rsidR="0050670A">
        <w:rPr>
          <w:rFonts w:ascii="Times New Roman" w:hAnsi="Times New Roman"/>
          <w:sz w:val="28"/>
          <w:szCs w:val="28"/>
        </w:rPr>
        <w:br/>
      </w:r>
      <w:r w:rsidR="00D47AD2" w:rsidRPr="0050670A">
        <w:rPr>
          <w:rFonts w:ascii="Times New Roman" w:hAnsi="Times New Roman"/>
          <w:sz w:val="28"/>
          <w:szCs w:val="28"/>
        </w:rPr>
        <w:t>на официальном сайте муниципального образования Ногликский</w:t>
      </w:r>
      <w:r w:rsidR="00D36699" w:rsidRPr="0050670A">
        <w:rPr>
          <w:rFonts w:ascii="Times New Roman" w:hAnsi="Times New Roman"/>
          <w:sz w:val="28"/>
          <w:szCs w:val="28"/>
        </w:rPr>
        <w:t xml:space="preserve"> </w:t>
      </w:r>
      <w:r w:rsidR="00D36699" w:rsidRPr="0050670A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="00D47AD2" w:rsidRPr="0050670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7B830BB7" w14:textId="0D1C7530" w:rsidR="008629FA" w:rsidRPr="0050670A" w:rsidRDefault="0091268E" w:rsidP="0050670A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67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5498C" w:rsidRPr="0050670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</w:t>
      </w:r>
      <w:r w:rsidR="0050670A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95498C" w:rsidRPr="0050670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возложить </w:t>
      </w:r>
      <w:r w:rsidR="0050670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5498C" w:rsidRPr="0050670A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первого вице-мэра муниципального образования </w:t>
      </w:r>
      <w:r w:rsidR="00D36699" w:rsidRPr="0050670A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 Блидченко Л.А.</w:t>
      </w:r>
    </w:p>
    <w:p w14:paraId="7B830BB8" w14:textId="77777777" w:rsidR="008629FA" w:rsidRPr="0050670A" w:rsidRDefault="008629FA" w:rsidP="005067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559894" w14:textId="77777777" w:rsidR="00D47AD2" w:rsidRPr="0050670A" w:rsidRDefault="00D47AD2" w:rsidP="005067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830BB9" w14:textId="77777777" w:rsidR="008629FA" w:rsidRPr="0050670A" w:rsidRDefault="008629FA" w:rsidP="005067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E95D34" w14:textId="77777777" w:rsidR="00D36699" w:rsidRPr="0050670A" w:rsidRDefault="00D36699" w:rsidP="005067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B830BBA" w14:textId="72300879" w:rsidR="008629FA" w:rsidRPr="0050670A" w:rsidRDefault="00D36699" w:rsidP="005067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670A">
        <w:rPr>
          <w:rFonts w:ascii="Times New Roman" w:hAnsi="Times New Roman"/>
          <w:sz w:val="28"/>
          <w:szCs w:val="28"/>
        </w:rPr>
        <w:t>Сахалинской области</w:t>
      </w:r>
      <w:r w:rsidR="0091268E" w:rsidRPr="0050670A">
        <w:rPr>
          <w:rFonts w:ascii="Times New Roman" w:hAnsi="Times New Roman"/>
          <w:sz w:val="28"/>
          <w:szCs w:val="28"/>
        </w:rPr>
        <w:tab/>
      </w:r>
      <w:r w:rsidR="0091268E" w:rsidRPr="0050670A">
        <w:rPr>
          <w:rFonts w:ascii="Times New Roman" w:hAnsi="Times New Roman"/>
          <w:sz w:val="28"/>
          <w:szCs w:val="28"/>
        </w:rPr>
        <w:tab/>
      </w:r>
      <w:r w:rsidR="0091268E" w:rsidRPr="0050670A">
        <w:rPr>
          <w:rFonts w:ascii="Times New Roman" w:hAnsi="Times New Roman"/>
          <w:sz w:val="28"/>
          <w:szCs w:val="28"/>
        </w:rPr>
        <w:tab/>
      </w:r>
      <w:r w:rsidR="0091268E" w:rsidRPr="0050670A">
        <w:rPr>
          <w:rFonts w:ascii="Times New Roman" w:hAnsi="Times New Roman"/>
          <w:sz w:val="28"/>
          <w:szCs w:val="28"/>
        </w:rPr>
        <w:tab/>
      </w:r>
      <w:r w:rsidR="0091268E" w:rsidRPr="0050670A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50670A">
        <w:rPr>
          <w:rFonts w:ascii="Times New Roman" w:hAnsi="Times New Roman"/>
          <w:sz w:val="28"/>
          <w:szCs w:val="28"/>
        </w:rPr>
        <w:t xml:space="preserve"> </w:t>
      </w:r>
      <w:r w:rsidRPr="0050670A">
        <w:rPr>
          <w:rFonts w:ascii="Times New Roman" w:hAnsi="Times New Roman"/>
          <w:sz w:val="28"/>
          <w:szCs w:val="28"/>
        </w:rPr>
        <w:t xml:space="preserve">                 </w:t>
      </w:r>
      <w:r w:rsidR="008629FA" w:rsidRPr="0050670A">
        <w:rPr>
          <w:rFonts w:ascii="Times New Roman" w:hAnsi="Times New Roman"/>
          <w:sz w:val="28"/>
          <w:szCs w:val="28"/>
        </w:rPr>
        <w:t>С.В.</w:t>
      </w:r>
      <w:r w:rsidR="0091268E" w:rsidRPr="0050670A">
        <w:rPr>
          <w:rFonts w:ascii="Times New Roman" w:hAnsi="Times New Roman"/>
          <w:sz w:val="28"/>
          <w:szCs w:val="28"/>
        </w:rPr>
        <w:t xml:space="preserve"> </w:t>
      </w:r>
      <w:r w:rsidRPr="0050670A">
        <w:rPr>
          <w:rFonts w:ascii="Times New Roman" w:hAnsi="Times New Roman"/>
          <w:sz w:val="28"/>
          <w:szCs w:val="28"/>
        </w:rPr>
        <w:t>Гурьянов</w:t>
      </w:r>
    </w:p>
    <w:sectPr w:rsidR="008629FA" w:rsidRPr="0050670A" w:rsidSect="0050670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30BC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B830BC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30BC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B830BC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408961"/>
      <w:docPartObj>
        <w:docPartGallery w:val="Page Numbers (Top of Page)"/>
        <w:docPartUnique/>
      </w:docPartObj>
    </w:sdtPr>
    <w:sdtEndPr/>
    <w:sdtContent>
      <w:p w14:paraId="4CE7D652" w14:textId="54467BEF" w:rsidR="00D47AD2" w:rsidRDefault="00D47A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56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E0C43"/>
    <w:multiLevelType w:val="multilevel"/>
    <w:tmpl w:val="B8E018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756B"/>
    <w:rsid w:val="001E1F9F"/>
    <w:rsid w:val="002003DC"/>
    <w:rsid w:val="0033636C"/>
    <w:rsid w:val="003E4257"/>
    <w:rsid w:val="00453BBE"/>
    <w:rsid w:val="004E484B"/>
    <w:rsid w:val="0050670A"/>
    <w:rsid w:val="00520CBF"/>
    <w:rsid w:val="008629FA"/>
    <w:rsid w:val="0091268E"/>
    <w:rsid w:val="0095498C"/>
    <w:rsid w:val="00985EB6"/>
    <w:rsid w:val="00987DB5"/>
    <w:rsid w:val="009A1E3A"/>
    <w:rsid w:val="00AB7F11"/>
    <w:rsid w:val="00AC72C8"/>
    <w:rsid w:val="00AE7591"/>
    <w:rsid w:val="00B10ED9"/>
    <w:rsid w:val="00B25688"/>
    <w:rsid w:val="00C02849"/>
    <w:rsid w:val="00D12794"/>
    <w:rsid w:val="00D36699"/>
    <w:rsid w:val="00D47AD2"/>
    <w:rsid w:val="00D67BD8"/>
    <w:rsid w:val="00D91C08"/>
    <w:rsid w:val="00DF7897"/>
    <w:rsid w:val="00E37B8A"/>
    <w:rsid w:val="00E41520"/>
    <w:rsid w:val="00E609BC"/>
    <w:rsid w:val="00EA4BCB"/>
    <w:rsid w:val="00FE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0BA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95498C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styleId="a8">
    <w:name w:val="List Paragraph"/>
    <w:basedOn w:val="a"/>
    <w:uiPriority w:val="34"/>
    <w:qFormat/>
    <w:rsid w:val="0095498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97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756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D621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D621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D621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9</cp:revision>
  <cp:lastPrinted>2025-03-23T07:22:00Z</cp:lastPrinted>
  <dcterms:created xsi:type="dcterms:W3CDTF">2025-03-12T03:48:00Z</dcterms:created>
  <dcterms:modified xsi:type="dcterms:W3CDTF">2025-03-23T07:22:00Z</dcterms:modified>
</cp:coreProperties>
</file>