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5E1E024" w14:textId="77777777" w:rsidTr="00987DB5">
        <w:tc>
          <w:tcPr>
            <w:tcW w:w="9498" w:type="dxa"/>
          </w:tcPr>
          <w:p w14:paraId="05E1E02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5E1E03B" wp14:editId="05E1E03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E1E021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5E1E02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5E1E02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5E1E025" w14:textId="196A1E82" w:rsidR="0033636C" w:rsidRPr="00940C0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0C0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40C04" w:rsidRPr="00940C04">
            <w:rPr>
              <w:rFonts w:ascii="Times New Roman" w:hAnsi="Times New Roman"/>
              <w:sz w:val="28"/>
              <w:szCs w:val="28"/>
            </w:rPr>
            <w:t>22 марта 2023 года</w:t>
          </w:r>
        </w:sdtContent>
      </w:sdt>
      <w:r w:rsidRPr="00940C0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40C04" w:rsidRPr="00940C04">
            <w:rPr>
              <w:rFonts w:ascii="Times New Roman" w:hAnsi="Times New Roman"/>
              <w:sz w:val="28"/>
              <w:szCs w:val="28"/>
            </w:rPr>
            <w:t>171</w:t>
          </w:r>
        </w:sdtContent>
      </w:sdt>
    </w:p>
    <w:p w14:paraId="05E1E026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C4E883B" w14:textId="47733EDD" w:rsidR="001A7E5B" w:rsidRPr="006A514F" w:rsidRDefault="001A7E5B" w:rsidP="00302D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514F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sz w:val="28"/>
          <w:szCs w:val="28"/>
        </w:rPr>
        <w:t xml:space="preserve">муниципальную программу </w:t>
      </w:r>
      <w:r>
        <w:rPr>
          <w:rFonts w:ascii="Times New Roman" w:hAnsi="Times New Roman"/>
          <w:b/>
          <w:sz w:val="28"/>
          <w:szCs w:val="28"/>
        </w:rPr>
        <w:br/>
      </w:r>
      <w:r w:rsidRPr="000644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«Обеспечение населения муниципального образования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0644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«Городской округ Ногликский» качественными услугами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0644A6">
        <w:rPr>
          <w:rFonts w:ascii="Times New Roman" w:eastAsia="Times New Roman" w:hAnsi="Times New Roman"/>
          <w:b/>
          <w:sz w:val="28"/>
          <w:szCs w:val="28"/>
          <w:lang w:eastAsia="ru-RU"/>
        </w:rPr>
        <w:t>жилищно-коммунального хозяйства»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="007A1C7E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утвержденную</w:t>
      </w:r>
      <w:r w:rsidRPr="000644A6">
        <w:rPr>
          <w:rFonts w:ascii="Times New Roman" w:hAnsi="Times New Roman"/>
          <w:b/>
          <w:sz w:val="28"/>
          <w:szCs w:val="28"/>
        </w:rPr>
        <w:t xml:space="preserve"> </w:t>
      </w:r>
      <w:r w:rsidRPr="006A514F">
        <w:rPr>
          <w:rFonts w:ascii="Times New Roman" w:hAnsi="Times New Roman"/>
          <w:b/>
          <w:sz w:val="28"/>
          <w:szCs w:val="28"/>
        </w:rPr>
        <w:t>постановление</w:t>
      </w:r>
      <w:r>
        <w:rPr>
          <w:rFonts w:ascii="Times New Roman" w:hAnsi="Times New Roman"/>
          <w:b/>
          <w:sz w:val="28"/>
          <w:szCs w:val="28"/>
        </w:rPr>
        <w:t>м</w:t>
      </w:r>
      <w:r w:rsidRPr="006A514F">
        <w:rPr>
          <w:rFonts w:ascii="Times New Roman" w:hAnsi="Times New Roman"/>
          <w:b/>
          <w:sz w:val="28"/>
          <w:szCs w:val="28"/>
        </w:rPr>
        <w:t xml:space="preserve"> администрации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A1C7E">
        <w:rPr>
          <w:rFonts w:ascii="Times New Roman" w:hAnsi="Times New Roman"/>
          <w:b/>
          <w:sz w:val="28"/>
          <w:szCs w:val="28"/>
        </w:rPr>
        <w:br/>
      </w:r>
      <w:r w:rsidRPr="006A514F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7A1C7E">
        <w:rPr>
          <w:rFonts w:ascii="Times New Roman" w:hAnsi="Times New Roman"/>
          <w:b/>
          <w:sz w:val="28"/>
          <w:szCs w:val="28"/>
        </w:rPr>
        <w:br/>
      </w:r>
      <w:r w:rsidRPr="006A514F">
        <w:rPr>
          <w:rFonts w:ascii="Times New Roman" w:hAnsi="Times New Roman"/>
          <w:b/>
          <w:sz w:val="28"/>
          <w:szCs w:val="28"/>
        </w:rPr>
        <w:t>от 04.08.2015 № 551</w:t>
      </w:r>
    </w:p>
    <w:p w14:paraId="05E1E028" w14:textId="77777777" w:rsidR="00185FEC" w:rsidRDefault="00185FEC" w:rsidP="00302D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5A3863" w14:textId="77777777" w:rsidR="001A7E5B" w:rsidRPr="00B66DA6" w:rsidRDefault="001A7E5B" w:rsidP="001A7E5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6DA6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«Обеспечение населения муниципального образования «Городской округ Ногликский» качественными услугами жилищно-коммунального хозяйства»</w:t>
      </w:r>
      <w:r w:rsidRPr="00B66DA6">
        <w:rPr>
          <w:rFonts w:ascii="Times New Roman" w:hAnsi="Times New Roman"/>
          <w:sz w:val="28"/>
          <w:szCs w:val="28"/>
        </w:rPr>
        <w:t xml:space="preserve"> в соответствие с уточненными бюджетными показателями по состоянию на 31.12.202</w:t>
      </w:r>
      <w:r>
        <w:rPr>
          <w:rFonts w:ascii="Times New Roman" w:hAnsi="Times New Roman"/>
          <w:sz w:val="28"/>
          <w:szCs w:val="28"/>
        </w:rPr>
        <w:t>2</w:t>
      </w:r>
      <w:r w:rsidRPr="00B66DA6">
        <w:rPr>
          <w:rFonts w:ascii="Times New Roman" w:hAnsi="Times New Roman"/>
          <w:sz w:val="28"/>
          <w:szCs w:val="28"/>
        </w:rPr>
        <w:t xml:space="preserve"> года, </w:t>
      </w:r>
      <w:r>
        <w:rPr>
          <w:rFonts w:ascii="Times New Roman" w:hAnsi="Times New Roman"/>
          <w:sz w:val="28"/>
          <w:szCs w:val="28"/>
        </w:rPr>
        <w:t xml:space="preserve">решением Собрания муниципального образования «Городской округ Ногликский» от 08.12.2022 </w:t>
      </w:r>
      <w:r>
        <w:rPr>
          <w:rFonts w:ascii="Times New Roman" w:hAnsi="Times New Roman"/>
          <w:sz w:val="28"/>
          <w:szCs w:val="28"/>
        </w:rPr>
        <w:br/>
        <w:t>№ 237 «О бюджете муниципального образования «Городской округ Ногликский» на 2023 год и на плановый период 2024 и 2025 годов»,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6DA6">
        <w:rPr>
          <w:rFonts w:ascii="Times New Roman" w:hAnsi="Times New Roman"/>
          <w:sz w:val="28"/>
          <w:szCs w:val="28"/>
        </w:rPr>
        <w:t>р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>уководствуясь п.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п.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 4.1, 5.3 Порядка раз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работки, реализации и проведения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344, распоряжением мэра муниципального образования от 17.07.2018 № 53-р «Об утверждении Перечня муниципальных программ муниципального образования «Городской округ Ногликский»,</w:t>
      </w:r>
      <w:r w:rsidRPr="00B66DA6">
        <w:rPr>
          <w:rFonts w:ascii="Times New Roman" w:hAnsi="Times New Roman"/>
          <w:sz w:val="28"/>
          <w:szCs w:val="28"/>
        </w:rPr>
        <w:t xml:space="preserve"> </w:t>
      </w:r>
      <w:r w:rsidRPr="00B66DA6">
        <w:rPr>
          <w:rFonts w:ascii="Times New Roman" w:eastAsia="Times New Roman" w:hAnsi="Times New Roman"/>
          <w:sz w:val="28"/>
          <w:szCs w:val="28"/>
          <w:lang w:eastAsia="ru-RU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B66DA6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16321957" w14:textId="77777777" w:rsidR="001A7E5B" w:rsidRPr="00E851AD" w:rsidRDefault="001A7E5B" w:rsidP="001A7E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745C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муниципальную программу «Обеспечение населения муниципального образования «Городской округ Ногликский» качественными услугами жилищно-коммунального хозяйства», утвержденную постановлением администрации муниципального образования «Городской </w:t>
      </w:r>
      <w:r w:rsidRPr="00D2745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округ Ногликский» от 04.08.2015 № 551 (в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редакции от 13.11.2015 № 779,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D2745C">
        <w:rPr>
          <w:rFonts w:ascii="Times New Roman" w:eastAsia="Times New Roman" w:hAnsi="Times New Roman"/>
          <w:sz w:val="28"/>
          <w:szCs w:val="28"/>
          <w:lang w:eastAsia="ru-RU"/>
        </w:rPr>
        <w:t>от 05.04.2016 № 273, от 01.06.2016 № 459, от 06.07.2016 № 539, от 10.08.2016 № 614, от 09.06.2017 № 376, от 11.07.20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17 № 458, от 12.10.2017 № 771,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D2745C">
        <w:rPr>
          <w:rFonts w:ascii="Times New Roman" w:eastAsia="Times New Roman" w:hAnsi="Times New Roman"/>
          <w:sz w:val="28"/>
          <w:szCs w:val="28"/>
          <w:lang w:eastAsia="ru-RU"/>
        </w:rPr>
        <w:t xml:space="preserve">от 19.03.2018 № 273, от 31.08.2018 № 814, от 22.05.2019 № 351, от 23.05.2019 </w:t>
      </w:r>
      <w:r w:rsidRPr="00E851AD">
        <w:rPr>
          <w:rFonts w:ascii="Times New Roman" w:eastAsia="Times New Roman" w:hAnsi="Times New Roman"/>
          <w:sz w:val="28"/>
          <w:szCs w:val="28"/>
          <w:lang w:eastAsia="ru-RU"/>
        </w:rPr>
        <w:t xml:space="preserve">№ 366, от 06.06.2019 № 419, от 06.09.2019 № 685, от 19.11.2019 № 845, </w:t>
      </w:r>
      <w:r w:rsidRPr="00E851AD">
        <w:rPr>
          <w:rFonts w:ascii="Times New Roman" w:eastAsia="Times New Roman" w:hAnsi="Times New Roman"/>
          <w:sz w:val="28"/>
          <w:szCs w:val="28"/>
          <w:lang w:eastAsia="ru-RU"/>
        </w:rPr>
        <w:br/>
        <w:t>от 23.03.2020 № 138, от 15.09.2020 № 457, от 26.02.2021 № 108, от 10.11.2021 № 613, от 01.06.2022 № 275, от 27.06.2022 № 329)</w:t>
      </w:r>
      <w:r w:rsidRPr="00E851AD">
        <w:rPr>
          <w:rFonts w:ascii="Times New Roman" w:hAnsi="Times New Roman"/>
          <w:color w:val="332E2D"/>
          <w:spacing w:val="2"/>
          <w:sz w:val="28"/>
          <w:szCs w:val="28"/>
          <w:shd w:val="clear" w:color="auto" w:fill="FFFFFF"/>
        </w:rPr>
        <w:t xml:space="preserve"> «</w:t>
      </w:r>
      <w:r w:rsidRPr="00E851AD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муниципальной программы «Обеспечение населения муниципального образования «Городской округ Ногликский» качественными услугами жилищно-коммунального хозяйства» следующие изменения:</w:t>
      </w:r>
    </w:p>
    <w:p w14:paraId="1B02DD53" w14:textId="77777777" w:rsidR="001A7E5B" w:rsidRDefault="001A7E5B" w:rsidP="001A7E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51AD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1.1. </w:t>
      </w:r>
      <w:r w:rsidRPr="00E851AD">
        <w:rPr>
          <w:rFonts w:ascii="Times New Roman" w:eastAsia="Times New Roman" w:hAnsi="Times New Roman"/>
          <w:sz w:val="28"/>
          <w:szCs w:val="28"/>
          <w:lang w:eastAsia="ru-RU"/>
        </w:rPr>
        <w:t>Подраздел «Объемы и источники финансирования муниципальной программы» Паспорта муниципальной программы изложить в следующей редакции:</w:t>
      </w:r>
    </w:p>
    <w:p w14:paraId="0455FBCA" w14:textId="77777777" w:rsidR="007F5AE9" w:rsidRPr="00E851AD" w:rsidRDefault="007F5AE9" w:rsidP="001A7E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268"/>
        <w:gridCol w:w="6383"/>
        <w:gridCol w:w="426"/>
      </w:tblGrid>
      <w:tr w:rsidR="001A7E5B" w:rsidRPr="00E851AD" w14:paraId="0FE3D238" w14:textId="77777777" w:rsidTr="00290E53"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F16DE7" w14:textId="77777777" w:rsidR="001A7E5B" w:rsidRPr="00E851AD" w:rsidRDefault="001A7E5B" w:rsidP="00290E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hideMark/>
          </w:tcPr>
          <w:p w14:paraId="64120BF6" w14:textId="77777777" w:rsidR="001A7E5B" w:rsidRPr="00E851AD" w:rsidRDefault="001A7E5B" w:rsidP="00290E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  <w:p w14:paraId="2361BC6D" w14:textId="77777777" w:rsidR="001A7E5B" w:rsidRPr="00E851AD" w:rsidRDefault="001A7E5B" w:rsidP="00290E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867630" w14:textId="77777777" w:rsidR="001A7E5B" w:rsidRPr="00E851AD" w:rsidRDefault="001A7E5B" w:rsidP="00290E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711269" w14:textId="77777777" w:rsidR="001A7E5B" w:rsidRPr="00E851AD" w:rsidRDefault="001A7E5B" w:rsidP="00290E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DC3378" w14:textId="77777777" w:rsidR="001A7E5B" w:rsidRPr="00E851AD" w:rsidRDefault="001A7E5B" w:rsidP="00290E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AF36AB" w14:textId="77777777" w:rsidR="001A7E5B" w:rsidRPr="00E851AD" w:rsidRDefault="001A7E5B" w:rsidP="00290E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D1212E" w14:textId="77777777" w:rsidR="001A7E5B" w:rsidRPr="00E851AD" w:rsidRDefault="001A7E5B" w:rsidP="00290E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F29A22" w14:textId="77777777" w:rsidR="001A7E5B" w:rsidRPr="00E851AD" w:rsidRDefault="001A7E5B" w:rsidP="00290E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0FDB93" w14:textId="77777777" w:rsidR="001A7E5B" w:rsidRPr="00E851AD" w:rsidRDefault="001A7E5B" w:rsidP="00290E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676C58" w14:textId="77777777" w:rsidR="001A7E5B" w:rsidRPr="00E851AD" w:rsidRDefault="001A7E5B" w:rsidP="00290E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B452EC" w14:textId="77777777" w:rsidR="001A7E5B" w:rsidRPr="00E851AD" w:rsidRDefault="001A7E5B" w:rsidP="00290E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DDF13D" w14:textId="77777777" w:rsidR="001A7E5B" w:rsidRPr="00E851AD" w:rsidRDefault="001A7E5B" w:rsidP="00290E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3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777C9244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муниципальной Программы в 2015 – 2025 годах составит:</w:t>
            </w:r>
          </w:p>
          <w:p w14:paraId="01042422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–3 680 903,2 тыс. руб., в том числе:</w:t>
            </w:r>
          </w:p>
          <w:p w14:paraId="16EACF59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469 499,8 тыс. руб.;</w:t>
            </w:r>
          </w:p>
          <w:p w14:paraId="49213624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198 790,9 тыс. руб.;</w:t>
            </w:r>
          </w:p>
          <w:p w14:paraId="1A26D9E3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166 220,4 тыс. руб.;</w:t>
            </w:r>
          </w:p>
          <w:p w14:paraId="5F818A51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290 100,7 тыс. руб.;</w:t>
            </w:r>
          </w:p>
          <w:p w14:paraId="07A42FC1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808 256,9 тыс. руб.;</w:t>
            </w:r>
          </w:p>
          <w:p w14:paraId="40C8A8EC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599 469,5 тыс. руб.;</w:t>
            </w:r>
          </w:p>
          <w:p w14:paraId="6D054D35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340 822,0 тыс. руб.;</w:t>
            </w:r>
          </w:p>
          <w:p w14:paraId="7F6FE489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466 902,8 тыс. руб.;</w:t>
            </w:r>
          </w:p>
          <w:p w14:paraId="029F4666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122 308,2 тыс. руб.;</w:t>
            </w:r>
          </w:p>
          <w:p w14:paraId="335C5673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131 767,0 тыс. руб.;</w:t>
            </w:r>
          </w:p>
          <w:p w14:paraId="786D57BD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86 765,0 тыс. руб.</w:t>
            </w:r>
          </w:p>
          <w:p w14:paraId="15CBD5F7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него по источникам:</w:t>
            </w:r>
          </w:p>
          <w:p w14:paraId="47DC1236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счет средств федерального бюджета - </w:t>
            </w: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546 966,8 тыс. руб., в том числе:</w:t>
            </w:r>
          </w:p>
          <w:p w14:paraId="60B38545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- 470 291,4 тыс. руб.;</w:t>
            </w:r>
          </w:p>
          <w:p w14:paraId="620C983B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- 76 675,4 тыс. руб.;</w:t>
            </w:r>
          </w:p>
          <w:p w14:paraId="18390C6B" w14:textId="569AE031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</w:t>
            </w:r>
            <w:r w:rsidR="00302D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средств областного бюджета – </w:t>
            </w:r>
            <w:r w:rsidR="00302D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1 </w:t>
            </w: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983 383,1 тыс. руб., в том числе:</w:t>
            </w:r>
          </w:p>
          <w:p w14:paraId="5F9E1772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380 086,6 тыс. руб.;</w:t>
            </w:r>
          </w:p>
          <w:p w14:paraId="4EF6618E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110 007,9 тыс. руб.;</w:t>
            </w:r>
          </w:p>
          <w:p w14:paraId="5D096910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75 399,6 тыс. руб.;</w:t>
            </w:r>
          </w:p>
          <w:p w14:paraId="4D107AE8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158 732,8 тыс. руб.;</w:t>
            </w:r>
          </w:p>
          <w:p w14:paraId="0C47E5EF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248 036,0 тыс. руб.;</w:t>
            </w:r>
          </w:p>
          <w:p w14:paraId="3D4CB886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394 938,9 тыс. руб.;</w:t>
            </w:r>
          </w:p>
          <w:p w14:paraId="434FB715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190 517,4 тыс. руб.;</w:t>
            </w:r>
          </w:p>
          <w:p w14:paraId="642F88A1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342 640,3 тыс. руб.;</w:t>
            </w:r>
          </w:p>
          <w:p w14:paraId="0E9966D4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2023 год – 41 985,5 тыс. руб.;</w:t>
            </w:r>
          </w:p>
          <w:p w14:paraId="2E0A7A6E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40 286,7 тыс. руб.;</w:t>
            </w:r>
          </w:p>
          <w:p w14:paraId="63079644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751,4 тыс. руб.;</w:t>
            </w:r>
          </w:p>
          <w:p w14:paraId="351C9368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средств местного бюджета – </w:t>
            </w: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682 136,7 тыс. руб., в том числе:</w:t>
            </w:r>
          </w:p>
          <w:p w14:paraId="244FDB6B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52 522,0 тыс. руб.;</w:t>
            </w:r>
          </w:p>
          <w:p w14:paraId="26A15B29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53 286,0 тыс. руб.;</w:t>
            </w:r>
          </w:p>
          <w:p w14:paraId="1732EBB8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52 083,1 тыс. руб.;</w:t>
            </w:r>
          </w:p>
          <w:p w14:paraId="1789B1AF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90 269,7 тыс. руб.;</w:t>
            </w:r>
          </w:p>
          <w:p w14:paraId="18725720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63 421,9 тыс. руб.;</w:t>
            </w:r>
          </w:p>
          <w:p w14:paraId="75852437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73 964,2 тыс. руб.;</w:t>
            </w:r>
          </w:p>
          <w:p w14:paraId="0FCB37A9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108 111,2 тыс. руб.;</w:t>
            </w:r>
          </w:p>
          <w:p w14:paraId="0223149B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110 095,0 тыс. руб.;</w:t>
            </w:r>
          </w:p>
          <w:p w14:paraId="16DA395B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35 763,7 тыс. руб.;</w:t>
            </w:r>
          </w:p>
          <w:p w14:paraId="4CD710A2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22 999,3 тыс. руб.;</w:t>
            </w:r>
          </w:p>
          <w:p w14:paraId="71A5E6A6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19 620,6 тыс. руб.;</w:t>
            </w:r>
          </w:p>
          <w:p w14:paraId="048E594E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внебюджетных источников – </w:t>
            </w: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468 416,6 тыс. руб., в том числе:</w:t>
            </w:r>
          </w:p>
          <w:p w14:paraId="6404C77F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36 891,2 тыс. руб.;</w:t>
            </w:r>
          </w:p>
          <w:p w14:paraId="26663BE3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35 497,0 тыс. руб.;</w:t>
            </w:r>
          </w:p>
          <w:p w14:paraId="3B144AC2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38 737,7 тыс. руб.;</w:t>
            </w:r>
          </w:p>
          <w:p w14:paraId="1484BF68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41 098,2 тыс. руб.;</w:t>
            </w:r>
          </w:p>
          <w:p w14:paraId="43AFC4D5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26 507,6 тыс. руб.;</w:t>
            </w:r>
          </w:p>
          <w:p w14:paraId="491F073B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53 891,0 тыс. руб.;</w:t>
            </w:r>
          </w:p>
          <w:p w14:paraId="466532D5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42 193,4 тыс. руб.;</w:t>
            </w:r>
          </w:p>
          <w:p w14:paraId="335BEB66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14 167,5 тыс. руб.;</w:t>
            </w:r>
          </w:p>
          <w:p w14:paraId="68626F9C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44 559,0 тыс. руб.;</w:t>
            </w:r>
          </w:p>
          <w:p w14:paraId="23609F6C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68 481,0 тыс. руб.;</w:t>
            </w:r>
          </w:p>
          <w:p w14:paraId="4CD0AD5A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66 393,0 тыс. руб.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973B98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D6379F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209CE9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3081CC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F018D8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F5F6FA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10ACDC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C45E2B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5D8757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1DE7DA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546878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388800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C661FC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A9CF4B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826CC6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93E3F1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9C3958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509F91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0632CD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D7B400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210917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668DD2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5BA2A9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7BDA21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6BE853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BC84CE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3FA5B5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C4E68C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CD61DF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30A020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7BA5B2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906EBC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F510AB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8D38F3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CEB166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7857EB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D19F40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D71BA9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4D1230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BF9593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DA15F2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88D456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469E9D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3FCFCA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1361CE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9C0B8D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7419C2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0CF2ED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D06AEE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A2F79E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0222FE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0545C2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521B5D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F08A3E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F41CA1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FB177E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C10FCC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87C27A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3C9318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5C206FC9" w14:textId="77777777" w:rsidR="007F5AE9" w:rsidRDefault="007F5AE9" w:rsidP="001A7E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04614C" w14:textId="77777777" w:rsidR="001A7E5B" w:rsidRDefault="001A7E5B" w:rsidP="001A7E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51AD">
        <w:rPr>
          <w:rFonts w:ascii="Times New Roman" w:eastAsia="Times New Roman" w:hAnsi="Times New Roman"/>
          <w:sz w:val="28"/>
          <w:szCs w:val="28"/>
          <w:lang w:eastAsia="ru-RU"/>
        </w:rPr>
        <w:t>1.2. Подраздел «Объемы и источники финансирования подпрограммы», Паспорта подпрограммы 1 «Энергосбережение и повышение энергетической эффективности» изложить в следующей редакции:</w:t>
      </w:r>
    </w:p>
    <w:p w14:paraId="203DB4D4" w14:textId="77777777" w:rsidR="007F5AE9" w:rsidRPr="00E851AD" w:rsidRDefault="007F5AE9" w:rsidP="001A7E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-15" w:tblpY="1"/>
        <w:tblOverlap w:val="never"/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9"/>
        <w:gridCol w:w="2410"/>
        <w:gridCol w:w="6765"/>
        <w:gridCol w:w="321"/>
      </w:tblGrid>
      <w:tr w:rsidR="001A7E5B" w:rsidRPr="00E851AD" w14:paraId="7CC558A3" w14:textId="77777777" w:rsidTr="00290E53">
        <w:tc>
          <w:tcPr>
            <w:tcW w:w="279" w:type="dxa"/>
            <w:tcBorders>
              <w:top w:val="nil"/>
              <w:left w:val="nil"/>
              <w:bottom w:val="nil"/>
            </w:tcBorders>
          </w:tcPr>
          <w:p w14:paraId="6D1567DD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410" w:type="dxa"/>
          </w:tcPr>
          <w:p w14:paraId="693E7F85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765" w:type="dxa"/>
          </w:tcPr>
          <w:p w14:paraId="1DAF036F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OLE_LINK1"/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Подпрограммы 1 в 2015 - 2025 годах составит:</w:t>
            </w:r>
          </w:p>
          <w:p w14:paraId="5E23854D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 151 126,3 тыс. руб., в том числе:</w:t>
            </w:r>
          </w:p>
          <w:p w14:paraId="13BDBBDC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129 423,9 тыс. руб.;</w:t>
            </w:r>
          </w:p>
          <w:p w14:paraId="70DC9513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4 703,3 тыс. руб.;</w:t>
            </w:r>
          </w:p>
          <w:p w14:paraId="594FF5E8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6 718,5 тыс. руб.;</w:t>
            </w:r>
          </w:p>
          <w:p w14:paraId="6B99B6CC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5 599,6 тыс. руб.;</w:t>
            </w:r>
          </w:p>
          <w:p w14:paraId="03069112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0,0 тыс. руб.;</w:t>
            </w:r>
          </w:p>
          <w:p w14:paraId="2DF814D1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4 681,0 тыс. руб.;</w:t>
            </w:r>
          </w:p>
          <w:p w14:paraId="21434F07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2021 год – 0,0 тыс. руб.;</w:t>
            </w:r>
          </w:p>
          <w:p w14:paraId="2E3B7365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0,0 тыс. руб.;</w:t>
            </w:r>
          </w:p>
          <w:p w14:paraId="39C6B7D8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0,0 тыс. руб.;</w:t>
            </w:r>
          </w:p>
          <w:p w14:paraId="17879E41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0,0 тыс. руб.;</w:t>
            </w:r>
          </w:p>
          <w:p w14:paraId="48CEF3B6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</w:t>
            </w:r>
          </w:p>
          <w:p w14:paraId="46686DA0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него по источникам:</w:t>
            </w:r>
          </w:p>
          <w:p w14:paraId="2F426B2B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средства местного бюджета – 20 471,5 тыс. рублей, в том числе:</w:t>
            </w:r>
          </w:p>
          <w:p w14:paraId="22161482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4 308,1 тыс. руб.;</w:t>
            </w:r>
          </w:p>
          <w:p w14:paraId="441D886E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4 703,3 тыс. руб.;</w:t>
            </w:r>
          </w:p>
          <w:p w14:paraId="3C07CF8F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6 718,5 тыс. руб.;</w:t>
            </w:r>
          </w:p>
          <w:p w14:paraId="12B2747F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60,6 тыс. руб.;</w:t>
            </w:r>
          </w:p>
          <w:p w14:paraId="632BF3EB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0,0 тыс. руб.;</w:t>
            </w:r>
          </w:p>
          <w:p w14:paraId="283958A9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4 681,0 тыс. руб.;</w:t>
            </w:r>
          </w:p>
          <w:p w14:paraId="3B0B2084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0,0 тыс. руб.;</w:t>
            </w:r>
          </w:p>
          <w:p w14:paraId="34EB289E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0,0 тыс. руб.;</w:t>
            </w:r>
          </w:p>
          <w:p w14:paraId="3C8205DF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0,0 тыс. руб.;</w:t>
            </w:r>
          </w:p>
          <w:p w14:paraId="632818FF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0,0 тыс. руб.;</w:t>
            </w:r>
          </w:p>
          <w:p w14:paraId="1453D870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- 0,0 тыс. руб.;</w:t>
            </w:r>
          </w:p>
          <w:p w14:paraId="6FA30671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средства областного бюджета – 130 654,8 тыс. рублей, в том числе:</w:t>
            </w:r>
          </w:p>
          <w:p w14:paraId="5C3B215F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125 115,8 тыс. руб.;</w:t>
            </w:r>
          </w:p>
          <w:p w14:paraId="637C3152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- 0,0 тыс. руб.</w:t>
            </w:r>
          </w:p>
          <w:p w14:paraId="2E7D01A3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0,0 тыс. руб.;</w:t>
            </w:r>
          </w:p>
          <w:p w14:paraId="0CB4A4CE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5 539,0 тыс. руб.;</w:t>
            </w:r>
          </w:p>
          <w:p w14:paraId="09233D78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0,0 тыс. руб.;</w:t>
            </w:r>
          </w:p>
          <w:p w14:paraId="27F9D4C6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0,0 тыс. руб.;</w:t>
            </w:r>
          </w:p>
          <w:p w14:paraId="366481E7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0,0 тыс. руб.;</w:t>
            </w:r>
          </w:p>
          <w:p w14:paraId="48D849D1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0,0 тыс. руб.;</w:t>
            </w:r>
          </w:p>
          <w:p w14:paraId="2C94BB08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0,0 тыс. руб.;</w:t>
            </w:r>
          </w:p>
          <w:p w14:paraId="60D7EF28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0,0 тыс. руб.;</w:t>
            </w:r>
          </w:p>
          <w:p w14:paraId="56FEB5C9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</w:t>
            </w:r>
          </w:p>
          <w:p w14:paraId="0490BB36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внебюджетные средства – 0,0 тыс. рублей</w:t>
            </w:r>
            <w:bookmarkEnd w:id="0"/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1" w:type="dxa"/>
            <w:tcBorders>
              <w:top w:val="nil"/>
              <w:bottom w:val="nil"/>
              <w:right w:val="nil"/>
            </w:tcBorders>
          </w:tcPr>
          <w:p w14:paraId="3F6ABC44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7642A3E7" w14:textId="77777777" w:rsidR="007F5AE9" w:rsidRDefault="007F5AE9" w:rsidP="001A7E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9E6608C" w14:textId="77777777" w:rsidR="001A7E5B" w:rsidRDefault="001A7E5B" w:rsidP="001A7E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51AD">
        <w:rPr>
          <w:rFonts w:ascii="Times New Roman" w:eastAsia="Times New Roman" w:hAnsi="Times New Roman"/>
          <w:sz w:val="28"/>
          <w:szCs w:val="28"/>
          <w:lang w:eastAsia="ru-RU"/>
        </w:rPr>
        <w:t>1.3. Подраздел «Объемы и источники финансирования подпрограммы» Паспорта подпрограммы 2 «Модернизация объектов коммунальных инфраструктуры» изложить в следующей редакции:</w:t>
      </w:r>
    </w:p>
    <w:p w14:paraId="4F8FF151" w14:textId="77777777" w:rsidR="007F5AE9" w:rsidRPr="00E851AD" w:rsidRDefault="007F5AE9" w:rsidP="001A7E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268"/>
        <w:gridCol w:w="6101"/>
        <w:gridCol w:w="278"/>
      </w:tblGrid>
      <w:tr w:rsidR="001A7E5B" w:rsidRPr="00E851AD" w14:paraId="243389DD" w14:textId="77777777" w:rsidTr="00290E53">
        <w:trPr>
          <w:trHeight w:val="48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12B419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  <w:p w14:paraId="269409BC" w14:textId="77777777" w:rsidR="001A7E5B" w:rsidRPr="00E851AD" w:rsidRDefault="001A7E5B" w:rsidP="00290E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hideMark/>
          </w:tcPr>
          <w:p w14:paraId="1846454B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101" w:type="dxa"/>
            <w:tcBorders>
              <w:right w:val="single" w:sz="4" w:space="0" w:color="auto"/>
            </w:tcBorders>
            <w:hideMark/>
          </w:tcPr>
          <w:p w14:paraId="5ADD1979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Подпрограммы 2 в 2015 - 2025 годах составит:</w:t>
            </w:r>
          </w:p>
          <w:p w14:paraId="6F271EE1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 58 123,1 тыс. руб., в том числе:</w:t>
            </w:r>
          </w:p>
          <w:p w14:paraId="4AD89B78" w14:textId="77777777" w:rsidR="001A7E5B" w:rsidRPr="00E851AD" w:rsidRDefault="001A7E5B" w:rsidP="00290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57 565,4 тыс. руб.;</w:t>
            </w:r>
          </w:p>
          <w:p w14:paraId="72D11CA3" w14:textId="77777777" w:rsidR="001A7E5B" w:rsidRPr="00E851AD" w:rsidRDefault="001A7E5B" w:rsidP="00290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557,7тыс. руб.;</w:t>
            </w:r>
          </w:p>
          <w:p w14:paraId="5B449572" w14:textId="77777777" w:rsidR="001A7E5B" w:rsidRPr="00E851AD" w:rsidRDefault="001A7E5B" w:rsidP="00290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2017 год – 0,0 тыс. руб.;</w:t>
            </w:r>
          </w:p>
          <w:p w14:paraId="7126168B" w14:textId="77777777" w:rsidR="001A7E5B" w:rsidRPr="00E851AD" w:rsidRDefault="001A7E5B" w:rsidP="00290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0,0 тыс. руб.;</w:t>
            </w:r>
          </w:p>
          <w:p w14:paraId="5D3BD46C" w14:textId="77777777" w:rsidR="001A7E5B" w:rsidRPr="00E851AD" w:rsidRDefault="001A7E5B" w:rsidP="00290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0,0 тыс. руб.;</w:t>
            </w:r>
          </w:p>
          <w:p w14:paraId="5B510BE0" w14:textId="77777777" w:rsidR="001A7E5B" w:rsidRPr="00E851AD" w:rsidRDefault="001A7E5B" w:rsidP="00290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0,0 тыс. руб.;</w:t>
            </w:r>
          </w:p>
          <w:p w14:paraId="4F4165A5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0,0 тыс. руб.;</w:t>
            </w:r>
          </w:p>
          <w:p w14:paraId="1AE5398B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0,0 тыс. руб.;</w:t>
            </w:r>
          </w:p>
          <w:p w14:paraId="66DD51BA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0,0 тыс. руб.;</w:t>
            </w:r>
          </w:p>
          <w:p w14:paraId="53952A4E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0,0 тыс. руб.;</w:t>
            </w:r>
          </w:p>
          <w:p w14:paraId="1C84D518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</w:t>
            </w:r>
          </w:p>
          <w:p w14:paraId="2EEFBCA2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3E244E32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счет средств местного бюджета – </w:t>
            </w: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1 150,9 тыс. руб., в том числе:</w:t>
            </w:r>
          </w:p>
          <w:p w14:paraId="11D8A89D" w14:textId="77777777" w:rsidR="001A7E5B" w:rsidRPr="00E851AD" w:rsidRDefault="001A7E5B" w:rsidP="00290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593,2 тыс. руб.;</w:t>
            </w:r>
          </w:p>
          <w:p w14:paraId="3FC93759" w14:textId="77777777" w:rsidR="001A7E5B" w:rsidRPr="00E851AD" w:rsidRDefault="001A7E5B" w:rsidP="00290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557,7 тыс. руб.;</w:t>
            </w:r>
          </w:p>
          <w:p w14:paraId="255D2088" w14:textId="77777777" w:rsidR="001A7E5B" w:rsidRPr="00E851AD" w:rsidRDefault="001A7E5B" w:rsidP="00290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0,0 тыс. руб.;</w:t>
            </w:r>
          </w:p>
          <w:p w14:paraId="00B5DB06" w14:textId="77777777" w:rsidR="001A7E5B" w:rsidRPr="00E851AD" w:rsidRDefault="001A7E5B" w:rsidP="00290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0,0 тыс. руб.;</w:t>
            </w:r>
          </w:p>
          <w:p w14:paraId="5BA031F2" w14:textId="77777777" w:rsidR="001A7E5B" w:rsidRPr="00E851AD" w:rsidRDefault="001A7E5B" w:rsidP="00290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0,0 тыс. руб.;</w:t>
            </w:r>
          </w:p>
          <w:p w14:paraId="2BA8F6AB" w14:textId="77777777" w:rsidR="001A7E5B" w:rsidRPr="00E851AD" w:rsidRDefault="001A7E5B" w:rsidP="00290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0,0 тыс. руб.;</w:t>
            </w:r>
          </w:p>
          <w:p w14:paraId="0C0BD6B1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0,0 тыс. руб.;</w:t>
            </w:r>
          </w:p>
          <w:p w14:paraId="3D37EC3D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0,0 тыс. руб.;</w:t>
            </w:r>
          </w:p>
          <w:p w14:paraId="256EB2E2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0,0 тыс. руб.;</w:t>
            </w:r>
          </w:p>
          <w:p w14:paraId="22D14FF6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0,0 тыс. руб.;</w:t>
            </w:r>
          </w:p>
          <w:p w14:paraId="52F54B43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руб.;</w:t>
            </w:r>
          </w:p>
          <w:p w14:paraId="27551A57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счет средств областного бюджета – </w:t>
            </w: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56 972,2 тыс. руб., в том числе:</w:t>
            </w:r>
          </w:p>
          <w:p w14:paraId="06E03CA6" w14:textId="77777777" w:rsidR="001A7E5B" w:rsidRPr="00E851AD" w:rsidRDefault="001A7E5B" w:rsidP="00290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56 972,2 тыс. руб.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38352E4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0FE393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9A43B6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2477A2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0E4583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8D8D41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70C837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BD920B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985BFC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0D7790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B09ED0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C977B0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018AE0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39C1CF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CD2DF1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68473F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822DC8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2308BA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12B4D0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AF8952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33EF00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648F2C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D538FD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F82FFB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558394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A5A4F9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B6C6FC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FCAC5B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6CEDD0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EBF45E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0A8FA4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356A16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727BA08F" w14:textId="77777777" w:rsidR="007F5AE9" w:rsidRDefault="007F5AE9" w:rsidP="001A7E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3C9BC7" w14:textId="77777777" w:rsidR="001A7E5B" w:rsidRDefault="001A7E5B" w:rsidP="001A7E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51AD">
        <w:rPr>
          <w:rFonts w:ascii="Times New Roman" w:eastAsia="Times New Roman" w:hAnsi="Times New Roman"/>
          <w:sz w:val="28"/>
          <w:szCs w:val="28"/>
          <w:lang w:eastAsia="ru-RU"/>
        </w:rPr>
        <w:t>1.4. Подраздел «Объемы и источники финансирования подпрограммы» Паспорта подпрограммы 3 «Комплексный капитальный ремонт и реконструкция жилищного фонда» изложить в следующей редакции:</w:t>
      </w:r>
    </w:p>
    <w:p w14:paraId="333248CB" w14:textId="77777777" w:rsidR="007F5AE9" w:rsidRPr="00E851AD" w:rsidRDefault="007F5AE9" w:rsidP="001A7E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268"/>
        <w:gridCol w:w="6101"/>
        <w:gridCol w:w="278"/>
      </w:tblGrid>
      <w:tr w:rsidR="001A7E5B" w:rsidRPr="00E851AD" w14:paraId="4248F339" w14:textId="77777777" w:rsidTr="00290E53"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311FD8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  <w:p w14:paraId="0F9F99A8" w14:textId="77777777" w:rsidR="001A7E5B" w:rsidRPr="00E851AD" w:rsidRDefault="001A7E5B" w:rsidP="00290E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hideMark/>
          </w:tcPr>
          <w:p w14:paraId="78D682FE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101" w:type="dxa"/>
            <w:tcBorders>
              <w:right w:val="single" w:sz="4" w:space="0" w:color="auto"/>
            </w:tcBorders>
            <w:hideMark/>
          </w:tcPr>
          <w:p w14:paraId="586C369E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Подпрограммы 3 в 2015 - 2025 годах составит:</w:t>
            </w:r>
          </w:p>
          <w:p w14:paraId="4A783E6A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 784 293,6 тыс. руб., в том числе:</w:t>
            </w:r>
          </w:p>
          <w:p w14:paraId="01FF3B62" w14:textId="77777777" w:rsidR="001A7E5B" w:rsidRPr="00E851AD" w:rsidRDefault="001A7E5B" w:rsidP="00290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40 591,2 тыс. руб.;</w:t>
            </w:r>
          </w:p>
          <w:p w14:paraId="3795CE08" w14:textId="77777777" w:rsidR="001A7E5B" w:rsidRPr="00E851AD" w:rsidRDefault="001A7E5B" w:rsidP="00290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39 618,4 тыс. руб.;</w:t>
            </w:r>
          </w:p>
          <w:p w14:paraId="090DE1ED" w14:textId="77777777" w:rsidR="001A7E5B" w:rsidRPr="00E851AD" w:rsidRDefault="001A7E5B" w:rsidP="00290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76 669,7 тыс. руб.;</w:t>
            </w:r>
          </w:p>
          <w:p w14:paraId="74A1037B" w14:textId="77777777" w:rsidR="001A7E5B" w:rsidRPr="00E851AD" w:rsidRDefault="001A7E5B" w:rsidP="00290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105 445,8 тыс. руб.;</w:t>
            </w:r>
          </w:p>
          <w:p w14:paraId="600F8356" w14:textId="77777777" w:rsidR="001A7E5B" w:rsidRPr="00E851AD" w:rsidRDefault="001A7E5B" w:rsidP="00290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88 361,2 тыс. руб.;</w:t>
            </w:r>
          </w:p>
          <w:p w14:paraId="4E2E6B9C" w14:textId="77777777" w:rsidR="001A7E5B" w:rsidRPr="00E851AD" w:rsidRDefault="001A7E5B" w:rsidP="00290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89 697,2 тыс. руб.;</w:t>
            </w:r>
          </w:p>
          <w:p w14:paraId="65E312B1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128 892,0 тыс. руб.;</w:t>
            </w:r>
          </w:p>
          <w:p w14:paraId="5350F408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19 960,6 тыс. руб.;</w:t>
            </w:r>
          </w:p>
          <w:p w14:paraId="63AEA7AD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50 730,6 тыс. руб.;</w:t>
            </w:r>
          </w:p>
          <w:p w14:paraId="3E6390B5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2024 год – 73 114,8 тыс. руб.;</w:t>
            </w:r>
          </w:p>
          <w:p w14:paraId="0CB34912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71 212,1 тыс. руб.</w:t>
            </w:r>
          </w:p>
          <w:p w14:paraId="5506FECB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0869A7FD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счет средств местного бюджета – </w:t>
            </w: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78 290,0 тыс. руб., в том числе:</w:t>
            </w:r>
          </w:p>
          <w:p w14:paraId="585E3A26" w14:textId="77777777" w:rsidR="001A7E5B" w:rsidRPr="00E851AD" w:rsidRDefault="001A7E5B" w:rsidP="00290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3 700,0 тыс. руб.;</w:t>
            </w:r>
          </w:p>
          <w:p w14:paraId="31E9A836" w14:textId="77777777" w:rsidR="001A7E5B" w:rsidRPr="00E851AD" w:rsidRDefault="001A7E5B" w:rsidP="00290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4 121,4 тыс. руб.;</w:t>
            </w:r>
          </w:p>
          <w:p w14:paraId="6BE6E260" w14:textId="77777777" w:rsidR="001A7E5B" w:rsidRPr="00E851AD" w:rsidRDefault="001A7E5B" w:rsidP="00290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14 832,0 тыс. руб.;</w:t>
            </w:r>
          </w:p>
          <w:p w14:paraId="13877703" w14:textId="77777777" w:rsidR="001A7E5B" w:rsidRPr="00E851AD" w:rsidRDefault="001A7E5B" w:rsidP="00290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3 961,9 тыс. руб.;</w:t>
            </w:r>
          </w:p>
          <w:p w14:paraId="4EED6490" w14:textId="77777777" w:rsidR="001A7E5B" w:rsidRPr="00E851AD" w:rsidRDefault="001A7E5B" w:rsidP="00290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6 793,7 тыс. руб.;</w:t>
            </w:r>
          </w:p>
          <w:p w14:paraId="0437C42E" w14:textId="77777777" w:rsidR="001A7E5B" w:rsidRPr="00E851AD" w:rsidRDefault="001A7E5B" w:rsidP="00290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18 251,3 тыс. руб.;</w:t>
            </w:r>
          </w:p>
          <w:p w14:paraId="6A6DC059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7 622,8 тыс. руб.;</w:t>
            </w:r>
          </w:p>
          <w:p w14:paraId="0F78F38C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5 081,2 тыс. руб.;</w:t>
            </w:r>
          </w:p>
          <w:p w14:paraId="2E23F3D7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4 472,8 тыс. руб.;</w:t>
            </w:r>
          </w:p>
          <w:p w14:paraId="344E3880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4 633,8 тыс. руб.;</w:t>
            </w:r>
          </w:p>
          <w:p w14:paraId="37DA6596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4 819,1 тыс. руб.;</w:t>
            </w:r>
          </w:p>
          <w:p w14:paraId="5077F239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счет средств областного бюджета – </w:t>
            </w: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237 587,0 тыс. руб., в том числе:</w:t>
            </w:r>
          </w:p>
          <w:p w14:paraId="24946088" w14:textId="77777777" w:rsidR="001A7E5B" w:rsidRPr="00E851AD" w:rsidRDefault="001A7E5B" w:rsidP="00290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0,0 тыс. руб.;</w:t>
            </w:r>
          </w:p>
          <w:p w14:paraId="6B48037E" w14:textId="77777777" w:rsidR="001A7E5B" w:rsidRPr="00E851AD" w:rsidRDefault="001A7E5B" w:rsidP="00290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0,0 тыс. руб.;</w:t>
            </w:r>
          </w:p>
          <w:p w14:paraId="44BADA8E" w14:textId="77777777" w:rsidR="001A7E5B" w:rsidRPr="00E851AD" w:rsidRDefault="001A7E5B" w:rsidP="00290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23 100,0 тыс. руб.;</w:t>
            </w:r>
          </w:p>
          <w:p w14:paraId="4F5F5513" w14:textId="77777777" w:rsidR="001A7E5B" w:rsidRPr="00E851AD" w:rsidRDefault="001A7E5B" w:rsidP="00290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60 385,7 тыс. руб.;</w:t>
            </w:r>
          </w:p>
          <w:p w14:paraId="174F8B6D" w14:textId="77777777" w:rsidR="001A7E5B" w:rsidRPr="00E851AD" w:rsidRDefault="001A7E5B" w:rsidP="00290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55 059,9 тыс. руб.;</w:t>
            </w:r>
          </w:p>
          <w:p w14:paraId="61A4A00C" w14:textId="77777777" w:rsidR="001A7E5B" w:rsidRPr="00E851AD" w:rsidRDefault="001A7E5B" w:rsidP="00290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17 554,9 тыс. руб.;</w:t>
            </w:r>
          </w:p>
          <w:p w14:paraId="039CE932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79 075,8 тыс. руб.;</w:t>
            </w:r>
          </w:p>
          <w:p w14:paraId="35AAC7CE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711,9 тыс. руб.;</w:t>
            </w:r>
          </w:p>
          <w:p w14:paraId="73BFFCDB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1 698,8 тыс. руб.;</w:t>
            </w:r>
          </w:p>
          <w:p w14:paraId="2754414A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0,0 тыс. руб.;</w:t>
            </w:r>
          </w:p>
          <w:p w14:paraId="665984BA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руб.;</w:t>
            </w:r>
          </w:p>
          <w:p w14:paraId="1345D367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внебюджетных источников – </w:t>
            </w: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468 416,6 тыс. руб., в том числе:</w:t>
            </w:r>
          </w:p>
          <w:p w14:paraId="78CBC53F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36 891,2 тыс. руб.;</w:t>
            </w:r>
          </w:p>
          <w:p w14:paraId="3C5AEFE2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35 497,0 тыс. руб.;</w:t>
            </w:r>
          </w:p>
          <w:p w14:paraId="07B17D75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38 737,7 тыс. руб.;</w:t>
            </w:r>
          </w:p>
          <w:p w14:paraId="3F26A880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41 098,2 тыс. руб.;</w:t>
            </w:r>
          </w:p>
          <w:p w14:paraId="491B1CC7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26 507,6 тыс. руб.;</w:t>
            </w:r>
          </w:p>
          <w:p w14:paraId="302BD5CF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53 891,0 тыс. руб.;</w:t>
            </w:r>
          </w:p>
          <w:p w14:paraId="1CB64609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42 193,4 тыс. руб.;</w:t>
            </w:r>
          </w:p>
          <w:p w14:paraId="17A986F6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14 167,5 тыс. руб.;</w:t>
            </w:r>
          </w:p>
          <w:p w14:paraId="5DAB4DFA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44 559,0 тыс. руб.;</w:t>
            </w:r>
          </w:p>
          <w:p w14:paraId="0FDB5C05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68 481,0 тыс. руб.;</w:t>
            </w:r>
          </w:p>
          <w:p w14:paraId="6D65EA61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66 393,0 тыс. руб.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9DD7EC6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5575BB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924DE5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C2FE31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9E79E4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B6DC5F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30F95B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DB17E3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3034A9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60FF07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247BE5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B1DD8D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8D507F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561604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97774A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C811A6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59D6E2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95842E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FC97BA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558B31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C9C1BA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19B7C3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ABA0B6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413D09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CF50B8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588380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B9AB7B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F44953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ADE578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49113A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268F60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571D48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0B3F56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898CBF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E978AB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C70691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53EFB1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1F65CA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90E666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E3C619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338E6B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EB5079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7B153C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EA927C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028A45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7F5022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3204BC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EC9F13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9F82A0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633586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094A31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7024F3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464E60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399962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BE1CA5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5DA9D4" w14:textId="77777777" w:rsidR="001A7E5B" w:rsidRPr="00E851AD" w:rsidRDefault="001A7E5B" w:rsidP="00290E53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1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133A0B6F" w14:textId="77777777" w:rsidR="006D05B4" w:rsidRPr="00E851AD" w:rsidRDefault="006D05B4" w:rsidP="006D05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51A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1.5. Приложение 2 к муниципальной программе «Обеспечение населения муниципального образования «Городской округ Ногликский» качественными услугами жилищно-коммунального хозяйства» изложить в новой редакции согласно приложению 1 к настоящему постановлению.</w:t>
      </w:r>
    </w:p>
    <w:p w14:paraId="34D554BA" w14:textId="77777777" w:rsidR="006D05B4" w:rsidRPr="00E851AD" w:rsidRDefault="006D05B4" w:rsidP="006D05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51AD">
        <w:rPr>
          <w:rFonts w:ascii="Times New Roman" w:eastAsia="Times New Roman" w:hAnsi="Times New Roman"/>
          <w:sz w:val="28"/>
          <w:szCs w:val="28"/>
          <w:lang w:eastAsia="ru-RU"/>
        </w:rPr>
        <w:t>1.6. Приложение 3 к муниципальной программе «Обеспечение населения муниципального образования «Городской округ Ногликский» качественными услугами жилищно-коммунального хозяйства» изложить в новой редакции согласно приложению 2 к настоящему постановлению.</w:t>
      </w:r>
    </w:p>
    <w:p w14:paraId="77202E45" w14:textId="77777777" w:rsidR="006D05B4" w:rsidRPr="00E851AD" w:rsidRDefault="006D05B4" w:rsidP="006D05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51AD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851AD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4 к Подпрограмме 1 изложить в новой редакции согласно приложению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851A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14:paraId="289C10F1" w14:textId="77777777" w:rsidR="006D05B4" w:rsidRPr="00E851AD" w:rsidRDefault="006D05B4" w:rsidP="006D05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51AD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E851AD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2 к Подпрограмме 2 изложить в новой редакции согласно приложению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851A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 </w:t>
      </w:r>
    </w:p>
    <w:p w14:paraId="0642BB68" w14:textId="77777777" w:rsidR="006D05B4" w:rsidRPr="00E851AD" w:rsidRDefault="006D05B4" w:rsidP="006D05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51AD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E851AD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3 к Подпрограмме 2 изложить в новой редакции согласно приложению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851A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 </w:t>
      </w:r>
    </w:p>
    <w:p w14:paraId="491C2DB1" w14:textId="77777777" w:rsidR="006D05B4" w:rsidRPr="00E851AD" w:rsidRDefault="006D05B4" w:rsidP="006D05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51AD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E851AD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3 к Подпрограмме 3 изложить в новой редакции согласно приложению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E851A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14:paraId="5911BFE2" w14:textId="0EB74A83" w:rsidR="006D05B4" w:rsidRPr="00E851AD" w:rsidRDefault="006D05B4" w:rsidP="006D05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51AD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</w:t>
      </w:r>
      <w:r w:rsidR="004B17D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851AD">
        <w:rPr>
          <w:rFonts w:ascii="Times New Roman" w:eastAsia="Times New Roman" w:hAnsi="Times New Roman"/>
          <w:sz w:val="28"/>
          <w:szCs w:val="28"/>
          <w:lang w:eastAsia="ru-RU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18FB201D" w14:textId="37D245CA" w:rsidR="006D05B4" w:rsidRPr="00E851AD" w:rsidRDefault="006D05B4" w:rsidP="006D05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51AD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</w:t>
      </w:r>
      <w:r w:rsidR="00040970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постановления возложить </w:t>
      </w:r>
      <w:r w:rsidR="004B17D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040970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940C04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исполняющего обязанности первого </w:t>
      </w:r>
      <w:bookmarkStart w:id="1" w:name="_GoBack"/>
      <w:bookmarkEnd w:id="1"/>
      <w:r w:rsidR="00040970">
        <w:rPr>
          <w:rFonts w:ascii="Times New Roman" w:eastAsia="Times New Roman" w:hAnsi="Times New Roman"/>
          <w:sz w:val="28"/>
          <w:szCs w:val="28"/>
          <w:lang w:eastAsia="ru-RU"/>
        </w:rPr>
        <w:t>вице-мэра муниципального образования «Городской округ Ногликский» Русанова Я.С.</w:t>
      </w:r>
    </w:p>
    <w:p w14:paraId="05E1E033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BB92454" w14:textId="77777777" w:rsidR="004B17DD" w:rsidRPr="00D12794" w:rsidRDefault="004B17DD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5E1E034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5E1E035" w14:textId="6F88AB2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1A7E5B">
        <w:rPr>
          <w:rFonts w:ascii="Times New Roman" w:hAnsi="Times New Roman"/>
          <w:sz w:val="28"/>
          <w:szCs w:val="28"/>
        </w:rPr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1A7E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302DC5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E1E03F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5E1E040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E1E03D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5E1E03E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2515689"/>
      <w:docPartObj>
        <w:docPartGallery w:val="Page Numbers (Top of Page)"/>
        <w:docPartUnique/>
      </w:docPartObj>
    </w:sdtPr>
    <w:sdtEndPr/>
    <w:sdtContent>
      <w:p w14:paraId="2BD068AE" w14:textId="1A23CCE6" w:rsidR="00302DC5" w:rsidRDefault="00302DC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C04">
          <w:rPr>
            <w:noProof/>
          </w:rPr>
          <w:t>3</w:t>
        </w:r>
        <w:r>
          <w:fldChar w:fldCharType="end"/>
        </w:r>
      </w:p>
    </w:sdtContent>
  </w:sdt>
  <w:p w14:paraId="0C1ADF70" w14:textId="77777777" w:rsidR="00302DC5" w:rsidRDefault="00302DC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0970"/>
    <w:rsid w:val="00053BD0"/>
    <w:rsid w:val="00185FEC"/>
    <w:rsid w:val="001A7E5B"/>
    <w:rsid w:val="001E1F9F"/>
    <w:rsid w:val="002003DC"/>
    <w:rsid w:val="00302DC5"/>
    <w:rsid w:val="0033636C"/>
    <w:rsid w:val="003E4257"/>
    <w:rsid w:val="004B17DD"/>
    <w:rsid w:val="00520CBF"/>
    <w:rsid w:val="006D05B4"/>
    <w:rsid w:val="007742EF"/>
    <w:rsid w:val="007A1C7E"/>
    <w:rsid w:val="007F5AE9"/>
    <w:rsid w:val="008629FA"/>
    <w:rsid w:val="00940C04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1E02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67EF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67EF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67EF7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22</TotalTime>
  <Pages>7</Pages>
  <Words>1614</Words>
  <Characters>9204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11</cp:revision>
  <dcterms:created xsi:type="dcterms:W3CDTF">2020-04-07T04:52:00Z</dcterms:created>
  <dcterms:modified xsi:type="dcterms:W3CDTF">2023-03-23T07:57:00Z</dcterms:modified>
</cp:coreProperties>
</file>