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C7BEDE9" w14:textId="77777777" w:rsidTr="00987DB5">
        <w:tc>
          <w:tcPr>
            <w:tcW w:w="9498" w:type="dxa"/>
          </w:tcPr>
          <w:p w14:paraId="3C7BEDE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C7BEE00" wp14:editId="3C7BEE0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7BEDE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C7BEDE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C7BEDE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C7BEDEA" w14:textId="2ECC7DB3" w:rsidR="0033636C" w:rsidRPr="0033207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2063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20633" w:rsidRPr="00920633">
            <w:rPr>
              <w:rFonts w:ascii="Times New Roman" w:hAnsi="Times New Roman"/>
              <w:sz w:val="28"/>
              <w:szCs w:val="28"/>
            </w:rPr>
            <w:t>27 марта 2024 года</w:t>
          </w:r>
        </w:sdtContent>
      </w:sdt>
      <w:r w:rsidRPr="0092063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>
          <w:rPr>
            <w:u w:val="single"/>
          </w:rPr>
        </w:sdtEndPr>
        <w:sdtContent>
          <w:r w:rsidR="00920633" w:rsidRPr="00920633">
            <w:rPr>
              <w:rFonts w:ascii="Times New Roman" w:hAnsi="Times New Roman"/>
              <w:sz w:val="28"/>
              <w:szCs w:val="28"/>
            </w:rPr>
            <w:t>177</w:t>
          </w:r>
        </w:sdtContent>
      </w:sdt>
    </w:p>
    <w:p w14:paraId="3C7BEDE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08BDA87" w14:textId="77777777" w:rsidR="00332077" w:rsidRDefault="0033636C" w:rsidP="003320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077">
        <w:rPr>
          <w:rFonts w:ascii="Times New Roman" w:hAnsi="Times New Roman"/>
          <w:b/>
          <w:sz w:val="28"/>
          <w:szCs w:val="28"/>
        </w:rPr>
        <w:t>О внесении изме</w:t>
      </w:r>
      <w:r w:rsidR="00332077">
        <w:rPr>
          <w:rFonts w:ascii="Times New Roman" w:hAnsi="Times New Roman"/>
          <w:b/>
          <w:sz w:val="28"/>
          <w:szCs w:val="28"/>
        </w:rPr>
        <w:t>нений в муниципальную программу</w:t>
      </w:r>
    </w:p>
    <w:p w14:paraId="53E860B5" w14:textId="77777777" w:rsidR="00332077" w:rsidRDefault="0033636C" w:rsidP="003320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077">
        <w:rPr>
          <w:rFonts w:ascii="Times New Roman" w:hAnsi="Times New Roman"/>
          <w:b/>
          <w:sz w:val="28"/>
          <w:szCs w:val="28"/>
        </w:rPr>
        <w:t>«Доступная ср</w:t>
      </w:r>
      <w:r w:rsidR="00332077">
        <w:rPr>
          <w:rFonts w:ascii="Times New Roman" w:hAnsi="Times New Roman"/>
          <w:b/>
          <w:sz w:val="28"/>
          <w:szCs w:val="28"/>
        </w:rPr>
        <w:t>еда в муниципальном образовании</w:t>
      </w:r>
    </w:p>
    <w:p w14:paraId="56A4B957" w14:textId="77777777" w:rsidR="00332077" w:rsidRDefault="0033636C" w:rsidP="003320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077">
        <w:rPr>
          <w:rFonts w:ascii="Times New Roman" w:hAnsi="Times New Roman"/>
          <w:b/>
          <w:sz w:val="28"/>
          <w:szCs w:val="28"/>
        </w:rPr>
        <w:t>«Городской округ Ногликский»</w:t>
      </w:r>
      <w:r w:rsidR="00332077">
        <w:rPr>
          <w:rFonts w:ascii="Times New Roman" w:hAnsi="Times New Roman"/>
          <w:b/>
          <w:sz w:val="28"/>
          <w:szCs w:val="28"/>
        </w:rPr>
        <w:t>, утвержденную постановлением</w:t>
      </w:r>
    </w:p>
    <w:p w14:paraId="4A6A994F" w14:textId="77777777" w:rsidR="00332077" w:rsidRDefault="00D41B56" w:rsidP="003320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077">
        <w:rPr>
          <w:rFonts w:ascii="Times New Roman" w:hAnsi="Times New Roman"/>
          <w:b/>
          <w:sz w:val="28"/>
          <w:szCs w:val="28"/>
        </w:rPr>
        <w:t>администр</w:t>
      </w:r>
      <w:r w:rsidR="00332077">
        <w:rPr>
          <w:rFonts w:ascii="Times New Roman" w:hAnsi="Times New Roman"/>
          <w:b/>
          <w:sz w:val="28"/>
          <w:szCs w:val="28"/>
        </w:rPr>
        <w:t>ации муниципального образования</w:t>
      </w:r>
    </w:p>
    <w:p w14:paraId="3C7BEDEC" w14:textId="76885B57" w:rsidR="0033636C" w:rsidRPr="00332077" w:rsidRDefault="00D41B56" w:rsidP="003320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077">
        <w:rPr>
          <w:rFonts w:ascii="Times New Roman" w:hAnsi="Times New Roman"/>
          <w:b/>
          <w:sz w:val="28"/>
          <w:szCs w:val="28"/>
        </w:rPr>
        <w:t>«Городской округ Ногликский» от 09.07.2015 № 466</w:t>
      </w:r>
    </w:p>
    <w:p w14:paraId="3C7BEDED" w14:textId="77777777" w:rsidR="00185FEC" w:rsidRPr="00332077" w:rsidRDefault="00185FEC" w:rsidP="0033207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54EFAEC" w14:textId="0412E78A" w:rsidR="00D41B56" w:rsidRPr="00332077" w:rsidRDefault="00D41B56" w:rsidP="0033207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«Доступная среда в муниципальном образовании «Городской округ Ногликский», утвержденной постановлением администрации муниципального образования «</w:t>
      </w:r>
      <w:bookmarkStart w:id="0" w:name="_GoBack"/>
      <w:bookmarkEnd w:id="0"/>
      <w:r w:rsidRPr="00332077">
        <w:rPr>
          <w:rFonts w:ascii="Times New Roman" w:hAnsi="Times New Roman"/>
          <w:sz w:val="28"/>
          <w:szCs w:val="28"/>
        </w:rPr>
        <w:t xml:space="preserve">Городской округ Ногликский» от 09.07.2015 </w:t>
      </w:r>
      <w:r w:rsidR="00332077">
        <w:rPr>
          <w:rFonts w:ascii="Times New Roman" w:hAnsi="Times New Roman"/>
          <w:sz w:val="28"/>
          <w:szCs w:val="28"/>
        </w:rPr>
        <w:br/>
      </w:r>
      <w:r w:rsidRPr="00332077">
        <w:rPr>
          <w:rFonts w:ascii="Times New Roman" w:hAnsi="Times New Roman"/>
          <w:sz w:val="28"/>
          <w:szCs w:val="28"/>
        </w:rPr>
        <w:t>№ 466, в соответствие с уточненными бюджетными показателями по состоянию на 31 декабря 2023 года и решением Собрания муниципального образования «Городской округ Ногликский» «О бюджете муниципального образования «Городской округ Ногликский» на 2024 год и плановый период 2025 и 2026 годов» от 07.12.202</w:t>
      </w:r>
      <w:r w:rsidR="00BE471F" w:rsidRPr="00332077">
        <w:rPr>
          <w:rFonts w:ascii="Times New Roman" w:hAnsi="Times New Roman"/>
          <w:sz w:val="28"/>
          <w:szCs w:val="28"/>
        </w:rPr>
        <w:t>3</w:t>
      </w:r>
      <w:r w:rsidRPr="00332077">
        <w:rPr>
          <w:rFonts w:ascii="Times New Roman" w:hAnsi="Times New Roman"/>
          <w:sz w:val="28"/>
          <w:szCs w:val="28"/>
        </w:rPr>
        <w:t xml:space="preserve"> № 290, 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32077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71FD2AB0" w14:textId="58A75CCA" w:rsidR="00D41B56" w:rsidRPr="00332077" w:rsidRDefault="00D41B56" w:rsidP="003320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1. Внести в муниципальную программу «Доступная среда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09.07.2015 № 466 «Об утверждении муниципальной программы «Доступная среда в муниципальном образовании «Городской округ Ногликский» (в редакции от 11.09.2015 № 666, от 02.02.2016 № 107, от 25.05.2016 № 413, от 15.08.2016 № 628, от 07.02.2017 № 110, от 23.03.2017 № 197, от 30.05.2017 № 349, от 07.09.2017 № 657, от 27.02.2018 № 203, от </w:t>
      </w:r>
      <w:r w:rsidRPr="00332077">
        <w:rPr>
          <w:rFonts w:ascii="Times New Roman" w:hAnsi="Times New Roman"/>
          <w:sz w:val="28"/>
          <w:szCs w:val="28"/>
        </w:rPr>
        <w:lastRenderedPageBreak/>
        <w:t>14.11.2018 № 1099, от 19.03.2019 №170, от 05.09.2019 № 679, от 15.10.2019 № 763, от 11.02.2020 № 77, от 10.03.2020 № 107, от 14.10.2020 № 504, от 10.02.2021 № 62, от 25.08.2021 № 473, от 26.05.2022 № 260, от 16.02.2023 № 66, от 07.07.2023 № 433) (далее – Программа) следующие изменения:</w:t>
      </w:r>
    </w:p>
    <w:p w14:paraId="0ED54BEA" w14:textId="03DEAE94" w:rsidR="00D41B56" w:rsidRPr="00332077" w:rsidRDefault="00D41B56" w:rsidP="003320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1.1. Раздел «Объемы и источники финансирования программы» Паспорта </w:t>
      </w:r>
      <w:r w:rsidR="0000027F" w:rsidRPr="00332077">
        <w:rPr>
          <w:rFonts w:ascii="Times New Roman" w:hAnsi="Times New Roman"/>
          <w:sz w:val="28"/>
          <w:szCs w:val="28"/>
        </w:rPr>
        <w:t>Программы</w:t>
      </w:r>
      <w:r w:rsidRPr="00332077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tbl>
      <w:tblPr>
        <w:tblW w:w="9924" w:type="dxa"/>
        <w:tblInd w:w="-284" w:type="dxa"/>
        <w:tblLayout w:type="fixed"/>
        <w:tblLook w:val="01E0" w:firstRow="1" w:lastRow="1" w:firstColumn="1" w:lastColumn="1" w:noHBand="0" w:noVBand="0"/>
      </w:tblPr>
      <w:tblGrid>
        <w:gridCol w:w="279"/>
        <w:gridCol w:w="2835"/>
        <w:gridCol w:w="6526"/>
        <w:gridCol w:w="284"/>
      </w:tblGrid>
      <w:tr w:rsidR="00553A61" w:rsidRPr="00332077" w14:paraId="6BA5D164" w14:textId="027D1969" w:rsidTr="00FA0ECE">
        <w:trPr>
          <w:trHeight w:val="70"/>
        </w:trPr>
        <w:tc>
          <w:tcPr>
            <w:tcW w:w="279" w:type="dxa"/>
            <w:tcBorders>
              <w:right w:val="single" w:sz="4" w:space="0" w:color="auto"/>
            </w:tcBorders>
          </w:tcPr>
          <w:p w14:paraId="018BD4DF" w14:textId="1371645A" w:rsidR="00553A61" w:rsidRPr="00332077" w:rsidRDefault="00553A61" w:rsidP="0090100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D7E7" w14:textId="3B3529A8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7251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Программа финансируется из средств областного и местного бюджетов. Общий объем средств, направляемых на реализацию Программы, составляет </w:t>
            </w:r>
          </w:p>
          <w:p w14:paraId="538A4625" w14:textId="58B49A74" w:rsidR="00553A61" w:rsidRPr="00332077" w:rsidRDefault="00332077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" w:name="_Hlk158822278"/>
            <w:r>
              <w:rPr>
                <w:rFonts w:ascii="Times New Roman" w:hAnsi="Times New Roman"/>
                <w:sz w:val="28"/>
                <w:szCs w:val="28"/>
              </w:rPr>
              <w:t xml:space="preserve">34 </w:t>
            </w:r>
            <w:r w:rsidR="00487041" w:rsidRPr="00332077">
              <w:rPr>
                <w:rFonts w:ascii="Times New Roman" w:hAnsi="Times New Roman"/>
                <w:sz w:val="28"/>
                <w:szCs w:val="28"/>
              </w:rPr>
              <w:t>126</w:t>
            </w:r>
            <w:r w:rsidR="00C14A4D" w:rsidRPr="00332077">
              <w:rPr>
                <w:rFonts w:ascii="Times New Roman" w:hAnsi="Times New Roman"/>
                <w:sz w:val="28"/>
                <w:szCs w:val="28"/>
              </w:rPr>
              <w:t>,</w:t>
            </w:r>
            <w:r w:rsidR="00487041" w:rsidRPr="00332077">
              <w:rPr>
                <w:rFonts w:ascii="Times New Roman" w:hAnsi="Times New Roman"/>
                <w:sz w:val="28"/>
                <w:szCs w:val="28"/>
              </w:rPr>
              <w:t>2</w:t>
            </w:r>
            <w:r w:rsidR="00553A61" w:rsidRPr="003320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End w:id="1"/>
            <w:r w:rsidR="00553A61" w:rsidRPr="00332077">
              <w:rPr>
                <w:rFonts w:ascii="Times New Roman" w:hAnsi="Times New Roman"/>
                <w:sz w:val="28"/>
                <w:szCs w:val="28"/>
              </w:rPr>
              <w:t>тыс. руб., из них:</w:t>
            </w:r>
          </w:p>
          <w:p w14:paraId="7AB1E689" w14:textId="12A5AC83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2" w:name="_Hlk158822300"/>
            <w:r w:rsidR="00332077"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r w:rsidR="00487041" w:rsidRPr="00332077">
              <w:rPr>
                <w:rFonts w:ascii="Times New Roman" w:hAnsi="Times New Roman"/>
                <w:sz w:val="28"/>
                <w:szCs w:val="28"/>
              </w:rPr>
              <w:t>818</w:t>
            </w:r>
            <w:r w:rsidR="00C14A4D" w:rsidRPr="00332077">
              <w:rPr>
                <w:rFonts w:ascii="Times New Roman" w:hAnsi="Times New Roman"/>
                <w:sz w:val="28"/>
                <w:szCs w:val="28"/>
              </w:rPr>
              <w:t>,</w:t>
            </w:r>
            <w:r w:rsidR="00487041" w:rsidRPr="00332077">
              <w:rPr>
                <w:rFonts w:ascii="Times New Roman" w:hAnsi="Times New Roman"/>
                <w:sz w:val="28"/>
                <w:szCs w:val="28"/>
              </w:rPr>
              <w:t>0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End w:id="2"/>
            <w:r w:rsidRPr="00332077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15E60198" w14:textId="092ED9DA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2077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="00C14A4D" w:rsidRPr="00332077">
              <w:rPr>
                <w:rFonts w:ascii="Times New Roman" w:hAnsi="Times New Roman"/>
                <w:sz w:val="28"/>
                <w:szCs w:val="28"/>
              </w:rPr>
              <w:t>308,2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33D7E662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7CADFFFC" w14:textId="6C2E0126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2015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2 168,8 тыс. руб.</w:t>
            </w:r>
          </w:p>
          <w:p w14:paraId="3A426434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  <w:p w14:paraId="200AE9E5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>местный бюджет - 272,1 тыс. руб.</w:t>
            </w:r>
          </w:p>
          <w:p w14:paraId="5DBBC936" w14:textId="4AD06899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1 896,7 тыс. руб.</w:t>
            </w:r>
          </w:p>
          <w:p w14:paraId="0823005A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>2016 – 3 460,2 тыс. руб.</w:t>
            </w:r>
          </w:p>
          <w:p w14:paraId="41D1271B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0FD6094F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>местный бюджет - 748,5 тыс. руб.</w:t>
            </w:r>
          </w:p>
          <w:p w14:paraId="212FCEA7" w14:textId="2EEDD89A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2 711,7 тыс. руб.</w:t>
            </w:r>
          </w:p>
          <w:p w14:paraId="4217A3ED" w14:textId="1AA1276D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2017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2 530,2 тыс. руб.</w:t>
            </w:r>
          </w:p>
          <w:p w14:paraId="1FF88AF9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1CF83E10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>местный бюджет - 937,3 тыс. руб.</w:t>
            </w:r>
          </w:p>
          <w:p w14:paraId="7A71A9DA" w14:textId="5057BE1C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1592,9 тыс. руб.</w:t>
            </w:r>
          </w:p>
          <w:p w14:paraId="758DF951" w14:textId="2E39AA6F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1 123,6 тыс. руб.</w:t>
            </w:r>
          </w:p>
          <w:p w14:paraId="62A292A2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11E03496" w14:textId="67E802AD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363,9 тыс. руб.</w:t>
            </w:r>
          </w:p>
          <w:p w14:paraId="614E08E6" w14:textId="040F7CAF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759,7 тыс. руб.</w:t>
            </w:r>
          </w:p>
          <w:p w14:paraId="09B8586B" w14:textId="02A56479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2019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1 368,6 тыс. руб.</w:t>
            </w:r>
          </w:p>
          <w:p w14:paraId="0024B3D4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1B136CE9" w14:textId="64058588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807,0 тыс. руб.</w:t>
            </w:r>
          </w:p>
          <w:p w14:paraId="5345F685" w14:textId="7AB0BD16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561,6 тыс. руб.</w:t>
            </w:r>
          </w:p>
          <w:p w14:paraId="3E0F264E" w14:textId="329231AE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2020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1 128,4 тыс. руб.</w:t>
            </w:r>
          </w:p>
          <w:p w14:paraId="663D5DF1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5B49DE0F" w14:textId="3D538A0B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1 128,4 тыс. руб.</w:t>
            </w:r>
          </w:p>
          <w:p w14:paraId="3BD8DACA" w14:textId="23B647C0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0,0 тыс. руб.</w:t>
            </w:r>
          </w:p>
          <w:p w14:paraId="094E3C19" w14:textId="184B8ABD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3" w:name="_Hlk79069348"/>
            <w:r w:rsidRPr="00332077">
              <w:rPr>
                <w:rFonts w:ascii="Times New Roman" w:hAnsi="Times New Roman"/>
                <w:sz w:val="28"/>
                <w:szCs w:val="28"/>
              </w:rPr>
              <w:t xml:space="preserve">2021 </w:t>
            </w:r>
            <w:r w:rsidR="00332077">
              <w:rPr>
                <w:rFonts w:ascii="Times New Roman" w:hAnsi="Times New Roman"/>
                <w:sz w:val="28"/>
                <w:szCs w:val="28"/>
              </w:rPr>
              <w:t xml:space="preserve">– 2 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>271,3 тыс. руб.</w:t>
            </w:r>
          </w:p>
          <w:p w14:paraId="19642DDA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333FC276" w14:textId="7C1F8C19" w:rsidR="00553A61" w:rsidRPr="00332077" w:rsidRDefault="00332077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местный бюджет - 2 </w:t>
            </w:r>
            <w:r w:rsidR="00553A61" w:rsidRPr="00332077">
              <w:rPr>
                <w:rFonts w:ascii="Times New Roman" w:hAnsi="Times New Roman"/>
                <w:sz w:val="28"/>
                <w:szCs w:val="28"/>
              </w:rPr>
              <w:t>104,2 тыс. руб.</w:t>
            </w:r>
          </w:p>
          <w:p w14:paraId="30140089" w14:textId="2051A9B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167,1 тыс. руб.</w:t>
            </w:r>
          </w:p>
          <w:bookmarkEnd w:id="3"/>
          <w:p w14:paraId="0A654F2E" w14:textId="4A93A628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2022 </w:t>
            </w:r>
            <w:r w:rsidR="00332077">
              <w:rPr>
                <w:rFonts w:ascii="Times New Roman" w:hAnsi="Times New Roman"/>
                <w:sz w:val="28"/>
                <w:szCs w:val="28"/>
              </w:rPr>
              <w:t xml:space="preserve">– 2 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>122,2 тыс. руб.</w:t>
            </w:r>
          </w:p>
          <w:p w14:paraId="6B9B4F28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40389B41" w14:textId="5844F01C" w:rsidR="00553A61" w:rsidRPr="00332077" w:rsidRDefault="00332077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местный бюджет - 1 </w:t>
            </w:r>
            <w:r w:rsidR="00553A61" w:rsidRPr="00332077">
              <w:rPr>
                <w:rFonts w:ascii="Times New Roman" w:hAnsi="Times New Roman"/>
                <w:sz w:val="28"/>
                <w:szCs w:val="28"/>
              </w:rPr>
              <w:t>797,6 тыс. руб.</w:t>
            </w:r>
          </w:p>
          <w:p w14:paraId="56A8F1D7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>областной бюджет – 324,6 тыс. руб.</w:t>
            </w:r>
          </w:p>
          <w:p w14:paraId="2A52AE28" w14:textId="2B66391E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2023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2 512,2 тыс. руб.</w:t>
            </w:r>
          </w:p>
          <w:p w14:paraId="40F00155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526FFAAF" w14:textId="496C7388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2 151,5 тыс. руб.</w:t>
            </w:r>
          </w:p>
          <w:p w14:paraId="2CF0FF7D" w14:textId="1434707A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360,7 тыс. руб.</w:t>
            </w:r>
          </w:p>
          <w:p w14:paraId="3486382D" w14:textId="0E29BE1E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2024 </w:t>
            </w:r>
            <w:r w:rsidR="00332077">
              <w:rPr>
                <w:rFonts w:ascii="Times New Roman" w:hAnsi="Times New Roman"/>
                <w:sz w:val="28"/>
                <w:szCs w:val="28"/>
              </w:rPr>
              <w:t xml:space="preserve">- 12 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>043,3 тыс. руб.</w:t>
            </w:r>
          </w:p>
          <w:p w14:paraId="1C25E10E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74378D3B" w14:textId="7768A6BD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332077">
              <w:rPr>
                <w:rFonts w:ascii="Times New Roman" w:hAnsi="Times New Roman"/>
                <w:sz w:val="28"/>
                <w:szCs w:val="28"/>
              </w:rPr>
              <w:t xml:space="preserve">– 11 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>685,5 тыс. руб.</w:t>
            </w:r>
          </w:p>
          <w:p w14:paraId="123204A7" w14:textId="0A34A164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357,8 тыс. руб.</w:t>
            </w:r>
          </w:p>
          <w:p w14:paraId="23E923A8" w14:textId="79685FE6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2025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649,6 тыс. руб.</w:t>
            </w:r>
          </w:p>
          <w:p w14:paraId="4209A538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0714303C" w14:textId="75D6557B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434,9 тыс. руб.</w:t>
            </w:r>
          </w:p>
          <w:p w14:paraId="412A6681" w14:textId="67232828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214,7 тыс. руб.</w:t>
            </w:r>
          </w:p>
          <w:p w14:paraId="0F78F711" w14:textId="6FFD8F18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2026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385,7 тыс. руб.</w:t>
            </w:r>
          </w:p>
          <w:p w14:paraId="2EAB12DB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73FF2091" w14:textId="7B873301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385,7 тыс. руб.</w:t>
            </w:r>
          </w:p>
          <w:p w14:paraId="0A6679A2" w14:textId="3939492D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0,0 тыс. руб.</w:t>
            </w:r>
          </w:p>
          <w:p w14:paraId="1854F1BA" w14:textId="39BE5553" w:rsidR="00FF3E99" w:rsidRPr="00332077" w:rsidRDefault="00FF3E99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2027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–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2077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>362,1 тыс. руб.</w:t>
            </w:r>
          </w:p>
          <w:p w14:paraId="0DCA370D" w14:textId="77777777" w:rsidR="00FF3E99" w:rsidRPr="00332077" w:rsidRDefault="00FF3E99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21AEB655" w14:textId="6EB68671" w:rsidR="00FF3E99" w:rsidRPr="00332077" w:rsidRDefault="00FF3E99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–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2077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>001,4 тыс. руб.</w:t>
            </w:r>
          </w:p>
          <w:p w14:paraId="2C8B2DF0" w14:textId="28B7D608" w:rsidR="00FF3E99" w:rsidRPr="00332077" w:rsidRDefault="00FF3E99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332077">
              <w:rPr>
                <w:rFonts w:ascii="Times New Roman" w:hAnsi="Times New Roman"/>
                <w:sz w:val="28"/>
                <w:szCs w:val="28"/>
              </w:rPr>
              <w:t>-</w:t>
            </w:r>
            <w:r w:rsidRPr="00332077">
              <w:rPr>
                <w:rFonts w:ascii="Times New Roman" w:hAnsi="Times New Roman"/>
                <w:sz w:val="28"/>
                <w:szCs w:val="28"/>
              </w:rPr>
              <w:t xml:space="preserve"> 360,7 тыс. руб.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34ECE190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E8730EE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78E6C82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5BF871D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1175A72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1D9B316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CD3D920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D6DD17A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E7F1167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23210F4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AA39AC6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9150687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1625B08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BF8D121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D6B634E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8FAC967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EBFCB55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3F09136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023D808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B305887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55C5AB4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DD682F5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F93020C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E1968E2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FDE397B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7C36394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663419D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99894A3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D55E5D4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3CC7F19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CB862CD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066A065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A4BA56F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B199BF3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2E011E1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6AB706F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4A42B9B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51A2D4F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0459B41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74F35CE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4E76A5A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87E6E01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47855E8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4DC0E18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7B203D0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9295230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FB16BDD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F45AACB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490A23B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4063E03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A621B06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8D22752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68A1E9A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FF6A761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143F471" w14:textId="77777777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15EA4E8" w14:textId="77777777" w:rsidR="00FF3E99" w:rsidRPr="00332077" w:rsidRDefault="00FF3E99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050863D" w14:textId="77777777" w:rsidR="00FF3E99" w:rsidRPr="00332077" w:rsidRDefault="00FF3E99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49FCE3F" w14:textId="77777777" w:rsidR="00FF3E99" w:rsidRPr="00332077" w:rsidRDefault="00FF3E99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F22B8DF" w14:textId="77777777" w:rsidR="00FF3E99" w:rsidRPr="00332077" w:rsidRDefault="00FF3E99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444946F" w14:textId="71B81C4D" w:rsidR="00553A61" w:rsidRPr="00332077" w:rsidRDefault="00553A61" w:rsidP="003320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07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774F44E6" w14:textId="77777777" w:rsidR="00D41B56" w:rsidRPr="00332077" w:rsidRDefault="00D41B56" w:rsidP="003320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lastRenderedPageBreak/>
        <w:t>1.2. Раздел 6 «Ресурсное обеспечение муниципальной программы» изложить в новой редакции:</w:t>
      </w:r>
    </w:p>
    <w:p w14:paraId="3713125B" w14:textId="77777777" w:rsidR="00D41B56" w:rsidRPr="00332077" w:rsidRDefault="00D41B56" w:rsidP="003320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«6. Ресурсное обеспечение муниципальной программы</w:t>
      </w:r>
    </w:p>
    <w:p w14:paraId="71B40EFD" w14:textId="724CF1A2" w:rsidR="00D41B56" w:rsidRPr="00332077" w:rsidRDefault="00D41B56" w:rsidP="003320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Для реализации мероприятий Программы необходимо предусмотреть финансирование в размере </w:t>
      </w:r>
      <w:r w:rsidR="00332077">
        <w:rPr>
          <w:rFonts w:ascii="Times New Roman" w:hAnsi="Times New Roman"/>
          <w:sz w:val="28"/>
          <w:szCs w:val="28"/>
        </w:rPr>
        <w:t xml:space="preserve">34 </w:t>
      </w:r>
      <w:r w:rsidR="00C14A4D" w:rsidRPr="00332077">
        <w:rPr>
          <w:rFonts w:ascii="Times New Roman" w:hAnsi="Times New Roman"/>
          <w:sz w:val="28"/>
          <w:szCs w:val="28"/>
        </w:rPr>
        <w:t>227,5</w:t>
      </w:r>
      <w:r w:rsidR="00F85001" w:rsidRPr="00332077">
        <w:rPr>
          <w:rFonts w:ascii="Times New Roman" w:hAnsi="Times New Roman"/>
          <w:sz w:val="28"/>
          <w:szCs w:val="28"/>
        </w:rPr>
        <w:t xml:space="preserve"> </w:t>
      </w:r>
      <w:r w:rsidRPr="00332077">
        <w:rPr>
          <w:rFonts w:ascii="Times New Roman" w:hAnsi="Times New Roman"/>
          <w:sz w:val="28"/>
          <w:szCs w:val="28"/>
        </w:rPr>
        <w:t>тыс. руб., из них:</w:t>
      </w:r>
    </w:p>
    <w:p w14:paraId="23AFE943" w14:textId="7E36BAB7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местный бюджет </w:t>
      </w:r>
      <w:r w:rsidR="00332077">
        <w:rPr>
          <w:rFonts w:ascii="Times New Roman" w:hAnsi="Times New Roman"/>
          <w:sz w:val="28"/>
          <w:szCs w:val="28"/>
        </w:rPr>
        <w:t xml:space="preserve">- 24 </w:t>
      </w:r>
      <w:r w:rsidR="00C14A4D" w:rsidRPr="00332077">
        <w:rPr>
          <w:rFonts w:ascii="Times New Roman" w:hAnsi="Times New Roman"/>
          <w:sz w:val="28"/>
          <w:szCs w:val="28"/>
        </w:rPr>
        <w:t>919,3</w:t>
      </w:r>
      <w:r w:rsidR="00F85001" w:rsidRPr="00332077">
        <w:rPr>
          <w:rFonts w:ascii="Times New Roman" w:hAnsi="Times New Roman"/>
          <w:sz w:val="28"/>
          <w:szCs w:val="28"/>
        </w:rPr>
        <w:t xml:space="preserve"> </w:t>
      </w:r>
      <w:r w:rsidRPr="00332077">
        <w:rPr>
          <w:rFonts w:ascii="Times New Roman" w:hAnsi="Times New Roman"/>
          <w:sz w:val="28"/>
          <w:szCs w:val="28"/>
        </w:rPr>
        <w:t>тыс. руб.</w:t>
      </w:r>
      <w:r w:rsidR="005A7096">
        <w:rPr>
          <w:rFonts w:ascii="Times New Roman" w:hAnsi="Times New Roman"/>
          <w:sz w:val="28"/>
          <w:szCs w:val="28"/>
        </w:rPr>
        <w:t>;</w:t>
      </w:r>
    </w:p>
    <w:p w14:paraId="2E9471CD" w14:textId="4A096D1F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</w:t>
      </w:r>
      <w:r w:rsidR="00332077">
        <w:rPr>
          <w:rFonts w:ascii="Times New Roman" w:hAnsi="Times New Roman"/>
          <w:sz w:val="28"/>
          <w:szCs w:val="28"/>
        </w:rPr>
        <w:t xml:space="preserve">9 </w:t>
      </w:r>
      <w:r w:rsidR="00C14A4D" w:rsidRPr="00332077">
        <w:rPr>
          <w:rFonts w:ascii="Times New Roman" w:hAnsi="Times New Roman"/>
          <w:sz w:val="28"/>
          <w:szCs w:val="28"/>
        </w:rPr>
        <w:t>308,2</w:t>
      </w:r>
      <w:r w:rsidRPr="00332077">
        <w:rPr>
          <w:rFonts w:ascii="Times New Roman" w:hAnsi="Times New Roman"/>
          <w:sz w:val="28"/>
          <w:szCs w:val="28"/>
        </w:rPr>
        <w:t xml:space="preserve"> тыс. руб.</w:t>
      </w:r>
    </w:p>
    <w:p w14:paraId="0FDEA3BC" w14:textId="485C1B7C" w:rsidR="00D41B56" w:rsidRPr="00332077" w:rsidRDefault="006A3A2A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41B56" w:rsidRPr="00332077">
        <w:rPr>
          <w:rFonts w:ascii="Times New Roman" w:hAnsi="Times New Roman"/>
          <w:sz w:val="28"/>
          <w:szCs w:val="28"/>
        </w:rPr>
        <w:t xml:space="preserve"> том числе по годам:</w:t>
      </w:r>
    </w:p>
    <w:p w14:paraId="6B3C2A1A" w14:textId="74C07C9F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2015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2 168,8 тыс. руб.</w:t>
      </w:r>
    </w:p>
    <w:p w14:paraId="7E281A3B" w14:textId="77777777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В том числе: </w:t>
      </w:r>
    </w:p>
    <w:p w14:paraId="63835420" w14:textId="494E741E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местный бюджет - 272,1 тыс. руб.</w:t>
      </w:r>
      <w:r w:rsidR="005A7096">
        <w:rPr>
          <w:rFonts w:ascii="Times New Roman" w:hAnsi="Times New Roman"/>
          <w:sz w:val="28"/>
          <w:szCs w:val="28"/>
        </w:rPr>
        <w:t>;</w:t>
      </w:r>
    </w:p>
    <w:p w14:paraId="403F31DB" w14:textId="392CBCB2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1 896,7 тыс. руб.</w:t>
      </w:r>
    </w:p>
    <w:p w14:paraId="53687D6B" w14:textId="6CDAC15A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2016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3 460,2 тыс. руб.</w:t>
      </w:r>
    </w:p>
    <w:p w14:paraId="6AA04A0F" w14:textId="77777777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В том числе:</w:t>
      </w:r>
    </w:p>
    <w:p w14:paraId="224619A3" w14:textId="0ED5507F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местный бюджет - 748,5 тыс. руб.</w:t>
      </w:r>
      <w:r w:rsidR="005A7096">
        <w:rPr>
          <w:rFonts w:ascii="Times New Roman" w:hAnsi="Times New Roman"/>
          <w:sz w:val="28"/>
          <w:szCs w:val="28"/>
        </w:rPr>
        <w:t>;</w:t>
      </w:r>
    </w:p>
    <w:p w14:paraId="7652432D" w14:textId="2C26AB74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2 711,7 тыс. руб.</w:t>
      </w:r>
    </w:p>
    <w:p w14:paraId="4CE801B2" w14:textId="2B0B532B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2017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2 530,2 тыс. руб.</w:t>
      </w:r>
    </w:p>
    <w:p w14:paraId="7B95D650" w14:textId="77777777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В том числе:</w:t>
      </w:r>
    </w:p>
    <w:p w14:paraId="3E4BB44C" w14:textId="3568157D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местный бюджет - 937,3 тыс. руб.</w:t>
      </w:r>
      <w:r w:rsidR="005A7096">
        <w:rPr>
          <w:rFonts w:ascii="Times New Roman" w:hAnsi="Times New Roman"/>
          <w:sz w:val="28"/>
          <w:szCs w:val="28"/>
        </w:rPr>
        <w:t>;</w:t>
      </w:r>
    </w:p>
    <w:p w14:paraId="79509D8D" w14:textId="0E260DEB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1592,9 тыс. руб.</w:t>
      </w:r>
    </w:p>
    <w:p w14:paraId="24B9112D" w14:textId="4772CB27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2018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1 123,6 тыс. руб.</w:t>
      </w:r>
    </w:p>
    <w:p w14:paraId="6AD4B500" w14:textId="77777777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В том числе:</w:t>
      </w:r>
    </w:p>
    <w:p w14:paraId="7D30B00A" w14:textId="3AD3D759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lastRenderedPageBreak/>
        <w:t xml:space="preserve">местный бюджет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363,9 тыс. руб.</w:t>
      </w:r>
      <w:r w:rsidR="005A7096">
        <w:rPr>
          <w:rFonts w:ascii="Times New Roman" w:hAnsi="Times New Roman"/>
          <w:sz w:val="28"/>
          <w:szCs w:val="28"/>
        </w:rPr>
        <w:t>;</w:t>
      </w:r>
    </w:p>
    <w:p w14:paraId="4FDE7754" w14:textId="10528C18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759,7 тыс. руб.</w:t>
      </w:r>
    </w:p>
    <w:p w14:paraId="2494A98F" w14:textId="7AA7D452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2019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1 368,6 тыс. руб.</w:t>
      </w:r>
    </w:p>
    <w:p w14:paraId="763996D5" w14:textId="77777777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В том числе:</w:t>
      </w:r>
    </w:p>
    <w:p w14:paraId="1A5C58F3" w14:textId="724E7EBF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местный бюджет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807,0 тыс. руб.</w:t>
      </w:r>
      <w:r w:rsidR="005A7096">
        <w:rPr>
          <w:rFonts w:ascii="Times New Roman" w:hAnsi="Times New Roman"/>
          <w:sz w:val="28"/>
          <w:szCs w:val="28"/>
        </w:rPr>
        <w:t>;</w:t>
      </w:r>
    </w:p>
    <w:p w14:paraId="63CD2796" w14:textId="7A8D1EC5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561,6 тыс. руб.</w:t>
      </w:r>
    </w:p>
    <w:p w14:paraId="50748001" w14:textId="781D33E2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2020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1 128,4 тыс. руб.</w:t>
      </w:r>
    </w:p>
    <w:p w14:paraId="205F9064" w14:textId="77777777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В том числе:</w:t>
      </w:r>
    </w:p>
    <w:p w14:paraId="0D3300A2" w14:textId="0C155051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местный бюджет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1 128,4 тыс. руб.</w:t>
      </w:r>
      <w:r w:rsidR="005A7096">
        <w:rPr>
          <w:rFonts w:ascii="Times New Roman" w:hAnsi="Times New Roman"/>
          <w:sz w:val="28"/>
          <w:szCs w:val="28"/>
        </w:rPr>
        <w:t>;</w:t>
      </w:r>
    </w:p>
    <w:p w14:paraId="78ABF215" w14:textId="4C5CA977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0,0 тыс. руб.</w:t>
      </w:r>
    </w:p>
    <w:p w14:paraId="77730869" w14:textId="47DB426B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2021 </w:t>
      </w:r>
      <w:r w:rsidR="00332077">
        <w:rPr>
          <w:rFonts w:ascii="Times New Roman" w:hAnsi="Times New Roman"/>
          <w:sz w:val="28"/>
          <w:szCs w:val="28"/>
        </w:rPr>
        <w:t xml:space="preserve">– 2 </w:t>
      </w:r>
      <w:r w:rsidRPr="00332077">
        <w:rPr>
          <w:rFonts w:ascii="Times New Roman" w:hAnsi="Times New Roman"/>
          <w:sz w:val="28"/>
          <w:szCs w:val="28"/>
        </w:rPr>
        <w:t>271,3 тыс. руб.</w:t>
      </w:r>
    </w:p>
    <w:p w14:paraId="13169CDB" w14:textId="77777777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В том числе:</w:t>
      </w:r>
    </w:p>
    <w:p w14:paraId="658C4902" w14:textId="7A658E4C" w:rsidR="00D41B56" w:rsidRPr="00332077" w:rsidRDefault="00332077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местный бюджет - 2 </w:t>
      </w:r>
      <w:r w:rsidR="00D41B56" w:rsidRPr="00332077">
        <w:rPr>
          <w:rFonts w:ascii="Times New Roman" w:hAnsi="Times New Roman"/>
          <w:sz w:val="28"/>
          <w:szCs w:val="28"/>
        </w:rPr>
        <w:t>104,2 тыс. руб.</w:t>
      </w:r>
      <w:r w:rsidR="005A7096">
        <w:rPr>
          <w:rFonts w:ascii="Times New Roman" w:hAnsi="Times New Roman"/>
          <w:sz w:val="28"/>
          <w:szCs w:val="28"/>
        </w:rPr>
        <w:t>;</w:t>
      </w:r>
    </w:p>
    <w:p w14:paraId="51D9CE8E" w14:textId="4567695B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167,1 тыс. руб.</w:t>
      </w:r>
    </w:p>
    <w:p w14:paraId="2BD60EF4" w14:textId="03661178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2022 </w:t>
      </w:r>
      <w:r w:rsidR="00332077">
        <w:rPr>
          <w:rFonts w:ascii="Times New Roman" w:hAnsi="Times New Roman"/>
          <w:sz w:val="28"/>
          <w:szCs w:val="28"/>
        </w:rPr>
        <w:t xml:space="preserve">- 2 </w:t>
      </w:r>
      <w:r w:rsidRPr="00332077">
        <w:rPr>
          <w:rFonts w:ascii="Times New Roman" w:hAnsi="Times New Roman"/>
          <w:sz w:val="28"/>
          <w:szCs w:val="28"/>
        </w:rPr>
        <w:t>122,2 тыс. руб.</w:t>
      </w:r>
    </w:p>
    <w:p w14:paraId="4E0879A9" w14:textId="77777777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В том числе:</w:t>
      </w:r>
    </w:p>
    <w:p w14:paraId="36302C20" w14:textId="77D2486D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местный бюджет </w:t>
      </w:r>
      <w:r w:rsidR="00332077">
        <w:rPr>
          <w:rFonts w:ascii="Times New Roman" w:hAnsi="Times New Roman"/>
          <w:sz w:val="28"/>
          <w:szCs w:val="28"/>
        </w:rPr>
        <w:t xml:space="preserve">- 1 </w:t>
      </w:r>
      <w:r w:rsidRPr="00332077">
        <w:rPr>
          <w:rFonts w:ascii="Times New Roman" w:hAnsi="Times New Roman"/>
          <w:sz w:val="28"/>
          <w:szCs w:val="28"/>
        </w:rPr>
        <w:t>797,6 тыс. руб.</w:t>
      </w:r>
      <w:r w:rsidR="005A7096">
        <w:rPr>
          <w:rFonts w:ascii="Times New Roman" w:hAnsi="Times New Roman"/>
          <w:sz w:val="28"/>
          <w:szCs w:val="28"/>
        </w:rPr>
        <w:t>;</w:t>
      </w:r>
    </w:p>
    <w:p w14:paraId="71199865" w14:textId="0B7DFA34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324,6 тыс. руб.</w:t>
      </w:r>
    </w:p>
    <w:p w14:paraId="7DF8538C" w14:textId="70A8CFD4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2023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</w:t>
      </w:r>
      <w:r w:rsidR="00332077">
        <w:rPr>
          <w:rFonts w:ascii="Times New Roman" w:hAnsi="Times New Roman"/>
          <w:sz w:val="28"/>
          <w:szCs w:val="28"/>
        </w:rPr>
        <w:t xml:space="preserve">2 </w:t>
      </w:r>
      <w:r w:rsidR="00F85001" w:rsidRPr="00332077">
        <w:rPr>
          <w:rFonts w:ascii="Times New Roman" w:hAnsi="Times New Roman"/>
          <w:sz w:val="28"/>
          <w:szCs w:val="28"/>
        </w:rPr>
        <w:t>512, 2</w:t>
      </w:r>
      <w:r w:rsidRPr="00332077">
        <w:rPr>
          <w:rFonts w:ascii="Times New Roman" w:hAnsi="Times New Roman"/>
          <w:sz w:val="28"/>
          <w:szCs w:val="28"/>
        </w:rPr>
        <w:t xml:space="preserve"> тыс. руб.</w:t>
      </w:r>
    </w:p>
    <w:p w14:paraId="3AAA219D" w14:textId="77777777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В том числе:</w:t>
      </w:r>
    </w:p>
    <w:p w14:paraId="2BD85256" w14:textId="7281A1C7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местный бюджет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2</w:t>
      </w:r>
      <w:r w:rsidR="00332077">
        <w:rPr>
          <w:rFonts w:ascii="Times New Roman" w:hAnsi="Times New Roman"/>
          <w:sz w:val="28"/>
          <w:szCs w:val="28"/>
        </w:rPr>
        <w:t xml:space="preserve"> </w:t>
      </w:r>
      <w:r w:rsidR="00F85001" w:rsidRPr="00332077">
        <w:rPr>
          <w:rFonts w:ascii="Times New Roman" w:hAnsi="Times New Roman"/>
          <w:sz w:val="28"/>
          <w:szCs w:val="28"/>
        </w:rPr>
        <w:t>151,5</w:t>
      </w:r>
      <w:r w:rsidRPr="00332077">
        <w:rPr>
          <w:rFonts w:ascii="Times New Roman" w:hAnsi="Times New Roman"/>
          <w:sz w:val="28"/>
          <w:szCs w:val="28"/>
        </w:rPr>
        <w:t xml:space="preserve"> тыс. руб.</w:t>
      </w:r>
      <w:r w:rsidR="005A7096">
        <w:rPr>
          <w:rFonts w:ascii="Times New Roman" w:hAnsi="Times New Roman"/>
          <w:sz w:val="28"/>
          <w:szCs w:val="28"/>
        </w:rPr>
        <w:t>;</w:t>
      </w:r>
    </w:p>
    <w:p w14:paraId="24DB7FF7" w14:textId="0A7CDBC0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360,7 тыс. руб.</w:t>
      </w:r>
    </w:p>
    <w:p w14:paraId="13C8EE97" w14:textId="1986FD2E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2024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12</w:t>
      </w:r>
      <w:r w:rsidR="00332077">
        <w:rPr>
          <w:rFonts w:ascii="Times New Roman" w:hAnsi="Times New Roman"/>
          <w:sz w:val="28"/>
          <w:szCs w:val="28"/>
        </w:rPr>
        <w:t xml:space="preserve"> </w:t>
      </w:r>
      <w:r w:rsidR="00F85001" w:rsidRPr="00332077">
        <w:rPr>
          <w:rFonts w:ascii="Times New Roman" w:hAnsi="Times New Roman"/>
          <w:sz w:val="28"/>
          <w:szCs w:val="28"/>
        </w:rPr>
        <w:t>043,3</w:t>
      </w:r>
      <w:r w:rsidRPr="00332077">
        <w:rPr>
          <w:rFonts w:ascii="Times New Roman" w:hAnsi="Times New Roman"/>
          <w:sz w:val="28"/>
          <w:szCs w:val="28"/>
        </w:rPr>
        <w:t xml:space="preserve"> тыс. руб.</w:t>
      </w:r>
    </w:p>
    <w:p w14:paraId="1E75D1C0" w14:textId="77777777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В том числе:</w:t>
      </w:r>
    </w:p>
    <w:p w14:paraId="28FC83C0" w14:textId="38692D8B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местный бюджет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11</w:t>
      </w:r>
      <w:r w:rsidR="00332077">
        <w:rPr>
          <w:rFonts w:ascii="Times New Roman" w:hAnsi="Times New Roman"/>
          <w:sz w:val="28"/>
          <w:szCs w:val="28"/>
        </w:rPr>
        <w:t xml:space="preserve"> </w:t>
      </w:r>
      <w:r w:rsidR="00F85001" w:rsidRPr="00332077">
        <w:rPr>
          <w:rFonts w:ascii="Times New Roman" w:hAnsi="Times New Roman"/>
          <w:sz w:val="28"/>
          <w:szCs w:val="28"/>
        </w:rPr>
        <w:t>685,5</w:t>
      </w:r>
      <w:r w:rsidRPr="00332077">
        <w:rPr>
          <w:rFonts w:ascii="Times New Roman" w:hAnsi="Times New Roman"/>
          <w:sz w:val="28"/>
          <w:szCs w:val="28"/>
        </w:rPr>
        <w:t xml:space="preserve"> тыс. руб.</w:t>
      </w:r>
      <w:r w:rsidR="005A7096">
        <w:rPr>
          <w:rFonts w:ascii="Times New Roman" w:hAnsi="Times New Roman"/>
          <w:sz w:val="28"/>
          <w:szCs w:val="28"/>
        </w:rPr>
        <w:t>;</w:t>
      </w:r>
    </w:p>
    <w:p w14:paraId="7A571DC9" w14:textId="51D0DC49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357,8 тыс. руб.</w:t>
      </w:r>
    </w:p>
    <w:p w14:paraId="7B1E9B55" w14:textId="591E6344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2025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6</w:t>
      </w:r>
      <w:r w:rsidR="00F85001" w:rsidRPr="00332077">
        <w:rPr>
          <w:rFonts w:ascii="Times New Roman" w:hAnsi="Times New Roman"/>
          <w:sz w:val="28"/>
          <w:szCs w:val="28"/>
        </w:rPr>
        <w:t>4</w:t>
      </w:r>
      <w:r w:rsidRPr="00332077">
        <w:rPr>
          <w:rFonts w:ascii="Times New Roman" w:hAnsi="Times New Roman"/>
          <w:sz w:val="28"/>
          <w:szCs w:val="28"/>
        </w:rPr>
        <w:t>9,6 тыс. руб.</w:t>
      </w:r>
    </w:p>
    <w:p w14:paraId="6039FAB2" w14:textId="77777777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В том числе:</w:t>
      </w:r>
    </w:p>
    <w:p w14:paraId="2B537162" w14:textId="4413B942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местный бюджет </w:t>
      </w:r>
      <w:r w:rsidR="00332077">
        <w:rPr>
          <w:rFonts w:ascii="Times New Roman" w:hAnsi="Times New Roman"/>
          <w:sz w:val="28"/>
          <w:szCs w:val="28"/>
        </w:rPr>
        <w:t xml:space="preserve">- </w:t>
      </w:r>
      <w:r w:rsidRPr="00332077">
        <w:rPr>
          <w:rFonts w:ascii="Times New Roman" w:hAnsi="Times New Roman"/>
          <w:sz w:val="28"/>
          <w:szCs w:val="28"/>
        </w:rPr>
        <w:t>4</w:t>
      </w:r>
      <w:r w:rsidR="00F85001" w:rsidRPr="00332077">
        <w:rPr>
          <w:rFonts w:ascii="Times New Roman" w:hAnsi="Times New Roman"/>
          <w:sz w:val="28"/>
          <w:szCs w:val="28"/>
        </w:rPr>
        <w:t>3</w:t>
      </w:r>
      <w:r w:rsidRPr="00332077">
        <w:rPr>
          <w:rFonts w:ascii="Times New Roman" w:hAnsi="Times New Roman"/>
          <w:sz w:val="28"/>
          <w:szCs w:val="28"/>
        </w:rPr>
        <w:t>4,9 тыс. руб.</w:t>
      </w:r>
      <w:r w:rsidR="005A7096">
        <w:rPr>
          <w:rFonts w:ascii="Times New Roman" w:hAnsi="Times New Roman"/>
          <w:sz w:val="28"/>
          <w:szCs w:val="28"/>
        </w:rPr>
        <w:t>;</w:t>
      </w:r>
    </w:p>
    <w:p w14:paraId="3B317399" w14:textId="11DF9962" w:rsidR="00D41B56" w:rsidRPr="00332077" w:rsidRDefault="00D41B56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214,7 тыс. руб.</w:t>
      </w:r>
    </w:p>
    <w:p w14:paraId="594FAF03" w14:textId="4D76689E" w:rsidR="00F85001" w:rsidRPr="00332077" w:rsidRDefault="00F85001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2026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385,7 тыс. руб.</w:t>
      </w:r>
    </w:p>
    <w:p w14:paraId="60F9E27A" w14:textId="77777777" w:rsidR="00F85001" w:rsidRPr="00332077" w:rsidRDefault="00F85001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В том числе:</w:t>
      </w:r>
    </w:p>
    <w:p w14:paraId="6D723ABC" w14:textId="73D3BA22" w:rsidR="00F85001" w:rsidRPr="00332077" w:rsidRDefault="00F85001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местный бюджет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385,7 тыс. руб.</w:t>
      </w:r>
      <w:r w:rsidR="005A7096">
        <w:rPr>
          <w:rFonts w:ascii="Times New Roman" w:hAnsi="Times New Roman"/>
          <w:sz w:val="28"/>
          <w:szCs w:val="28"/>
        </w:rPr>
        <w:t>;</w:t>
      </w:r>
    </w:p>
    <w:p w14:paraId="52442506" w14:textId="54312848" w:rsidR="00F85001" w:rsidRPr="00332077" w:rsidRDefault="00F85001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0,0 тыс. руб.</w:t>
      </w:r>
    </w:p>
    <w:p w14:paraId="6D5A4C5E" w14:textId="7BE7F154" w:rsidR="00FF3E99" w:rsidRPr="00332077" w:rsidRDefault="00FF3E99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2027 </w:t>
      </w:r>
      <w:r w:rsidR="00332077">
        <w:rPr>
          <w:rFonts w:ascii="Times New Roman" w:hAnsi="Times New Roman"/>
          <w:sz w:val="28"/>
          <w:szCs w:val="28"/>
        </w:rPr>
        <w:t>–</w:t>
      </w:r>
      <w:r w:rsidRPr="00332077">
        <w:rPr>
          <w:rFonts w:ascii="Times New Roman" w:hAnsi="Times New Roman"/>
          <w:sz w:val="28"/>
          <w:szCs w:val="28"/>
        </w:rPr>
        <w:t xml:space="preserve"> </w:t>
      </w:r>
      <w:r w:rsidR="00332077">
        <w:rPr>
          <w:rFonts w:ascii="Times New Roman" w:hAnsi="Times New Roman"/>
          <w:sz w:val="28"/>
          <w:szCs w:val="28"/>
        </w:rPr>
        <w:t xml:space="preserve">2 </w:t>
      </w:r>
      <w:r w:rsidRPr="00332077">
        <w:rPr>
          <w:rFonts w:ascii="Times New Roman" w:hAnsi="Times New Roman"/>
          <w:sz w:val="28"/>
          <w:szCs w:val="28"/>
        </w:rPr>
        <w:t>362,1 тыс. руб.</w:t>
      </w:r>
    </w:p>
    <w:p w14:paraId="3C30A790" w14:textId="77777777" w:rsidR="00FF3E99" w:rsidRPr="00332077" w:rsidRDefault="00FF3E99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В том числе:</w:t>
      </w:r>
    </w:p>
    <w:p w14:paraId="31990B11" w14:textId="70259E0F" w:rsidR="00FF3E99" w:rsidRPr="00332077" w:rsidRDefault="00FF3E99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местный бюджет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</w:t>
      </w:r>
      <w:r w:rsidR="00332077">
        <w:rPr>
          <w:rFonts w:ascii="Times New Roman" w:hAnsi="Times New Roman"/>
          <w:sz w:val="28"/>
          <w:szCs w:val="28"/>
        </w:rPr>
        <w:t xml:space="preserve">2 </w:t>
      </w:r>
      <w:r w:rsidRPr="00332077">
        <w:rPr>
          <w:rFonts w:ascii="Times New Roman" w:hAnsi="Times New Roman"/>
          <w:sz w:val="28"/>
          <w:szCs w:val="28"/>
        </w:rPr>
        <w:t>001,4 тыс. руб.</w:t>
      </w:r>
      <w:r w:rsidR="005A7096">
        <w:rPr>
          <w:rFonts w:ascii="Times New Roman" w:hAnsi="Times New Roman"/>
          <w:sz w:val="28"/>
          <w:szCs w:val="28"/>
        </w:rPr>
        <w:t>;</w:t>
      </w:r>
    </w:p>
    <w:p w14:paraId="12CA137D" w14:textId="64D3A0BD" w:rsidR="00FF3E99" w:rsidRPr="00332077" w:rsidRDefault="00FF3E99" w:rsidP="006A3A2A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 w:rsidR="00332077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360,7 тыс. руб.</w:t>
      </w:r>
    </w:p>
    <w:p w14:paraId="732C9ADB" w14:textId="77777777" w:rsidR="00D41B56" w:rsidRPr="00332077" w:rsidRDefault="00D41B56" w:rsidP="003320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Финансирование мероприятий корректируется с учетом финансовых возможностей местного бюджета.</w:t>
      </w:r>
    </w:p>
    <w:p w14:paraId="113DC171" w14:textId="77777777" w:rsidR="00D41B56" w:rsidRPr="00332077" w:rsidRDefault="00D41B56" w:rsidP="003320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Таблица с распределением объемов финансирования по годам реализации муниципальной программы приводится в приложении 3 к настоящей программе.».</w:t>
      </w:r>
    </w:p>
    <w:p w14:paraId="0932C586" w14:textId="77777777" w:rsidR="00D41B56" w:rsidRPr="00332077" w:rsidRDefault="00D41B56" w:rsidP="003320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lastRenderedPageBreak/>
        <w:t>1.3. Приложение 3 «Ресурсное обеспечение реализации муниципальной программы «Доступная среда в муниципальном образовании «Городской округ Ногликский» к Программе изложить в новой редакции (прилагается).</w:t>
      </w:r>
    </w:p>
    <w:p w14:paraId="7BD0655E" w14:textId="77777777" w:rsidR="00D41B56" w:rsidRPr="00332077" w:rsidRDefault="00D41B56" w:rsidP="003320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C7BEDF7" w14:textId="40AFD302" w:rsidR="008629FA" w:rsidRPr="00332077" w:rsidRDefault="00D41B56" w:rsidP="003320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на вице-мэра муниципального образования «Городской округ Ногликский» </w:t>
      </w:r>
      <w:proofErr w:type="spellStart"/>
      <w:r w:rsidRPr="00332077">
        <w:rPr>
          <w:rFonts w:ascii="Times New Roman" w:hAnsi="Times New Roman"/>
          <w:sz w:val="28"/>
          <w:szCs w:val="28"/>
        </w:rPr>
        <w:t>Русанова</w:t>
      </w:r>
      <w:proofErr w:type="spellEnd"/>
      <w:r w:rsidRPr="00332077">
        <w:rPr>
          <w:rFonts w:ascii="Times New Roman" w:hAnsi="Times New Roman"/>
          <w:sz w:val="28"/>
          <w:szCs w:val="28"/>
        </w:rPr>
        <w:t xml:space="preserve"> Я.С.</w:t>
      </w:r>
    </w:p>
    <w:p w14:paraId="3C7BEDF8" w14:textId="77777777" w:rsidR="008629FA" w:rsidRDefault="008629FA" w:rsidP="0033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97F671" w14:textId="77777777" w:rsidR="00332077" w:rsidRPr="00332077" w:rsidRDefault="00332077" w:rsidP="0033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7BEDF9" w14:textId="77777777" w:rsidR="008629FA" w:rsidRPr="00332077" w:rsidRDefault="008629FA" w:rsidP="0033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C7BEDFA" w14:textId="6A4A8CAD" w:rsidR="008629FA" w:rsidRPr="008629FA" w:rsidRDefault="008629FA" w:rsidP="0033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332077">
        <w:rPr>
          <w:rFonts w:ascii="Times New Roman" w:hAnsi="Times New Roman"/>
          <w:sz w:val="28"/>
          <w:szCs w:val="28"/>
        </w:rPr>
        <w:tab/>
      </w:r>
      <w:r w:rsidRPr="00332077">
        <w:rPr>
          <w:rFonts w:ascii="Times New Roman" w:hAnsi="Times New Roman"/>
          <w:sz w:val="28"/>
          <w:szCs w:val="28"/>
        </w:rPr>
        <w:tab/>
      </w:r>
      <w:r w:rsidRPr="00332077">
        <w:rPr>
          <w:rFonts w:ascii="Times New Roman" w:hAnsi="Times New Roman"/>
          <w:sz w:val="28"/>
          <w:szCs w:val="28"/>
        </w:rPr>
        <w:tab/>
      </w:r>
      <w:r w:rsidRPr="00332077">
        <w:rPr>
          <w:rFonts w:ascii="Times New Roman" w:hAnsi="Times New Roman"/>
          <w:sz w:val="28"/>
          <w:szCs w:val="28"/>
        </w:rPr>
        <w:tab/>
      </w:r>
      <w:r w:rsidRPr="00332077">
        <w:rPr>
          <w:rFonts w:ascii="Times New Roman" w:hAnsi="Times New Roman"/>
          <w:sz w:val="28"/>
          <w:szCs w:val="28"/>
        </w:rPr>
        <w:tab/>
        <w:t xml:space="preserve">         С.В.</w:t>
      </w:r>
      <w:r w:rsidR="00332077">
        <w:rPr>
          <w:rFonts w:ascii="Times New Roman" w:hAnsi="Times New Roman"/>
          <w:sz w:val="28"/>
          <w:szCs w:val="28"/>
        </w:rPr>
        <w:t xml:space="preserve"> </w:t>
      </w:r>
      <w:r w:rsidRPr="00332077"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90100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BEE04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C7BEE0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BEE02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C7BEE03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9044774"/>
      <w:docPartObj>
        <w:docPartGallery w:val="Page Numbers (Top of Page)"/>
        <w:docPartUnique/>
      </w:docPartObj>
    </w:sdtPr>
    <w:sdtEndPr/>
    <w:sdtContent>
      <w:p w14:paraId="0689A795" w14:textId="3C54A877" w:rsidR="00332077" w:rsidRDefault="0033207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633">
          <w:rPr>
            <w:noProof/>
          </w:rPr>
          <w:t>4</w:t>
        </w:r>
        <w:r>
          <w:fldChar w:fldCharType="end"/>
        </w:r>
      </w:p>
    </w:sdtContent>
  </w:sdt>
  <w:p w14:paraId="557E5B08" w14:textId="77777777" w:rsidR="00332077" w:rsidRDefault="0033207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027F"/>
    <w:rsid w:val="00006513"/>
    <w:rsid w:val="00053BD0"/>
    <w:rsid w:val="000D7921"/>
    <w:rsid w:val="000F7106"/>
    <w:rsid w:val="00185FEC"/>
    <w:rsid w:val="001E1F9F"/>
    <w:rsid w:val="002003DC"/>
    <w:rsid w:val="00332077"/>
    <w:rsid w:val="0033636C"/>
    <w:rsid w:val="003E4257"/>
    <w:rsid w:val="00487041"/>
    <w:rsid w:val="00520CBF"/>
    <w:rsid w:val="00533767"/>
    <w:rsid w:val="00553A61"/>
    <w:rsid w:val="005A7096"/>
    <w:rsid w:val="006A3A2A"/>
    <w:rsid w:val="007E559B"/>
    <w:rsid w:val="008629FA"/>
    <w:rsid w:val="00901007"/>
    <w:rsid w:val="00914C06"/>
    <w:rsid w:val="00920633"/>
    <w:rsid w:val="009308E6"/>
    <w:rsid w:val="00987DB5"/>
    <w:rsid w:val="00AC72C8"/>
    <w:rsid w:val="00B10ED9"/>
    <w:rsid w:val="00B25688"/>
    <w:rsid w:val="00BE471F"/>
    <w:rsid w:val="00C02849"/>
    <w:rsid w:val="00C14A4D"/>
    <w:rsid w:val="00D12794"/>
    <w:rsid w:val="00D41B56"/>
    <w:rsid w:val="00D67BD8"/>
    <w:rsid w:val="00D8427A"/>
    <w:rsid w:val="00DF7897"/>
    <w:rsid w:val="00E37B8A"/>
    <w:rsid w:val="00E609BC"/>
    <w:rsid w:val="00E82F26"/>
    <w:rsid w:val="00F85001"/>
    <w:rsid w:val="00FA0ECE"/>
    <w:rsid w:val="00FF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BEDE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F2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C123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C123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C123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5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2024-03-27T03:49:00Z</dcterms:created>
  <dcterms:modified xsi:type="dcterms:W3CDTF">2024-03-27T03:57:00Z</dcterms:modified>
</cp:coreProperties>
</file>