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D6FC72" w14:textId="77777777" w:rsidTr="00987DB5">
        <w:tc>
          <w:tcPr>
            <w:tcW w:w="9498" w:type="dxa"/>
          </w:tcPr>
          <w:p w14:paraId="0AD6FC6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D6FC89" wp14:editId="0AD6FC8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D6FC6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D6FC7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D6FC7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D6FC73" w14:textId="2CB045F1" w:rsidR="0033636C" w:rsidRPr="00FA11A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1A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74564">
            <w:rPr>
              <w:rFonts w:ascii="Times New Roman" w:hAnsi="Times New Roman"/>
              <w:sz w:val="28"/>
              <w:szCs w:val="28"/>
            </w:rPr>
            <w:t xml:space="preserve">28 марта 2024 года </w:t>
          </w:r>
        </w:sdtContent>
      </w:sdt>
      <w:r w:rsidRPr="00FA11A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74564">
            <w:rPr>
              <w:rFonts w:ascii="Times New Roman" w:hAnsi="Times New Roman"/>
              <w:sz w:val="28"/>
              <w:szCs w:val="28"/>
            </w:rPr>
            <w:t>182</w:t>
          </w:r>
        </w:sdtContent>
      </w:sdt>
    </w:p>
    <w:p w14:paraId="0AD6FC7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4206553" w14:textId="77777777" w:rsidR="00430484" w:rsidRDefault="004A6828" w:rsidP="004A68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</w:t>
      </w:r>
    </w:p>
    <w:p w14:paraId="0C37074F" w14:textId="77777777" w:rsidR="00430484" w:rsidRDefault="004A6828" w:rsidP="004A68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</w:p>
    <w:p w14:paraId="732DD83C" w14:textId="77777777" w:rsidR="00430484" w:rsidRDefault="004A6828" w:rsidP="004A68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в муниципальном образовании «Городской округ Ногликский»,</w:t>
      </w:r>
    </w:p>
    <w:p w14:paraId="71690FB8" w14:textId="77777777" w:rsidR="00430484" w:rsidRDefault="004A6828" w:rsidP="004A68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утвержденную постановлением администрации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1D87C4B2" w14:textId="77777777" w:rsidR="00430484" w:rsidRDefault="004A6828" w:rsidP="004A68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образования «Городской округ Ногликский» </w:t>
      </w:r>
    </w:p>
    <w:p w14:paraId="5553A2BE" w14:textId="77777777" w:rsidR="00430484" w:rsidRDefault="004A6828" w:rsidP="00532CCE">
      <w:pPr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от 09.10.2014 № 639</w:t>
      </w:r>
    </w:p>
    <w:p w14:paraId="281106EB" w14:textId="4CF469F2" w:rsidR="004A6828" w:rsidRPr="00430484" w:rsidRDefault="004A6828" w:rsidP="004304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0484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«Обеспечение безопасности жизнедеятельности населения </w:t>
      </w:r>
      <w:r w:rsidR="00972392">
        <w:rPr>
          <w:rFonts w:ascii="Times New Roman" w:hAnsi="Times New Roman"/>
          <w:sz w:val="28"/>
          <w:szCs w:val="28"/>
        </w:rPr>
        <w:br/>
      </w:r>
      <w:r w:rsidRPr="00430484">
        <w:rPr>
          <w:rFonts w:ascii="Times New Roman" w:hAnsi="Times New Roman"/>
          <w:sz w:val="28"/>
          <w:szCs w:val="28"/>
        </w:rPr>
        <w:t>в муниципальном образовании «Городской округ Ногликский» в соответстви</w:t>
      </w:r>
      <w:r w:rsidR="00A04ED5" w:rsidRPr="00430484">
        <w:rPr>
          <w:rFonts w:ascii="Times New Roman" w:hAnsi="Times New Roman"/>
          <w:sz w:val="28"/>
          <w:szCs w:val="28"/>
        </w:rPr>
        <w:t>и с уточненными бюджетными показателями по</w:t>
      </w:r>
      <w:r w:rsidR="00532CCE">
        <w:rPr>
          <w:rFonts w:ascii="Times New Roman" w:hAnsi="Times New Roman"/>
          <w:sz w:val="28"/>
          <w:szCs w:val="28"/>
        </w:rPr>
        <w:t xml:space="preserve"> состоянию на 31.12.2023 года,</w:t>
      </w:r>
      <w:r w:rsidR="00A04ED5" w:rsidRPr="00430484">
        <w:rPr>
          <w:rFonts w:ascii="Times New Roman" w:hAnsi="Times New Roman"/>
          <w:sz w:val="28"/>
          <w:szCs w:val="28"/>
        </w:rPr>
        <w:t xml:space="preserve"> </w:t>
      </w:r>
      <w:r w:rsidR="002E4EDD" w:rsidRPr="00430484">
        <w:rPr>
          <w:rFonts w:ascii="Times New Roman" w:hAnsi="Times New Roman"/>
          <w:sz w:val="28"/>
          <w:szCs w:val="28"/>
        </w:rPr>
        <w:t>решени</w:t>
      </w:r>
      <w:r w:rsidR="00A04ED5" w:rsidRPr="00430484">
        <w:rPr>
          <w:rFonts w:ascii="Times New Roman" w:hAnsi="Times New Roman"/>
          <w:sz w:val="28"/>
          <w:szCs w:val="28"/>
        </w:rPr>
        <w:t>е</w:t>
      </w:r>
      <w:r w:rsidR="002E4EDD" w:rsidRPr="00430484">
        <w:rPr>
          <w:rFonts w:ascii="Times New Roman" w:hAnsi="Times New Roman"/>
          <w:sz w:val="28"/>
          <w:szCs w:val="28"/>
        </w:rPr>
        <w:t>м</w:t>
      </w:r>
      <w:r w:rsidRPr="00430484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</w:t>
      </w:r>
      <w:r w:rsidR="002E4EDD" w:rsidRPr="00430484">
        <w:rPr>
          <w:rFonts w:ascii="Times New Roman" w:hAnsi="Times New Roman"/>
          <w:sz w:val="28"/>
          <w:szCs w:val="28"/>
        </w:rPr>
        <w:t xml:space="preserve">от 07.12.2023 № 290 «О бюджете муниципального образования «Городской округ Ногликский» на 2024 год и на плановый период 2025 и 2026 годов», </w:t>
      </w:r>
      <w:r w:rsidRPr="00430484">
        <w:rPr>
          <w:rFonts w:ascii="Times New Roman" w:hAnsi="Times New Roman"/>
          <w:sz w:val="28"/>
          <w:szCs w:val="28"/>
        </w:rPr>
        <w:t>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</w:t>
      </w:r>
      <w:r w:rsidR="008C0D77" w:rsidRPr="00430484">
        <w:rPr>
          <w:rFonts w:ascii="Times New Roman" w:hAnsi="Times New Roman"/>
          <w:sz w:val="28"/>
          <w:szCs w:val="28"/>
        </w:rPr>
        <w:t xml:space="preserve">ия «Городской округ Ногликский» </w:t>
      </w:r>
      <w:r w:rsidRPr="00430484">
        <w:rPr>
          <w:rFonts w:ascii="Times New Roman" w:hAnsi="Times New Roman"/>
          <w:sz w:val="28"/>
          <w:szCs w:val="28"/>
        </w:rPr>
        <w:t xml:space="preserve">от 28.04.2016 № 344,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430484">
        <w:rPr>
          <w:rFonts w:ascii="Times New Roman" w:hAnsi="Times New Roman"/>
          <w:b/>
          <w:sz w:val="28"/>
          <w:szCs w:val="28"/>
        </w:rPr>
        <w:t>ПОСТАНОВЛЯЕТ:</w:t>
      </w:r>
    </w:p>
    <w:p w14:paraId="304324D6" w14:textId="40BC66B3" w:rsidR="004A6828" w:rsidRPr="00061EF3" w:rsidRDefault="004A6828" w:rsidP="004A68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«Обеспечение безопасности жизнедеятельности населения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09.10.2014 </w:t>
      </w:r>
      <w:r w:rsidR="007873BA" w:rsidRPr="00061EF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№ 639 (в редакции от 08.05.2015 № 316, от 11.09.20</w:t>
      </w:r>
      <w:r w:rsidR="008C0D77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15 № 663, от 02.02.2016 </w:t>
      </w:r>
      <w:r w:rsidR="007873BA" w:rsidRPr="00061EF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№ 110, от 28.04.2016 № 339, от 25.05.2</w:t>
      </w:r>
      <w:r w:rsidR="008C0D77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016 № 414, от 12.07.2016 № 549, 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от 11.10.2017 № 766, от 28.11.2017 № 969, от 17.04.2018 № 395, от 10.05.2018 </w:t>
      </w:r>
      <w:r w:rsidR="007873BA" w:rsidRPr="00061EF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№ 454, от 03.07.2018 № 634, от 27.09.2</w:t>
      </w:r>
      <w:r w:rsidR="008C0D77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018 № 937, от 02.04.2019 № 215, от 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14.11.2019 № 830, </w:t>
      </w:r>
      <w:r w:rsidR="007873BA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23.03.2020 № 140, от 05.03.2021 № 126, от 23.08.2021 </w:t>
      </w:r>
      <w:r w:rsidR="007873BA" w:rsidRPr="00061EF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№ 465</w:t>
      </w:r>
      <w:r w:rsidR="00BE7E17" w:rsidRPr="00061EF3">
        <w:rPr>
          <w:rFonts w:ascii="Times New Roman" w:eastAsia="Times New Roman" w:hAnsi="Times New Roman"/>
          <w:sz w:val="28"/>
          <w:szCs w:val="28"/>
          <w:lang w:eastAsia="ru-RU"/>
        </w:rPr>
        <w:t>, от 08.06.2022 № 299, от 25.08.2022 № 458</w:t>
      </w:r>
      <w:r w:rsidR="00D97BDD" w:rsidRPr="00061EF3">
        <w:rPr>
          <w:rFonts w:ascii="Times New Roman" w:eastAsia="Times New Roman" w:hAnsi="Times New Roman"/>
          <w:sz w:val="28"/>
          <w:szCs w:val="28"/>
          <w:lang w:eastAsia="ru-RU"/>
        </w:rPr>
        <w:t>, от 07.03.2023 № 123</w:t>
      </w:r>
      <w:r w:rsidR="00A37811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, от </w:t>
      </w:r>
      <w:r w:rsidR="00A37811" w:rsidRPr="00061E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10.07.2023 № 436</w:t>
      </w:r>
      <w:r w:rsidR="002E4EDD" w:rsidRPr="00061EF3">
        <w:rPr>
          <w:rFonts w:ascii="Times New Roman" w:eastAsia="Times New Roman" w:hAnsi="Times New Roman"/>
          <w:sz w:val="28"/>
          <w:szCs w:val="28"/>
          <w:lang w:eastAsia="ru-RU"/>
        </w:rPr>
        <w:t>, от 13.10.2023 № 632</w:t>
      </w:r>
      <w:bookmarkStart w:id="0" w:name="_GoBack"/>
      <w:bookmarkEnd w:id="0"/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) «Об утверждении муниципальной программы «Обеспечение безопасности жизнедеятельности населения в муниципальном образовании «Городской округ Ногликский», следующие изменения:</w:t>
      </w:r>
    </w:p>
    <w:p w14:paraId="1AE8F9D0" w14:textId="77777777" w:rsidR="004A6828" w:rsidRPr="00061EF3" w:rsidRDefault="004A6828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1.1. Раздел «Объемы и источники финансирования» Паспорта муниципальной программы «Обеспечение безопасности жизнедеятельности населения в муниципальном образовании «Городской округ Ногликский» изложить в новой редакции:</w:t>
      </w:r>
    </w:p>
    <w:p w14:paraId="187BA6C8" w14:textId="77777777" w:rsidR="008C0D77" w:rsidRPr="00061EF3" w:rsidRDefault="008C0D77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43" w:type="dxa"/>
        <w:tblInd w:w="-14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193"/>
        <w:gridCol w:w="7021"/>
        <w:gridCol w:w="345"/>
      </w:tblGrid>
      <w:tr w:rsidR="004A6828" w:rsidRPr="00061EF3" w14:paraId="223B140B" w14:textId="77777777" w:rsidTr="00532CCE">
        <w:trPr>
          <w:trHeight w:val="400"/>
        </w:trPr>
        <w:tc>
          <w:tcPr>
            <w:tcW w:w="284" w:type="dxa"/>
            <w:tcBorders>
              <w:right w:val="single" w:sz="4" w:space="0" w:color="auto"/>
            </w:tcBorders>
          </w:tcPr>
          <w:p w14:paraId="76C472C1" w14:textId="77777777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6047" w14:textId="77777777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81E7" w14:textId="41B3AA66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222 </w:t>
            </w:r>
            <w:r w:rsidR="00694642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B37C3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694642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5,6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191 </w:t>
            </w:r>
            <w:r w:rsidR="00694642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BB37C3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694642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2,6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уб., из областного бюджета – 30 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723,0 тыс. руб.</w:t>
            </w:r>
          </w:p>
          <w:p w14:paraId="0E2122EF" w14:textId="77777777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2B1DE8DF" w14:textId="2F00B9A7" w:rsidR="00F25199" w:rsidRPr="00061EF3" w:rsidRDefault="00972392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17 356,2 тыс. руб.,</w:t>
            </w:r>
          </w:p>
          <w:p w14:paraId="2845DE27" w14:textId="1F1CB379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1 516,2 тыс. руб., из областного бюджета – 15 840,0 тыс. руб.;</w:t>
            </w:r>
          </w:p>
          <w:p w14:paraId="5F7E3CE0" w14:textId="1FE5BB2E" w:rsidR="00F25199" w:rsidRPr="00061EF3" w:rsidRDefault="00972392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16 785,7 тыс. руб.,</w:t>
            </w:r>
          </w:p>
          <w:p w14:paraId="1B6841E8" w14:textId="357B8A87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1 902,7 тыс. руб., из областного бюджета – 14 883,0 тыс. руб.;</w:t>
            </w:r>
          </w:p>
          <w:p w14:paraId="51119592" w14:textId="0743349C" w:rsidR="00F25199" w:rsidRPr="00061EF3" w:rsidRDefault="00972392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4 370,6 тыс. руб.,</w:t>
            </w:r>
          </w:p>
          <w:p w14:paraId="09B51C8E" w14:textId="08F2436E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4 370,6 тыс. руб.;</w:t>
            </w:r>
          </w:p>
          <w:p w14:paraId="6DF758B9" w14:textId="1C7FD2FD" w:rsidR="00F25199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– 12 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386,1 тыс. руб., </w:t>
            </w:r>
          </w:p>
          <w:p w14:paraId="04151AB4" w14:textId="37E30D7C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 из местного бюджета – 12 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386,1 тыс. руб.;</w:t>
            </w:r>
          </w:p>
          <w:p w14:paraId="1DA410D3" w14:textId="234CF793" w:rsidR="00F25199" w:rsidRPr="00061EF3" w:rsidRDefault="00972392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14 496,8 тыс. руб.,</w:t>
            </w:r>
          </w:p>
          <w:p w14:paraId="38AE17D3" w14:textId="0C002F8B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 из местного бюджета – 14 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496,8 тыс. руб.;</w:t>
            </w:r>
          </w:p>
          <w:p w14:paraId="66E09C2A" w14:textId="71DAA2C7" w:rsidR="00F25199" w:rsidRPr="00061EF3" w:rsidRDefault="00972392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15 965,8 тыс. руб.,</w:t>
            </w:r>
          </w:p>
          <w:p w14:paraId="09D4C87B" w14:textId="259FDD57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 из местного бюджета – 15 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965,8 тыс. руб.;</w:t>
            </w:r>
          </w:p>
          <w:p w14:paraId="46FDD2C3" w14:textId="7F1ACCF4" w:rsidR="00F25199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 </w:t>
            </w:r>
            <w:r w:rsidR="00144E48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882,2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431BCD75" w14:textId="7437B628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 </w:t>
            </w:r>
            <w:r w:rsidR="00144E48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882,2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69D7A54" w14:textId="21769DBC" w:rsidR="00F25199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 </w:t>
            </w:r>
            <w:r w:rsidR="00F25199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277,2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1CA5D2E1" w14:textId="79AB7A11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 </w:t>
            </w:r>
            <w:r w:rsidR="00F25199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277,2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DF51C33" w14:textId="05F3DC6C" w:rsidR="00F25199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 </w:t>
            </w:r>
            <w:r w:rsidR="00694642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BB37C3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2D33C4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1,4</w:t>
            </w:r>
            <w:r w:rsidR="00694642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руб.,</w:t>
            </w:r>
          </w:p>
          <w:p w14:paraId="2097BF42" w14:textId="218DBCC6" w:rsidR="004A6828" w:rsidRPr="00061EF3" w:rsidRDefault="004A6828" w:rsidP="00CE2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 </w:t>
            </w:r>
            <w:r w:rsidR="00694642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BB37C3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2D33C4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1,4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65E6A17" w14:textId="1A29B5DE" w:rsidR="00A37811" w:rsidRPr="00061EF3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  <w:r w:rsidR="002D33C4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2F18CF3F" w14:textId="669CD4A1" w:rsidR="00A37811" w:rsidRPr="00061EF3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  <w:r w:rsidR="002D33C4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5D36406" w14:textId="540EA564" w:rsidR="00A37811" w:rsidRPr="00061EF3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  <w:r w:rsidR="002D33C4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79B12699" w14:textId="109E5504" w:rsidR="00A37811" w:rsidRPr="00061EF3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</w:t>
            </w:r>
            <w:r w:rsidR="002D33C4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C22B56B" w14:textId="2EA14A8A" w:rsidR="00A37811" w:rsidRPr="00061EF3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</w:t>
            </w:r>
            <w:r w:rsidR="002D33C4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7A968AD5" w14:textId="3131A8C1" w:rsidR="00A37811" w:rsidRPr="00061EF3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</w:t>
            </w:r>
            <w:r w:rsidR="002D33C4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B23B8B"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C58F9B9" w14:textId="00FC8605" w:rsidR="00A37811" w:rsidRPr="00061EF3" w:rsidRDefault="00972392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17 275,0 тыс. руб.,</w:t>
            </w:r>
          </w:p>
          <w:p w14:paraId="6D9FDD67" w14:textId="4DE484FE" w:rsidR="004A6828" w:rsidRPr="00061EF3" w:rsidRDefault="00A37811" w:rsidP="00A37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</w:t>
            </w:r>
            <w:r w:rsidR="009723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числе из местного бюджета – 17 </w:t>
            </w: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275,0 тыс. руб.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28FDB8EC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ABFCFE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156C25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2B968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FAF30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208733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EF834D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8CD74B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2C4C88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80FA03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04218E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7FD9B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1905EA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04BD58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E0C2EB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28510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D7B2E5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6CD3C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2C7307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45B386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050FAC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36F3DB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5DF23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BE45F8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8EDF23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13035B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747208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76AAE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D483E1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C654AF" w14:textId="54759436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C3BBC0" w14:textId="26E6B682" w:rsidR="0037299E" w:rsidRPr="00061EF3" w:rsidRDefault="0037299E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F458EA" w14:textId="0CB98304" w:rsidR="0037299E" w:rsidRPr="00061EF3" w:rsidRDefault="0037299E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E3DF5C" w14:textId="77777777" w:rsidR="0037299E" w:rsidRPr="00061EF3" w:rsidRDefault="0037299E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BA73A" w14:textId="77777777" w:rsidR="004A6828" w:rsidRPr="00061EF3" w:rsidRDefault="004A6828" w:rsidP="00CE21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1E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4FC044F" w14:textId="77777777" w:rsidR="007873BA" w:rsidRPr="00061EF3" w:rsidRDefault="007873BA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C9"/>
      <w:bookmarkStart w:id="2" w:name="C10"/>
      <w:bookmarkStart w:id="3" w:name="C11"/>
      <w:bookmarkStart w:id="4" w:name="C12"/>
      <w:bookmarkStart w:id="5" w:name="C13"/>
      <w:bookmarkEnd w:id="1"/>
      <w:bookmarkEnd w:id="2"/>
      <w:bookmarkEnd w:id="3"/>
      <w:bookmarkEnd w:id="4"/>
      <w:bookmarkEnd w:id="5"/>
    </w:p>
    <w:p w14:paraId="4F7CB7C5" w14:textId="717CE21E" w:rsidR="004A6828" w:rsidRPr="00061EF3" w:rsidRDefault="004A6828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Абзац </w:t>
      </w:r>
      <w:r w:rsidR="007873BA" w:rsidRPr="00061EF3">
        <w:rPr>
          <w:rFonts w:ascii="Times New Roman" w:eastAsia="Times New Roman" w:hAnsi="Times New Roman"/>
          <w:sz w:val="28"/>
          <w:szCs w:val="28"/>
          <w:lang w:eastAsia="ru-RU"/>
        </w:rPr>
        <w:t>первый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6 муниципальной программы «Ресурсное обеспечение муниципальной программы» изложить в новой редакции:</w:t>
      </w:r>
    </w:p>
    <w:p w14:paraId="2742A882" w14:textId="054833D2" w:rsidR="00A37811" w:rsidRPr="00061EF3" w:rsidRDefault="004A6828" w:rsidP="00A378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финансирования муниципальной программы составляет </w:t>
      </w:r>
      <w:r w:rsidR="00972392">
        <w:rPr>
          <w:rFonts w:ascii="Times New Roman" w:eastAsia="Times New Roman" w:hAnsi="Times New Roman"/>
          <w:sz w:val="28"/>
          <w:szCs w:val="28"/>
          <w:lang w:eastAsia="ru-RU"/>
        </w:rPr>
        <w:t xml:space="preserve">222 </w:t>
      </w:r>
      <w:r w:rsidR="00694642" w:rsidRPr="00061EF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B37C3" w:rsidRPr="00061EF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694642" w:rsidRPr="00061EF3">
        <w:rPr>
          <w:rFonts w:ascii="Times New Roman" w:eastAsia="Times New Roman" w:hAnsi="Times New Roman"/>
          <w:sz w:val="28"/>
          <w:szCs w:val="28"/>
          <w:lang w:eastAsia="ru-RU"/>
        </w:rPr>
        <w:t>5,6</w:t>
      </w:r>
      <w:r w:rsidR="002D33C4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из местного бюджета – </w:t>
      </w:r>
      <w:r w:rsidR="00972392">
        <w:rPr>
          <w:rFonts w:ascii="Times New Roman" w:eastAsia="Times New Roman" w:hAnsi="Times New Roman"/>
          <w:sz w:val="28"/>
          <w:szCs w:val="28"/>
          <w:lang w:eastAsia="ru-RU"/>
        </w:rPr>
        <w:t xml:space="preserve">191 </w:t>
      </w:r>
      <w:r w:rsidR="00694642" w:rsidRPr="00061EF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B37C3" w:rsidRPr="00061EF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94642" w:rsidRPr="00061EF3">
        <w:rPr>
          <w:rFonts w:ascii="Times New Roman" w:eastAsia="Times New Roman" w:hAnsi="Times New Roman"/>
          <w:sz w:val="28"/>
          <w:szCs w:val="28"/>
          <w:lang w:eastAsia="ru-RU"/>
        </w:rPr>
        <w:t>2,6</w:t>
      </w:r>
      <w:r w:rsidR="002D33C4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из обла</w:t>
      </w:r>
      <w:r w:rsidR="00972392">
        <w:rPr>
          <w:rFonts w:ascii="Times New Roman" w:eastAsia="Times New Roman" w:hAnsi="Times New Roman"/>
          <w:sz w:val="28"/>
          <w:szCs w:val="28"/>
          <w:lang w:eastAsia="ru-RU"/>
        </w:rPr>
        <w:t xml:space="preserve">стного бюджета – 30 </w:t>
      </w:r>
      <w:r w:rsidR="002D33C4" w:rsidRPr="00061EF3">
        <w:rPr>
          <w:rFonts w:ascii="Times New Roman" w:eastAsia="Times New Roman" w:hAnsi="Times New Roman"/>
          <w:sz w:val="28"/>
          <w:szCs w:val="28"/>
          <w:lang w:eastAsia="ru-RU"/>
        </w:rPr>
        <w:t>723,0 тыс. руб</w:t>
      </w:r>
      <w:r w:rsidR="00007A3E" w:rsidRPr="00061E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61EF3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EF713AD" w14:textId="1B00C8C4" w:rsidR="00005F12" w:rsidRPr="00061EF3" w:rsidRDefault="00532CCE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2</w:t>
      </w:r>
      <w:r w:rsidR="00005F12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</w:t>
      </w:r>
      <w:r w:rsidR="0035630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Приложение </w:t>
      </w:r>
      <w:r w:rsidR="00D07BB0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</w:t>
      </w:r>
      <w:r w:rsidR="0035630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часть 2 к муниципальной программе </w:t>
      </w:r>
      <w:r w:rsidR="00356308" w:rsidRPr="00061EF3">
        <w:rPr>
          <w:rFonts w:ascii="Times New Roman" w:eastAsia="Times New Roman" w:hAnsi="Times New Roman"/>
          <w:sz w:val="28"/>
          <w:szCs w:val="28"/>
          <w:lang w:eastAsia="ru-RU"/>
        </w:rPr>
        <w:t>«Обеспечение безопасности жизнедеятельности населения в муниципальном образовании «Городской округ Ногликский», утвержденн</w:t>
      </w:r>
      <w:r w:rsidR="0037299E" w:rsidRPr="00061EF3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356308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«Городской округ Ногликский» от 09.10.2014 № 639, </w:t>
      </w:r>
      <w:r w:rsidR="0035630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изложить в новой редакции </w:t>
      </w:r>
      <w:r w:rsidR="002E4EDD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согласно приложению 1</w:t>
      </w:r>
      <w:r w:rsidR="0035630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к настоящему постановлению.</w:t>
      </w:r>
    </w:p>
    <w:p w14:paraId="5F14E314" w14:textId="247FAFD9" w:rsidR="00D07BB0" w:rsidRPr="00061EF3" w:rsidRDefault="00532CCE" w:rsidP="004A68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3</w:t>
      </w:r>
      <w:r w:rsidR="00D07BB0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Приложение 4 часть 2 к муниципальной программе </w:t>
      </w:r>
      <w:r w:rsidR="00D07BB0" w:rsidRPr="00061EF3">
        <w:rPr>
          <w:rFonts w:ascii="Times New Roman" w:eastAsia="Times New Roman" w:hAnsi="Times New Roman"/>
          <w:sz w:val="28"/>
          <w:szCs w:val="28"/>
          <w:lang w:eastAsia="ru-RU"/>
        </w:rPr>
        <w:t xml:space="preserve">«Обеспечение безопасности жизнедеятельности населения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09.10.2014 № 639, </w:t>
      </w:r>
      <w:r w:rsidR="00D07BB0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изложить в новой редакции согласно приложению 2 к настоящему постановлению.</w:t>
      </w:r>
    </w:p>
    <w:p w14:paraId="3AFFCE23" w14:textId="12103953" w:rsidR="004A6828" w:rsidRPr="00061EF3" w:rsidRDefault="00532CCE" w:rsidP="006E7DE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</w:t>
      </w:r>
      <w:r w:rsidR="004A682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. Опубликовать настоящее постановление в газете «Знамя труда» </w:t>
      </w:r>
      <w:r w:rsidR="00DB3786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</w:r>
      <w:r w:rsidR="004A682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="004A682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br/>
        <w:t>«Интернет».</w:t>
      </w:r>
    </w:p>
    <w:p w14:paraId="0AD6FC80" w14:textId="6A0DB59E" w:rsidR="008629FA" w:rsidRPr="00061EF3" w:rsidRDefault="00532CCE" w:rsidP="000207D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5</w:t>
      </w:r>
      <w:r w:rsidR="004A682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. Контроль за исполнением настоящего постановления возложить на</w:t>
      </w:r>
      <w:r w:rsidR="000207D1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вице-мэра </w:t>
      </w:r>
      <w:r w:rsidR="004A6828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муниципального образования «Городской округ Ногликский» </w:t>
      </w:r>
      <w:proofErr w:type="spellStart"/>
      <w:r w:rsidR="000207D1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Русанова</w:t>
      </w:r>
      <w:proofErr w:type="spellEnd"/>
      <w:r w:rsidR="000207D1" w:rsidRPr="00061EF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Я.С.</w:t>
      </w:r>
    </w:p>
    <w:p w14:paraId="0AD6FC81" w14:textId="77777777" w:rsidR="008629FA" w:rsidRPr="00061EF3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9ED35E" w14:textId="77777777" w:rsidR="00DB3786" w:rsidRPr="00061EF3" w:rsidRDefault="00DB3786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D6FC82" w14:textId="016E1870" w:rsidR="008629FA" w:rsidRPr="00061EF3" w:rsidRDefault="002E4ED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EF3">
        <w:rPr>
          <w:rFonts w:ascii="Times New Roman" w:hAnsi="Times New Roman"/>
          <w:sz w:val="28"/>
          <w:szCs w:val="28"/>
        </w:rPr>
        <w:t xml:space="preserve">Мэр </w:t>
      </w:r>
      <w:r w:rsidR="008629FA" w:rsidRPr="00061EF3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AD6FC83" w14:textId="4B68679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EF3">
        <w:rPr>
          <w:rFonts w:ascii="Times New Roman" w:hAnsi="Times New Roman"/>
          <w:sz w:val="28"/>
          <w:szCs w:val="28"/>
        </w:rPr>
        <w:t xml:space="preserve">«Городской округ </w:t>
      </w:r>
      <w:r w:rsidR="00515042" w:rsidRPr="00061EF3">
        <w:rPr>
          <w:rFonts w:ascii="Times New Roman" w:hAnsi="Times New Roman"/>
          <w:sz w:val="28"/>
          <w:szCs w:val="28"/>
        </w:rPr>
        <w:t>Ногликский»</w:t>
      </w:r>
      <w:r w:rsidR="00515042">
        <w:rPr>
          <w:rFonts w:ascii="Times New Roman" w:hAnsi="Times New Roman"/>
          <w:sz w:val="28"/>
          <w:szCs w:val="28"/>
        </w:rPr>
        <w:tab/>
      </w:r>
      <w:r w:rsidR="00515042">
        <w:rPr>
          <w:rFonts w:ascii="Times New Roman" w:hAnsi="Times New Roman"/>
          <w:sz w:val="28"/>
          <w:szCs w:val="28"/>
        </w:rPr>
        <w:tab/>
      </w:r>
      <w:r w:rsidR="00515042">
        <w:rPr>
          <w:rFonts w:ascii="Times New Roman" w:hAnsi="Times New Roman"/>
          <w:sz w:val="28"/>
          <w:szCs w:val="28"/>
        </w:rPr>
        <w:tab/>
      </w:r>
      <w:r w:rsidR="00515042">
        <w:rPr>
          <w:rFonts w:ascii="Times New Roman" w:hAnsi="Times New Roman"/>
          <w:sz w:val="28"/>
          <w:szCs w:val="28"/>
        </w:rPr>
        <w:tab/>
      </w:r>
      <w:r w:rsidR="00515042">
        <w:rPr>
          <w:rFonts w:ascii="Times New Roman" w:hAnsi="Times New Roman"/>
          <w:sz w:val="28"/>
          <w:szCs w:val="28"/>
        </w:rPr>
        <w:tab/>
      </w:r>
      <w:r w:rsidR="00DB3786">
        <w:rPr>
          <w:rFonts w:ascii="Times New Roman" w:hAnsi="Times New Roman"/>
          <w:sz w:val="28"/>
          <w:szCs w:val="28"/>
        </w:rPr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2E4EDD">
        <w:rPr>
          <w:rFonts w:ascii="Times New Roman" w:hAnsi="Times New Roman"/>
          <w:sz w:val="28"/>
          <w:szCs w:val="28"/>
        </w:rPr>
        <w:t>С.В. Камелин</w:t>
      </w:r>
    </w:p>
    <w:sectPr w:rsidR="008629FA" w:rsidRPr="008629FA" w:rsidSect="00DB378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3EEF6" w14:textId="77777777" w:rsidR="0071650D" w:rsidRDefault="0071650D" w:rsidP="0033636C">
      <w:pPr>
        <w:spacing w:after="0" w:line="240" w:lineRule="auto"/>
      </w:pPr>
      <w:r>
        <w:separator/>
      </w:r>
    </w:p>
  </w:endnote>
  <w:endnote w:type="continuationSeparator" w:id="0">
    <w:p w14:paraId="503A071F" w14:textId="77777777" w:rsidR="0071650D" w:rsidRDefault="0071650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CDB3B" w14:textId="77777777" w:rsidR="0071650D" w:rsidRDefault="0071650D" w:rsidP="0033636C">
      <w:pPr>
        <w:spacing w:after="0" w:line="240" w:lineRule="auto"/>
      </w:pPr>
      <w:r>
        <w:separator/>
      </w:r>
    </w:p>
  </w:footnote>
  <w:footnote w:type="continuationSeparator" w:id="0">
    <w:p w14:paraId="0651BABA" w14:textId="77777777" w:rsidR="0071650D" w:rsidRDefault="0071650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255431"/>
      <w:docPartObj>
        <w:docPartGallery w:val="Page Numbers (Top of Page)"/>
        <w:docPartUnique/>
      </w:docPartObj>
    </w:sdtPr>
    <w:sdtEndPr/>
    <w:sdtContent>
      <w:p w14:paraId="77A1F726" w14:textId="56A0E762" w:rsidR="00DB3786" w:rsidRDefault="00DB37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564">
          <w:rPr>
            <w:noProof/>
          </w:rPr>
          <w:t>2</w:t>
        </w:r>
        <w:r>
          <w:fldChar w:fldCharType="end"/>
        </w:r>
      </w:p>
    </w:sdtContent>
  </w:sdt>
  <w:p w14:paraId="20EE9A2C" w14:textId="77777777" w:rsidR="00DB3786" w:rsidRDefault="00DB37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5F12"/>
    <w:rsid w:val="00006513"/>
    <w:rsid w:val="00007A3E"/>
    <w:rsid w:val="000207D1"/>
    <w:rsid w:val="00053BD0"/>
    <w:rsid w:val="00061EF3"/>
    <w:rsid w:val="000A4181"/>
    <w:rsid w:val="00144E48"/>
    <w:rsid w:val="00185FEC"/>
    <w:rsid w:val="001E1F9F"/>
    <w:rsid w:val="002003DC"/>
    <w:rsid w:val="002313A0"/>
    <w:rsid w:val="00263507"/>
    <w:rsid w:val="00266376"/>
    <w:rsid w:val="002B717B"/>
    <w:rsid w:val="002D33C4"/>
    <w:rsid w:val="002E4EDD"/>
    <w:rsid w:val="00334E50"/>
    <w:rsid w:val="0033636C"/>
    <w:rsid w:val="00356308"/>
    <w:rsid w:val="0037299E"/>
    <w:rsid w:val="003B740B"/>
    <w:rsid w:val="003E4257"/>
    <w:rsid w:val="0040133F"/>
    <w:rsid w:val="004122F3"/>
    <w:rsid w:val="00430484"/>
    <w:rsid w:val="00461E34"/>
    <w:rsid w:val="004A12A0"/>
    <w:rsid w:val="004A6828"/>
    <w:rsid w:val="004D114A"/>
    <w:rsid w:val="00515042"/>
    <w:rsid w:val="00520CBF"/>
    <w:rsid w:val="00532CCE"/>
    <w:rsid w:val="00674564"/>
    <w:rsid w:val="00694642"/>
    <w:rsid w:val="006E7DEE"/>
    <w:rsid w:val="0071650D"/>
    <w:rsid w:val="007873BA"/>
    <w:rsid w:val="00856691"/>
    <w:rsid w:val="008629FA"/>
    <w:rsid w:val="008C0D77"/>
    <w:rsid w:val="008F4428"/>
    <w:rsid w:val="00972392"/>
    <w:rsid w:val="00987DB5"/>
    <w:rsid w:val="00A04ED5"/>
    <w:rsid w:val="00A37811"/>
    <w:rsid w:val="00A71D3A"/>
    <w:rsid w:val="00AC72C8"/>
    <w:rsid w:val="00B10ED9"/>
    <w:rsid w:val="00B23B8B"/>
    <w:rsid w:val="00B25688"/>
    <w:rsid w:val="00BB37C3"/>
    <w:rsid w:val="00BE7E17"/>
    <w:rsid w:val="00C02849"/>
    <w:rsid w:val="00C06F75"/>
    <w:rsid w:val="00C50E0A"/>
    <w:rsid w:val="00D07BB0"/>
    <w:rsid w:val="00D12794"/>
    <w:rsid w:val="00D67BD8"/>
    <w:rsid w:val="00D97BDD"/>
    <w:rsid w:val="00DB3786"/>
    <w:rsid w:val="00DF49EA"/>
    <w:rsid w:val="00DF7897"/>
    <w:rsid w:val="00E14C54"/>
    <w:rsid w:val="00E37B8A"/>
    <w:rsid w:val="00E609BC"/>
    <w:rsid w:val="00E81302"/>
    <w:rsid w:val="00EA4385"/>
    <w:rsid w:val="00F25199"/>
    <w:rsid w:val="00FA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FC6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B717B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01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133F"/>
    <w:rPr>
      <w:rFonts w:ascii="Segoe UI" w:hAnsi="Segoe UI" w:cs="Segoe UI"/>
      <w:sz w:val="18"/>
      <w:szCs w:val="18"/>
      <w:lang w:eastAsia="en-US"/>
    </w:rPr>
  </w:style>
  <w:style w:type="character" w:customStyle="1" w:styleId="20">
    <w:name w:val="Заголовок 2 Знак"/>
    <w:basedOn w:val="a0"/>
    <w:link w:val="2"/>
    <w:rsid w:val="002B717B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A403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A403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11371"/>
    <w:rsid w:val="002A4039"/>
    <w:rsid w:val="002F163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2022-06-08T23:04:00Z</cp:lastPrinted>
  <dcterms:created xsi:type="dcterms:W3CDTF">2024-03-28T06:50:00Z</dcterms:created>
  <dcterms:modified xsi:type="dcterms:W3CDTF">2024-03-28T06:58:00Z</dcterms:modified>
</cp:coreProperties>
</file>