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DA3A02B" w14:textId="77777777" w:rsidTr="00987DB5">
        <w:tc>
          <w:tcPr>
            <w:tcW w:w="9498" w:type="dxa"/>
          </w:tcPr>
          <w:p w14:paraId="1DA3A02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A3A042" wp14:editId="1DA3A04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A3A028" w14:textId="01A52EA9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</w:t>
            </w:r>
            <w:r w:rsidR="00661DA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АЦИЯ МУНИЦИПАЛЬНОГО ОБРАЗОВАНИЯ</w:t>
            </w:r>
          </w:p>
          <w:p w14:paraId="1DA3A029" w14:textId="0333364B" w:rsidR="00053BD0" w:rsidRPr="00053BD0" w:rsidRDefault="00785423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1DA3A02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DA3A02C" w14:textId="01795AC0" w:rsidR="0033636C" w:rsidRPr="007A08D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A08D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22241" w:rsidRPr="00322241">
            <w:rPr>
              <w:rFonts w:ascii="Times New Roman" w:hAnsi="Times New Roman"/>
              <w:sz w:val="28"/>
              <w:szCs w:val="28"/>
            </w:rPr>
            <w:t>24 января 2025 года</w:t>
          </w:r>
        </w:sdtContent>
      </w:sdt>
      <w:r w:rsidRPr="0032224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22241" w:rsidRPr="00322241">
            <w:rPr>
              <w:rFonts w:ascii="Times New Roman" w:hAnsi="Times New Roman"/>
              <w:sz w:val="28"/>
              <w:szCs w:val="28"/>
            </w:rPr>
            <w:t>18</w:t>
          </w:r>
        </w:sdtContent>
      </w:sdt>
    </w:p>
    <w:p w14:paraId="1DA3A02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A710B63" w14:textId="77777777" w:rsidR="007A08DC" w:rsidRDefault="003B0D65" w:rsidP="00692A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F76E9E">
        <w:rPr>
          <w:rFonts w:ascii="Times New Roman" w:hAnsi="Times New Roman"/>
          <w:b/>
          <w:sz w:val="28"/>
          <w:szCs w:val="28"/>
        </w:rPr>
        <w:t xml:space="preserve">б </w:t>
      </w:r>
      <w:r w:rsidR="00F76E9E" w:rsidRPr="002E7A40">
        <w:rPr>
          <w:rFonts w:ascii="Times New Roman" w:hAnsi="Times New Roman"/>
          <w:b/>
          <w:sz w:val="28"/>
          <w:szCs w:val="28"/>
        </w:rPr>
        <w:t>утверждении состава комиссии</w:t>
      </w:r>
      <w:r w:rsidR="007A08DC">
        <w:rPr>
          <w:rFonts w:ascii="Times New Roman" w:hAnsi="Times New Roman"/>
          <w:b/>
          <w:sz w:val="28"/>
          <w:szCs w:val="28"/>
        </w:rPr>
        <w:t xml:space="preserve"> по отбору получателей субсидии</w:t>
      </w:r>
    </w:p>
    <w:p w14:paraId="2AB9596E" w14:textId="77777777" w:rsidR="009943FA" w:rsidRDefault="00F76E9E" w:rsidP="00692A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7A40">
        <w:rPr>
          <w:rFonts w:ascii="Times New Roman" w:hAnsi="Times New Roman"/>
          <w:b/>
          <w:sz w:val="28"/>
          <w:szCs w:val="28"/>
        </w:rPr>
        <w:t>из бюд</w:t>
      </w:r>
      <w:r w:rsidR="007A08DC">
        <w:rPr>
          <w:rFonts w:ascii="Times New Roman" w:hAnsi="Times New Roman"/>
          <w:b/>
          <w:sz w:val="28"/>
          <w:szCs w:val="28"/>
        </w:rPr>
        <w:t>жета муниципального образования</w:t>
      </w:r>
      <w:r w:rsidR="00DD6251">
        <w:rPr>
          <w:rFonts w:ascii="Times New Roman" w:hAnsi="Times New Roman"/>
          <w:b/>
          <w:sz w:val="28"/>
          <w:szCs w:val="28"/>
        </w:rPr>
        <w:t xml:space="preserve"> </w:t>
      </w:r>
      <w:r w:rsidRPr="002E7A40">
        <w:rPr>
          <w:rFonts w:ascii="Times New Roman" w:hAnsi="Times New Roman"/>
          <w:b/>
          <w:sz w:val="28"/>
          <w:szCs w:val="28"/>
        </w:rPr>
        <w:t>Ногликский</w:t>
      </w:r>
    </w:p>
    <w:p w14:paraId="1DA3A02F" w14:textId="7556678B" w:rsidR="00185FEC" w:rsidRDefault="00DD6251" w:rsidP="00994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округ Сахалинской области</w:t>
      </w:r>
      <w:r w:rsidR="00F76E9E" w:rsidRPr="002E7A40">
        <w:rPr>
          <w:rFonts w:ascii="Times New Roman" w:hAnsi="Times New Roman"/>
          <w:b/>
          <w:sz w:val="28"/>
          <w:szCs w:val="28"/>
        </w:rPr>
        <w:t xml:space="preserve"> на </w:t>
      </w:r>
      <w:r w:rsidR="007A08DC">
        <w:rPr>
          <w:rFonts w:ascii="Times New Roman" w:hAnsi="Times New Roman"/>
          <w:b/>
          <w:sz w:val="28"/>
          <w:szCs w:val="28"/>
        </w:rPr>
        <w:t>обеспечение безаварийной работы</w:t>
      </w:r>
      <w:r w:rsidR="009943FA">
        <w:rPr>
          <w:rFonts w:ascii="Times New Roman" w:hAnsi="Times New Roman"/>
          <w:b/>
          <w:sz w:val="28"/>
          <w:szCs w:val="28"/>
        </w:rPr>
        <w:t xml:space="preserve"> </w:t>
      </w:r>
      <w:r w:rsidR="00F76E9E" w:rsidRPr="002E7A40">
        <w:rPr>
          <w:rFonts w:ascii="Times New Roman" w:hAnsi="Times New Roman"/>
          <w:b/>
          <w:sz w:val="28"/>
          <w:szCs w:val="28"/>
        </w:rPr>
        <w:t>жилищно-коммунального компл</w:t>
      </w:r>
      <w:r w:rsidR="007A08DC">
        <w:rPr>
          <w:rFonts w:ascii="Times New Roman" w:hAnsi="Times New Roman"/>
          <w:b/>
          <w:sz w:val="28"/>
          <w:szCs w:val="28"/>
        </w:rPr>
        <w:t>екса муниципального образования</w:t>
      </w:r>
      <w:r w:rsidR="009943FA">
        <w:rPr>
          <w:rFonts w:ascii="Times New Roman" w:hAnsi="Times New Roman"/>
          <w:b/>
          <w:sz w:val="28"/>
          <w:szCs w:val="28"/>
        </w:rPr>
        <w:t xml:space="preserve"> </w:t>
      </w:r>
      <w:r w:rsidRPr="002E7A40">
        <w:rPr>
          <w:rFonts w:ascii="Times New Roman" w:hAnsi="Times New Roman"/>
          <w:b/>
          <w:sz w:val="28"/>
          <w:szCs w:val="28"/>
        </w:rPr>
        <w:t>Ногликский</w:t>
      </w:r>
      <w:r>
        <w:rPr>
          <w:rFonts w:ascii="Times New Roman" w:hAnsi="Times New Roman"/>
          <w:b/>
          <w:sz w:val="28"/>
          <w:szCs w:val="28"/>
        </w:rPr>
        <w:t xml:space="preserve"> муниципальный округ Сахалинской области</w:t>
      </w:r>
    </w:p>
    <w:p w14:paraId="78E6DC9D" w14:textId="77777777" w:rsidR="00DD6251" w:rsidRDefault="00DD6251" w:rsidP="00692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D477AB" w14:textId="7EC39B7C" w:rsidR="00975733" w:rsidRPr="00E54F4B" w:rsidRDefault="00975733" w:rsidP="00692A5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эффективного использования бюджетных средств, </w:t>
      </w:r>
      <w:r w:rsidR="004B3C5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</w:t>
      </w:r>
      <w:r w:rsidRPr="0060197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постановлением администрации муниципального образования «Го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родской округ Ногликский» </w:t>
      </w:r>
      <w:r w:rsidRPr="00862C33">
        <w:rPr>
          <w:rFonts w:ascii="Times New Roman" w:hAnsi="Times New Roman"/>
          <w:sz w:val="28"/>
          <w:szCs w:val="28"/>
        </w:rPr>
        <w:t xml:space="preserve">от </w:t>
      </w:r>
      <w:r w:rsidRPr="005E60F9">
        <w:rPr>
          <w:rFonts w:ascii="Times New Roman" w:hAnsi="Times New Roman"/>
          <w:sz w:val="28"/>
          <w:szCs w:val="28"/>
        </w:rPr>
        <w:t>02.08.2021 № 437</w:t>
      </w:r>
      <w:r>
        <w:rPr>
          <w:rFonts w:ascii="Times New Roman" w:hAnsi="Times New Roman"/>
          <w:sz w:val="28"/>
          <w:szCs w:val="28"/>
        </w:rPr>
        <w:t xml:space="preserve"> «Об утверждении п</w:t>
      </w:r>
      <w:r w:rsidRPr="005E60F9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а</w:t>
      </w:r>
      <w:r w:rsidRPr="005E60F9">
        <w:rPr>
          <w:rFonts w:ascii="Times New Roman" w:hAnsi="Times New Roman"/>
          <w:sz w:val="28"/>
          <w:szCs w:val="28"/>
        </w:rPr>
        <w:t xml:space="preserve"> предоставления субсидии на обеспечение безаварийной работы жилищно-коммунального комплекса</w:t>
      </w:r>
      <w:r w:rsidR="00453262">
        <w:rPr>
          <w:rFonts w:ascii="Times New Roman" w:hAnsi="Times New Roman"/>
          <w:sz w:val="28"/>
          <w:szCs w:val="28"/>
        </w:rPr>
        <w:t>»</w:t>
      </w:r>
      <w:r w:rsidRPr="005E60F9">
        <w:rPr>
          <w:rFonts w:ascii="Times New Roman" w:hAnsi="Times New Roman"/>
          <w:sz w:val="28"/>
          <w:szCs w:val="28"/>
        </w:rPr>
        <w:t xml:space="preserve">, </w:t>
      </w: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Ногликский</w:t>
      </w:r>
      <w:r w:rsidR="00DD625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 w:rsidR="00DD6251" w:rsidRPr="00E50D4C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r w:rsidR="00DD625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0D4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CFF9D81" w14:textId="4B2698DF" w:rsidR="00975733" w:rsidRPr="00571F74" w:rsidRDefault="00975733" w:rsidP="00692A59">
      <w:pPr>
        <w:pStyle w:val="ConsPlusNormal"/>
        <w:ind w:firstLine="709"/>
        <w:jc w:val="both"/>
        <w:rPr>
          <w:sz w:val="28"/>
          <w:szCs w:val="28"/>
        </w:rPr>
      </w:pPr>
      <w:r w:rsidRPr="00D849B3">
        <w:rPr>
          <w:rStyle w:val="1"/>
          <w:color w:val="000000"/>
          <w:sz w:val="28"/>
          <w:szCs w:val="28"/>
        </w:rPr>
        <w:t xml:space="preserve">1. </w:t>
      </w:r>
      <w:r>
        <w:rPr>
          <w:rStyle w:val="1"/>
          <w:color w:val="000000"/>
          <w:sz w:val="28"/>
          <w:szCs w:val="28"/>
        </w:rPr>
        <w:t xml:space="preserve">Утвердить состав </w:t>
      </w:r>
      <w:bookmarkStart w:id="0" w:name="_GoBack"/>
      <w:bookmarkEnd w:id="0"/>
      <w:r>
        <w:rPr>
          <w:rStyle w:val="1"/>
          <w:color w:val="000000"/>
          <w:sz w:val="28"/>
          <w:szCs w:val="28"/>
        </w:rPr>
        <w:t>комиссии</w:t>
      </w:r>
      <w:r w:rsidRPr="00571F74">
        <w:rPr>
          <w:rStyle w:val="1"/>
          <w:color w:val="000000"/>
          <w:sz w:val="28"/>
          <w:szCs w:val="28"/>
        </w:rPr>
        <w:t xml:space="preserve"> по </w:t>
      </w:r>
      <w:r>
        <w:rPr>
          <w:rStyle w:val="1"/>
          <w:color w:val="000000"/>
          <w:sz w:val="28"/>
          <w:szCs w:val="28"/>
        </w:rPr>
        <w:t xml:space="preserve">отбору </w:t>
      </w:r>
      <w:r w:rsidRPr="00EC4A3D">
        <w:rPr>
          <w:rStyle w:val="1"/>
          <w:color w:val="000000"/>
          <w:sz w:val="28"/>
          <w:szCs w:val="28"/>
        </w:rPr>
        <w:t xml:space="preserve">получателей субсидии из бюджета муниципального образования </w:t>
      </w:r>
      <w:r w:rsidR="00DD6251" w:rsidRPr="00E50D4C">
        <w:rPr>
          <w:rFonts w:ascii="Times New Roman" w:hAnsi="Times New Roman"/>
          <w:sz w:val="28"/>
          <w:szCs w:val="28"/>
        </w:rPr>
        <w:t>Ногликский</w:t>
      </w:r>
      <w:r w:rsidR="00DD6251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EC4A3D">
        <w:rPr>
          <w:rStyle w:val="1"/>
          <w:color w:val="000000"/>
          <w:sz w:val="28"/>
          <w:szCs w:val="28"/>
        </w:rPr>
        <w:t xml:space="preserve"> на обеспечение безаварийной работы жилищно-коммунального комплекса муниципального образования </w:t>
      </w:r>
      <w:r w:rsidR="00DD6251" w:rsidRPr="00E50D4C">
        <w:rPr>
          <w:rFonts w:ascii="Times New Roman" w:hAnsi="Times New Roman"/>
          <w:sz w:val="28"/>
          <w:szCs w:val="28"/>
        </w:rPr>
        <w:t>Ногликский</w:t>
      </w:r>
      <w:r w:rsidR="00DD6251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Style w:val="1"/>
          <w:color w:val="000000"/>
          <w:sz w:val="28"/>
          <w:szCs w:val="28"/>
        </w:rPr>
        <w:t xml:space="preserve"> (прилагается)</w:t>
      </w:r>
      <w:r w:rsidRPr="00571F74">
        <w:rPr>
          <w:rStyle w:val="1"/>
          <w:color w:val="000000"/>
          <w:sz w:val="28"/>
          <w:szCs w:val="28"/>
        </w:rPr>
        <w:t>.</w:t>
      </w:r>
    </w:p>
    <w:p w14:paraId="254A5B85" w14:textId="32735718" w:rsidR="00975733" w:rsidRPr="008048DF" w:rsidRDefault="00975733" w:rsidP="00692A5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2. Разместить настоящее постановление </w:t>
      </w:r>
      <w:r w:rsidRPr="001D55AF">
        <w:rPr>
          <w:rStyle w:val="1"/>
          <w:color w:val="000000"/>
          <w:sz w:val="28"/>
          <w:szCs w:val="28"/>
        </w:rPr>
        <w:t>на</w:t>
      </w:r>
      <w:r w:rsidRPr="001D55AF">
        <w:rPr>
          <w:sz w:val="28"/>
          <w:szCs w:val="28"/>
        </w:rPr>
        <w:t xml:space="preserve"> </w:t>
      </w:r>
      <w:r w:rsidRPr="001D55AF">
        <w:rPr>
          <w:rStyle w:val="1"/>
          <w:color w:val="000000"/>
          <w:sz w:val="28"/>
          <w:szCs w:val="28"/>
        </w:rPr>
        <w:t xml:space="preserve">официальном сайте </w:t>
      </w:r>
      <w:r w:rsidRPr="001D55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DD6251" w:rsidRPr="00E50D4C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r w:rsidR="00DD625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1D55AF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1DA3A039" w14:textId="13C05D44" w:rsidR="008629FA" w:rsidRPr="00D12794" w:rsidRDefault="00975733" w:rsidP="00692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3</w:t>
      </w:r>
      <w:r w:rsidRPr="008048D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. </w:t>
      </w:r>
      <w:r w:rsidRPr="006E582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директора департамента экономического развития, строительства, жилищно-</w:t>
      </w:r>
      <w:r w:rsidR="0032224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="0032224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>коммунального и дорожного хозяйства администрации</w:t>
      </w:r>
      <w:r w:rsidRPr="006E582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муниципального образования </w:t>
      </w:r>
      <w:r w:rsidR="00DD6251" w:rsidRPr="00E50D4C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r w:rsidR="00DD625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Логареву</w:t>
      </w:r>
      <w:proofErr w:type="spellEnd"/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О.П.</w:t>
      </w:r>
    </w:p>
    <w:p w14:paraId="1DA3A03A" w14:textId="2152D9F6" w:rsidR="008629FA" w:rsidRPr="00D12794" w:rsidRDefault="008629FA" w:rsidP="009943FA">
      <w:pPr>
        <w:tabs>
          <w:tab w:val="left" w:pos="164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547D04" w14:textId="77777777" w:rsidR="008C0485" w:rsidRDefault="008C0485" w:rsidP="00692A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A3A03B" w14:textId="4D60E596" w:rsidR="008629FA" w:rsidRDefault="008629FA" w:rsidP="00692A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E64D9B6" w14:textId="77777777" w:rsidR="00DD6251" w:rsidRDefault="00DD6251" w:rsidP="00692A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</w:t>
      </w:r>
    </w:p>
    <w:p w14:paraId="1DA3A03C" w14:textId="5584F231" w:rsidR="008629FA" w:rsidRPr="008629FA" w:rsidRDefault="00DD6251" w:rsidP="00692A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  <w:r w:rsidR="009E6CEB">
        <w:rPr>
          <w:rFonts w:ascii="Times New Roman" w:hAnsi="Times New Roman"/>
          <w:sz w:val="28"/>
          <w:szCs w:val="28"/>
        </w:rPr>
        <w:tab/>
      </w:r>
      <w:r w:rsidR="009E6CEB">
        <w:rPr>
          <w:rFonts w:ascii="Times New Roman" w:hAnsi="Times New Roman"/>
          <w:sz w:val="28"/>
          <w:szCs w:val="28"/>
        </w:rPr>
        <w:tab/>
      </w:r>
      <w:r w:rsidR="009E6CEB">
        <w:rPr>
          <w:rFonts w:ascii="Times New Roman" w:hAnsi="Times New Roman"/>
          <w:sz w:val="28"/>
          <w:szCs w:val="28"/>
        </w:rPr>
        <w:tab/>
      </w:r>
      <w:r w:rsidR="009E6CEB">
        <w:rPr>
          <w:rFonts w:ascii="Times New Roman" w:hAnsi="Times New Roman"/>
          <w:sz w:val="28"/>
          <w:szCs w:val="28"/>
        </w:rPr>
        <w:tab/>
      </w:r>
      <w:r w:rsidR="009E6CEB">
        <w:rPr>
          <w:rFonts w:ascii="Times New Roman" w:hAnsi="Times New Roman"/>
          <w:sz w:val="28"/>
          <w:szCs w:val="28"/>
        </w:rPr>
        <w:tab/>
      </w:r>
      <w:r w:rsidR="004B3C54">
        <w:rPr>
          <w:rFonts w:ascii="Times New Roman" w:hAnsi="Times New Roman"/>
          <w:sz w:val="28"/>
          <w:szCs w:val="28"/>
        </w:rPr>
        <w:tab/>
      </w:r>
      <w:r w:rsidR="004B3C54">
        <w:rPr>
          <w:rFonts w:ascii="Times New Roman" w:hAnsi="Times New Roman"/>
          <w:sz w:val="28"/>
          <w:szCs w:val="28"/>
        </w:rPr>
        <w:tab/>
        <w:t xml:space="preserve">       </w:t>
      </w:r>
      <w:r w:rsidR="008629FA">
        <w:rPr>
          <w:rFonts w:ascii="Times New Roman" w:hAnsi="Times New Roman"/>
          <w:sz w:val="28"/>
          <w:szCs w:val="28"/>
        </w:rPr>
        <w:t>С.В.</w:t>
      </w:r>
      <w:r w:rsidR="009E6C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994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3A04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DA3A04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13976" w14:textId="77777777" w:rsidR="009943FA" w:rsidRDefault="009943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3A048" w14:textId="6BABD288" w:rsidR="0033636C" w:rsidRDefault="0033636C" w:rsidP="0033636C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B03FA" w14:textId="77777777" w:rsidR="009943FA" w:rsidRDefault="009943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3A04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DA3A04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88E46" w14:textId="77777777" w:rsidR="009943FA" w:rsidRDefault="009943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446176"/>
      <w:docPartObj>
        <w:docPartGallery w:val="Page Numbers (Top of Page)"/>
        <w:docPartUnique/>
      </w:docPartObj>
    </w:sdtPr>
    <w:sdtEndPr/>
    <w:sdtContent>
      <w:p w14:paraId="3B1D0BE6" w14:textId="47C9B6D6" w:rsidR="009943FA" w:rsidRDefault="009943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24B">
          <w:rPr>
            <w:noProof/>
          </w:rPr>
          <w:t>2</w:t>
        </w:r>
        <w:r>
          <w:fldChar w:fldCharType="end"/>
        </w:r>
      </w:p>
    </w:sdtContent>
  </w:sdt>
  <w:p w14:paraId="152C9E51" w14:textId="77777777" w:rsidR="009943FA" w:rsidRDefault="009943F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0D2EC" w14:textId="77777777" w:rsidR="009943FA" w:rsidRDefault="009943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22241"/>
    <w:rsid w:val="0033636C"/>
    <w:rsid w:val="003B0D65"/>
    <w:rsid w:val="003E4257"/>
    <w:rsid w:val="00453262"/>
    <w:rsid w:val="004B3C54"/>
    <w:rsid w:val="004F6910"/>
    <w:rsid w:val="00520CBF"/>
    <w:rsid w:val="00661DA3"/>
    <w:rsid w:val="00692A59"/>
    <w:rsid w:val="00785423"/>
    <w:rsid w:val="007A08DC"/>
    <w:rsid w:val="007B40A2"/>
    <w:rsid w:val="008629FA"/>
    <w:rsid w:val="008C0485"/>
    <w:rsid w:val="00975733"/>
    <w:rsid w:val="00987DB5"/>
    <w:rsid w:val="009943FA"/>
    <w:rsid w:val="009B124B"/>
    <w:rsid w:val="009E6CEB"/>
    <w:rsid w:val="00AC72C8"/>
    <w:rsid w:val="00B10ED9"/>
    <w:rsid w:val="00B25688"/>
    <w:rsid w:val="00C02849"/>
    <w:rsid w:val="00D12794"/>
    <w:rsid w:val="00D67BD8"/>
    <w:rsid w:val="00DD6251"/>
    <w:rsid w:val="00DE04B1"/>
    <w:rsid w:val="00DF7897"/>
    <w:rsid w:val="00E37B8A"/>
    <w:rsid w:val="00E609BC"/>
    <w:rsid w:val="00F63764"/>
    <w:rsid w:val="00F7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A3A02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975733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">
    <w:name w:val="Основной текст Знак1"/>
    <w:basedOn w:val="a0"/>
    <w:link w:val="a8"/>
    <w:uiPriority w:val="99"/>
    <w:rsid w:val="00975733"/>
    <w:rPr>
      <w:rFonts w:ascii="Times New Roman" w:hAnsi="Times New Roman"/>
      <w:sz w:val="26"/>
      <w:szCs w:val="26"/>
      <w:shd w:val="clear" w:color="auto" w:fill="FFFFFF"/>
    </w:rPr>
  </w:style>
  <w:style w:type="paragraph" w:styleId="a8">
    <w:name w:val="Body Text"/>
    <w:basedOn w:val="a"/>
    <w:link w:val="1"/>
    <w:uiPriority w:val="99"/>
    <w:rsid w:val="00975733"/>
    <w:pPr>
      <w:widowControl w:val="0"/>
      <w:shd w:val="clear" w:color="auto" w:fill="FFFFFF"/>
      <w:spacing w:after="0" w:line="240" w:lineRule="atLeast"/>
      <w:ind w:hanging="160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975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22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2224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662C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662C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662C6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112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20</cp:revision>
  <cp:lastPrinted>2025-01-26T22:22:00Z</cp:lastPrinted>
  <dcterms:created xsi:type="dcterms:W3CDTF">2020-04-07T04:52:00Z</dcterms:created>
  <dcterms:modified xsi:type="dcterms:W3CDTF">2025-01-26T22:27:00Z</dcterms:modified>
</cp:coreProperties>
</file>