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785D1D4" w14:textId="77777777" w:rsidTr="00987DB5">
        <w:tc>
          <w:tcPr>
            <w:tcW w:w="9498" w:type="dxa"/>
          </w:tcPr>
          <w:p w14:paraId="6785D1D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85D1EB" wp14:editId="6785D1E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85D1D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785D1D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785D1D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785D1D5" w14:textId="015632D4" w:rsidR="0033636C" w:rsidRPr="0045694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94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56948" w:rsidRPr="00456948">
            <w:rPr>
              <w:rFonts w:ascii="Times New Roman" w:hAnsi="Times New Roman"/>
              <w:sz w:val="28"/>
              <w:szCs w:val="28"/>
            </w:rPr>
            <w:t>01 апреля 2024 года</w:t>
          </w:r>
        </w:sdtContent>
      </w:sdt>
      <w:r w:rsidRPr="0045694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56948" w:rsidRPr="00456948">
            <w:rPr>
              <w:rFonts w:ascii="Times New Roman" w:hAnsi="Times New Roman"/>
              <w:sz w:val="28"/>
              <w:szCs w:val="28"/>
            </w:rPr>
            <w:t>191</w:t>
          </w:r>
        </w:sdtContent>
      </w:sdt>
    </w:p>
    <w:p w14:paraId="6785D1D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B21A2F2" w14:textId="22246D00" w:rsidR="0085751B" w:rsidRPr="008F6582" w:rsidRDefault="00981864" w:rsidP="008F65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582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 w:rsidR="008F6582">
        <w:rPr>
          <w:rFonts w:ascii="Times New Roman" w:hAnsi="Times New Roman"/>
          <w:b/>
          <w:sz w:val="28"/>
          <w:szCs w:val="28"/>
        </w:rPr>
        <w:t>в постановление администрации</w:t>
      </w:r>
    </w:p>
    <w:p w14:paraId="651826E1" w14:textId="309FA541" w:rsidR="0085751B" w:rsidRPr="008F6582" w:rsidRDefault="00981864" w:rsidP="008F65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6582">
        <w:rPr>
          <w:rFonts w:ascii="Times New Roman" w:hAnsi="Times New Roman"/>
          <w:b/>
          <w:sz w:val="28"/>
          <w:szCs w:val="28"/>
        </w:rPr>
        <w:t>муниципального образован</w:t>
      </w:r>
      <w:r w:rsidR="008F6582">
        <w:rPr>
          <w:rFonts w:ascii="Times New Roman" w:hAnsi="Times New Roman"/>
          <w:b/>
          <w:sz w:val="28"/>
          <w:szCs w:val="28"/>
        </w:rPr>
        <w:t>ия «Городской округ Ногликский»</w:t>
      </w:r>
    </w:p>
    <w:p w14:paraId="558F5CA9" w14:textId="7CCAF8BA" w:rsidR="00981864" w:rsidRPr="008F6582" w:rsidRDefault="008D56FE" w:rsidP="008F65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bookmarkStart w:id="0" w:name="_GoBack"/>
      <w:bookmarkEnd w:id="0"/>
      <w:r w:rsidR="00E15165" w:rsidRPr="008F6582">
        <w:rPr>
          <w:rFonts w:ascii="Times New Roman" w:hAnsi="Times New Roman"/>
          <w:b/>
          <w:sz w:val="28"/>
          <w:szCs w:val="28"/>
        </w:rPr>
        <w:t>28.08.2015 № 631</w:t>
      </w:r>
    </w:p>
    <w:p w14:paraId="6785D1D8" w14:textId="77777777" w:rsidR="00185FEC" w:rsidRPr="008F6582" w:rsidRDefault="00185FEC" w:rsidP="008F6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4DE7E8" w14:textId="60F13A39" w:rsidR="00981864" w:rsidRPr="008F6582" w:rsidRDefault="00981864" w:rsidP="008F65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F6582">
        <w:rPr>
          <w:rFonts w:ascii="Times New Roman" w:hAnsi="Times New Roman"/>
          <w:sz w:val="28"/>
          <w:szCs w:val="28"/>
        </w:rPr>
        <w:t>В соответствии с Порядк</w:t>
      </w:r>
      <w:r w:rsidR="00E15165" w:rsidRPr="008F6582">
        <w:rPr>
          <w:rFonts w:ascii="Times New Roman" w:hAnsi="Times New Roman"/>
          <w:sz w:val="28"/>
          <w:szCs w:val="28"/>
        </w:rPr>
        <w:t>ом</w:t>
      </w:r>
      <w:r w:rsidRPr="008F6582">
        <w:rPr>
          <w:rFonts w:ascii="Times New Roman" w:hAnsi="Times New Roman"/>
          <w:sz w:val="28"/>
          <w:szCs w:val="28"/>
        </w:rPr>
        <w:t xml:space="preserve">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решением Собрания муниципального образования «Городской округ Ногликский» от 07.12.2023 № 290 «О бюджете муниципального образования «Городской округ Ногликский» на 2024 год и на плановый период 2025 и 2026 годов»,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F6582">
        <w:rPr>
          <w:rFonts w:ascii="Times New Roman" w:hAnsi="Times New Roman"/>
          <w:b/>
          <w:sz w:val="28"/>
          <w:szCs w:val="28"/>
        </w:rPr>
        <w:t>ПОСТАНОВЛЯЕТ:</w:t>
      </w:r>
    </w:p>
    <w:p w14:paraId="5CA5F679" w14:textId="57B9C70D" w:rsidR="0085751B" w:rsidRPr="008F6582" w:rsidRDefault="00981864" w:rsidP="008F6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582">
        <w:rPr>
          <w:rFonts w:ascii="Times New Roman" w:hAnsi="Times New Roman"/>
          <w:sz w:val="28"/>
          <w:szCs w:val="28"/>
        </w:rPr>
        <w:t xml:space="preserve">1. Внести в </w:t>
      </w:r>
      <w:r w:rsidR="0085751B" w:rsidRPr="008F6582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«Городской округ Ногликский» от 28.08.2015 № 631 (в редакции от 31.03.2016 № 267, от 27.02.2018 № 190, от 11.12.2018 № 1196, от 26.12.2018 № 1270, от 29.07.2019 № 570, от 05.02.2020 № 67, от 12.01.2021 №1, от 27.12.2021 № 737, </w:t>
      </w:r>
      <w:r w:rsidR="00F41E5D" w:rsidRPr="008F6582">
        <w:rPr>
          <w:rFonts w:ascii="Times New Roman" w:hAnsi="Times New Roman"/>
          <w:sz w:val="28"/>
          <w:szCs w:val="28"/>
        </w:rPr>
        <w:t>от 19.12.2022 № 720, от 12.07.2023 № 445)</w:t>
      </w:r>
      <w:r w:rsidR="0085751B" w:rsidRPr="008F6582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«Развитие инвестиционного потенциала муниципального образования «Городской округ Ногликский» следующие изменения:</w:t>
      </w:r>
    </w:p>
    <w:p w14:paraId="3D782EB1" w14:textId="6D461E87" w:rsidR="00981864" w:rsidRPr="008F6582" w:rsidRDefault="0085751B" w:rsidP="008F6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582">
        <w:rPr>
          <w:rFonts w:ascii="Times New Roman" w:hAnsi="Times New Roman"/>
          <w:sz w:val="28"/>
          <w:szCs w:val="28"/>
        </w:rPr>
        <w:t>1.1. В Паспорте программы «Развитие инвестиционного потенциала муниципального образования «Городской округ Ногликский» раздел</w:t>
      </w:r>
      <w:r w:rsidR="00F41E5D" w:rsidRPr="008F6582">
        <w:rPr>
          <w:rFonts w:ascii="Times New Roman" w:hAnsi="Times New Roman"/>
          <w:sz w:val="28"/>
          <w:szCs w:val="28"/>
        </w:rPr>
        <w:t xml:space="preserve"> </w:t>
      </w:r>
      <w:r w:rsidR="00981864" w:rsidRPr="008F6582">
        <w:rPr>
          <w:rFonts w:ascii="Times New Roman" w:hAnsi="Times New Roman"/>
          <w:sz w:val="28"/>
          <w:szCs w:val="28"/>
        </w:rPr>
        <w:t>«Объемы и источники финансирования» изложить в новой редакции:</w:t>
      </w:r>
    </w:p>
    <w:p w14:paraId="32ABCB67" w14:textId="77777777" w:rsidR="005B4793" w:rsidRPr="008F6582" w:rsidRDefault="005B4793" w:rsidP="008F65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033" w:type="dxa"/>
        <w:tblCellSpacing w:w="5" w:type="nil"/>
        <w:tblInd w:w="-1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"/>
        <w:gridCol w:w="2354"/>
        <w:gridCol w:w="6974"/>
        <w:gridCol w:w="535"/>
      </w:tblGrid>
      <w:tr w:rsidR="00570902" w:rsidRPr="008F6582" w14:paraId="199424AF" w14:textId="77777777" w:rsidTr="008F6582">
        <w:trPr>
          <w:trHeight w:val="400"/>
          <w:tblCellSpacing w:w="5" w:type="nil"/>
        </w:trPr>
        <w:tc>
          <w:tcPr>
            <w:tcW w:w="170" w:type="dxa"/>
            <w:tcBorders>
              <w:right w:val="single" w:sz="4" w:space="0" w:color="auto"/>
            </w:tcBorders>
          </w:tcPr>
          <w:p w14:paraId="46A408A7" w14:textId="5DD2B9C2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6582"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CC08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6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5211" w14:textId="5C5916C4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Общий объем финансирования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42</w:t>
            </w:r>
            <w:r w:rsidR="00570902" w:rsidRPr="008F6582">
              <w:rPr>
                <w:sz w:val="28"/>
                <w:szCs w:val="28"/>
              </w:rPr>
              <w:t>6,1</w:t>
            </w:r>
            <w:r w:rsidRPr="008F6582">
              <w:rPr>
                <w:sz w:val="28"/>
                <w:szCs w:val="28"/>
              </w:rPr>
              <w:t xml:space="preserve"> тыс.</w:t>
            </w:r>
            <w:r w:rsidR="008F6582">
              <w:rPr>
                <w:sz w:val="28"/>
                <w:szCs w:val="28"/>
              </w:rPr>
              <w:t xml:space="preserve"> рублей,</w:t>
            </w:r>
          </w:p>
          <w:p w14:paraId="5EE42260" w14:textId="2820AF48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>в том числе по годам:</w:t>
            </w:r>
          </w:p>
          <w:p w14:paraId="7107B2A9" w14:textId="583E3DEB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2016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96,5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4F5DEBEA" w14:textId="5D6AF61D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2017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108,5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613046D9" w14:textId="6ED1F540" w:rsidR="009C6E19" w:rsidRPr="008F6582" w:rsidRDefault="009C6E19" w:rsidP="008F6582">
            <w:pPr>
              <w:pStyle w:val="ConsPlusCell"/>
              <w:tabs>
                <w:tab w:val="left" w:pos="3763"/>
              </w:tabs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lastRenderedPageBreak/>
              <w:t xml:space="preserve">2018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0,0 тыс.</w:t>
            </w:r>
            <w:r w:rsidR="008F6582">
              <w:rPr>
                <w:sz w:val="28"/>
                <w:szCs w:val="28"/>
              </w:rPr>
              <w:t xml:space="preserve"> руб.;</w:t>
            </w:r>
          </w:p>
          <w:p w14:paraId="141AE0AE" w14:textId="1D40A2D6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2019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21,0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662A31A0" w14:textId="30AD2DF4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2020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22,0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7BBEACB9" w14:textId="727F6B36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2021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23,0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5CF54119" w14:textId="60AB63A3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2022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24,0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47CF3AB7" w14:textId="4EC52E7C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2023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25,0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740C6820" w14:textId="60B4679B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2024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26,0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1B03982D" w14:textId="28BF79DF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2025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27,0 тыс.</w:t>
            </w:r>
            <w:r w:rsidR="008F6582" w:rsidRP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</w:t>
            </w:r>
            <w:r w:rsidR="008F6582">
              <w:rPr>
                <w:sz w:val="28"/>
                <w:szCs w:val="28"/>
              </w:rPr>
              <w:t>;</w:t>
            </w:r>
          </w:p>
          <w:p w14:paraId="73F1B642" w14:textId="54B319C8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2026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28,1 тыс.</w:t>
            </w:r>
            <w:r w:rsidR="008F6582" w:rsidRP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</w:t>
            </w:r>
            <w:r w:rsidR="008F6582">
              <w:rPr>
                <w:sz w:val="28"/>
                <w:szCs w:val="28"/>
              </w:rPr>
              <w:t>;</w:t>
            </w:r>
          </w:p>
          <w:p w14:paraId="1AE9FFDC" w14:textId="30614687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2027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25,0 тыс.</w:t>
            </w:r>
            <w:r w:rsidR="008F6582" w:rsidRPr="008F6582">
              <w:rPr>
                <w:sz w:val="28"/>
                <w:szCs w:val="28"/>
              </w:rPr>
              <w:t xml:space="preserve"> </w:t>
            </w:r>
            <w:r w:rsidR="008F6582">
              <w:rPr>
                <w:sz w:val="28"/>
                <w:szCs w:val="28"/>
              </w:rPr>
              <w:t>руб.;</w:t>
            </w:r>
          </w:p>
          <w:p w14:paraId="1E095465" w14:textId="77777777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>из них по источникам:</w:t>
            </w:r>
          </w:p>
          <w:p w14:paraId="66F76661" w14:textId="49965AA8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- средства местного бюджета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42</w:t>
            </w:r>
            <w:r w:rsidR="00570902" w:rsidRPr="008F6582">
              <w:rPr>
                <w:sz w:val="28"/>
                <w:szCs w:val="28"/>
              </w:rPr>
              <w:t>6,1</w:t>
            </w:r>
            <w:r w:rsidRPr="008F6582">
              <w:rPr>
                <w:sz w:val="28"/>
                <w:szCs w:val="28"/>
              </w:rPr>
              <w:t xml:space="preserve"> тыс.</w:t>
            </w:r>
            <w:r w:rsidR="008F6582" w:rsidRPr="008F6582">
              <w:rPr>
                <w:sz w:val="28"/>
                <w:szCs w:val="28"/>
              </w:rPr>
              <w:t xml:space="preserve"> </w:t>
            </w:r>
            <w:r w:rsidR="008F6582">
              <w:rPr>
                <w:sz w:val="28"/>
                <w:szCs w:val="28"/>
              </w:rPr>
              <w:t>рублей,</w:t>
            </w:r>
          </w:p>
          <w:p w14:paraId="3C1F8037" w14:textId="77777777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>в том числе по годам:</w:t>
            </w:r>
          </w:p>
          <w:p w14:paraId="1F8683D1" w14:textId="315531C5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2016 г. </w:t>
            </w:r>
            <w:r w:rsidR="008F6582" w:rsidRP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96,5 тыс.</w:t>
            </w:r>
            <w:r w:rsidR="008F6582" w:rsidRP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067BA77F" w14:textId="2C631242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2017 г. </w:t>
            </w:r>
            <w:r w:rsidR="008F6582" w:rsidRP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108,5 тыс.</w:t>
            </w:r>
            <w:r w:rsidR="008F6582" w:rsidRP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50D559F3" w14:textId="6FC03096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2018 г. </w:t>
            </w:r>
            <w:r w:rsidR="008F6582" w:rsidRP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0,0 тыс.</w:t>
            </w:r>
            <w:r w:rsidR="008F6582" w:rsidRP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23E89C91" w14:textId="3B14D6B0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2019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21,0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2DCB1F9F" w14:textId="297D02DE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2020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22,0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6488F266" w14:textId="3BE3CBD3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2021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23,0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74C81283" w14:textId="2D0F3AF1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2022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24,0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3A7B152A" w14:textId="3C54E87F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2023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25,0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1EE7C38D" w14:textId="20682BC7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2024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26,0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руб.;</w:t>
            </w:r>
          </w:p>
          <w:p w14:paraId="3C45C327" w14:textId="57642A63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2025 г. </w:t>
            </w:r>
            <w:r w:rsid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27,0 тыс.</w:t>
            </w:r>
            <w:r w:rsid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</w:t>
            </w:r>
            <w:r w:rsidR="008F6582">
              <w:rPr>
                <w:sz w:val="28"/>
                <w:szCs w:val="28"/>
              </w:rPr>
              <w:t>;</w:t>
            </w:r>
          </w:p>
          <w:p w14:paraId="5B5C7B38" w14:textId="38BB018A" w:rsidR="009C6E19" w:rsidRPr="008F6582" w:rsidRDefault="009C6E19" w:rsidP="008F6582">
            <w:pPr>
              <w:pStyle w:val="ConsPlusCell"/>
              <w:jc w:val="both"/>
              <w:rPr>
                <w:sz w:val="28"/>
                <w:szCs w:val="28"/>
              </w:rPr>
            </w:pPr>
            <w:r w:rsidRPr="008F6582">
              <w:rPr>
                <w:sz w:val="28"/>
                <w:szCs w:val="28"/>
              </w:rPr>
              <w:t xml:space="preserve">2026 г. </w:t>
            </w:r>
            <w:r w:rsidR="008F6582" w:rsidRPr="008F6582">
              <w:rPr>
                <w:sz w:val="28"/>
                <w:szCs w:val="28"/>
              </w:rPr>
              <w:t>-</w:t>
            </w:r>
            <w:r w:rsidRPr="008F6582">
              <w:rPr>
                <w:sz w:val="28"/>
                <w:szCs w:val="28"/>
              </w:rPr>
              <w:t xml:space="preserve"> 28,1 тыс.</w:t>
            </w:r>
            <w:r w:rsidR="008F6582" w:rsidRPr="008F6582">
              <w:rPr>
                <w:sz w:val="28"/>
                <w:szCs w:val="28"/>
              </w:rPr>
              <w:t xml:space="preserve"> </w:t>
            </w:r>
            <w:r w:rsidRPr="008F6582">
              <w:rPr>
                <w:sz w:val="28"/>
                <w:szCs w:val="28"/>
              </w:rPr>
              <w:t>руб.</w:t>
            </w:r>
            <w:r w:rsidR="008F6582">
              <w:rPr>
                <w:sz w:val="28"/>
                <w:szCs w:val="28"/>
              </w:rPr>
              <w:t>;</w:t>
            </w:r>
          </w:p>
          <w:p w14:paraId="1D56303E" w14:textId="0C413D71" w:rsidR="00981864" w:rsidRPr="008F6582" w:rsidRDefault="009C6E19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6582">
              <w:rPr>
                <w:rFonts w:ascii="Times New Roman" w:hAnsi="Times New Roman"/>
                <w:sz w:val="28"/>
                <w:szCs w:val="28"/>
              </w:rPr>
              <w:t xml:space="preserve">2027 г. </w:t>
            </w:r>
            <w:r w:rsidR="008F6582">
              <w:rPr>
                <w:rFonts w:ascii="Times New Roman" w:hAnsi="Times New Roman"/>
                <w:sz w:val="28"/>
                <w:szCs w:val="28"/>
              </w:rPr>
              <w:t>-</w:t>
            </w:r>
            <w:r w:rsidRPr="008F6582">
              <w:rPr>
                <w:rFonts w:ascii="Times New Roman" w:hAnsi="Times New Roman"/>
                <w:sz w:val="28"/>
                <w:szCs w:val="28"/>
              </w:rPr>
              <w:t xml:space="preserve"> 25,0 тыс.</w:t>
            </w:r>
            <w:r w:rsidR="008F65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6582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535" w:type="dxa"/>
            <w:tcBorders>
              <w:left w:val="single" w:sz="4" w:space="0" w:color="auto"/>
            </w:tcBorders>
          </w:tcPr>
          <w:p w14:paraId="0E857007" w14:textId="77777777" w:rsidR="00981864" w:rsidRPr="008F6582" w:rsidRDefault="00981864" w:rsidP="008F658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27642E" w14:textId="77777777" w:rsidR="00981864" w:rsidRPr="008F6582" w:rsidRDefault="00981864" w:rsidP="008F6582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3B15EB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C4D713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7BD3BD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76B95A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B1744F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C7C089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320655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29DE6B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468C4E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817995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221C85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AD20E3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D386FF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EEB902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3C4970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D9FAA6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71652E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437C5D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6CFC7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5DF6E3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D52408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D3F7E9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DA778B" w14:textId="77777777" w:rsidR="00981864" w:rsidRPr="008F6582" w:rsidRDefault="00981864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7E551D" w14:textId="40EB94A9" w:rsidR="00981864" w:rsidRPr="008F6582" w:rsidRDefault="00570902" w:rsidP="008F6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F65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3501DAC" w14:textId="77777777" w:rsidR="00981864" w:rsidRPr="008F6582" w:rsidRDefault="00981864" w:rsidP="008F658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9D29542" w14:textId="2023AF36" w:rsidR="009C6E19" w:rsidRPr="008F6582" w:rsidRDefault="00981864" w:rsidP="008F65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F6582">
        <w:rPr>
          <w:rFonts w:ascii="Times New Roman" w:hAnsi="Times New Roman"/>
          <w:sz w:val="28"/>
          <w:szCs w:val="28"/>
          <w:shd w:val="clear" w:color="auto" w:fill="FFFFFF"/>
        </w:rPr>
        <w:t xml:space="preserve">1.2. </w:t>
      </w:r>
      <w:r w:rsidR="009C6E19" w:rsidRPr="008F6582">
        <w:rPr>
          <w:rFonts w:ascii="Times New Roman" w:hAnsi="Times New Roman"/>
          <w:sz w:val="28"/>
          <w:szCs w:val="28"/>
        </w:rPr>
        <w:t>Раздел 7 программы «Ресурсное обеспечение программы» изложить в следующей редакции:</w:t>
      </w:r>
    </w:p>
    <w:p w14:paraId="4A332156" w14:textId="76C75E23" w:rsidR="00792325" w:rsidRPr="008F6582" w:rsidRDefault="009C6E19" w:rsidP="008F6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582">
        <w:rPr>
          <w:rFonts w:ascii="Times New Roman" w:hAnsi="Times New Roman"/>
          <w:sz w:val="28"/>
          <w:szCs w:val="28"/>
        </w:rPr>
        <w:t>«</w:t>
      </w:r>
      <w:r w:rsidR="00792325" w:rsidRPr="008F6582">
        <w:rPr>
          <w:rFonts w:ascii="Times New Roman" w:hAnsi="Times New Roman"/>
          <w:sz w:val="28"/>
          <w:szCs w:val="28"/>
        </w:rPr>
        <w:t>Раздел 7. Ресурсное обеспечение программы</w:t>
      </w:r>
    </w:p>
    <w:p w14:paraId="3EB4B874" w14:textId="75464A83" w:rsidR="009C6E19" w:rsidRPr="008F6582" w:rsidRDefault="009C6E19" w:rsidP="008F6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582">
        <w:rPr>
          <w:rFonts w:ascii="Times New Roman" w:hAnsi="Times New Roman"/>
          <w:sz w:val="28"/>
          <w:szCs w:val="28"/>
        </w:rPr>
        <w:t>Общий объем финансовых средств на реализацию мероприятий Программы прогнозируется в размере 42</w:t>
      </w:r>
      <w:r w:rsidR="00570902" w:rsidRPr="008F6582">
        <w:rPr>
          <w:rFonts w:ascii="Times New Roman" w:hAnsi="Times New Roman"/>
          <w:sz w:val="28"/>
          <w:szCs w:val="28"/>
        </w:rPr>
        <w:t>6,1</w:t>
      </w:r>
      <w:r w:rsidRPr="008F6582">
        <w:rPr>
          <w:rFonts w:ascii="Times New Roman" w:hAnsi="Times New Roman"/>
          <w:sz w:val="28"/>
          <w:szCs w:val="28"/>
        </w:rPr>
        <w:t xml:space="preserve"> тыс.</w:t>
      </w:r>
      <w:r w:rsidR="008F6582">
        <w:rPr>
          <w:rFonts w:ascii="Times New Roman" w:hAnsi="Times New Roman"/>
          <w:sz w:val="28"/>
          <w:szCs w:val="28"/>
        </w:rPr>
        <w:t xml:space="preserve"> </w:t>
      </w:r>
      <w:r w:rsidRPr="008F6582">
        <w:rPr>
          <w:rFonts w:ascii="Times New Roman" w:hAnsi="Times New Roman"/>
          <w:sz w:val="28"/>
          <w:szCs w:val="28"/>
        </w:rPr>
        <w:t xml:space="preserve">рублей, из них средства местного бюджета </w:t>
      </w:r>
      <w:r w:rsidR="008F6582">
        <w:rPr>
          <w:rFonts w:ascii="Times New Roman" w:hAnsi="Times New Roman"/>
          <w:sz w:val="28"/>
          <w:szCs w:val="28"/>
        </w:rPr>
        <w:t>-</w:t>
      </w:r>
      <w:r w:rsidRPr="008F6582">
        <w:rPr>
          <w:rFonts w:ascii="Times New Roman" w:hAnsi="Times New Roman"/>
          <w:sz w:val="28"/>
          <w:szCs w:val="28"/>
        </w:rPr>
        <w:t xml:space="preserve"> 42</w:t>
      </w:r>
      <w:r w:rsidR="00570902" w:rsidRPr="008F6582">
        <w:rPr>
          <w:rFonts w:ascii="Times New Roman" w:hAnsi="Times New Roman"/>
          <w:sz w:val="28"/>
          <w:szCs w:val="28"/>
        </w:rPr>
        <w:t>6,1</w:t>
      </w:r>
      <w:r w:rsidRPr="008F6582">
        <w:rPr>
          <w:rFonts w:ascii="Times New Roman" w:hAnsi="Times New Roman"/>
          <w:sz w:val="28"/>
          <w:szCs w:val="28"/>
        </w:rPr>
        <w:t xml:space="preserve"> тыс.</w:t>
      </w:r>
      <w:r w:rsidR="008F6582">
        <w:rPr>
          <w:rFonts w:ascii="Times New Roman" w:hAnsi="Times New Roman"/>
          <w:sz w:val="28"/>
          <w:szCs w:val="28"/>
        </w:rPr>
        <w:t xml:space="preserve"> </w:t>
      </w:r>
      <w:r w:rsidRPr="008F6582">
        <w:rPr>
          <w:rFonts w:ascii="Times New Roman" w:hAnsi="Times New Roman"/>
          <w:sz w:val="28"/>
          <w:szCs w:val="28"/>
        </w:rPr>
        <w:t xml:space="preserve">рублей. </w:t>
      </w:r>
    </w:p>
    <w:p w14:paraId="36150BD0" w14:textId="77777777" w:rsidR="009C6E19" w:rsidRPr="008F6582" w:rsidRDefault="009C6E19" w:rsidP="008F6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582">
        <w:rPr>
          <w:rFonts w:ascii="Times New Roman" w:hAnsi="Times New Roman"/>
          <w:sz w:val="28"/>
          <w:szCs w:val="28"/>
        </w:rPr>
        <w:t>Объем финансирования подлежат ежегодному уточнению в установленном порядке, исходя из возможностей бюджета муниципального образования «Городской округ Ногликский» и других источников и в соответствии с решением о бюджете.</w:t>
      </w:r>
    </w:p>
    <w:p w14:paraId="607303F3" w14:textId="3E33AD4B" w:rsidR="009C6E19" w:rsidRPr="008F6582" w:rsidRDefault="009C6E19" w:rsidP="008F6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582">
        <w:rPr>
          <w:rFonts w:ascii="Times New Roman" w:hAnsi="Times New Roman"/>
          <w:sz w:val="28"/>
          <w:szCs w:val="28"/>
        </w:rPr>
        <w:t>Потребность в финансовых ресурсах, необходимых для реализации Программы</w:t>
      </w:r>
      <w:r w:rsidR="008F6582">
        <w:rPr>
          <w:rFonts w:ascii="Times New Roman" w:hAnsi="Times New Roman"/>
          <w:sz w:val="28"/>
          <w:szCs w:val="28"/>
        </w:rPr>
        <w:t>, указана в приложениях</w:t>
      </w:r>
      <w:r w:rsidR="00792325" w:rsidRPr="008F6582">
        <w:rPr>
          <w:rFonts w:ascii="Times New Roman" w:hAnsi="Times New Roman"/>
          <w:sz w:val="28"/>
          <w:szCs w:val="28"/>
        </w:rPr>
        <w:t xml:space="preserve"> 3.1, 3.2</w:t>
      </w:r>
      <w:r w:rsidRPr="008F6582">
        <w:rPr>
          <w:rFonts w:ascii="Times New Roman" w:hAnsi="Times New Roman"/>
          <w:sz w:val="28"/>
          <w:szCs w:val="28"/>
        </w:rPr>
        <w:t xml:space="preserve"> к программе.».</w:t>
      </w:r>
    </w:p>
    <w:p w14:paraId="74F7E864" w14:textId="39F0A8C2" w:rsidR="009C6E19" w:rsidRPr="008F6582" w:rsidRDefault="009C6E19" w:rsidP="008F65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6582">
        <w:rPr>
          <w:rFonts w:ascii="Times New Roman" w:hAnsi="Times New Roman"/>
          <w:sz w:val="28"/>
          <w:szCs w:val="28"/>
        </w:rPr>
        <w:t>1.3</w:t>
      </w:r>
      <w:r w:rsidR="00792325" w:rsidRPr="008F6582">
        <w:rPr>
          <w:rFonts w:ascii="Times New Roman" w:hAnsi="Times New Roman"/>
          <w:sz w:val="28"/>
          <w:szCs w:val="28"/>
        </w:rPr>
        <w:t>. Приложение 3.2</w:t>
      </w:r>
      <w:r w:rsidRPr="008F6582">
        <w:rPr>
          <w:rFonts w:ascii="Times New Roman" w:hAnsi="Times New Roman"/>
          <w:sz w:val="28"/>
          <w:szCs w:val="28"/>
        </w:rPr>
        <w:t xml:space="preserve"> к программе «</w:t>
      </w:r>
      <w:r w:rsidRPr="008F6582">
        <w:rPr>
          <w:rFonts w:ascii="Times New Roman" w:hAnsi="Times New Roman"/>
          <w:bCs/>
          <w:sz w:val="28"/>
          <w:szCs w:val="28"/>
        </w:rPr>
        <w:t xml:space="preserve">Ресурсное обеспечение реализации </w:t>
      </w:r>
      <w:r w:rsidRPr="008F6582">
        <w:rPr>
          <w:rFonts w:ascii="Times New Roman" w:hAnsi="Times New Roman"/>
          <w:sz w:val="28"/>
          <w:szCs w:val="28"/>
        </w:rPr>
        <w:t>муниципальной программы «Развитие инвестиционного потенциала муниципального образования «Городской округ Ногликский» изложить в новой редакции согласно приложению 1 к настоящему постановлению.</w:t>
      </w:r>
    </w:p>
    <w:p w14:paraId="53A81129" w14:textId="3BFCAEC3" w:rsidR="00981864" w:rsidRPr="008F6582" w:rsidRDefault="00981864" w:rsidP="008F6582">
      <w:pPr>
        <w:widowControl w:val="0"/>
        <w:tabs>
          <w:tab w:val="left" w:pos="734"/>
          <w:tab w:val="center" w:pos="46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6582">
        <w:rPr>
          <w:rFonts w:ascii="Times New Roman" w:hAnsi="Times New Roman"/>
          <w:sz w:val="28"/>
          <w:szCs w:val="28"/>
          <w:shd w:val="clear" w:color="auto" w:fill="FFFFFF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</w:t>
      </w:r>
      <w:r w:rsidRPr="008F658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округ Ногликский» в информационно-телекоммуникационной сети «Интернет».</w:t>
      </w:r>
    </w:p>
    <w:p w14:paraId="71A73A91" w14:textId="6F947849" w:rsidR="00981864" w:rsidRPr="008F6582" w:rsidRDefault="00981864" w:rsidP="008F6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F6582">
        <w:rPr>
          <w:rFonts w:ascii="Times New Roman" w:hAnsi="Times New Roman"/>
          <w:sz w:val="28"/>
          <w:szCs w:val="28"/>
          <w:shd w:val="clear" w:color="auto" w:fill="FFFFFF"/>
        </w:rPr>
        <w:t xml:space="preserve">3. Контроль за исполнением настоящего постановления </w:t>
      </w:r>
      <w:r w:rsidR="009C6E19" w:rsidRPr="008F6582">
        <w:rPr>
          <w:rFonts w:ascii="Times New Roman" w:hAnsi="Times New Roman"/>
          <w:sz w:val="28"/>
          <w:szCs w:val="28"/>
          <w:shd w:val="clear" w:color="auto" w:fill="FFFFFF"/>
        </w:rPr>
        <w:t xml:space="preserve">возложить на </w:t>
      </w:r>
      <w:r w:rsidR="009C6E19" w:rsidRPr="008F6582">
        <w:rPr>
          <w:rFonts w:ascii="Times New Roman" w:hAnsi="Times New Roman"/>
          <w:sz w:val="28"/>
          <w:szCs w:val="28"/>
        </w:rPr>
        <w:t>первого вице-мэра муниципального образования «Городской округ Ногликский» Водолагу О.В.</w:t>
      </w:r>
    </w:p>
    <w:p w14:paraId="772DD40E" w14:textId="77777777" w:rsidR="005B4793" w:rsidRPr="008F6582" w:rsidRDefault="005B4793" w:rsidP="008F6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92F587" w14:textId="77777777" w:rsidR="005B4793" w:rsidRPr="008F6582" w:rsidRDefault="005B4793" w:rsidP="008F65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85D1E4" w14:textId="08092311" w:rsidR="008629FA" w:rsidRPr="008F6582" w:rsidRDefault="008629FA" w:rsidP="008F65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582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785D1E5" w14:textId="47D9559A" w:rsidR="008629FA" w:rsidRPr="008F6582" w:rsidRDefault="008629FA" w:rsidP="008F65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6582">
        <w:rPr>
          <w:rFonts w:ascii="Times New Roman" w:hAnsi="Times New Roman"/>
          <w:sz w:val="28"/>
          <w:szCs w:val="28"/>
        </w:rPr>
        <w:t>«Гор</w:t>
      </w:r>
      <w:r w:rsidR="005B4793" w:rsidRPr="008F6582">
        <w:rPr>
          <w:rFonts w:ascii="Times New Roman" w:hAnsi="Times New Roman"/>
          <w:sz w:val="28"/>
          <w:szCs w:val="28"/>
        </w:rPr>
        <w:t>одской округ Ногликский»</w:t>
      </w:r>
      <w:r w:rsidR="005B4793" w:rsidRPr="008F6582">
        <w:rPr>
          <w:rFonts w:ascii="Times New Roman" w:hAnsi="Times New Roman"/>
          <w:sz w:val="28"/>
          <w:szCs w:val="28"/>
        </w:rPr>
        <w:tab/>
      </w:r>
      <w:r w:rsidR="005B4793" w:rsidRPr="008F6582">
        <w:rPr>
          <w:rFonts w:ascii="Times New Roman" w:hAnsi="Times New Roman"/>
          <w:sz w:val="28"/>
          <w:szCs w:val="28"/>
        </w:rPr>
        <w:tab/>
      </w:r>
      <w:r w:rsidR="005B4793" w:rsidRPr="008F6582">
        <w:rPr>
          <w:rFonts w:ascii="Times New Roman" w:hAnsi="Times New Roman"/>
          <w:sz w:val="28"/>
          <w:szCs w:val="28"/>
        </w:rPr>
        <w:tab/>
      </w:r>
      <w:r w:rsidR="005B4793" w:rsidRPr="008F6582">
        <w:rPr>
          <w:rFonts w:ascii="Times New Roman" w:hAnsi="Times New Roman"/>
          <w:sz w:val="28"/>
          <w:szCs w:val="28"/>
        </w:rPr>
        <w:tab/>
      </w:r>
      <w:r w:rsidR="005B4793" w:rsidRPr="008F6582">
        <w:rPr>
          <w:rFonts w:ascii="Times New Roman" w:hAnsi="Times New Roman"/>
          <w:sz w:val="28"/>
          <w:szCs w:val="28"/>
        </w:rPr>
        <w:tab/>
        <w:t xml:space="preserve">  </w:t>
      </w:r>
      <w:r w:rsidRPr="008F6582">
        <w:rPr>
          <w:rFonts w:ascii="Times New Roman" w:hAnsi="Times New Roman"/>
          <w:sz w:val="28"/>
          <w:szCs w:val="28"/>
        </w:rPr>
        <w:t xml:space="preserve">      </w:t>
      </w:r>
      <w:r w:rsidR="00B10ED9" w:rsidRPr="008F6582">
        <w:rPr>
          <w:rFonts w:ascii="Times New Roman" w:hAnsi="Times New Roman"/>
          <w:sz w:val="28"/>
          <w:szCs w:val="28"/>
        </w:rPr>
        <w:t xml:space="preserve"> </w:t>
      </w:r>
      <w:r w:rsidRPr="008F6582">
        <w:rPr>
          <w:rFonts w:ascii="Times New Roman" w:hAnsi="Times New Roman"/>
          <w:sz w:val="28"/>
          <w:szCs w:val="28"/>
        </w:rPr>
        <w:t>С.В.</w:t>
      </w:r>
      <w:r w:rsidR="005B4793" w:rsidRPr="008F6582">
        <w:rPr>
          <w:rFonts w:ascii="Times New Roman" w:hAnsi="Times New Roman"/>
          <w:sz w:val="28"/>
          <w:szCs w:val="28"/>
        </w:rPr>
        <w:t xml:space="preserve"> </w:t>
      </w:r>
      <w:r w:rsidRPr="008F6582">
        <w:rPr>
          <w:rFonts w:ascii="Times New Roman" w:hAnsi="Times New Roman"/>
          <w:sz w:val="28"/>
          <w:szCs w:val="28"/>
        </w:rPr>
        <w:t>Камелин</w:t>
      </w:r>
    </w:p>
    <w:sectPr w:rsidR="008629FA" w:rsidRPr="008F6582" w:rsidSect="005B4793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5D1E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785D1F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D1F1" w14:textId="684FFA5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5D1E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785D1E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893076"/>
      <w:docPartObj>
        <w:docPartGallery w:val="Page Numbers (Top of Page)"/>
        <w:docPartUnique/>
      </w:docPartObj>
    </w:sdtPr>
    <w:sdtEndPr/>
    <w:sdtContent>
      <w:p w14:paraId="2EC8B4D7" w14:textId="0209326E" w:rsidR="005B4793" w:rsidRDefault="005B47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6FE">
          <w:rPr>
            <w:noProof/>
          </w:rPr>
          <w:t>2</w:t>
        </w:r>
        <w:r>
          <w:fldChar w:fldCharType="end"/>
        </w:r>
      </w:p>
    </w:sdtContent>
  </w:sdt>
  <w:p w14:paraId="3F02CB1B" w14:textId="77777777" w:rsidR="005B4793" w:rsidRDefault="005B47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1079"/>
    <w:rsid w:val="00053BD0"/>
    <w:rsid w:val="001513C5"/>
    <w:rsid w:val="00185FEC"/>
    <w:rsid w:val="001E1F9F"/>
    <w:rsid w:val="002003DC"/>
    <w:rsid w:val="0033636C"/>
    <w:rsid w:val="00356457"/>
    <w:rsid w:val="003E4257"/>
    <w:rsid w:val="00406986"/>
    <w:rsid w:val="00456948"/>
    <w:rsid w:val="00493416"/>
    <w:rsid w:val="00520CBF"/>
    <w:rsid w:val="00570902"/>
    <w:rsid w:val="005B4793"/>
    <w:rsid w:val="006C10F2"/>
    <w:rsid w:val="00792325"/>
    <w:rsid w:val="0085751B"/>
    <w:rsid w:val="008629FA"/>
    <w:rsid w:val="008D56FE"/>
    <w:rsid w:val="008F6582"/>
    <w:rsid w:val="00981864"/>
    <w:rsid w:val="00987DB5"/>
    <w:rsid w:val="009C6E19"/>
    <w:rsid w:val="00AC72C8"/>
    <w:rsid w:val="00B10ED9"/>
    <w:rsid w:val="00B25688"/>
    <w:rsid w:val="00C02849"/>
    <w:rsid w:val="00CF1CC4"/>
    <w:rsid w:val="00D12794"/>
    <w:rsid w:val="00D67BD8"/>
    <w:rsid w:val="00DF7897"/>
    <w:rsid w:val="00E15165"/>
    <w:rsid w:val="00E37B8A"/>
    <w:rsid w:val="00E609BC"/>
    <w:rsid w:val="00F4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D1D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B4793"/>
    <w:pPr>
      <w:ind w:left="720"/>
      <w:contextualSpacing/>
    </w:pPr>
  </w:style>
  <w:style w:type="paragraph" w:customStyle="1" w:styleId="ConsPlusCell">
    <w:name w:val="ConsPlusCell"/>
    <w:uiPriority w:val="99"/>
    <w:rsid w:val="009C6E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6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6E1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001B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001B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001B0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3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4</cp:revision>
  <cp:lastPrinted>2024-04-01T07:20:00Z</cp:lastPrinted>
  <dcterms:created xsi:type="dcterms:W3CDTF">2024-04-01T07:04:00Z</dcterms:created>
  <dcterms:modified xsi:type="dcterms:W3CDTF">2024-04-01T07:21:00Z</dcterms:modified>
</cp:coreProperties>
</file>